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DD897B" w14:textId="77777777" w:rsidR="00547763" w:rsidRDefault="00547763" w:rsidP="00547763">
      <w:pPr>
        <w:jc w:val="center"/>
        <w:rPr>
          <w:b/>
          <w:sz w:val="26"/>
          <w:szCs w:val="26"/>
        </w:rPr>
      </w:pPr>
      <w:bookmarkStart w:id="0" w:name="_Hlk176354622"/>
      <w:r>
        <w:rPr>
          <w:b/>
          <w:sz w:val="26"/>
          <w:szCs w:val="26"/>
        </w:rPr>
        <w:t>Федеральная служба государственной статистики</w:t>
      </w:r>
    </w:p>
    <w:p w14:paraId="48F00056" w14:textId="77777777" w:rsidR="00547763" w:rsidRDefault="00547763" w:rsidP="00547763">
      <w:pPr>
        <w:spacing w:before="36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Управление Федеральной службы государственной статистики</w:t>
      </w:r>
      <w:r>
        <w:rPr>
          <w:b/>
          <w:sz w:val="26"/>
          <w:szCs w:val="26"/>
        </w:rPr>
        <w:br/>
        <w:t>по Астраханской области и Республике Калмыкия</w:t>
      </w:r>
      <w:r>
        <w:rPr>
          <w:b/>
          <w:sz w:val="26"/>
          <w:szCs w:val="26"/>
        </w:rPr>
        <w:br/>
        <w:t>(</w:t>
      </w:r>
      <w:proofErr w:type="spellStart"/>
      <w:r>
        <w:rPr>
          <w:b/>
          <w:sz w:val="26"/>
          <w:szCs w:val="26"/>
        </w:rPr>
        <w:t>Астраханьстат</w:t>
      </w:r>
      <w:proofErr w:type="spellEnd"/>
      <w:r>
        <w:rPr>
          <w:b/>
          <w:sz w:val="26"/>
          <w:szCs w:val="26"/>
        </w:rPr>
        <w:t>)</w:t>
      </w:r>
    </w:p>
    <w:p w14:paraId="3A49B61D" w14:textId="77777777" w:rsidR="00547763" w:rsidRPr="002F69B9" w:rsidRDefault="00547763" w:rsidP="00547763">
      <w:pPr>
        <w:spacing w:before="276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С</w:t>
      </w:r>
      <w:r w:rsidRPr="002F69B9">
        <w:rPr>
          <w:b/>
          <w:sz w:val="36"/>
          <w:szCs w:val="36"/>
        </w:rPr>
        <w:t>оциально</w:t>
      </w:r>
      <w:r>
        <w:rPr>
          <w:b/>
          <w:sz w:val="36"/>
          <w:szCs w:val="36"/>
        </w:rPr>
        <w:t>-экономическое положение</w:t>
      </w:r>
      <w:r w:rsidRPr="002F69B9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br/>
      </w:r>
      <w:r w:rsidRPr="002F69B9">
        <w:rPr>
          <w:b/>
          <w:sz w:val="36"/>
          <w:szCs w:val="36"/>
        </w:rPr>
        <w:t>Астраханской</w:t>
      </w:r>
      <w:r>
        <w:rPr>
          <w:b/>
          <w:sz w:val="36"/>
          <w:szCs w:val="36"/>
        </w:rPr>
        <w:t xml:space="preserve"> </w:t>
      </w:r>
      <w:r w:rsidRPr="002F69B9">
        <w:rPr>
          <w:b/>
          <w:sz w:val="36"/>
          <w:szCs w:val="36"/>
        </w:rPr>
        <w:t>области</w:t>
      </w:r>
    </w:p>
    <w:p w14:paraId="38DC4C54" w14:textId="2CF3D1FE" w:rsidR="00547763" w:rsidRDefault="001C06B7" w:rsidP="00547763">
      <w:pPr>
        <w:spacing w:before="24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/в январе</w:t>
      </w:r>
      <w:r w:rsidR="004445A7">
        <w:rPr>
          <w:b/>
          <w:sz w:val="26"/>
          <w:szCs w:val="26"/>
        </w:rPr>
        <w:t>-</w:t>
      </w:r>
      <w:r w:rsidR="00E045DB">
        <w:rPr>
          <w:b/>
          <w:sz w:val="26"/>
          <w:szCs w:val="26"/>
        </w:rPr>
        <w:t>сентябре</w:t>
      </w:r>
      <w:r w:rsidR="00547763">
        <w:rPr>
          <w:b/>
          <w:sz w:val="26"/>
          <w:szCs w:val="26"/>
        </w:rPr>
        <w:t xml:space="preserve"> 202</w:t>
      </w:r>
      <w:r>
        <w:rPr>
          <w:b/>
          <w:sz w:val="26"/>
          <w:szCs w:val="26"/>
        </w:rPr>
        <w:t>4</w:t>
      </w:r>
      <w:r w:rsidR="00547763">
        <w:rPr>
          <w:b/>
          <w:sz w:val="26"/>
          <w:szCs w:val="26"/>
        </w:rPr>
        <w:t xml:space="preserve"> года/</w:t>
      </w:r>
    </w:p>
    <w:p w14:paraId="76690B87" w14:textId="77777777" w:rsidR="00547763" w:rsidRDefault="00547763" w:rsidP="00547763">
      <w:pPr>
        <w:spacing w:before="8280"/>
        <w:jc w:val="center"/>
        <w:rPr>
          <w:b/>
          <w:sz w:val="26"/>
          <w:szCs w:val="26"/>
        </w:rPr>
      </w:pPr>
      <w:proofErr w:type="spellStart"/>
      <w:r>
        <w:rPr>
          <w:b/>
          <w:sz w:val="26"/>
          <w:szCs w:val="26"/>
        </w:rPr>
        <w:t>г.Астрахань</w:t>
      </w:r>
      <w:proofErr w:type="spellEnd"/>
    </w:p>
    <w:p w14:paraId="36EC3227" w14:textId="77777777" w:rsidR="00163DDC" w:rsidRPr="00FB7401" w:rsidRDefault="003D6396" w:rsidP="00163DDC">
      <w:pPr>
        <w:jc w:val="center"/>
        <w:rPr>
          <w:b/>
          <w:sz w:val="14"/>
          <w:szCs w:val="14"/>
        </w:rPr>
      </w:pPr>
      <w:r>
        <w:rPr>
          <w:b/>
          <w:sz w:val="26"/>
          <w:szCs w:val="26"/>
        </w:rPr>
        <w:br w:type="page"/>
      </w:r>
    </w:p>
    <w:p w14:paraId="1E4CE29A" w14:textId="77777777" w:rsidR="00547763" w:rsidRPr="00FB7401" w:rsidRDefault="00547763" w:rsidP="00547763">
      <w:pPr>
        <w:rPr>
          <w:b/>
          <w:szCs w:val="24"/>
        </w:rPr>
      </w:pPr>
      <w:r w:rsidRPr="00FB7401">
        <w:rPr>
          <w:b/>
          <w:szCs w:val="24"/>
        </w:rPr>
        <w:lastRenderedPageBreak/>
        <w:t>УДК 311 (470.46)</w:t>
      </w:r>
    </w:p>
    <w:p w14:paraId="069DFF06" w14:textId="77777777" w:rsidR="00547763" w:rsidRPr="00FB7401" w:rsidRDefault="00547763" w:rsidP="00547763">
      <w:pPr>
        <w:spacing w:before="1440"/>
        <w:jc w:val="center"/>
        <w:rPr>
          <w:b/>
          <w:i/>
          <w:szCs w:val="24"/>
        </w:rPr>
      </w:pPr>
      <w:r w:rsidRPr="00FB7401">
        <w:rPr>
          <w:b/>
          <w:i/>
          <w:szCs w:val="24"/>
        </w:rPr>
        <w:t>Подготовка доклада осуществлена</w:t>
      </w:r>
      <w:r>
        <w:rPr>
          <w:b/>
          <w:i/>
          <w:szCs w:val="24"/>
        </w:rPr>
        <w:br/>
      </w:r>
      <w:r w:rsidRPr="00FB7401">
        <w:rPr>
          <w:b/>
          <w:i/>
          <w:szCs w:val="24"/>
        </w:rPr>
        <w:t>редакционной коллегией в составе:</w:t>
      </w:r>
    </w:p>
    <w:p w14:paraId="764D2AD2" w14:textId="77777777" w:rsidR="00547763" w:rsidRPr="00FB7401" w:rsidRDefault="00956450" w:rsidP="00547763">
      <w:pPr>
        <w:spacing w:before="240"/>
        <w:rPr>
          <w:szCs w:val="24"/>
        </w:rPr>
      </w:pPr>
      <w:r>
        <w:rPr>
          <w:b/>
          <w:szCs w:val="24"/>
        </w:rPr>
        <w:t>Е.</w:t>
      </w:r>
      <w:r w:rsidR="00547763">
        <w:rPr>
          <w:b/>
          <w:szCs w:val="24"/>
        </w:rPr>
        <w:t>Ю.</w:t>
      </w:r>
      <w:r>
        <w:rPr>
          <w:b/>
          <w:szCs w:val="24"/>
        </w:rPr>
        <w:t xml:space="preserve"> Машкова</w:t>
      </w:r>
      <w:r w:rsidR="00547763" w:rsidRPr="00D476C8">
        <w:rPr>
          <w:b/>
          <w:szCs w:val="24"/>
        </w:rPr>
        <w:t xml:space="preserve"> –</w:t>
      </w:r>
      <w:r w:rsidR="00547763" w:rsidRPr="00D476C8">
        <w:rPr>
          <w:szCs w:val="24"/>
        </w:rPr>
        <w:t xml:space="preserve"> Председатель</w:t>
      </w:r>
      <w:r w:rsidR="00547763" w:rsidRPr="00FB7401">
        <w:rPr>
          <w:szCs w:val="24"/>
        </w:rPr>
        <w:t xml:space="preserve"> редакционной коллегии</w:t>
      </w:r>
    </w:p>
    <w:p w14:paraId="0970A97C" w14:textId="31C9C93E" w:rsidR="00547763" w:rsidRPr="00163DDC" w:rsidRDefault="00547763" w:rsidP="00547763">
      <w:pPr>
        <w:spacing w:before="240"/>
        <w:ind w:right="57"/>
        <w:jc w:val="left"/>
        <w:rPr>
          <w:szCs w:val="24"/>
        </w:rPr>
      </w:pPr>
      <w:r w:rsidRPr="00760977">
        <w:rPr>
          <w:b/>
          <w:szCs w:val="24"/>
        </w:rPr>
        <w:t>Е.</w:t>
      </w:r>
      <w:r w:rsidR="00760977" w:rsidRPr="00760977">
        <w:rPr>
          <w:b/>
          <w:szCs w:val="24"/>
        </w:rPr>
        <w:t>М</w:t>
      </w:r>
      <w:r w:rsidRPr="00760977">
        <w:rPr>
          <w:b/>
          <w:szCs w:val="24"/>
        </w:rPr>
        <w:t xml:space="preserve">. </w:t>
      </w:r>
      <w:r w:rsidR="00760977">
        <w:rPr>
          <w:b/>
          <w:szCs w:val="24"/>
        </w:rPr>
        <w:t>Гриднева</w:t>
      </w:r>
      <w:r w:rsidRPr="00FB7401">
        <w:rPr>
          <w:b/>
          <w:szCs w:val="24"/>
        </w:rPr>
        <w:t xml:space="preserve">, </w:t>
      </w:r>
      <w:r w:rsidR="004C0988">
        <w:rPr>
          <w:b/>
          <w:szCs w:val="24"/>
        </w:rPr>
        <w:t>Т.Н. Кириллова</w:t>
      </w:r>
      <w:r w:rsidRPr="00FB7401">
        <w:rPr>
          <w:b/>
          <w:szCs w:val="24"/>
        </w:rPr>
        <w:t>,</w:t>
      </w:r>
      <w:r w:rsidRPr="00F9745E">
        <w:rPr>
          <w:b/>
          <w:szCs w:val="24"/>
        </w:rPr>
        <w:t xml:space="preserve"> </w:t>
      </w:r>
      <w:r w:rsidR="00AD1258">
        <w:rPr>
          <w:b/>
          <w:szCs w:val="24"/>
        </w:rPr>
        <w:t>Н.Г. Федорова</w:t>
      </w:r>
      <w:r>
        <w:rPr>
          <w:b/>
          <w:szCs w:val="24"/>
        </w:rPr>
        <w:t xml:space="preserve">, Т.В. </w:t>
      </w:r>
      <w:proofErr w:type="spellStart"/>
      <w:r>
        <w:rPr>
          <w:b/>
          <w:szCs w:val="24"/>
        </w:rPr>
        <w:t>Юницкая</w:t>
      </w:r>
      <w:proofErr w:type="spellEnd"/>
    </w:p>
    <w:p w14:paraId="4222C2CD" w14:textId="3E4469AB" w:rsidR="00547763" w:rsidRPr="00FB7401" w:rsidRDefault="00547763" w:rsidP="00547763">
      <w:pPr>
        <w:spacing w:before="1320"/>
        <w:rPr>
          <w:szCs w:val="24"/>
        </w:rPr>
      </w:pPr>
      <w:r>
        <w:rPr>
          <w:b/>
          <w:szCs w:val="24"/>
        </w:rPr>
        <w:t>Доклад «С</w:t>
      </w:r>
      <w:r w:rsidRPr="00FB7401">
        <w:rPr>
          <w:b/>
          <w:szCs w:val="24"/>
        </w:rPr>
        <w:t>оциально</w:t>
      </w:r>
      <w:r>
        <w:rPr>
          <w:b/>
          <w:szCs w:val="24"/>
        </w:rPr>
        <w:t>-экономическое</w:t>
      </w:r>
      <w:r w:rsidRPr="00FB7401">
        <w:rPr>
          <w:b/>
          <w:szCs w:val="24"/>
        </w:rPr>
        <w:t xml:space="preserve"> </w:t>
      </w:r>
      <w:r>
        <w:rPr>
          <w:b/>
          <w:szCs w:val="24"/>
        </w:rPr>
        <w:t>положение</w:t>
      </w:r>
      <w:r w:rsidRPr="00FB7401">
        <w:rPr>
          <w:b/>
          <w:szCs w:val="24"/>
        </w:rPr>
        <w:t xml:space="preserve"> Астраханской области»: </w:t>
      </w:r>
      <w:r w:rsidRPr="00FB7401">
        <w:rPr>
          <w:szCs w:val="24"/>
        </w:rPr>
        <w:t>Доклад/</w:t>
      </w:r>
      <w:proofErr w:type="spellStart"/>
      <w:r w:rsidRPr="00FB7401">
        <w:rPr>
          <w:szCs w:val="24"/>
        </w:rPr>
        <w:t>А</w:t>
      </w:r>
      <w:r>
        <w:rPr>
          <w:szCs w:val="24"/>
        </w:rPr>
        <w:t>страханьстат</w:t>
      </w:r>
      <w:proofErr w:type="spellEnd"/>
      <w:r>
        <w:rPr>
          <w:szCs w:val="24"/>
        </w:rPr>
        <w:t xml:space="preserve">. – </w:t>
      </w:r>
      <w:proofErr w:type="spellStart"/>
      <w:r>
        <w:rPr>
          <w:szCs w:val="24"/>
        </w:rPr>
        <w:t>г.Астрахань</w:t>
      </w:r>
      <w:proofErr w:type="spellEnd"/>
      <w:r>
        <w:rPr>
          <w:szCs w:val="24"/>
        </w:rPr>
        <w:t xml:space="preserve">, </w:t>
      </w:r>
      <w:r w:rsidR="00241783">
        <w:rPr>
          <w:szCs w:val="24"/>
        </w:rPr>
        <w:t>2024</w:t>
      </w:r>
      <w:r w:rsidRPr="00376854">
        <w:rPr>
          <w:szCs w:val="24"/>
        </w:rPr>
        <w:t xml:space="preserve"> </w:t>
      </w:r>
      <w:r w:rsidRPr="006D69CC">
        <w:rPr>
          <w:szCs w:val="24"/>
        </w:rPr>
        <w:t xml:space="preserve">– </w:t>
      </w:r>
      <w:r w:rsidR="0088531A" w:rsidRPr="006D69CC">
        <w:rPr>
          <w:szCs w:val="24"/>
        </w:rPr>
        <w:t>6</w:t>
      </w:r>
      <w:r w:rsidR="00BA2DAE" w:rsidRPr="00BA2DAE">
        <w:rPr>
          <w:szCs w:val="24"/>
        </w:rPr>
        <w:t>4</w:t>
      </w:r>
      <w:r w:rsidRPr="006D69CC">
        <w:rPr>
          <w:szCs w:val="24"/>
        </w:rPr>
        <w:t xml:space="preserve"> с.</w:t>
      </w:r>
    </w:p>
    <w:p w14:paraId="4A981A9F" w14:textId="77777777" w:rsidR="00547763" w:rsidRPr="00FB7401" w:rsidRDefault="00547763" w:rsidP="00547763">
      <w:pPr>
        <w:rPr>
          <w:b/>
          <w:szCs w:val="24"/>
        </w:rPr>
      </w:pPr>
      <w:r w:rsidRPr="00FB7401">
        <w:rPr>
          <w:b/>
          <w:szCs w:val="24"/>
        </w:rPr>
        <w:t>Код издания – 1.37.2</w:t>
      </w:r>
      <w:r>
        <w:rPr>
          <w:b/>
          <w:szCs w:val="24"/>
        </w:rPr>
        <w:t>.</w:t>
      </w:r>
    </w:p>
    <w:p w14:paraId="48423208" w14:textId="77777777" w:rsidR="00547763" w:rsidRPr="00FB7401" w:rsidRDefault="00547763" w:rsidP="00547763">
      <w:pPr>
        <w:spacing w:before="240"/>
        <w:ind w:firstLine="709"/>
        <w:rPr>
          <w:szCs w:val="24"/>
        </w:rPr>
      </w:pPr>
      <w:r w:rsidRPr="00FB7401">
        <w:rPr>
          <w:szCs w:val="24"/>
        </w:rPr>
        <w:t>Доклад предназначен для органов государственной власти, руководителей</w:t>
      </w:r>
      <w:r w:rsidRPr="00FB7401">
        <w:rPr>
          <w:szCs w:val="24"/>
        </w:rPr>
        <w:br/>
        <w:t>и работников предприятий и организаций, научных, предпринимательских</w:t>
      </w:r>
      <w:r>
        <w:rPr>
          <w:szCs w:val="24"/>
        </w:rPr>
        <w:br/>
      </w:r>
      <w:r w:rsidRPr="00FB7401">
        <w:rPr>
          <w:szCs w:val="24"/>
        </w:rPr>
        <w:t>и банковских кругов, профессорско-преподавательского состава, аспирантов</w:t>
      </w:r>
      <w:r w:rsidRPr="00FB7401">
        <w:rPr>
          <w:szCs w:val="24"/>
        </w:rPr>
        <w:br/>
        <w:t>и студентов, других заинтересованных пользователей.</w:t>
      </w:r>
    </w:p>
    <w:p w14:paraId="2E8648CE" w14:textId="77777777" w:rsidR="00547763" w:rsidRPr="00FB7401" w:rsidRDefault="00547763" w:rsidP="00547763">
      <w:pPr>
        <w:tabs>
          <w:tab w:val="left" w:pos="851"/>
          <w:tab w:val="left" w:pos="1276"/>
        </w:tabs>
        <w:spacing w:before="1320"/>
        <w:jc w:val="right"/>
        <w:rPr>
          <w:szCs w:val="24"/>
        </w:rPr>
      </w:pPr>
      <w:r w:rsidRPr="00FB7401">
        <w:rPr>
          <w:b/>
          <w:szCs w:val="24"/>
        </w:rPr>
        <w:t>УДК 311 (470.46)</w:t>
      </w:r>
    </w:p>
    <w:p w14:paraId="70A3CFE3" w14:textId="77777777" w:rsidR="003B5F47" w:rsidRPr="00211510" w:rsidRDefault="007642E3" w:rsidP="00163DDC">
      <w:pPr>
        <w:rPr>
          <w:b/>
          <w:sz w:val="14"/>
          <w:szCs w:val="14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4CABCA2" wp14:editId="30B37C94">
                <wp:simplePos x="0" y="0"/>
                <wp:positionH relativeFrom="column">
                  <wp:posOffset>2747645</wp:posOffset>
                </wp:positionH>
                <wp:positionV relativeFrom="paragraph">
                  <wp:posOffset>3021330</wp:posOffset>
                </wp:positionV>
                <wp:extent cx="400050" cy="361950"/>
                <wp:effectExtent l="0" t="0" r="0" b="0"/>
                <wp:wrapNone/>
                <wp:docPr id="18" name="Rectangle 6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" cy="361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AEEA3F" id="Rectangle 656" o:spid="_x0000_s1026" style="position:absolute;margin-left:216.35pt;margin-top:237.9pt;width:31.5pt;height:28.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" strokecolor="white"/>
            </w:pict>
          </mc:Fallback>
        </mc:AlternateContent>
      </w:r>
      <w:r w:rsidR="00163DDC" w:rsidRPr="00FB7401">
        <w:rPr>
          <w:b/>
          <w:sz w:val="26"/>
          <w:szCs w:val="26"/>
        </w:rPr>
        <w:br w:type="page"/>
      </w:r>
    </w:p>
    <w:p w14:paraId="576B3B7D" w14:textId="77777777" w:rsidR="00547763" w:rsidRPr="00FB7401" w:rsidRDefault="00547763" w:rsidP="00547763">
      <w:pPr>
        <w:tabs>
          <w:tab w:val="left" w:pos="1276"/>
        </w:tabs>
        <w:spacing w:after="240"/>
        <w:jc w:val="center"/>
        <w:rPr>
          <w:b/>
          <w:i/>
          <w:szCs w:val="24"/>
        </w:rPr>
      </w:pPr>
      <w:r w:rsidRPr="00FB7401">
        <w:rPr>
          <w:b/>
          <w:i/>
          <w:szCs w:val="24"/>
        </w:rPr>
        <w:lastRenderedPageBreak/>
        <w:t>Ответственные за разделы доклада:</w:t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547763" w:rsidRPr="00FB7401" w14:paraId="4DC6169A" w14:textId="77777777" w:rsidTr="00A36619">
        <w:trPr>
          <w:trHeight w:val="284"/>
          <w:jc w:val="center"/>
        </w:trPr>
        <w:tc>
          <w:tcPr>
            <w:tcW w:w="3024" w:type="dxa"/>
            <w:vAlign w:val="center"/>
          </w:tcPr>
          <w:p w14:paraId="47D60659" w14:textId="77777777" w:rsidR="00547763" w:rsidRPr="00FB7401" w:rsidRDefault="00547763" w:rsidP="008D49F4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 w:rsidRPr="00FB7401">
              <w:rPr>
                <w:b/>
                <w:szCs w:val="24"/>
              </w:rPr>
              <w:t>Демография</w:t>
            </w:r>
          </w:p>
        </w:tc>
        <w:tc>
          <w:tcPr>
            <w:tcW w:w="3024" w:type="dxa"/>
            <w:vAlign w:val="center"/>
          </w:tcPr>
          <w:p w14:paraId="78BE594C" w14:textId="35081849" w:rsidR="00547763" w:rsidRPr="00FB7401" w:rsidRDefault="00F448E4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Федорова Н.Г.</w:t>
            </w:r>
          </w:p>
        </w:tc>
        <w:tc>
          <w:tcPr>
            <w:tcW w:w="3024" w:type="dxa"/>
            <w:vAlign w:val="center"/>
          </w:tcPr>
          <w:p w14:paraId="3974B810" w14:textId="77777777" w:rsidR="00547763" w:rsidRPr="00FB7401" w:rsidRDefault="00547763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  <w:lang w:val="en-US"/>
              </w:rPr>
            </w:pPr>
            <w:r w:rsidRPr="00FB7401">
              <w:rPr>
                <w:b/>
                <w:szCs w:val="24"/>
              </w:rPr>
              <w:t>5</w:t>
            </w:r>
            <w:r w:rsidRPr="00FB7401">
              <w:rPr>
                <w:b/>
                <w:szCs w:val="24"/>
                <w:lang w:val="en-US"/>
              </w:rPr>
              <w:t>1</w:t>
            </w:r>
            <w:r w:rsidRPr="00FB7401">
              <w:rPr>
                <w:b/>
                <w:szCs w:val="24"/>
              </w:rPr>
              <w:t>-5</w:t>
            </w:r>
            <w:r w:rsidRPr="00FB7401">
              <w:rPr>
                <w:b/>
                <w:szCs w:val="24"/>
                <w:lang w:val="en-US"/>
              </w:rPr>
              <w:t>7</w:t>
            </w:r>
            <w:r w:rsidRPr="00FB7401">
              <w:rPr>
                <w:b/>
                <w:szCs w:val="24"/>
              </w:rPr>
              <w:t>-</w:t>
            </w:r>
            <w:r w:rsidRPr="00FB7401">
              <w:rPr>
                <w:b/>
                <w:szCs w:val="24"/>
                <w:lang w:val="en-US"/>
              </w:rPr>
              <w:t>75</w:t>
            </w:r>
          </w:p>
        </w:tc>
      </w:tr>
      <w:tr w:rsidR="00547763" w:rsidRPr="00FB7401" w14:paraId="662607DF" w14:textId="77777777" w:rsidTr="00A36619">
        <w:trPr>
          <w:trHeight w:val="284"/>
          <w:jc w:val="center"/>
        </w:trPr>
        <w:tc>
          <w:tcPr>
            <w:tcW w:w="3024" w:type="dxa"/>
            <w:vAlign w:val="bottom"/>
          </w:tcPr>
          <w:p w14:paraId="435DF527" w14:textId="77777777" w:rsidR="00547763" w:rsidRPr="00FB7401" w:rsidRDefault="00547763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 w:rsidRPr="00FB7401">
              <w:rPr>
                <w:b/>
                <w:szCs w:val="24"/>
              </w:rPr>
              <w:t>Цены</w:t>
            </w:r>
            <w:r w:rsidRPr="00FB7401">
              <w:rPr>
                <w:b/>
                <w:szCs w:val="24"/>
              </w:rPr>
              <w:br/>
              <w:t>Финансы</w:t>
            </w:r>
          </w:p>
        </w:tc>
        <w:tc>
          <w:tcPr>
            <w:tcW w:w="3024" w:type="dxa"/>
            <w:vAlign w:val="center"/>
          </w:tcPr>
          <w:p w14:paraId="06929F88" w14:textId="77777777" w:rsidR="00547763" w:rsidRPr="00B73790" w:rsidRDefault="004C0988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Кириллова Т.Н.</w:t>
            </w:r>
          </w:p>
        </w:tc>
        <w:tc>
          <w:tcPr>
            <w:tcW w:w="3024" w:type="dxa"/>
            <w:vAlign w:val="center"/>
          </w:tcPr>
          <w:p w14:paraId="41FEC706" w14:textId="77777777" w:rsidR="00547763" w:rsidRPr="00FB7401" w:rsidRDefault="00547763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52-24-47</w:t>
            </w:r>
          </w:p>
        </w:tc>
      </w:tr>
      <w:tr w:rsidR="00547763" w:rsidRPr="00FB7401" w14:paraId="188EFB49" w14:textId="77777777" w:rsidTr="00A36619">
        <w:trPr>
          <w:trHeight w:val="284"/>
          <w:jc w:val="center"/>
        </w:trPr>
        <w:tc>
          <w:tcPr>
            <w:tcW w:w="3024" w:type="dxa"/>
            <w:vAlign w:val="bottom"/>
          </w:tcPr>
          <w:p w14:paraId="5C08D5EB" w14:textId="2292DC78" w:rsidR="00547763" w:rsidRPr="00FB7401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Сельское</w:t>
            </w:r>
            <w:r>
              <w:rPr>
                <w:b/>
                <w:szCs w:val="24"/>
              </w:rPr>
              <w:br/>
              <w:t>хозяйство</w:t>
            </w:r>
          </w:p>
        </w:tc>
        <w:tc>
          <w:tcPr>
            <w:tcW w:w="3024" w:type="dxa"/>
            <w:vAlign w:val="center"/>
          </w:tcPr>
          <w:p w14:paraId="5A038564" w14:textId="11A712C8" w:rsidR="00547763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Суханова О.В.</w:t>
            </w:r>
          </w:p>
        </w:tc>
        <w:tc>
          <w:tcPr>
            <w:tcW w:w="3024" w:type="dxa"/>
            <w:vAlign w:val="center"/>
          </w:tcPr>
          <w:p w14:paraId="5421322E" w14:textId="74A88EAF" w:rsidR="00547763" w:rsidRDefault="002B327A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44-72-21</w:t>
            </w:r>
          </w:p>
        </w:tc>
      </w:tr>
      <w:tr w:rsidR="00547763" w:rsidRPr="00FB7401" w14:paraId="35C33710" w14:textId="77777777" w:rsidTr="00A36619">
        <w:trPr>
          <w:trHeight w:val="284"/>
          <w:jc w:val="center"/>
        </w:trPr>
        <w:tc>
          <w:tcPr>
            <w:tcW w:w="3024" w:type="dxa"/>
            <w:vAlign w:val="bottom"/>
          </w:tcPr>
          <w:p w14:paraId="404ADA90" w14:textId="4F3762CA" w:rsidR="00547763" w:rsidRPr="00FB7401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Строительство</w:t>
            </w:r>
          </w:p>
        </w:tc>
        <w:tc>
          <w:tcPr>
            <w:tcW w:w="3024" w:type="dxa"/>
            <w:vAlign w:val="center"/>
          </w:tcPr>
          <w:p w14:paraId="12AFA540" w14:textId="51B2789D" w:rsidR="00547763" w:rsidRPr="00760977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proofErr w:type="spellStart"/>
            <w:r>
              <w:rPr>
                <w:b/>
                <w:szCs w:val="24"/>
              </w:rPr>
              <w:t>Сайфутдинов</w:t>
            </w:r>
            <w:proofErr w:type="spellEnd"/>
            <w:r>
              <w:rPr>
                <w:b/>
                <w:szCs w:val="24"/>
              </w:rPr>
              <w:t xml:space="preserve"> И.М.</w:t>
            </w:r>
          </w:p>
        </w:tc>
        <w:tc>
          <w:tcPr>
            <w:tcW w:w="3024" w:type="dxa"/>
            <w:vAlign w:val="center"/>
          </w:tcPr>
          <w:p w14:paraId="7763410B" w14:textId="7590CFB2" w:rsidR="00547763" w:rsidRPr="00FB7401" w:rsidRDefault="002B327A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51-57-83</w:t>
            </w:r>
          </w:p>
        </w:tc>
      </w:tr>
      <w:tr w:rsidR="002B327A" w:rsidRPr="00FB7401" w14:paraId="0D71E0BE" w14:textId="77777777" w:rsidTr="00A36619">
        <w:trPr>
          <w:trHeight w:val="284"/>
          <w:jc w:val="center"/>
        </w:trPr>
        <w:tc>
          <w:tcPr>
            <w:tcW w:w="3024" w:type="dxa"/>
            <w:vAlign w:val="bottom"/>
          </w:tcPr>
          <w:p w14:paraId="56336631" w14:textId="146CBE68" w:rsidR="002B327A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Социальная сфера</w:t>
            </w:r>
          </w:p>
        </w:tc>
        <w:tc>
          <w:tcPr>
            <w:tcW w:w="3024" w:type="dxa"/>
            <w:vAlign w:val="center"/>
          </w:tcPr>
          <w:p w14:paraId="0CE44D48" w14:textId="5DAD227F" w:rsidR="002B327A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Малявко Х.З.</w:t>
            </w:r>
          </w:p>
        </w:tc>
        <w:tc>
          <w:tcPr>
            <w:tcW w:w="3024" w:type="dxa"/>
            <w:vAlign w:val="center"/>
          </w:tcPr>
          <w:p w14:paraId="2D7570B7" w14:textId="145359FB" w:rsidR="002B327A" w:rsidRDefault="002B327A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39-45-23</w:t>
            </w:r>
          </w:p>
        </w:tc>
      </w:tr>
      <w:tr w:rsidR="002B327A" w:rsidRPr="00FB7401" w14:paraId="78AA2647" w14:textId="77777777" w:rsidTr="00A36619">
        <w:trPr>
          <w:trHeight w:val="284"/>
          <w:jc w:val="center"/>
        </w:trPr>
        <w:tc>
          <w:tcPr>
            <w:tcW w:w="3024" w:type="dxa"/>
            <w:vAlign w:val="bottom"/>
          </w:tcPr>
          <w:p w14:paraId="22C71B60" w14:textId="07567216" w:rsidR="002B327A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Остальные</w:t>
            </w:r>
            <w:r>
              <w:rPr>
                <w:b/>
                <w:szCs w:val="24"/>
              </w:rPr>
              <w:br/>
              <w:t>разделы доклада</w:t>
            </w:r>
          </w:p>
        </w:tc>
        <w:tc>
          <w:tcPr>
            <w:tcW w:w="3024" w:type="dxa"/>
            <w:vAlign w:val="center"/>
          </w:tcPr>
          <w:p w14:paraId="4B71F1DD" w14:textId="1A4A4803" w:rsidR="002B327A" w:rsidRDefault="002B327A" w:rsidP="0008403A">
            <w:pPr>
              <w:tabs>
                <w:tab w:val="left" w:pos="1276"/>
              </w:tabs>
              <w:spacing w:before="60" w:after="60"/>
              <w:jc w:val="left"/>
              <w:rPr>
                <w:b/>
                <w:szCs w:val="24"/>
              </w:rPr>
            </w:pPr>
            <w:r>
              <w:rPr>
                <w:b/>
                <w:szCs w:val="24"/>
              </w:rPr>
              <w:t>Правдина С.В.</w:t>
            </w:r>
            <w:r>
              <w:rPr>
                <w:b/>
                <w:szCs w:val="24"/>
              </w:rPr>
              <w:br/>
              <w:t>Артемьева М.И.</w:t>
            </w:r>
          </w:p>
        </w:tc>
        <w:tc>
          <w:tcPr>
            <w:tcW w:w="3024" w:type="dxa"/>
            <w:vAlign w:val="center"/>
          </w:tcPr>
          <w:p w14:paraId="6D5889C4" w14:textId="51D2C03E" w:rsidR="002B327A" w:rsidRDefault="002B327A" w:rsidP="0008403A">
            <w:pPr>
              <w:tabs>
                <w:tab w:val="left" w:pos="1276"/>
              </w:tabs>
              <w:spacing w:before="60" w:after="60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39-45-04</w:t>
            </w:r>
            <w:r>
              <w:rPr>
                <w:b/>
                <w:szCs w:val="24"/>
              </w:rPr>
              <w:br/>
              <w:t>44-74-97</w:t>
            </w:r>
          </w:p>
        </w:tc>
      </w:tr>
    </w:tbl>
    <w:p w14:paraId="1D24223A" w14:textId="77777777" w:rsidR="00547763" w:rsidRPr="00FB7401" w:rsidRDefault="00547763" w:rsidP="00547763">
      <w:pPr>
        <w:spacing w:before="720" w:after="480"/>
        <w:jc w:val="center"/>
        <w:rPr>
          <w:b/>
          <w:i/>
        </w:rPr>
      </w:pPr>
      <w:r w:rsidRPr="00FB7401">
        <w:rPr>
          <w:b/>
          <w:i/>
        </w:rPr>
        <w:t>В докладе приняты условные обозначения:</w:t>
      </w:r>
    </w:p>
    <w:tbl>
      <w:tblPr>
        <w:tblW w:w="9072" w:type="dxa"/>
        <w:jc w:val="center"/>
        <w:tblLook w:val="04A0" w:firstRow="1" w:lastRow="0" w:firstColumn="1" w:lastColumn="0" w:noHBand="0" w:noVBand="1"/>
      </w:tblPr>
      <w:tblGrid>
        <w:gridCol w:w="516"/>
        <w:gridCol w:w="4524"/>
        <w:gridCol w:w="4032"/>
      </w:tblGrid>
      <w:tr w:rsidR="00547763" w:rsidRPr="00FB7401" w14:paraId="418C59A2" w14:textId="77777777" w:rsidTr="0008403A">
        <w:trPr>
          <w:jc w:val="center"/>
        </w:trPr>
        <w:tc>
          <w:tcPr>
            <w:tcW w:w="5040" w:type="dxa"/>
            <w:gridSpan w:val="2"/>
          </w:tcPr>
          <w:p w14:paraId="0E41D481" w14:textId="77777777" w:rsidR="00547763" w:rsidRPr="006B7EBC" w:rsidRDefault="00547763" w:rsidP="0008403A">
            <w:pPr>
              <w:ind w:left="170"/>
              <w:rPr>
                <w:b/>
                <w:sz w:val="20"/>
              </w:rPr>
            </w:pPr>
            <w:r w:rsidRPr="006B7EBC">
              <w:rPr>
                <w:b/>
              </w:rPr>
              <w:t>тыс. – тысяча</w:t>
            </w:r>
          </w:p>
          <w:p w14:paraId="0E820CA4" w14:textId="77777777"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млн</w:t>
            </w:r>
            <w:r w:rsidRPr="006B7EBC">
              <w:rPr>
                <w:b/>
              </w:rPr>
              <w:t xml:space="preserve"> – миллион</w:t>
            </w:r>
          </w:p>
          <w:p w14:paraId="2E2BB6C3" w14:textId="77777777"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м</w:t>
            </w:r>
            <w:r w:rsidRPr="006B7EBC">
              <w:rPr>
                <w:b/>
                <w:vertAlign w:val="superscript"/>
              </w:rPr>
              <w:t>2</w:t>
            </w:r>
            <w:r w:rsidRPr="00A23823">
              <w:rPr>
                <w:b/>
              </w:rPr>
              <w:t xml:space="preserve"> </w:t>
            </w:r>
            <w:r w:rsidRPr="006B7EBC">
              <w:rPr>
                <w:b/>
              </w:rPr>
              <w:t>– квадратный метр</w:t>
            </w:r>
          </w:p>
          <w:p w14:paraId="5E0F1FBE" w14:textId="77777777"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м</w:t>
            </w:r>
            <w:r w:rsidRPr="006B7EBC">
              <w:rPr>
                <w:b/>
                <w:vertAlign w:val="superscript"/>
              </w:rPr>
              <w:t>3</w:t>
            </w:r>
            <w:r w:rsidRPr="006B7EBC">
              <w:rPr>
                <w:b/>
              </w:rPr>
              <w:t xml:space="preserve"> – кубический метр</w:t>
            </w:r>
          </w:p>
          <w:p w14:paraId="0541B21D" w14:textId="77777777"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км – километр</w:t>
            </w:r>
          </w:p>
          <w:p w14:paraId="445AC034" w14:textId="77777777"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 xml:space="preserve">пасс.-км – </w:t>
            </w:r>
            <w:proofErr w:type="spellStart"/>
            <w:r w:rsidRPr="006B7EBC">
              <w:rPr>
                <w:b/>
              </w:rPr>
              <w:t>пассажиро</w:t>
            </w:r>
            <w:proofErr w:type="spellEnd"/>
            <w:r w:rsidRPr="006B7EBC">
              <w:rPr>
                <w:b/>
              </w:rPr>
              <w:t>-километр</w:t>
            </w:r>
          </w:p>
          <w:p w14:paraId="688C512C" w14:textId="77777777"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т-км – тонно-километр</w:t>
            </w:r>
          </w:p>
          <w:p w14:paraId="6A12ED5B" w14:textId="77777777"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т – тонна</w:t>
            </w:r>
          </w:p>
          <w:p w14:paraId="7328BD3B" w14:textId="77777777"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ц – центнер</w:t>
            </w:r>
          </w:p>
          <w:p w14:paraId="7CF08654" w14:textId="77777777"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кг – килограмм</w:t>
            </w:r>
          </w:p>
          <w:p w14:paraId="325E3522" w14:textId="77777777"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г – грамм</w:t>
            </w:r>
          </w:p>
          <w:p w14:paraId="6329337D" w14:textId="77777777"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мг – миллиграмм</w:t>
            </w:r>
          </w:p>
          <w:p w14:paraId="3EA92FF5" w14:textId="77777777"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га – гектар</w:t>
            </w:r>
          </w:p>
          <w:p w14:paraId="7BA192E8" w14:textId="77777777" w:rsidR="00547763" w:rsidRPr="006B7EBC" w:rsidRDefault="00547763" w:rsidP="0008403A">
            <w:pPr>
              <w:ind w:left="170"/>
              <w:rPr>
                <w:b/>
              </w:rPr>
            </w:pPr>
            <w:proofErr w:type="spellStart"/>
            <w:r>
              <w:rPr>
                <w:b/>
              </w:rPr>
              <w:t>пог</w:t>
            </w:r>
            <w:proofErr w:type="spellEnd"/>
            <w:r>
              <w:rPr>
                <w:b/>
              </w:rPr>
              <w:t>. м – погонный метр</w:t>
            </w:r>
          </w:p>
        </w:tc>
        <w:tc>
          <w:tcPr>
            <w:tcW w:w="4032" w:type="dxa"/>
          </w:tcPr>
          <w:p w14:paraId="008DC45F" w14:textId="77777777"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л – литр</w:t>
            </w:r>
          </w:p>
          <w:p w14:paraId="59B32E2D" w14:textId="77777777" w:rsidR="00547763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дал – декалитр</w:t>
            </w:r>
          </w:p>
          <w:p w14:paraId="49FF60FF" w14:textId="77777777"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мл – миллилитр</w:t>
            </w:r>
          </w:p>
          <w:p w14:paraId="6538E41C" w14:textId="77777777" w:rsidR="00547763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кВт</w:t>
            </w:r>
            <w:r w:rsidRPr="006B7EBC">
              <w:rPr>
                <w:b/>
              </w:rPr>
              <w:t xml:space="preserve"> – киловатт</w:t>
            </w:r>
          </w:p>
          <w:p w14:paraId="5293FF55" w14:textId="77777777"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кВт-ч – киловатт-час</w:t>
            </w:r>
          </w:p>
          <w:p w14:paraId="12B72EB5" w14:textId="77777777" w:rsidR="00547763" w:rsidRDefault="00547763" w:rsidP="0008403A">
            <w:pPr>
              <w:ind w:left="170"/>
              <w:rPr>
                <w:b/>
              </w:rPr>
            </w:pPr>
            <w:proofErr w:type="spellStart"/>
            <w:r>
              <w:rPr>
                <w:b/>
              </w:rPr>
              <w:t>кВ</w:t>
            </w:r>
            <w:proofErr w:type="spellEnd"/>
            <w:r>
              <w:rPr>
                <w:b/>
              </w:rPr>
              <w:t xml:space="preserve"> – киловольт</w:t>
            </w:r>
          </w:p>
          <w:p w14:paraId="18878C87" w14:textId="77777777" w:rsidR="00547763" w:rsidRPr="006B7EBC" w:rsidRDefault="00547763" w:rsidP="0008403A">
            <w:pPr>
              <w:ind w:left="170"/>
              <w:rPr>
                <w:b/>
              </w:rPr>
            </w:pPr>
            <w:proofErr w:type="spellStart"/>
            <w:r>
              <w:rPr>
                <w:b/>
              </w:rPr>
              <w:t>кВА</w:t>
            </w:r>
            <w:proofErr w:type="spellEnd"/>
            <w:r>
              <w:rPr>
                <w:b/>
              </w:rPr>
              <w:t xml:space="preserve"> – киловольт-ампер</w:t>
            </w:r>
          </w:p>
          <w:p w14:paraId="2326E86B" w14:textId="77777777"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 xml:space="preserve">Гкал – </w:t>
            </w:r>
            <w:proofErr w:type="spellStart"/>
            <w:r w:rsidRPr="006B7EBC">
              <w:rPr>
                <w:b/>
              </w:rPr>
              <w:t>гигакалория</w:t>
            </w:r>
            <w:proofErr w:type="spellEnd"/>
          </w:p>
          <w:p w14:paraId="26AF0E64" w14:textId="77777777" w:rsidR="00547763" w:rsidRPr="006B7EBC" w:rsidRDefault="00547763" w:rsidP="0008403A">
            <w:pPr>
              <w:ind w:left="170"/>
              <w:rPr>
                <w:b/>
              </w:rPr>
            </w:pPr>
            <w:r>
              <w:rPr>
                <w:b/>
              </w:rPr>
              <w:t>туб – тысяча условных банок</w:t>
            </w:r>
          </w:p>
          <w:p w14:paraId="24C7CAAD" w14:textId="77777777"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шт. – штука</w:t>
            </w:r>
          </w:p>
          <w:p w14:paraId="1FB7191B" w14:textId="77777777"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ед. – единица</w:t>
            </w:r>
          </w:p>
          <w:p w14:paraId="4E4AD482" w14:textId="77777777" w:rsidR="00547763" w:rsidRPr="006B7EBC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р. – раз</w:t>
            </w:r>
          </w:p>
          <w:p w14:paraId="27C765CE" w14:textId="77777777" w:rsidR="00547763" w:rsidRDefault="00547763" w:rsidP="0008403A">
            <w:pPr>
              <w:ind w:left="170"/>
              <w:rPr>
                <w:b/>
              </w:rPr>
            </w:pPr>
            <w:r w:rsidRPr="006B7EBC">
              <w:rPr>
                <w:b/>
              </w:rPr>
              <w:t>% – процент</w:t>
            </w:r>
          </w:p>
          <w:p w14:paraId="27995CDD" w14:textId="77777777" w:rsidR="00547763" w:rsidRPr="006B7EBC" w:rsidRDefault="00547763" w:rsidP="0008403A">
            <w:pPr>
              <w:spacing w:after="720"/>
              <w:ind w:left="170"/>
              <w:rPr>
                <w:b/>
              </w:rPr>
            </w:pPr>
            <w:proofErr w:type="spellStart"/>
            <w:r>
              <w:rPr>
                <w:b/>
              </w:rPr>
              <w:t>п.п</w:t>
            </w:r>
            <w:proofErr w:type="spellEnd"/>
            <w:r>
              <w:rPr>
                <w:b/>
              </w:rPr>
              <w:t>. – процентный пункт</w:t>
            </w:r>
          </w:p>
        </w:tc>
      </w:tr>
      <w:tr w:rsidR="00547763" w:rsidRPr="00FB7401" w14:paraId="04C853D7" w14:textId="77777777" w:rsidTr="0008403A">
        <w:trPr>
          <w:jc w:val="center"/>
        </w:trPr>
        <w:tc>
          <w:tcPr>
            <w:tcW w:w="516" w:type="dxa"/>
          </w:tcPr>
          <w:p w14:paraId="40578367" w14:textId="77777777" w:rsidR="00547763" w:rsidRPr="00FB7401" w:rsidRDefault="00547763" w:rsidP="0008403A">
            <w:pPr>
              <w:jc w:val="right"/>
              <w:rPr>
                <w:b/>
                <w:i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-</w:t>
            </w:r>
          </w:p>
        </w:tc>
        <w:tc>
          <w:tcPr>
            <w:tcW w:w="8556" w:type="dxa"/>
            <w:gridSpan w:val="2"/>
          </w:tcPr>
          <w:p w14:paraId="7858E14E" w14:textId="77777777" w:rsidR="00547763" w:rsidRPr="00FB7401" w:rsidRDefault="00547763" w:rsidP="0008403A">
            <w:pPr>
              <w:rPr>
                <w:b/>
                <w:i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явление отсутствует</w:t>
            </w:r>
          </w:p>
        </w:tc>
      </w:tr>
      <w:tr w:rsidR="00547763" w:rsidRPr="00FB7401" w14:paraId="5929B9BF" w14:textId="77777777" w:rsidTr="0008403A">
        <w:trPr>
          <w:jc w:val="center"/>
        </w:trPr>
        <w:tc>
          <w:tcPr>
            <w:tcW w:w="516" w:type="dxa"/>
          </w:tcPr>
          <w:p w14:paraId="1445252B" w14:textId="77777777" w:rsidR="00547763" w:rsidRPr="00FB7401" w:rsidRDefault="00547763" w:rsidP="0008403A">
            <w:pPr>
              <w:jc w:val="right"/>
              <w:rPr>
                <w:b/>
                <w:i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х</w:t>
            </w:r>
          </w:p>
        </w:tc>
        <w:tc>
          <w:tcPr>
            <w:tcW w:w="8556" w:type="dxa"/>
            <w:gridSpan w:val="2"/>
          </w:tcPr>
          <w:p w14:paraId="3BAF8FBB" w14:textId="77777777" w:rsidR="00547763" w:rsidRPr="00FB7401" w:rsidRDefault="00547763" w:rsidP="0008403A">
            <w:pPr>
              <w:rPr>
                <w:b/>
                <w:i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сопоставление невозможно</w:t>
            </w:r>
          </w:p>
        </w:tc>
      </w:tr>
      <w:tr w:rsidR="00547763" w:rsidRPr="00FB7401" w14:paraId="744A65BE" w14:textId="77777777" w:rsidTr="0008403A">
        <w:trPr>
          <w:jc w:val="center"/>
        </w:trPr>
        <w:tc>
          <w:tcPr>
            <w:tcW w:w="516" w:type="dxa"/>
          </w:tcPr>
          <w:p w14:paraId="30C7B2CC" w14:textId="77777777" w:rsidR="00547763" w:rsidRPr="00FB7401" w:rsidRDefault="00547763" w:rsidP="0008403A">
            <w:pPr>
              <w:jc w:val="right"/>
              <w:rPr>
                <w:b/>
                <w:szCs w:val="24"/>
              </w:rPr>
            </w:pPr>
            <w:r w:rsidRPr="00FB7401">
              <w:rPr>
                <w:b/>
                <w:szCs w:val="24"/>
              </w:rPr>
              <w:t>0,0</w:t>
            </w:r>
          </w:p>
        </w:tc>
        <w:tc>
          <w:tcPr>
            <w:tcW w:w="8556" w:type="dxa"/>
            <w:gridSpan w:val="2"/>
          </w:tcPr>
          <w:p w14:paraId="782310DA" w14:textId="77777777" w:rsidR="00547763" w:rsidRPr="00FB7401" w:rsidRDefault="00547763" w:rsidP="0008403A">
            <w:pPr>
              <w:rPr>
                <w:b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небольшая величина</w:t>
            </w:r>
          </w:p>
        </w:tc>
      </w:tr>
      <w:tr w:rsidR="00547763" w:rsidRPr="00FB7401" w14:paraId="6C847DA4" w14:textId="77777777" w:rsidTr="0008403A">
        <w:trPr>
          <w:jc w:val="center"/>
        </w:trPr>
        <w:tc>
          <w:tcPr>
            <w:tcW w:w="516" w:type="dxa"/>
          </w:tcPr>
          <w:p w14:paraId="652E0F40" w14:textId="77777777" w:rsidR="00547763" w:rsidRPr="00FB7401" w:rsidRDefault="00547763" w:rsidP="0008403A">
            <w:pPr>
              <w:jc w:val="right"/>
              <w:rPr>
                <w:rFonts w:eastAsia="Calibri"/>
                <w:b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…</w:t>
            </w:r>
          </w:p>
        </w:tc>
        <w:tc>
          <w:tcPr>
            <w:tcW w:w="8556" w:type="dxa"/>
            <w:gridSpan w:val="2"/>
          </w:tcPr>
          <w:p w14:paraId="330BF360" w14:textId="77777777" w:rsidR="00547763" w:rsidRPr="00FB7401" w:rsidRDefault="00547763" w:rsidP="0008403A">
            <w:pPr>
              <w:rPr>
                <w:b/>
                <w:szCs w:val="24"/>
              </w:rPr>
            </w:pPr>
            <w:r w:rsidRPr="00FB7401">
              <w:rPr>
                <w:rFonts w:eastAsia="Calibri"/>
                <w:b/>
                <w:szCs w:val="24"/>
              </w:rPr>
              <w:t>д</w:t>
            </w:r>
            <w:r w:rsidRPr="00FB7401">
              <w:rPr>
                <w:b/>
                <w:szCs w:val="24"/>
              </w:rPr>
              <w:t>анные не публикуются в целях обеспечения конфиденциальности первичных статистических данных, полученных от организаций,</w:t>
            </w:r>
            <w:r w:rsidRPr="00FB7401">
              <w:rPr>
                <w:b/>
                <w:szCs w:val="24"/>
              </w:rPr>
              <w:br/>
              <w:t>в соответствии с Федеральным законом от 29 ноября 2007 года № 282-ФЗ</w:t>
            </w:r>
            <w:r w:rsidRPr="00FB7401">
              <w:rPr>
                <w:b/>
                <w:szCs w:val="24"/>
              </w:rPr>
              <w:br/>
              <w:t>«Об официальном статистическом учете и системе государственной статистики в Российской Феде</w:t>
            </w:r>
            <w:r w:rsidR="00DA2F2D">
              <w:rPr>
                <w:b/>
                <w:szCs w:val="24"/>
              </w:rPr>
              <w:t>рации» (п. 5 ст. 4; п</w:t>
            </w:r>
            <w:r>
              <w:rPr>
                <w:b/>
                <w:szCs w:val="24"/>
              </w:rPr>
              <w:t>. 1 ст. 9)</w:t>
            </w:r>
          </w:p>
        </w:tc>
      </w:tr>
    </w:tbl>
    <w:p w14:paraId="31D4FFA1" w14:textId="77777777" w:rsidR="00547763" w:rsidRDefault="00547763" w:rsidP="00547763">
      <w:pPr>
        <w:spacing w:before="720"/>
        <w:ind w:firstLine="709"/>
        <w:rPr>
          <w:rFonts w:eastAsia="Calibri"/>
          <w:b/>
          <w:sz w:val="22"/>
          <w:szCs w:val="22"/>
        </w:rPr>
      </w:pPr>
      <w:r w:rsidRPr="00FB7401">
        <w:rPr>
          <w:rFonts w:eastAsia="Calibri"/>
          <w:b/>
        </w:rPr>
        <w:t>В отдельных случаях незначительные расхождения между итогом и суммой слагаемых объясняются округлением данных</w:t>
      </w:r>
      <w:r w:rsidRPr="00FB7401">
        <w:rPr>
          <w:rFonts w:eastAsia="Calibri"/>
          <w:b/>
          <w:sz w:val="22"/>
          <w:szCs w:val="22"/>
        </w:rPr>
        <w:t>.</w:t>
      </w:r>
    </w:p>
    <w:p w14:paraId="535F917D" w14:textId="77777777" w:rsidR="0063577E" w:rsidRPr="00FB7401" w:rsidRDefault="0063577E" w:rsidP="00163DDC">
      <w:pPr>
        <w:ind w:firstLine="709"/>
        <w:rPr>
          <w:rFonts w:eastAsia="Calibri"/>
          <w:b/>
        </w:rPr>
      </w:pPr>
    </w:p>
    <w:p w14:paraId="145D45A0" w14:textId="77777777" w:rsidR="0063577E" w:rsidRDefault="0063577E" w:rsidP="00042744">
      <w:pPr>
        <w:sectPr w:rsidR="0063577E" w:rsidSect="007E1F7C">
          <w:footerReference w:type="even" r:id="rId8"/>
          <w:footerReference w:type="default" r:id="rId9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14:paraId="5944BD1A" w14:textId="77777777" w:rsidR="003D6396" w:rsidRDefault="003D6396" w:rsidP="00512F9A">
      <w:pPr>
        <w:jc w:val="center"/>
        <w:rPr>
          <w:b/>
        </w:rPr>
      </w:pPr>
      <w:r w:rsidRPr="00FD536E">
        <w:rPr>
          <w:b/>
        </w:rPr>
        <w:lastRenderedPageBreak/>
        <w:t>СОДЕРЖАНИЕ</w:t>
      </w:r>
    </w:p>
    <w:p w14:paraId="0B1EE99C" w14:textId="77777777" w:rsidR="00733038" w:rsidRPr="00E212D2" w:rsidRDefault="00733038" w:rsidP="009E71CB">
      <w:pPr>
        <w:spacing w:after="120"/>
        <w:jc w:val="center"/>
        <w:rPr>
          <w:b/>
          <w:sz w:val="2"/>
          <w:szCs w:val="2"/>
        </w:rPr>
      </w:pPr>
    </w:p>
    <w:p w14:paraId="712C0434" w14:textId="3738C256" w:rsidR="009E1B3C" w:rsidRDefault="00CB7199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r w:rsidRPr="00BB571D">
        <w:fldChar w:fldCharType="begin"/>
      </w:r>
      <w:r w:rsidRPr="00BB571D">
        <w:instrText xml:space="preserve"> TOC \o "1-3" \h \z \u </w:instrText>
      </w:r>
      <w:r w:rsidRPr="00BB571D">
        <w:fldChar w:fldCharType="separate"/>
      </w:r>
      <w:hyperlink w:anchor="_Toc181255890" w:history="1">
        <w:r w:rsidR="009E1B3C" w:rsidRPr="00DC70CB">
          <w:rPr>
            <w:rStyle w:val="aff0"/>
          </w:rPr>
          <w:t>ОСНОВНЫЕ ЭКОНОМИЧЕСКИЕ И СОЦИАЛЬНЫЕ ПОКАЗАТЕЛИ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_Toc181255890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7</w:t>
        </w:r>
        <w:r w:rsidR="009E1B3C">
          <w:rPr>
            <w:webHidden/>
          </w:rPr>
          <w:fldChar w:fldCharType="end"/>
        </w:r>
      </w:hyperlink>
    </w:p>
    <w:p w14:paraId="40AA3162" w14:textId="5B562B25" w:rsidR="009E1B3C" w:rsidRDefault="001737CC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1255891" w:history="1">
        <w:r w:rsidR="009E1B3C" w:rsidRPr="00DC70CB">
          <w:rPr>
            <w:rStyle w:val="aff0"/>
          </w:rPr>
          <w:t>ПРОИЗВОДСТВО ТОВАРОВ И УСЛУГ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_Toc181255891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8</w:t>
        </w:r>
        <w:r w:rsidR="009E1B3C">
          <w:rPr>
            <w:webHidden/>
          </w:rPr>
          <w:fldChar w:fldCharType="end"/>
        </w:r>
      </w:hyperlink>
    </w:p>
    <w:p w14:paraId="5C35450E" w14:textId="181C2DF3" w:rsidR="009E1B3C" w:rsidRDefault="001737CC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892" w:history="1">
        <w:r w:rsidR="009E1B3C" w:rsidRPr="00DC70CB">
          <w:rPr>
            <w:rStyle w:val="aff0"/>
          </w:rPr>
          <w:t>Оборот организаций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_Toc181255892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8</w:t>
        </w:r>
        <w:r w:rsidR="009E1B3C">
          <w:rPr>
            <w:webHidden/>
          </w:rPr>
          <w:fldChar w:fldCharType="end"/>
        </w:r>
      </w:hyperlink>
    </w:p>
    <w:p w14:paraId="02A71CBB" w14:textId="13C1A622" w:rsidR="009E1B3C" w:rsidRDefault="001737CC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893" w:history="1">
        <w:r w:rsidR="009E1B3C" w:rsidRPr="00DC70CB">
          <w:rPr>
            <w:rStyle w:val="aff0"/>
          </w:rPr>
          <w:t>Промышленное производство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_Toc181255893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8</w:t>
        </w:r>
        <w:r w:rsidR="009E1B3C">
          <w:rPr>
            <w:webHidden/>
          </w:rPr>
          <w:fldChar w:fldCharType="end"/>
        </w:r>
      </w:hyperlink>
    </w:p>
    <w:p w14:paraId="6005E1F6" w14:textId="6CB74525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894" w:history="1">
        <w:r w:rsidR="009E1B3C" w:rsidRPr="00DC70CB">
          <w:rPr>
            <w:rStyle w:val="aff0"/>
          </w:rPr>
          <w:t>Индекс промышленного производства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_Toc181255894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8</w:t>
        </w:r>
        <w:r w:rsidR="009E1B3C">
          <w:rPr>
            <w:webHidden/>
          </w:rPr>
          <w:fldChar w:fldCharType="end"/>
        </w:r>
      </w:hyperlink>
    </w:p>
    <w:p w14:paraId="5CBA84C4" w14:textId="5637B93D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895" w:history="1">
        <w:r w:rsidR="009E1B3C" w:rsidRPr="00DC70CB">
          <w:rPr>
            <w:rStyle w:val="aff0"/>
          </w:rPr>
          <w:t>Динамика производства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_Toc181255895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8</w:t>
        </w:r>
        <w:r w:rsidR="009E1B3C">
          <w:rPr>
            <w:webHidden/>
          </w:rPr>
          <w:fldChar w:fldCharType="end"/>
        </w:r>
      </w:hyperlink>
    </w:p>
    <w:p w14:paraId="7A844158" w14:textId="14B6DA49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896" w:history="1">
        <w:r w:rsidR="009E1B3C" w:rsidRPr="00DC70CB">
          <w:rPr>
            <w:rStyle w:val="aff0"/>
          </w:rPr>
          <w:t>Индексы производства по видам экономической деятельности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_Toc181255896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9</w:t>
        </w:r>
        <w:r w:rsidR="009E1B3C">
          <w:rPr>
            <w:webHidden/>
          </w:rPr>
          <w:fldChar w:fldCharType="end"/>
        </w:r>
      </w:hyperlink>
    </w:p>
    <w:p w14:paraId="3ECBCD9F" w14:textId="5C05DA40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897" w:history="1">
        <w:r w:rsidR="009E1B3C" w:rsidRPr="00DC70CB">
          <w:rPr>
            <w:rStyle w:val="aff0"/>
          </w:rPr>
          <w:t>Объем отгруженных товаров собственного производства,</w:t>
        </w:r>
        <w:r w:rsidR="009E1B3C">
          <w:rPr>
            <w:rStyle w:val="aff0"/>
          </w:rPr>
          <w:br/>
        </w:r>
        <w:r w:rsidR="009E1B3C" w:rsidRPr="00DC70CB">
          <w:rPr>
            <w:rStyle w:val="aff0"/>
          </w:rPr>
          <w:t>выполненных работ и услуг собственными силами по видам экономической деятельности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_Toc181255897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10</w:t>
        </w:r>
        <w:r w:rsidR="009E1B3C">
          <w:rPr>
            <w:webHidden/>
          </w:rPr>
          <w:fldChar w:fldCharType="end"/>
        </w:r>
      </w:hyperlink>
    </w:p>
    <w:p w14:paraId="2B9C21F5" w14:textId="7FE09704" w:rsidR="009E1B3C" w:rsidRDefault="001737CC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898" w:history="1">
        <w:r w:rsidR="009E1B3C" w:rsidRPr="00DC70CB">
          <w:rPr>
            <w:rStyle w:val="aff0"/>
          </w:rPr>
          <w:t>Сельское хозяйство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_Toc181255898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12</w:t>
        </w:r>
        <w:r w:rsidR="009E1B3C">
          <w:rPr>
            <w:webHidden/>
          </w:rPr>
          <w:fldChar w:fldCharType="end"/>
        </w:r>
      </w:hyperlink>
    </w:p>
    <w:p w14:paraId="1FCF7BA3" w14:textId="51A71956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899" w:history="1">
        <w:r w:rsidR="009E1B3C" w:rsidRPr="00DC70CB">
          <w:rPr>
            <w:rStyle w:val="aff0"/>
          </w:rPr>
          <w:t>Производство продукции сельского хозяйства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_Toc181255899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12</w:t>
        </w:r>
        <w:r w:rsidR="009E1B3C">
          <w:rPr>
            <w:webHidden/>
          </w:rPr>
          <w:fldChar w:fldCharType="end"/>
        </w:r>
      </w:hyperlink>
    </w:p>
    <w:p w14:paraId="75C6E890" w14:textId="64E5EF65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00" w:history="1">
        <w:r w:rsidR="009E1B3C" w:rsidRPr="00DC70CB">
          <w:rPr>
            <w:rStyle w:val="aff0"/>
          </w:rPr>
          <w:t>Динамика производства продукции сельского хозяйства в хозяйствах всех категорий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_Toc181255900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12</w:t>
        </w:r>
        <w:r w:rsidR="009E1B3C">
          <w:rPr>
            <w:webHidden/>
          </w:rPr>
          <w:fldChar w:fldCharType="end"/>
        </w:r>
      </w:hyperlink>
    </w:p>
    <w:p w14:paraId="6AD4E009" w14:textId="6AB197E8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01" w:history="1">
        <w:r w:rsidR="009E1B3C" w:rsidRPr="00DC70CB">
          <w:rPr>
            <w:rStyle w:val="aff0"/>
          </w:rPr>
          <w:t>Растениеводство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_Toc181255901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13</w:t>
        </w:r>
        <w:r w:rsidR="009E1B3C">
          <w:rPr>
            <w:webHidden/>
          </w:rPr>
          <w:fldChar w:fldCharType="end"/>
        </w:r>
      </w:hyperlink>
    </w:p>
    <w:p w14:paraId="03A39FB3" w14:textId="1B6861A6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02" w:history="1">
        <w:r w:rsidR="009E1B3C" w:rsidRPr="00DC70CB">
          <w:rPr>
            <w:rStyle w:val="aff0"/>
          </w:rPr>
          <w:t>Животноводство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_Toc181255902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13</w:t>
        </w:r>
        <w:r w:rsidR="009E1B3C">
          <w:rPr>
            <w:webHidden/>
          </w:rPr>
          <w:fldChar w:fldCharType="end"/>
        </w:r>
      </w:hyperlink>
    </w:p>
    <w:p w14:paraId="37325531" w14:textId="7E684382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03" w:history="1">
        <w:r w:rsidR="009E1B3C" w:rsidRPr="00DC70CB">
          <w:rPr>
            <w:rStyle w:val="aff0"/>
          </w:rPr>
          <w:t>Динамика поголовья скота и птицы  в хозяйствах всех категорий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_Toc181255903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14</w:t>
        </w:r>
        <w:r w:rsidR="009E1B3C">
          <w:rPr>
            <w:webHidden/>
          </w:rPr>
          <w:fldChar w:fldCharType="end"/>
        </w:r>
      </w:hyperlink>
    </w:p>
    <w:p w14:paraId="20FB175D" w14:textId="7C495142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04" w:history="1">
        <w:r w:rsidR="009E1B3C" w:rsidRPr="00DC70CB">
          <w:rPr>
            <w:rStyle w:val="aff0"/>
          </w:rPr>
          <w:t>Производство основных видов продукции животноводства в хозяйствах всех категорий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_Toc181255904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15</w:t>
        </w:r>
        <w:r w:rsidR="009E1B3C">
          <w:rPr>
            <w:webHidden/>
          </w:rPr>
          <w:fldChar w:fldCharType="end"/>
        </w:r>
      </w:hyperlink>
    </w:p>
    <w:p w14:paraId="5BBC071A" w14:textId="7ACE6F1F" w:rsidR="009E1B3C" w:rsidRDefault="001737CC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905" w:history="1">
        <w:r w:rsidR="009E1B3C" w:rsidRPr="00DC70CB">
          <w:rPr>
            <w:rStyle w:val="aff0"/>
          </w:rPr>
          <w:t>Рыболовство и рыбоводство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_Toc181255905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15</w:t>
        </w:r>
        <w:r w:rsidR="009E1B3C">
          <w:rPr>
            <w:webHidden/>
          </w:rPr>
          <w:fldChar w:fldCharType="end"/>
        </w:r>
      </w:hyperlink>
    </w:p>
    <w:p w14:paraId="576952C0" w14:textId="32617253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06" w:history="1">
        <w:r w:rsidR="009E1B3C" w:rsidRPr="00DC70CB">
          <w:rPr>
            <w:rStyle w:val="aff0"/>
          </w:rPr>
          <w:t>Основные виды продукции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_Toc181255906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15</w:t>
        </w:r>
        <w:r w:rsidR="009E1B3C">
          <w:rPr>
            <w:webHidden/>
          </w:rPr>
          <w:fldChar w:fldCharType="end"/>
        </w:r>
      </w:hyperlink>
    </w:p>
    <w:p w14:paraId="7E987593" w14:textId="3E33337E" w:rsidR="009E1B3C" w:rsidRDefault="001737CC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907" w:history="1">
        <w:r w:rsidR="009E1B3C" w:rsidRPr="00DC70CB">
          <w:rPr>
            <w:rStyle w:val="aff0"/>
          </w:rPr>
          <w:t>Строительство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_Toc181255907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16</w:t>
        </w:r>
        <w:r w:rsidR="009E1B3C">
          <w:rPr>
            <w:webHidden/>
          </w:rPr>
          <w:fldChar w:fldCharType="end"/>
        </w:r>
      </w:hyperlink>
    </w:p>
    <w:p w14:paraId="39E382D6" w14:textId="5D2D1CD9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08" w:history="1">
        <w:r w:rsidR="009E1B3C" w:rsidRPr="00DC70CB">
          <w:rPr>
            <w:rStyle w:val="aff0"/>
          </w:rPr>
          <w:t>Строительная деятельность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_Toc181255908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16</w:t>
        </w:r>
        <w:r w:rsidR="009E1B3C">
          <w:rPr>
            <w:webHidden/>
          </w:rPr>
          <w:fldChar w:fldCharType="end"/>
        </w:r>
      </w:hyperlink>
    </w:p>
    <w:p w14:paraId="681F1E16" w14:textId="157822F0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09" w:history="1">
        <w:r w:rsidR="009E1B3C" w:rsidRPr="00DC70CB">
          <w:rPr>
            <w:rStyle w:val="aff0"/>
          </w:rPr>
          <w:t>Динамика объема работ,  выполненных по виду экономической деятельности «Строительство»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_Toc181255909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16</w:t>
        </w:r>
        <w:r w:rsidR="009E1B3C">
          <w:rPr>
            <w:webHidden/>
          </w:rPr>
          <w:fldChar w:fldCharType="end"/>
        </w:r>
      </w:hyperlink>
    </w:p>
    <w:p w14:paraId="0CD223BD" w14:textId="202C178B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10" w:history="1">
        <w:r w:rsidR="009E1B3C" w:rsidRPr="00DC70CB">
          <w:rPr>
            <w:rStyle w:val="aff0"/>
          </w:rPr>
          <w:t>Ввод в действие (в эксплуатацию) зданий.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_Toc181255910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17</w:t>
        </w:r>
        <w:r w:rsidR="009E1B3C">
          <w:rPr>
            <w:webHidden/>
          </w:rPr>
          <w:fldChar w:fldCharType="end"/>
        </w:r>
      </w:hyperlink>
    </w:p>
    <w:p w14:paraId="74B1B2CB" w14:textId="6B843F49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11" w:history="1">
        <w:r w:rsidR="009E1B3C" w:rsidRPr="00DC70CB">
          <w:rPr>
            <w:rStyle w:val="aff0"/>
          </w:rPr>
          <w:t>Ввод в действие (в эксплуатацию) зданий по их видам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_Toc181255911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17</w:t>
        </w:r>
        <w:r w:rsidR="009E1B3C">
          <w:rPr>
            <w:webHidden/>
          </w:rPr>
          <w:fldChar w:fldCharType="end"/>
        </w:r>
      </w:hyperlink>
    </w:p>
    <w:p w14:paraId="60250B3B" w14:textId="0F040FAF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12" w:history="1">
        <w:r w:rsidR="009E1B3C" w:rsidRPr="00DC70CB">
          <w:rPr>
            <w:rStyle w:val="aff0"/>
          </w:rPr>
          <w:t>Жилищное строительство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_Toc181255912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17</w:t>
        </w:r>
        <w:r w:rsidR="009E1B3C">
          <w:rPr>
            <w:webHidden/>
          </w:rPr>
          <w:fldChar w:fldCharType="end"/>
        </w:r>
      </w:hyperlink>
    </w:p>
    <w:p w14:paraId="082CCF72" w14:textId="3A9239A9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13" w:history="1">
        <w:r w:rsidR="009E1B3C" w:rsidRPr="00DC70CB">
          <w:rPr>
            <w:rStyle w:val="aff0"/>
          </w:rPr>
          <w:t>Динамика ввода в действие жилых домов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_Toc181255913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17</w:t>
        </w:r>
        <w:r w:rsidR="009E1B3C">
          <w:rPr>
            <w:webHidden/>
          </w:rPr>
          <w:fldChar w:fldCharType="end"/>
        </w:r>
      </w:hyperlink>
    </w:p>
    <w:p w14:paraId="3A1F094D" w14:textId="1AF044B0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14" w:history="1">
        <w:r w:rsidR="009E1B3C" w:rsidRPr="00DC70CB">
          <w:rPr>
            <w:rStyle w:val="aff0"/>
          </w:rPr>
          <w:t>Строительство объектов социально-культурной сферы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_Toc181255914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18</w:t>
        </w:r>
        <w:r w:rsidR="009E1B3C">
          <w:rPr>
            <w:webHidden/>
          </w:rPr>
          <w:fldChar w:fldCharType="end"/>
        </w:r>
      </w:hyperlink>
    </w:p>
    <w:p w14:paraId="53B4B45A" w14:textId="0A0E1E47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15" w:history="1">
        <w:r w:rsidR="009E1B3C" w:rsidRPr="00DC70CB">
          <w:rPr>
            <w:rStyle w:val="aff0"/>
          </w:rPr>
          <w:t>Ввод в действие производственных мощностей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_Toc181255915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18</w:t>
        </w:r>
        <w:r w:rsidR="009E1B3C">
          <w:rPr>
            <w:webHidden/>
          </w:rPr>
          <w:fldChar w:fldCharType="end"/>
        </w:r>
      </w:hyperlink>
    </w:p>
    <w:p w14:paraId="5677B151" w14:textId="1E132218" w:rsidR="009E1B3C" w:rsidRDefault="001737CC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916" w:history="1">
        <w:r w:rsidR="009E1B3C" w:rsidRPr="00DC70CB">
          <w:rPr>
            <w:rStyle w:val="aff0"/>
          </w:rPr>
          <w:t>Транспорт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_Toc181255916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19</w:t>
        </w:r>
        <w:r w:rsidR="009E1B3C">
          <w:rPr>
            <w:webHidden/>
          </w:rPr>
          <w:fldChar w:fldCharType="end"/>
        </w:r>
      </w:hyperlink>
    </w:p>
    <w:p w14:paraId="48DA5B59" w14:textId="76593E7B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17" w:history="1">
        <w:r w:rsidR="009E1B3C" w:rsidRPr="00DC70CB">
          <w:rPr>
            <w:rStyle w:val="aff0"/>
          </w:rPr>
          <w:t>Автомобильный транспорт.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_Toc181255917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19</w:t>
        </w:r>
        <w:r w:rsidR="009E1B3C">
          <w:rPr>
            <w:webHidden/>
          </w:rPr>
          <w:fldChar w:fldCharType="end"/>
        </w:r>
      </w:hyperlink>
    </w:p>
    <w:p w14:paraId="7BEF46E3" w14:textId="2E0AF990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18" w:history="1">
        <w:r w:rsidR="009E1B3C" w:rsidRPr="00DC70CB">
          <w:rPr>
            <w:rStyle w:val="aff0"/>
          </w:rPr>
          <w:t>Динамика грузооборота и пассажирооборота  автомобильного транспорта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_Toc181255918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19</w:t>
        </w:r>
        <w:r w:rsidR="009E1B3C">
          <w:rPr>
            <w:webHidden/>
          </w:rPr>
          <w:fldChar w:fldCharType="end"/>
        </w:r>
      </w:hyperlink>
    </w:p>
    <w:p w14:paraId="257F5F56" w14:textId="1AE23AC4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19" w:history="1">
        <w:r w:rsidR="009E1B3C" w:rsidRPr="00DC70CB">
          <w:rPr>
            <w:rStyle w:val="aff0"/>
          </w:rPr>
          <w:t xml:space="preserve">Работа эксплуатационных автобусов (маршрутных таксомоторов) </w:t>
        </w:r>
        <w:r w:rsidR="009E1B3C">
          <w:rPr>
            <w:rStyle w:val="aff0"/>
          </w:rPr>
          <w:br/>
        </w:r>
        <w:r w:rsidR="009E1B3C" w:rsidRPr="00DC70CB">
          <w:rPr>
            <w:rStyle w:val="aff0"/>
          </w:rPr>
          <w:t>по маршрутам регулярных перевозок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_Toc181255919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20</w:t>
        </w:r>
        <w:r w:rsidR="009E1B3C">
          <w:rPr>
            <w:webHidden/>
          </w:rPr>
          <w:fldChar w:fldCharType="end"/>
        </w:r>
      </w:hyperlink>
    </w:p>
    <w:p w14:paraId="22793D3C" w14:textId="1E36BCC4" w:rsidR="009E1B3C" w:rsidRDefault="001737CC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920" w:history="1">
        <w:r w:rsidR="009E1B3C" w:rsidRPr="00DC70CB">
          <w:rPr>
            <w:rStyle w:val="aff0"/>
          </w:rPr>
          <w:t>Почтовая связь  и курьерская деятельность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_Toc181255920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20</w:t>
        </w:r>
        <w:r w:rsidR="009E1B3C">
          <w:rPr>
            <w:webHidden/>
          </w:rPr>
          <w:fldChar w:fldCharType="end"/>
        </w:r>
      </w:hyperlink>
    </w:p>
    <w:p w14:paraId="202EFC38" w14:textId="1F177CEB" w:rsidR="009E1B3C" w:rsidRDefault="001737CC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1255921" w:history="1">
        <w:r w:rsidR="009E1B3C" w:rsidRPr="00DC70CB">
          <w:rPr>
            <w:rStyle w:val="aff0"/>
          </w:rPr>
          <w:t>РЫНКИ ТОВАРОВ И УСЛУГ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_Toc181255921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21</w:t>
        </w:r>
        <w:r w:rsidR="009E1B3C">
          <w:rPr>
            <w:webHidden/>
          </w:rPr>
          <w:fldChar w:fldCharType="end"/>
        </w:r>
      </w:hyperlink>
    </w:p>
    <w:p w14:paraId="458EA684" w14:textId="5E86DAE5" w:rsidR="009E1B3C" w:rsidRDefault="001737CC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922" w:history="1">
        <w:r w:rsidR="009E1B3C" w:rsidRPr="00DC70CB">
          <w:rPr>
            <w:rStyle w:val="aff0"/>
          </w:rPr>
          <w:t>Розничная торговля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_Toc181255922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21</w:t>
        </w:r>
        <w:r w:rsidR="009E1B3C">
          <w:rPr>
            <w:webHidden/>
          </w:rPr>
          <w:fldChar w:fldCharType="end"/>
        </w:r>
      </w:hyperlink>
    </w:p>
    <w:p w14:paraId="0C96FC4F" w14:textId="6C879DFC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23" w:history="1">
        <w:r w:rsidR="009E1B3C" w:rsidRPr="00DC70CB">
          <w:rPr>
            <w:rStyle w:val="aff0"/>
          </w:rPr>
          <w:t>Оборот розничной торговли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_Toc181255923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21</w:t>
        </w:r>
        <w:r w:rsidR="009E1B3C">
          <w:rPr>
            <w:webHidden/>
          </w:rPr>
          <w:fldChar w:fldCharType="end"/>
        </w:r>
      </w:hyperlink>
    </w:p>
    <w:p w14:paraId="175A1AD3" w14:textId="7AD65730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24" w:history="1">
        <w:r w:rsidR="009E1B3C" w:rsidRPr="00DC70CB">
          <w:rPr>
            <w:rStyle w:val="aff0"/>
          </w:rPr>
          <w:t>Динамика оборота розничной торговли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_Toc181255924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21</w:t>
        </w:r>
        <w:r w:rsidR="009E1B3C">
          <w:rPr>
            <w:webHidden/>
          </w:rPr>
          <w:fldChar w:fldCharType="end"/>
        </w:r>
      </w:hyperlink>
    </w:p>
    <w:p w14:paraId="76C3C600" w14:textId="093B2D6E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25" w:history="1">
        <w:r w:rsidR="009E1B3C" w:rsidRPr="00DC70CB">
          <w:rPr>
            <w:rStyle w:val="aff0"/>
          </w:rPr>
          <w:t>Изменение оборота розничной торговли торгующих организаций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_Toc181255925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22</w:t>
        </w:r>
        <w:r w:rsidR="009E1B3C">
          <w:rPr>
            <w:webHidden/>
          </w:rPr>
          <w:fldChar w:fldCharType="end"/>
        </w:r>
      </w:hyperlink>
    </w:p>
    <w:p w14:paraId="4F8FD46D" w14:textId="4E580BBA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26" w:history="1">
        <w:r w:rsidR="009E1B3C" w:rsidRPr="00DC70CB">
          <w:rPr>
            <w:rStyle w:val="aff0"/>
          </w:rPr>
          <w:t xml:space="preserve">Динамика оборота розничной торговли  пищевыми продуктами, включая напитки, </w:t>
        </w:r>
        <w:r w:rsidR="009E1B3C">
          <w:rPr>
            <w:rStyle w:val="aff0"/>
          </w:rPr>
          <w:br/>
        </w:r>
        <w:r w:rsidR="009E1B3C" w:rsidRPr="00DC70CB">
          <w:rPr>
            <w:rStyle w:val="aff0"/>
          </w:rPr>
          <w:t>и табачными изделиями, непродовольственными товарами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_Toc181255926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22</w:t>
        </w:r>
        <w:r w:rsidR="009E1B3C">
          <w:rPr>
            <w:webHidden/>
          </w:rPr>
          <w:fldChar w:fldCharType="end"/>
        </w:r>
      </w:hyperlink>
    </w:p>
    <w:p w14:paraId="5BD53F20" w14:textId="3DB43946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27" w:history="1">
        <w:r w:rsidR="009E1B3C" w:rsidRPr="00DC70CB">
          <w:rPr>
            <w:rStyle w:val="aff0"/>
          </w:rPr>
          <w:t xml:space="preserve">Изменение продажи и запасов основных продуктов питания и непродовольственных товаров </w:t>
        </w:r>
        <w:r w:rsidR="009E1B3C">
          <w:rPr>
            <w:rStyle w:val="aff0"/>
          </w:rPr>
          <w:br/>
        </w:r>
        <w:r w:rsidR="009E1B3C" w:rsidRPr="00DC70CB">
          <w:rPr>
            <w:rStyle w:val="aff0"/>
          </w:rPr>
          <w:t>в организациях розничной торговли, не относящихся к субъектам малого предпринимательства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_Toc181255927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23</w:t>
        </w:r>
        <w:r w:rsidR="009E1B3C">
          <w:rPr>
            <w:webHidden/>
          </w:rPr>
          <w:fldChar w:fldCharType="end"/>
        </w:r>
      </w:hyperlink>
    </w:p>
    <w:p w14:paraId="1EE38D30" w14:textId="6E964151" w:rsidR="009E1B3C" w:rsidRDefault="001737CC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928" w:history="1">
        <w:r w:rsidR="009E1B3C" w:rsidRPr="00DC70CB">
          <w:rPr>
            <w:rStyle w:val="aff0"/>
          </w:rPr>
          <w:t>Общественное питание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_Toc181255928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24</w:t>
        </w:r>
        <w:r w:rsidR="009E1B3C">
          <w:rPr>
            <w:webHidden/>
          </w:rPr>
          <w:fldChar w:fldCharType="end"/>
        </w:r>
      </w:hyperlink>
    </w:p>
    <w:p w14:paraId="1AAC26C2" w14:textId="6DDF2422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29" w:history="1">
        <w:r w:rsidR="009E1B3C" w:rsidRPr="00DC70CB">
          <w:rPr>
            <w:rStyle w:val="aff0"/>
          </w:rPr>
          <w:t>Оборот общественного питания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_Toc181255929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24</w:t>
        </w:r>
        <w:r w:rsidR="009E1B3C">
          <w:rPr>
            <w:webHidden/>
          </w:rPr>
          <w:fldChar w:fldCharType="end"/>
        </w:r>
      </w:hyperlink>
    </w:p>
    <w:p w14:paraId="59579C6B" w14:textId="7D963AB5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30" w:history="1">
        <w:r w:rsidR="009E1B3C" w:rsidRPr="00DC70CB">
          <w:rPr>
            <w:rStyle w:val="aff0"/>
          </w:rPr>
          <w:t>Динамика оборота общественного питания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_Toc181255930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24</w:t>
        </w:r>
        <w:r w:rsidR="009E1B3C">
          <w:rPr>
            <w:webHidden/>
          </w:rPr>
          <w:fldChar w:fldCharType="end"/>
        </w:r>
      </w:hyperlink>
    </w:p>
    <w:p w14:paraId="11189AB4" w14:textId="35BD05FE" w:rsidR="009E1B3C" w:rsidRDefault="001737CC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931" w:history="1">
        <w:r w:rsidR="009E1B3C" w:rsidRPr="00DC70CB">
          <w:rPr>
            <w:rStyle w:val="aff0"/>
          </w:rPr>
          <w:t>Рынок платных услуг населению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_Toc181255931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25</w:t>
        </w:r>
        <w:r w:rsidR="009E1B3C">
          <w:rPr>
            <w:webHidden/>
          </w:rPr>
          <w:fldChar w:fldCharType="end"/>
        </w:r>
      </w:hyperlink>
    </w:p>
    <w:p w14:paraId="77F39918" w14:textId="032147D3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32" w:history="1">
        <w:r w:rsidR="009E1B3C" w:rsidRPr="00DC70CB">
          <w:rPr>
            <w:rStyle w:val="aff0"/>
          </w:rPr>
          <w:t>Динамика объема платных услуг населению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_Toc181255932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25</w:t>
        </w:r>
        <w:r w:rsidR="009E1B3C">
          <w:rPr>
            <w:webHidden/>
          </w:rPr>
          <w:fldChar w:fldCharType="end"/>
        </w:r>
      </w:hyperlink>
    </w:p>
    <w:p w14:paraId="57452647" w14:textId="0E9E2442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33" w:history="1">
        <w:r w:rsidR="009E1B3C" w:rsidRPr="00DC70CB">
          <w:rPr>
            <w:rStyle w:val="aff0"/>
          </w:rPr>
          <w:t>Объем платных услуг населению по видам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_Toc181255933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26</w:t>
        </w:r>
        <w:r w:rsidR="009E1B3C">
          <w:rPr>
            <w:webHidden/>
          </w:rPr>
          <w:fldChar w:fldCharType="end"/>
        </w:r>
      </w:hyperlink>
    </w:p>
    <w:p w14:paraId="12DA55AD" w14:textId="66F66AB8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34" w:history="1">
        <w:r w:rsidR="009E1B3C" w:rsidRPr="00DC70CB">
          <w:rPr>
            <w:rStyle w:val="aff0"/>
          </w:rPr>
          <w:t>Объем бытовых услуг населению по видам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_Toc181255934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26</w:t>
        </w:r>
        <w:r w:rsidR="009E1B3C">
          <w:rPr>
            <w:webHidden/>
          </w:rPr>
          <w:fldChar w:fldCharType="end"/>
        </w:r>
      </w:hyperlink>
    </w:p>
    <w:p w14:paraId="5D158631" w14:textId="568D53B9" w:rsidR="009E1B3C" w:rsidRDefault="001737CC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935" w:history="1">
        <w:r w:rsidR="004C5DBC" w:rsidRPr="00DC70CB">
          <w:rPr>
            <w:rStyle w:val="aff0"/>
          </w:rPr>
          <w:t>Оптовая торговля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_Toc181255935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27</w:t>
        </w:r>
        <w:r w:rsidR="009E1B3C">
          <w:rPr>
            <w:webHidden/>
          </w:rPr>
          <w:fldChar w:fldCharType="end"/>
        </w:r>
      </w:hyperlink>
    </w:p>
    <w:p w14:paraId="1DC9F66C" w14:textId="37DDE465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36" w:history="1">
        <w:r w:rsidR="009E1B3C" w:rsidRPr="00DC70CB">
          <w:rPr>
            <w:rStyle w:val="aff0"/>
          </w:rPr>
          <w:t>Динамика оборота оптовой торговли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_Toc181255936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27</w:t>
        </w:r>
        <w:r w:rsidR="009E1B3C">
          <w:rPr>
            <w:webHidden/>
          </w:rPr>
          <w:fldChar w:fldCharType="end"/>
        </w:r>
      </w:hyperlink>
    </w:p>
    <w:p w14:paraId="67FF40EF" w14:textId="62577015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37" w:history="1">
        <w:r w:rsidR="009E1B3C" w:rsidRPr="00DC70CB">
          <w:rPr>
            <w:rStyle w:val="aff0"/>
          </w:rPr>
          <w:t xml:space="preserve">Продажа на оптовом рынке отдельных видов продукции (товаров) </w:t>
        </w:r>
        <w:r w:rsidR="004C5DBC">
          <w:rPr>
            <w:rStyle w:val="aff0"/>
          </w:rPr>
          <w:br/>
        </w:r>
        <w:r w:rsidR="009E1B3C" w:rsidRPr="00DC70CB">
          <w:rPr>
            <w:rStyle w:val="aff0"/>
          </w:rPr>
          <w:t>организациями оптовой торговли, не относящимися к субъектам малого предпринимательства,</w:t>
        </w:r>
        <w:r w:rsidR="004C5DBC">
          <w:rPr>
            <w:rStyle w:val="aff0"/>
          </w:rPr>
          <w:br/>
        </w:r>
        <w:r w:rsidR="009E1B3C" w:rsidRPr="00DC70CB">
          <w:rPr>
            <w:rStyle w:val="aff0"/>
          </w:rPr>
          <w:t>с численностью работников свыше 15 человек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_Toc181255937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28</w:t>
        </w:r>
        <w:r w:rsidR="009E1B3C">
          <w:rPr>
            <w:webHidden/>
          </w:rPr>
          <w:fldChar w:fldCharType="end"/>
        </w:r>
      </w:hyperlink>
    </w:p>
    <w:p w14:paraId="466AF767" w14:textId="264187B2" w:rsidR="009E1B3C" w:rsidRDefault="001737CC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1255938" w:history="1">
        <w:r w:rsidR="009E1B3C" w:rsidRPr="00DC70CB">
          <w:rPr>
            <w:rStyle w:val="aff0"/>
          </w:rPr>
          <w:t>ИНСТИТУЦИОНАЛЬНЫЕ ПРЕОБРАЗОВАНИЯ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_Toc181255938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29</w:t>
        </w:r>
        <w:r w:rsidR="009E1B3C">
          <w:rPr>
            <w:webHidden/>
          </w:rPr>
          <w:fldChar w:fldCharType="end"/>
        </w:r>
      </w:hyperlink>
    </w:p>
    <w:p w14:paraId="10A1F773" w14:textId="7710EF77" w:rsidR="009E1B3C" w:rsidRDefault="001737CC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939" w:history="1">
        <w:r w:rsidR="004C5DBC" w:rsidRPr="00DC70CB">
          <w:rPr>
            <w:rStyle w:val="aff0"/>
          </w:rPr>
          <w:t>Характеристика хозяйствующих субъектов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_Toc181255939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29</w:t>
        </w:r>
        <w:r w:rsidR="009E1B3C">
          <w:rPr>
            <w:webHidden/>
          </w:rPr>
          <w:fldChar w:fldCharType="end"/>
        </w:r>
      </w:hyperlink>
    </w:p>
    <w:p w14:paraId="309E9FC4" w14:textId="57C72F65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40" w:history="1">
        <w:r w:rsidR="009E1B3C" w:rsidRPr="00DC70CB">
          <w:rPr>
            <w:rStyle w:val="aff0"/>
          </w:rPr>
          <w:t>Распределение организаций  по видам экономической деятельности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_Toc181255940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29</w:t>
        </w:r>
        <w:r w:rsidR="009E1B3C">
          <w:rPr>
            <w:webHidden/>
          </w:rPr>
          <w:fldChar w:fldCharType="end"/>
        </w:r>
      </w:hyperlink>
    </w:p>
    <w:p w14:paraId="5063E364" w14:textId="297C5B88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41" w:history="1">
        <w:r w:rsidR="009E1B3C" w:rsidRPr="00DC70CB">
          <w:rPr>
            <w:rStyle w:val="aff0"/>
          </w:rPr>
          <w:t>Распределение организаций по формам собственности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_Toc181255941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30</w:t>
        </w:r>
        <w:r w:rsidR="009E1B3C">
          <w:rPr>
            <w:webHidden/>
          </w:rPr>
          <w:fldChar w:fldCharType="end"/>
        </w:r>
      </w:hyperlink>
    </w:p>
    <w:p w14:paraId="23174E38" w14:textId="29B4DBF8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42" w:history="1">
        <w:r w:rsidR="009E1B3C" w:rsidRPr="00DC70CB">
          <w:rPr>
            <w:rStyle w:val="aff0"/>
          </w:rPr>
          <w:t>Распределение организаций по организационно-правовым формам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_Toc181255942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31</w:t>
        </w:r>
        <w:r w:rsidR="009E1B3C">
          <w:rPr>
            <w:webHidden/>
          </w:rPr>
          <w:fldChar w:fldCharType="end"/>
        </w:r>
      </w:hyperlink>
    </w:p>
    <w:p w14:paraId="50207A7B" w14:textId="0F383222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43" w:history="1">
        <w:r w:rsidR="009E1B3C" w:rsidRPr="00DC70CB">
          <w:rPr>
            <w:rStyle w:val="aff0"/>
          </w:rPr>
          <w:t>Распределение индивидуальных предпринимателей по видам экономической деятельности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_Toc181255943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32</w:t>
        </w:r>
        <w:r w:rsidR="009E1B3C">
          <w:rPr>
            <w:webHidden/>
          </w:rPr>
          <w:fldChar w:fldCharType="end"/>
        </w:r>
      </w:hyperlink>
    </w:p>
    <w:p w14:paraId="0907AD1C" w14:textId="543BA743" w:rsidR="009E1B3C" w:rsidRDefault="001737CC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944" w:history="1">
        <w:r w:rsidR="004C5DBC" w:rsidRPr="00DC70CB">
          <w:rPr>
            <w:rStyle w:val="aff0"/>
          </w:rPr>
          <w:t>Демография организаций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_Toc181255944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33</w:t>
        </w:r>
        <w:r w:rsidR="009E1B3C">
          <w:rPr>
            <w:webHidden/>
          </w:rPr>
          <w:fldChar w:fldCharType="end"/>
        </w:r>
      </w:hyperlink>
    </w:p>
    <w:p w14:paraId="0688B848" w14:textId="205D525D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45" w:history="1">
        <w:r w:rsidR="009E1B3C" w:rsidRPr="00DC70CB">
          <w:rPr>
            <w:rStyle w:val="aff0"/>
          </w:rPr>
          <w:t>Демография организаций  по видам экономической деятельности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_Toc181255945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33</w:t>
        </w:r>
        <w:r w:rsidR="009E1B3C">
          <w:rPr>
            <w:webHidden/>
          </w:rPr>
          <w:fldChar w:fldCharType="end"/>
        </w:r>
      </w:hyperlink>
    </w:p>
    <w:p w14:paraId="461262F8" w14:textId="69C1BB97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46" w:history="1">
        <w:r w:rsidR="009E1B3C" w:rsidRPr="00DC70CB">
          <w:rPr>
            <w:rStyle w:val="aff0"/>
          </w:rPr>
          <w:t>Демография организаций по формам собственност</w:t>
        </w:r>
        <w:r w:rsidR="004C5DBC">
          <w:rPr>
            <w:rStyle w:val="aff0"/>
          </w:rPr>
          <w:t>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_Toc181255946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34</w:t>
        </w:r>
        <w:r w:rsidR="009E1B3C">
          <w:rPr>
            <w:webHidden/>
          </w:rPr>
          <w:fldChar w:fldCharType="end"/>
        </w:r>
      </w:hyperlink>
    </w:p>
    <w:p w14:paraId="4A6BA281" w14:textId="5200CFF0" w:rsidR="009E1B3C" w:rsidRDefault="001737CC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1255947" w:history="1">
        <w:r w:rsidR="009E1B3C" w:rsidRPr="00DC70CB">
          <w:rPr>
            <w:rStyle w:val="aff0"/>
            <w:spacing w:val="60"/>
          </w:rPr>
          <w:t>ЦЕНЫ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_Toc181255947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34</w:t>
        </w:r>
        <w:r w:rsidR="009E1B3C">
          <w:rPr>
            <w:webHidden/>
          </w:rPr>
          <w:fldChar w:fldCharType="end"/>
        </w:r>
      </w:hyperlink>
    </w:p>
    <w:p w14:paraId="1E46039C" w14:textId="268D5A7E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48" w:history="1">
        <w:r w:rsidR="009E1B3C" w:rsidRPr="00DC70CB">
          <w:rPr>
            <w:rStyle w:val="aff0"/>
          </w:rPr>
          <w:t>Индексы цен и тарифов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_Toc181255948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34</w:t>
        </w:r>
        <w:r w:rsidR="009E1B3C">
          <w:rPr>
            <w:webHidden/>
          </w:rPr>
          <w:fldChar w:fldCharType="end"/>
        </w:r>
      </w:hyperlink>
    </w:p>
    <w:p w14:paraId="7F053BDA" w14:textId="7111BAC2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49" w:history="1">
        <w:r w:rsidR="004C5DBC" w:rsidRPr="00DC70CB">
          <w:rPr>
            <w:rStyle w:val="aff0"/>
          </w:rPr>
          <w:t>Потребительские цены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_Toc181255949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35</w:t>
        </w:r>
        <w:r w:rsidR="009E1B3C">
          <w:rPr>
            <w:webHidden/>
          </w:rPr>
          <w:fldChar w:fldCharType="end"/>
        </w:r>
      </w:hyperlink>
    </w:p>
    <w:p w14:paraId="06D625A4" w14:textId="5884198C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50" w:history="1">
        <w:r w:rsidR="009E1B3C" w:rsidRPr="00DC70CB">
          <w:rPr>
            <w:rStyle w:val="aff0"/>
          </w:rPr>
          <w:t>Индексы потребительских цен и тарифов на товары и услуги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_Toc181255950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35</w:t>
        </w:r>
        <w:r w:rsidR="009E1B3C">
          <w:rPr>
            <w:webHidden/>
          </w:rPr>
          <w:fldChar w:fldCharType="end"/>
        </w:r>
      </w:hyperlink>
    </w:p>
    <w:p w14:paraId="606EB967" w14:textId="2A77D9CB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51" w:history="1">
        <w:r w:rsidR="009E1B3C" w:rsidRPr="00DC70CB">
          <w:rPr>
            <w:rStyle w:val="aff0"/>
          </w:rPr>
          <w:t>Базовый индекс потребительских цен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_Toc181255951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35</w:t>
        </w:r>
        <w:r w:rsidR="009E1B3C">
          <w:rPr>
            <w:webHidden/>
          </w:rPr>
          <w:fldChar w:fldCharType="end"/>
        </w:r>
      </w:hyperlink>
    </w:p>
    <w:p w14:paraId="12CB806F" w14:textId="1F1D2D0A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52" w:history="1">
        <w:r w:rsidR="009E1B3C" w:rsidRPr="00DC70CB">
          <w:rPr>
            <w:rStyle w:val="aff0"/>
          </w:rPr>
          <w:t>Стоимость фиксированного набора потребительских товаров и услуг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_Toc181255952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35</w:t>
        </w:r>
        <w:r w:rsidR="009E1B3C">
          <w:rPr>
            <w:webHidden/>
          </w:rPr>
          <w:fldChar w:fldCharType="end"/>
        </w:r>
      </w:hyperlink>
    </w:p>
    <w:p w14:paraId="240AD7E6" w14:textId="17E3E937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53" w:history="1">
        <w:r w:rsidR="004C5DBC" w:rsidRPr="00DC70CB">
          <w:rPr>
            <w:rStyle w:val="aff0"/>
          </w:rPr>
          <w:t>Цены на продовольственные товары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_Toc181255953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36</w:t>
        </w:r>
        <w:r w:rsidR="009E1B3C">
          <w:rPr>
            <w:webHidden/>
          </w:rPr>
          <w:fldChar w:fldCharType="end"/>
        </w:r>
      </w:hyperlink>
    </w:p>
    <w:p w14:paraId="4F096786" w14:textId="6A8DABA1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54" w:history="1">
        <w:r w:rsidR="009E1B3C" w:rsidRPr="00DC70CB">
          <w:rPr>
            <w:rStyle w:val="aff0"/>
          </w:rPr>
          <w:t>Индексы цен на отдельные группы и виды продовольственных товаров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_Toc181255954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36</w:t>
        </w:r>
        <w:r w:rsidR="009E1B3C">
          <w:rPr>
            <w:webHidden/>
          </w:rPr>
          <w:fldChar w:fldCharType="end"/>
        </w:r>
      </w:hyperlink>
    </w:p>
    <w:p w14:paraId="36D558C5" w14:textId="4D62F78E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55" w:history="1">
        <w:r w:rsidR="009E1B3C" w:rsidRPr="00DC70CB">
          <w:rPr>
            <w:rStyle w:val="aff0"/>
            <w:lang w:val="x-none" w:eastAsia="x-none"/>
          </w:rPr>
          <w:t>Стоимость условного (минимального) набора продуктов питания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_Toc181255955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36</w:t>
        </w:r>
        <w:r w:rsidR="009E1B3C">
          <w:rPr>
            <w:webHidden/>
          </w:rPr>
          <w:fldChar w:fldCharType="end"/>
        </w:r>
      </w:hyperlink>
    </w:p>
    <w:p w14:paraId="31BB5648" w14:textId="21E8853F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56" w:history="1">
        <w:r w:rsidR="009E1B3C" w:rsidRPr="00DC70CB">
          <w:rPr>
            <w:rStyle w:val="aff0"/>
          </w:rPr>
          <w:t>Цены на непродовольственные товары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_Toc181255956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36</w:t>
        </w:r>
        <w:r w:rsidR="009E1B3C">
          <w:rPr>
            <w:webHidden/>
          </w:rPr>
          <w:fldChar w:fldCharType="end"/>
        </w:r>
      </w:hyperlink>
    </w:p>
    <w:p w14:paraId="7AE9E464" w14:textId="4589258B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57" w:history="1">
        <w:r w:rsidR="009E1B3C" w:rsidRPr="00DC70CB">
          <w:rPr>
            <w:rStyle w:val="aff0"/>
          </w:rPr>
          <w:t>Индексы цен на отдельные группы непродовольственных товаров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_Toc181255957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36</w:t>
        </w:r>
        <w:r w:rsidR="009E1B3C">
          <w:rPr>
            <w:webHidden/>
          </w:rPr>
          <w:fldChar w:fldCharType="end"/>
        </w:r>
      </w:hyperlink>
    </w:p>
    <w:p w14:paraId="79EBC12B" w14:textId="6C6D9DCA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58" w:history="1">
        <w:r w:rsidR="009E1B3C" w:rsidRPr="00DC70CB">
          <w:rPr>
            <w:rStyle w:val="aff0"/>
          </w:rPr>
          <w:t>Цены и тарифы на услуги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_Toc181255958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37</w:t>
        </w:r>
        <w:r w:rsidR="009E1B3C">
          <w:rPr>
            <w:webHidden/>
          </w:rPr>
          <w:fldChar w:fldCharType="end"/>
        </w:r>
      </w:hyperlink>
    </w:p>
    <w:p w14:paraId="645E7DBD" w14:textId="13FC5151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59" w:history="1">
        <w:r w:rsidR="009E1B3C" w:rsidRPr="00DC70CB">
          <w:rPr>
            <w:rStyle w:val="aff0"/>
          </w:rPr>
          <w:t>Индексы цен и тарифов  на отдельные группы и виды услуг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_Toc181255959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37</w:t>
        </w:r>
        <w:r w:rsidR="009E1B3C">
          <w:rPr>
            <w:webHidden/>
          </w:rPr>
          <w:fldChar w:fldCharType="end"/>
        </w:r>
      </w:hyperlink>
    </w:p>
    <w:p w14:paraId="180AA3E3" w14:textId="0C71549E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60" w:history="1">
        <w:r w:rsidR="004C5DBC" w:rsidRPr="00DC70CB">
          <w:rPr>
            <w:rStyle w:val="aff0"/>
          </w:rPr>
          <w:t>Цены на рынке жилья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_Toc181255960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38</w:t>
        </w:r>
        <w:r w:rsidR="009E1B3C">
          <w:rPr>
            <w:webHidden/>
          </w:rPr>
          <w:fldChar w:fldCharType="end"/>
        </w:r>
      </w:hyperlink>
    </w:p>
    <w:p w14:paraId="6B3E0857" w14:textId="79F7934B" w:rsidR="009E1B3C" w:rsidRPr="004C5DB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61" w:history="1">
        <w:r w:rsidR="009E1B3C" w:rsidRPr="004C5DBC">
          <w:rPr>
            <w:rStyle w:val="aff0"/>
          </w:rPr>
          <w:t>Средние цены по типам квартир на первичном и вторичном рынках жилья</w:t>
        </w:r>
        <w:r w:rsidR="009E1B3C" w:rsidRPr="004C5DBC">
          <w:rPr>
            <w:webHidden/>
          </w:rPr>
          <w:tab/>
        </w:r>
        <w:r w:rsidR="009E1B3C" w:rsidRPr="004C5DBC">
          <w:rPr>
            <w:webHidden/>
          </w:rPr>
          <w:fldChar w:fldCharType="begin"/>
        </w:r>
        <w:r w:rsidR="009E1B3C" w:rsidRPr="004C5DBC">
          <w:rPr>
            <w:webHidden/>
          </w:rPr>
          <w:instrText xml:space="preserve"> PAGEREF _Toc181255961 \h </w:instrText>
        </w:r>
        <w:r w:rsidR="009E1B3C" w:rsidRPr="004C5DBC">
          <w:rPr>
            <w:webHidden/>
          </w:rPr>
        </w:r>
        <w:r w:rsidR="009E1B3C" w:rsidRPr="004C5DBC">
          <w:rPr>
            <w:webHidden/>
          </w:rPr>
          <w:fldChar w:fldCharType="separate"/>
        </w:r>
        <w:r w:rsidR="00166184">
          <w:rPr>
            <w:webHidden/>
          </w:rPr>
          <w:t>38</w:t>
        </w:r>
        <w:r w:rsidR="009E1B3C" w:rsidRPr="004C5DBC">
          <w:rPr>
            <w:webHidden/>
          </w:rPr>
          <w:fldChar w:fldCharType="end"/>
        </w:r>
      </w:hyperlink>
    </w:p>
    <w:p w14:paraId="45D2D962" w14:textId="432BA9CD" w:rsidR="009E1B3C" w:rsidRPr="004C5DB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62" w:history="1">
        <w:r w:rsidR="004C5DBC" w:rsidRPr="004C5DBC">
          <w:rPr>
            <w:rStyle w:val="aff0"/>
          </w:rPr>
          <w:t>Цены производителей</w:t>
        </w:r>
        <w:r w:rsidR="009E1B3C" w:rsidRPr="004C5DBC">
          <w:rPr>
            <w:webHidden/>
          </w:rPr>
          <w:tab/>
        </w:r>
        <w:r w:rsidR="009E1B3C" w:rsidRPr="004C5DBC">
          <w:rPr>
            <w:webHidden/>
          </w:rPr>
          <w:fldChar w:fldCharType="begin"/>
        </w:r>
        <w:r w:rsidR="009E1B3C" w:rsidRPr="004C5DBC">
          <w:rPr>
            <w:webHidden/>
          </w:rPr>
          <w:instrText xml:space="preserve"> PAGEREF _Toc181255962 \h </w:instrText>
        </w:r>
        <w:r w:rsidR="009E1B3C" w:rsidRPr="004C5DBC">
          <w:rPr>
            <w:webHidden/>
          </w:rPr>
        </w:r>
        <w:r w:rsidR="009E1B3C" w:rsidRPr="004C5DBC">
          <w:rPr>
            <w:webHidden/>
          </w:rPr>
          <w:fldChar w:fldCharType="separate"/>
        </w:r>
        <w:r w:rsidR="00166184">
          <w:rPr>
            <w:webHidden/>
          </w:rPr>
          <w:t>38</w:t>
        </w:r>
        <w:r w:rsidR="009E1B3C" w:rsidRPr="004C5DBC">
          <w:rPr>
            <w:webHidden/>
          </w:rPr>
          <w:fldChar w:fldCharType="end"/>
        </w:r>
      </w:hyperlink>
    </w:p>
    <w:p w14:paraId="44EA4E1B" w14:textId="01E7A6C4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63" w:history="1">
        <w:r w:rsidR="009E1B3C" w:rsidRPr="00DC70CB">
          <w:rPr>
            <w:rStyle w:val="aff0"/>
          </w:rPr>
          <w:t>Индексы цен производителей промышленных товаров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_Toc181255963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38</w:t>
        </w:r>
        <w:r w:rsidR="009E1B3C">
          <w:rPr>
            <w:webHidden/>
          </w:rPr>
          <w:fldChar w:fldCharType="end"/>
        </w:r>
      </w:hyperlink>
    </w:p>
    <w:p w14:paraId="6BC342EA" w14:textId="13C7A4B4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64" w:history="1">
        <w:r w:rsidR="009E1B3C" w:rsidRPr="00DC70CB">
          <w:rPr>
            <w:rStyle w:val="aff0"/>
          </w:rPr>
          <w:t>Индексы цен производителей  по отдельным видам экономической деятельности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_Toc181255964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39</w:t>
        </w:r>
        <w:r w:rsidR="009E1B3C">
          <w:rPr>
            <w:webHidden/>
          </w:rPr>
          <w:fldChar w:fldCharType="end"/>
        </w:r>
      </w:hyperlink>
    </w:p>
    <w:p w14:paraId="3CEAF46F" w14:textId="2407756B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65" w:history="1">
        <w:r w:rsidR="004C5DBC" w:rsidRPr="00DC70CB">
          <w:rPr>
            <w:rStyle w:val="aff0"/>
          </w:rPr>
          <w:t>Индекс цен производителей сельск</w:t>
        </w:r>
        <w:r w:rsidR="009E1B3C" w:rsidRPr="00DC70CB">
          <w:rPr>
            <w:rStyle w:val="aff0"/>
          </w:rPr>
          <w:t>охозяйственной продукции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_Toc181255965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40</w:t>
        </w:r>
        <w:r w:rsidR="009E1B3C">
          <w:rPr>
            <w:webHidden/>
          </w:rPr>
          <w:fldChar w:fldCharType="end"/>
        </w:r>
      </w:hyperlink>
    </w:p>
    <w:p w14:paraId="1CB00FAE" w14:textId="500D013A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66" w:history="1">
        <w:r w:rsidR="009E1B3C" w:rsidRPr="00DC70CB">
          <w:rPr>
            <w:rStyle w:val="aff0"/>
            <w:lang w:val="x-none" w:eastAsia="x-none"/>
          </w:rPr>
          <w:t xml:space="preserve">Индексы цен производителей </w:t>
        </w:r>
        <w:r w:rsidR="009E1B3C" w:rsidRPr="00DC70CB">
          <w:rPr>
            <w:rStyle w:val="aff0"/>
            <w:lang w:eastAsia="x-none"/>
          </w:rPr>
          <w:t xml:space="preserve"> </w:t>
        </w:r>
        <w:r w:rsidR="009E1B3C" w:rsidRPr="00DC70CB">
          <w:rPr>
            <w:rStyle w:val="aff0"/>
            <w:lang w:val="x-none" w:eastAsia="x-none"/>
          </w:rPr>
          <w:t>отдельных видов</w:t>
        </w:r>
        <w:r w:rsidR="009E1B3C" w:rsidRPr="00DC70CB">
          <w:rPr>
            <w:rStyle w:val="aff0"/>
            <w:lang w:eastAsia="x-none"/>
          </w:rPr>
          <w:t xml:space="preserve"> </w:t>
        </w:r>
        <w:r w:rsidR="009E1B3C" w:rsidRPr="00DC70CB">
          <w:rPr>
            <w:rStyle w:val="aff0"/>
            <w:lang w:val="x-none" w:eastAsia="x-none"/>
          </w:rPr>
          <w:t>и групп сельскохозяйственной продукции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_Toc181255966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40</w:t>
        </w:r>
        <w:r w:rsidR="009E1B3C">
          <w:rPr>
            <w:webHidden/>
          </w:rPr>
          <w:fldChar w:fldCharType="end"/>
        </w:r>
      </w:hyperlink>
    </w:p>
    <w:p w14:paraId="29565962" w14:textId="56C52F13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67" w:history="1">
        <w:r w:rsidR="009E1B3C" w:rsidRPr="00DC70CB">
          <w:rPr>
            <w:rStyle w:val="aff0"/>
            <w:lang w:val="x-none" w:eastAsia="x-none"/>
          </w:rPr>
          <w:t>Сводный индекс цен на продукцию (затраты, услуги) инвестиционного назначения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_Toc181255967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41</w:t>
        </w:r>
        <w:r w:rsidR="009E1B3C">
          <w:rPr>
            <w:webHidden/>
          </w:rPr>
          <w:fldChar w:fldCharType="end"/>
        </w:r>
      </w:hyperlink>
    </w:p>
    <w:p w14:paraId="70AFCFE7" w14:textId="0C4BFEFD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68" w:history="1">
        <w:r w:rsidR="009E1B3C" w:rsidRPr="00DC70CB">
          <w:rPr>
            <w:rStyle w:val="aff0"/>
            <w:lang w:val="x-none" w:eastAsia="x-none"/>
          </w:rPr>
          <w:t>Индексы цен на продукцию (затраты, услуги)</w:t>
        </w:r>
        <w:r w:rsidR="009E1B3C" w:rsidRPr="00DC70CB">
          <w:rPr>
            <w:rStyle w:val="aff0"/>
            <w:lang w:eastAsia="x-none"/>
          </w:rPr>
          <w:t xml:space="preserve"> </w:t>
        </w:r>
        <w:r w:rsidR="009E1B3C" w:rsidRPr="00DC70CB">
          <w:rPr>
            <w:rStyle w:val="aff0"/>
            <w:lang w:val="x-none" w:eastAsia="x-none"/>
          </w:rPr>
          <w:t>инвестиционного назначения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_Toc181255968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41</w:t>
        </w:r>
        <w:r w:rsidR="009E1B3C">
          <w:rPr>
            <w:webHidden/>
          </w:rPr>
          <w:fldChar w:fldCharType="end"/>
        </w:r>
      </w:hyperlink>
    </w:p>
    <w:p w14:paraId="23C7BFD0" w14:textId="44CC1553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69" w:history="1">
        <w:r w:rsidR="009E1B3C" w:rsidRPr="00DC70CB">
          <w:rPr>
            <w:rStyle w:val="aff0"/>
          </w:rPr>
          <w:t>Индексы цен на отдельные виды продукции, приобретенной строительными организациями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_Toc181255969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42</w:t>
        </w:r>
        <w:r w:rsidR="009E1B3C">
          <w:rPr>
            <w:webHidden/>
          </w:rPr>
          <w:fldChar w:fldCharType="end"/>
        </w:r>
      </w:hyperlink>
    </w:p>
    <w:p w14:paraId="411661CF" w14:textId="106B9323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70" w:history="1">
        <w:r w:rsidR="009E1B3C" w:rsidRPr="00DC70CB">
          <w:rPr>
            <w:rStyle w:val="aff0"/>
          </w:rPr>
          <w:t>Индекс тарифов на грузовые перевозки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_Toc181255970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42</w:t>
        </w:r>
        <w:r w:rsidR="009E1B3C">
          <w:rPr>
            <w:webHidden/>
          </w:rPr>
          <w:fldChar w:fldCharType="end"/>
        </w:r>
      </w:hyperlink>
    </w:p>
    <w:p w14:paraId="12B31479" w14:textId="17A4FCEC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71" w:history="1">
        <w:r w:rsidR="009E1B3C" w:rsidRPr="00DC70CB">
          <w:rPr>
            <w:rStyle w:val="aff0"/>
          </w:rPr>
          <w:t>Индексы тарифов на грузовые перевозки по видам транспорта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_Toc181255971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42</w:t>
        </w:r>
        <w:r w:rsidR="009E1B3C">
          <w:rPr>
            <w:webHidden/>
          </w:rPr>
          <w:fldChar w:fldCharType="end"/>
        </w:r>
      </w:hyperlink>
    </w:p>
    <w:p w14:paraId="7B252A5D" w14:textId="04AC03FF" w:rsidR="009E1B3C" w:rsidRDefault="001737CC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1255972" w:history="1">
        <w:r w:rsidR="009E1B3C" w:rsidRPr="00DC70CB">
          <w:rPr>
            <w:rStyle w:val="aff0"/>
          </w:rPr>
          <w:t>ФИНАНСОВАЯ ДЕЯТЕЛЬНОСТЬ  ОРГАНИЗАЦИЙ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_Toc181255972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43</w:t>
        </w:r>
        <w:r w:rsidR="009E1B3C">
          <w:rPr>
            <w:webHidden/>
          </w:rPr>
          <w:fldChar w:fldCharType="end"/>
        </w:r>
      </w:hyperlink>
    </w:p>
    <w:p w14:paraId="5BD72BC4" w14:textId="6EDFA63E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73" w:history="1">
        <w:r w:rsidR="009E1B3C" w:rsidRPr="00DC70CB">
          <w:rPr>
            <w:rStyle w:val="aff0"/>
          </w:rPr>
          <w:t>Финансовые результаты деятельности организаций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_Toc181255973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43</w:t>
        </w:r>
        <w:r w:rsidR="009E1B3C">
          <w:rPr>
            <w:webHidden/>
          </w:rPr>
          <w:fldChar w:fldCharType="end"/>
        </w:r>
      </w:hyperlink>
    </w:p>
    <w:p w14:paraId="68B6F350" w14:textId="4511B894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74" w:history="1">
        <w:r w:rsidR="009E1B3C" w:rsidRPr="00DC70CB">
          <w:rPr>
            <w:rStyle w:val="aff0"/>
          </w:rPr>
          <w:t>Сальдированный финансовый результат (прибыль минус убыток)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_Toc181255974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43</w:t>
        </w:r>
        <w:r w:rsidR="009E1B3C">
          <w:rPr>
            <w:webHidden/>
          </w:rPr>
          <w:fldChar w:fldCharType="end"/>
        </w:r>
      </w:hyperlink>
    </w:p>
    <w:p w14:paraId="4DA14098" w14:textId="40C5F933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75" w:history="1">
        <w:r w:rsidR="009E1B3C" w:rsidRPr="00DC70CB">
          <w:rPr>
            <w:rStyle w:val="aff0"/>
          </w:rPr>
          <w:t>Доля организаций, получивших прибыль (убыток)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_Toc181255975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44</w:t>
        </w:r>
        <w:r w:rsidR="009E1B3C">
          <w:rPr>
            <w:webHidden/>
          </w:rPr>
          <w:fldChar w:fldCharType="end"/>
        </w:r>
      </w:hyperlink>
    </w:p>
    <w:p w14:paraId="3E37DCB6" w14:textId="4480F19C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76" w:history="1">
        <w:r w:rsidR="009E1B3C" w:rsidRPr="00DC70CB">
          <w:rPr>
            <w:rStyle w:val="aff0"/>
          </w:rPr>
          <w:t>Состояние платежей и расчетов в организациях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_Toc181255976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45</w:t>
        </w:r>
        <w:r w:rsidR="009E1B3C">
          <w:rPr>
            <w:webHidden/>
          </w:rPr>
          <w:fldChar w:fldCharType="end"/>
        </w:r>
      </w:hyperlink>
    </w:p>
    <w:p w14:paraId="001B15A0" w14:textId="216625E5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77" w:history="1">
        <w:r w:rsidR="009E1B3C" w:rsidRPr="00DC70CB">
          <w:rPr>
            <w:rStyle w:val="aff0"/>
          </w:rPr>
          <w:t>Размер и структура задолженности организаций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_Toc181255977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45</w:t>
        </w:r>
        <w:r w:rsidR="009E1B3C">
          <w:rPr>
            <w:webHidden/>
          </w:rPr>
          <w:fldChar w:fldCharType="end"/>
        </w:r>
      </w:hyperlink>
    </w:p>
    <w:p w14:paraId="2A1956FF" w14:textId="3536FD32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78" w:history="1">
        <w:r w:rsidR="009E1B3C" w:rsidRPr="00DC70CB">
          <w:rPr>
            <w:rStyle w:val="aff0"/>
          </w:rPr>
          <w:t>Кредиторская задолженность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_Toc181255978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45</w:t>
        </w:r>
        <w:r w:rsidR="009E1B3C">
          <w:rPr>
            <w:webHidden/>
          </w:rPr>
          <w:fldChar w:fldCharType="end"/>
        </w:r>
      </w:hyperlink>
    </w:p>
    <w:p w14:paraId="292B2D23" w14:textId="1ABE71CE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79" w:history="1">
        <w:r w:rsidR="009E1B3C" w:rsidRPr="00DC70CB">
          <w:rPr>
            <w:rStyle w:val="aff0"/>
          </w:rPr>
          <w:t>Просроченная кредиторская задолженность организаций по видам экономической деятельности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_Toc181255979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46</w:t>
        </w:r>
        <w:r w:rsidR="009E1B3C">
          <w:rPr>
            <w:webHidden/>
          </w:rPr>
          <w:fldChar w:fldCharType="end"/>
        </w:r>
      </w:hyperlink>
    </w:p>
    <w:p w14:paraId="786F57ED" w14:textId="5B4A1DB0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80" w:history="1">
        <w:r w:rsidR="009E1B3C" w:rsidRPr="00DC70CB">
          <w:rPr>
            <w:rStyle w:val="aff0"/>
          </w:rPr>
          <w:t>Задолженность по полученным кредитам и займам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_Toc181255980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46</w:t>
        </w:r>
        <w:r w:rsidR="009E1B3C">
          <w:rPr>
            <w:webHidden/>
          </w:rPr>
          <w:fldChar w:fldCharType="end"/>
        </w:r>
      </w:hyperlink>
    </w:p>
    <w:p w14:paraId="628D127C" w14:textId="546B6797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81" w:history="1">
        <w:r w:rsidR="009E1B3C" w:rsidRPr="00DC70CB">
          <w:rPr>
            <w:rStyle w:val="aff0"/>
          </w:rPr>
          <w:t>Размер и структура задолженности по кредитам и займам по видам экономической деятельности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_Toc181255981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46</w:t>
        </w:r>
        <w:r w:rsidR="009E1B3C">
          <w:rPr>
            <w:webHidden/>
          </w:rPr>
          <w:fldChar w:fldCharType="end"/>
        </w:r>
      </w:hyperlink>
    </w:p>
    <w:p w14:paraId="590B14C2" w14:textId="29D8B491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82" w:history="1">
        <w:r w:rsidR="009E1B3C" w:rsidRPr="00DC70CB">
          <w:rPr>
            <w:rStyle w:val="aff0"/>
          </w:rPr>
          <w:t>Дебиторская задолженность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_Toc181255982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47</w:t>
        </w:r>
        <w:r w:rsidR="009E1B3C">
          <w:rPr>
            <w:webHidden/>
          </w:rPr>
          <w:fldChar w:fldCharType="end"/>
        </w:r>
      </w:hyperlink>
    </w:p>
    <w:p w14:paraId="19283E08" w14:textId="3B44A20D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83" w:history="1">
        <w:r w:rsidR="009E1B3C" w:rsidRPr="00DC70CB">
          <w:rPr>
            <w:rStyle w:val="aff0"/>
          </w:rPr>
          <w:t>Просроченная дебиторская задолженность организаций по видам экономической деятельности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_Toc181255983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47</w:t>
        </w:r>
        <w:r w:rsidR="009E1B3C">
          <w:rPr>
            <w:webHidden/>
          </w:rPr>
          <w:fldChar w:fldCharType="end"/>
        </w:r>
      </w:hyperlink>
    </w:p>
    <w:p w14:paraId="37E06D6F" w14:textId="322B4C4C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84" w:history="1">
        <w:r w:rsidR="009E1B3C" w:rsidRPr="00DC70CB">
          <w:rPr>
            <w:rStyle w:val="aff0"/>
          </w:rPr>
          <w:t>Превышение кредиторской задолженности  над дебиторской задолженностью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_Toc181255984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48</w:t>
        </w:r>
        <w:r w:rsidR="009E1B3C">
          <w:rPr>
            <w:webHidden/>
          </w:rPr>
          <w:fldChar w:fldCharType="end"/>
        </w:r>
      </w:hyperlink>
    </w:p>
    <w:p w14:paraId="37D2FB77" w14:textId="1C23164C" w:rsidR="009E1B3C" w:rsidRDefault="001737CC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1255985" w:history="1">
        <w:r w:rsidR="009E1B3C" w:rsidRPr="00DC70CB">
          <w:rPr>
            <w:rStyle w:val="aff0"/>
          </w:rPr>
          <w:t>СОЦИАЛЬНАЯ СФЕРА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_Toc181255985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49</w:t>
        </w:r>
        <w:r w:rsidR="009E1B3C">
          <w:rPr>
            <w:webHidden/>
          </w:rPr>
          <w:fldChar w:fldCharType="end"/>
        </w:r>
      </w:hyperlink>
    </w:p>
    <w:p w14:paraId="3405CA4A" w14:textId="6E63C5E7" w:rsidR="009E1B3C" w:rsidRDefault="001737CC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986" w:history="1">
        <w:r w:rsidR="00D91D05" w:rsidRPr="00DC70CB">
          <w:rPr>
            <w:rStyle w:val="aff0"/>
          </w:rPr>
          <w:t>Заработная плата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_Toc181255986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49</w:t>
        </w:r>
        <w:r w:rsidR="009E1B3C">
          <w:rPr>
            <w:webHidden/>
          </w:rPr>
          <w:fldChar w:fldCharType="end"/>
        </w:r>
      </w:hyperlink>
    </w:p>
    <w:p w14:paraId="5D2E4C5A" w14:textId="5C9E49C0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87" w:history="1">
        <w:r w:rsidR="009E1B3C" w:rsidRPr="00DC70CB">
          <w:rPr>
            <w:rStyle w:val="aff0"/>
            <w:lang w:val="x-none" w:eastAsia="x-none"/>
          </w:rPr>
          <w:t>Основные показатели заработной платы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_Toc181255987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49</w:t>
        </w:r>
        <w:r w:rsidR="009E1B3C">
          <w:rPr>
            <w:webHidden/>
          </w:rPr>
          <w:fldChar w:fldCharType="end"/>
        </w:r>
      </w:hyperlink>
    </w:p>
    <w:p w14:paraId="5433FFDF" w14:textId="31C66981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88" w:history="1">
        <w:r w:rsidR="009E1B3C" w:rsidRPr="00DC70CB">
          <w:rPr>
            <w:rStyle w:val="aff0"/>
          </w:rPr>
          <w:t xml:space="preserve">Динамика среднемесячной номинальной и реальной  начисленной заработной платы </w:t>
        </w:r>
        <w:r w:rsidR="00D91D05">
          <w:rPr>
            <w:rStyle w:val="aff0"/>
          </w:rPr>
          <w:br/>
        </w:r>
        <w:r w:rsidR="009E1B3C" w:rsidRPr="00DC70CB">
          <w:rPr>
            <w:rStyle w:val="aff0"/>
          </w:rPr>
          <w:t>работников организаций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_Toc181255988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50</w:t>
        </w:r>
        <w:r w:rsidR="009E1B3C">
          <w:rPr>
            <w:webHidden/>
          </w:rPr>
          <w:fldChar w:fldCharType="end"/>
        </w:r>
      </w:hyperlink>
    </w:p>
    <w:p w14:paraId="69EBEC6B" w14:textId="20DDB5E3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89" w:history="1">
        <w:r w:rsidR="009E1B3C" w:rsidRPr="00DC70CB">
          <w:rPr>
            <w:rStyle w:val="aff0"/>
          </w:rPr>
          <w:t xml:space="preserve">Среднемесячная начисленная заработная плата работников организаций </w:t>
        </w:r>
        <w:r w:rsidR="00D91D05">
          <w:rPr>
            <w:rStyle w:val="aff0"/>
          </w:rPr>
          <w:br/>
        </w:r>
        <w:r w:rsidR="009E1B3C" w:rsidRPr="00DC70CB">
          <w:rPr>
            <w:rStyle w:val="aff0"/>
          </w:rPr>
          <w:t>(без выплат социального характера) по видам экономической деятельности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_Toc181255989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51</w:t>
        </w:r>
        <w:r w:rsidR="009E1B3C">
          <w:rPr>
            <w:webHidden/>
          </w:rPr>
          <w:fldChar w:fldCharType="end"/>
        </w:r>
      </w:hyperlink>
    </w:p>
    <w:p w14:paraId="1AD9BFFB" w14:textId="764EB5F2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90" w:history="1">
        <w:r w:rsidR="009E1B3C" w:rsidRPr="00DC70CB">
          <w:rPr>
            <w:rStyle w:val="aff0"/>
          </w:rPr>
          <w:t>Просроченная задолженность по заработной плате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_Toc181255990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52</w:t>
        </w:r>
        <w:r w:rsidR="009E1B3C">
          <w:rPr>
            <w:webHidden/>
          </w:rPr>
          <w:fldChar w:fldCharType="end"/>
        </w:r>
      </w:hyperlink>
    </w:p>
    <w:p w14:paraId="4EC82F3A" w14:textId="56D81D81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92" w:history="1">
        <w:r w:rsidR="009E1B3C" w:rsidRPr="00DC70CB">
          <w:rPr>
            <w:rStyle w:val="aff0"/>
          </w:rPr>
          <w:t>Динамика просроченной задолженности по заработной плате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_Toc181255992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52</w:t>
        </w:r>
        <w:r w:rsidR="009E1B3C">
          <w:rPr>
            <w:webHidden/>
          </w:rPr>
          <w:fldChar w:fldCharType="end"/>
        </w:r>
      </w:hyperlink>
    </w:p>
    <w:p w14:paraId="70C89F2E" w14:textId="20FA3591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93" w:history="1">
        <w:r w:rsidR="009E1B3C" w:rsidRPr="00DC70CB">
          <w:rPr>
            <w:rStyle w:val="aff0"/>
            <w:rFonts w:eastAsia="Calibri"/>
          </w:rPr>
          <w:t>Просроченная задолженность по заработной плате  по видам экономической деятельности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_Toc181255993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53</w:t>
        </w:r>
        <w:r w:rsidR="009E1B3C">
          <w:rPr>
            <w:webHidden/>
          </w:rPr>
          <w:fldChar w:fldCharType="end"/>
        </w:r>
      </w:hyperlink>
    </w:p>
    <w:p w14:paraId="5B8FA31E" w14:textId="3F8AEE27" w:rsidR="009E1B3C" w:rsidRDefault="001737CC">
      <w:pPr>
        <w:pStyle w:val="24"/>
        <w:rPr>
          <w:rFonts w:asciiTheme="minorHAnsi" w:eastAsiaTheme="minorEastAsia" w:hAnsiTheme="minorHAnsi" w:cstheme="minorBidi"/>
          <w:b w:val="0"/>
          <w:bCs w:val="0"/>
          <w:sz w:val="22"/>
          <w:szCs w:val="22"/>
        </w:rPr>
      </w:pPr>
      <w:hyperlink w:anchor="_Toc181255994" w:history="1">
        <w:r w:rsidR="00D91D05" w:rsidRPr="00DC70CB">
          <w:rPr>
            <w:rStyle w:val="aff0"/>
          </w:rPr>
          <w:t>Занятость и безработица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_Toc181255994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53</w:t>
        </w:r>
        <w:r w:rsidR="009E1B3C">
          <w:rPr>
            <w:webHidden/>
          </w:rPr>
          <w:fldChar w:fldCharType="end"/>
        </w:r>
      </w:hyperlink>
    </w:p>
    <w:p w14:paraId="30719608" w14:textId="40423890" w:rsidR="009E1B3C" w:rsidRPr="00D91D05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95" w:history="1">
        <w:r w:rsidR="00D91D05" w:rsidRPr="00D91D05">
          <w:rPr>
            <w:rStyle w:val="aff0"/>
          </w:rPr>
          <w:t>Численность рабочей силы</w:t>
        </w:r>
        <w:r w:rsidR="009E1B3C" w:rsidRPr="00D91D05">
          <w:rPr>
            <w:webHidden/>
          </w:rPr>
          <w:tab/>
        </w:r>
        <w:r w:rsidR="009E1B3C" w:rsidRPr="00D91D05">
          <w:rPr>
            <w:webHidden/>
          </w:rPr>
          <w:fldChar w:fldCharType="begin"/>
        </w:r>
        <w:r w:rsidR="009E1B3C" w:rsidRPr="00D91D05">
          <w:rPr>
            <w:webHidden/>
          </w:rPr>
          <w:instrText xml:space="preserve"> PAGEREF _Toc181255995 \h </w:instrText>
        </w:r>
        <w:r w:rsidR="009E1B3C" w:rsidRPr="00D91D05">
          <w:rPr>
            <w:webHidden/>
          </w:rPr>
        </w:r>
        <w:r w:rsidR="009E1B3C" w:rsidRPr="00D91D05">
          <w:rPr>
            <w:webHidden/>
          </w:rPr>
          <w:fldChar w:fldCharType="separate"/>
        </w:r>
        <w:r w:rsidR="00166184">
          <w:rPr>
            <w:webHidden/>
          </w:rPr>
          <w:t>53</w:t>
        </w:r>
        <w:r w:rsidR="009E1B3C" w:rsidRPr="00D91D05">
          <w:rPr>
            <w:webHidden/>
          </w:rPr>
          <w:fldChar w:fldCharType="end"/>
        </w:r>
      </w:hyperlink>
    </w:p>
    <w:p w14:paraId="10958C79" w14:textId="2F561956" w:rsidR="009E1B3C" w:rsidRPr="00D91D05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96" w:history="1">
        <w:r w:rsidR="00D91D05" w:rsidRPr="00D91D05">
          <w:rPr>
            <w:rStyle w:val="aff0"/>
          </w:rPr>
          <w:t>Численность работников организаций</w:t>
        </w:r>
        <w:r w:rsidR="009E1B3C" w:rsidRPr="00D91D05">
          <w:rPr>
            <w:webHidden/>
          </w:rPr>
          <w:tab/>
        </w:r>
        <w:r w:rsidR="009E1B3C" w:rsidRPr="00D91D05">
          <w:rPr>
            <w:webHidden/>
          </w:rPr>
          <w:fldChar w:fldCharType="begin"/>
        </w:r>
        <w:r w:rsidR="009E1B3C" w:rsidRPr="00D91D05">
          <w:rPr>
            <w:webHidden/>
          </w:rPr>
          <w:instrText xml:space="preserve"> PAGEREF _Toc181255996 \h </w:instrText>
        </w:r>
        <w:r w:rsidR="009E1B3C" w:rsidRPr="00D91D05">
          <w:rPr>
            <w:webHidden/>
          </w:rPr>
        </w:r>
        <w:r w:rsidR="009E1B3C" w:rsidRPr="00D91D05">
          <w:rPr>
            <w:webHidden/>
          </w:rPr>
          <w:fldChar w:fldCharType="separate"/>
        </w:r>
        <w:r w:rsidR="00166184">
          <w:rPr>
            <w:webHidden/>
          </w:rPr>
          <w:t>53</w:t>
        </w:r>
        <w:r w:rsidR="009E1B3C" w:rsidRPr="00D91D05">
          <w:rPr>
            <w:webHidden/>
          </w:rPr>
          <w:fldChar w:fldCharType="end"/>
        </w:r>
      </w:hyperlink>
    </w:p>
    <w:p w14:paraId="543AB015" w14:textId="266F6DD9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97" w:history="1">
        <w:r w:rsidR="009E1B3C" w:rsidRPr="00DC70CB">
          <w:rPr>
            <w:rStyle w:val="aff0"/>
          </w:rPr>
          <w:t>Число замещенных рабочих мест в организациях (без субъектов малого предпринимательства)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_Toc181255997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53</w:t>
        </w:r>
        <w:r w:rsidR="009E1B3C">
          <w:rPr>
            <w:webHidden/>
          </w:rPr>
          <w:fldChar w:fldCharType="end"/>
        </w:r>
      </w:hyperlink>
    </w:p>
    <w:p w14:paraId="6A820352" w14:textId="77245A57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98" w:history="1">
        <w:r w:rsidR="009E1B3C" w:rsidRPr="00DC70CB">
          <w:rPr>
            <w:rStyle w:val="aff0"/>
          </w:rPr>
          <w:t>Число замещенных рабочих мест в организациях (без субъектов малого предпринимательства)</w:t>
        </w:r>
        <w:r w:rsidR="00BA2DAE">
          <w:rPr>
            <w:rStyle w:val="aff0"/>
          </w:rPr>
          <w:br/>
        </w:r>
        <w:r w:rsidR="009E1B3C" w:rsidRPr="00DC70CB">
          <w:rPr>
            <w:rStyle w:val="aff0"/>
          </w:rPr>
          <w:t>по видам экономической деятельности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_Toc181255998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54</w:t>
        </w:r>
        <w:r w:rsidR="009E1B3C">
          <w:rPr>
            <w:webHidden/>
          </w:rPr>
          <w:fldChar w:fldCharType="end"/>
        </w:r>
      </w:hyperlink>
    </w:p>
    <w:p w14:paraId="18C65DFF" w14:textId="564A84AC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5999" w:history="1">
        <w:r w:rsidR="009E1B3C" w:rsidRPr="00DC70CB">
          <w:rPr>
            <w:rStyle w:val="aff0"/>
          </w:rPr>
          <w:t>Безработица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_Toc181255999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55</w:t>
        </w:r>
        <w:r w:rsidR="009E1B3C">
          <w:rPr>
            <w:webHidden/>
          </w:rPr>
          <w:fldChar w:fldCharType="end"/>
        </w:r>
      </w:hyperlink>
    </w:p>
    <w:p w14:paraId="0D10C71F" w14:textId="72C0325E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6000" w:history="1">
        <w:r w:rsidR="009E1B3C" w:rsidRPr="00DC70CB">
          <w:rPr>
            <w:rStyle w:val="aff0"/>
          </w:rPr>
          <w:t>Динамика численности не занятых трудовой деятельностью граждан,</w:t>
        </w:r>
        <w:r w:rsidR="00BA2DAE">
          <w:rPr>
            <w:rStyle w:val="aff0"/>
          </w:rPr>
          <w:br/>
        </w:r>
        <w:r w:rsidR="009E1B3C" w:rsidRPr="00DC70CB">
          <w:rPr>
            <w:rStyle w:val="aff0"/>
          </w:rPr>
          <w:t>состоящих на учете в государственных учреждениях службы занятости населения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_Toc181256000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55</w:t>
        </w:r>
        <w:r w:rsidR="009E1B3C">
          <w:rPr>
            <w:webHidden/>
          </w:rPr>
          <w:fldChar w:fldCharType="end"/>
        </w:r>
      </w:hyperlink>
    </w:p>
    <w:p w14:paraId="57B3AEAD" w14:textId="419F958E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6001" w:history="1">
        <w:r w:rsidR="009E1B3C" w:rsidRPr="00DC70CB">
          <w:rPr>
            <w:rStyle w:val="aff0"/>
          </w:rPr>
          <w:t xml:space="preserve">Динамика потребности работодателей в работниках, </w:t>
        </w:r>
        <w:r w:rsidR="00BA2DAE">
          <w:rPr>
            <w:rStyle w:val="aff0"/>
          </w:rPr>
          <w:br/>
        </w:r>
        <w:r w:rsidR="009E1B3C" w:rsidRPr="00DC70CB">
          <w:rPr>
            <w:rStyle w:val="aff0"/>
          </w:rPr>
          <w:t>заявленной в государственные учреждения службы занятости населения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_Toc181256001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56</w:t>
        </w:r>
        <w:r w:rsidR="009E1B3C">
          <w:rPr>
            <w:webHidden/>
          </w:rPr>
          <w:fldChar w:fldCharType="end"/>
        </w:r>
      </w:hyperlink>
    </w:p>
    <w:p w14:paraId="23410874" w14:textId="070CDFEC" w:rsidR="009E1B3C" w:rsidRDefault="001737CC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1256002" w:history="1">
        <w:r w:rsidR="009E1B3C" w:rsidRPr="00DC70CB">
          <w:rPr>
            <w:rStyle w:val="aff0"/>
          </w:rPr>
          <w:t>ДЕМОГРАФИЯ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_Toc181256002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56</w:t>
        </w:r>
        <w:r w:rsidR="009E1B3C">
          <w:rPr>
            <w:webHidden/>
          </w:rPr>
          <w:fldChar w:fldCharType="end"/>
        </w:r>
      </w:hyperlink>
    </w:p>
    <w:p w14:paraId="10EE094F" w14:textId="0B616FAD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6003" w:history="1">
        <w:r w:rsidR="009E1B3C" w:rsidRPr="00DC70CB">
          <w:rPr>
            <w:rStyle w:val="aff0"/>
          </w:rPr>
          <w:t>Показатели естественного движения населения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_Toc181256003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56</w:t>
        </w:r>
        <w:r w:rsidR="009E1B3C">
          <w:rPr>
            <w:webHidden/>
          </w:rPr>
          <w:fldChar w:fldCharType="end"/>
        </w:r>
      </w:hyperlink>
    </w:p>
    <w:p w14:paraId="16E7D3E6" w14:textId="65908F16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6004" w:history="1">
        <w:r w:rsidR="009E1B3C" w:rsidRPr="00DC70CB">
          <w:rPr>
            <w:rStyle w:val="aff0"/>
          </w:rPr>
          <w:t>Общие итоги миграции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_Toc181256004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57</w:t>
        </w:r>
        <w:r w:rsidR="009E1B3C">
          <w:rPr>
            <w:webHidden/>
          </w:rPr>
          <w:fldChar w:fldCharType="end"/>
        </w:r>
      </w:hyperlink>
    </w:p>
    <w:p w14:paraId="56B8DADF" w14:textId="021F2C93" w:rsidR="009E1B3C" w:rsidRDefault="001737CC">
      <w:pPr>
        <w:pStyle w:val="18"/>
        <w:rPr>
          <w:rFonts w:asciiTheme="minorHAnsi" w:eastAsiaTheme="minorEastAsia" w:hAnsiTheme="minorHAnsi" w:cstheme="minorBidi"/>
          <w:b w:val="0"/>
          <w:bCs w:val="0"/>
          <w:caps w:val="0"/>
          <w:sz w:val="22"/>
          <w:szCs w:val="22"/>
        </w:rPr>
      </w:pPr>
      <w:hyperlink w:anchor="_Toc181256005" w:history="1">
        <w:r w:rsidR="009E1B3C" w:rsidRPr="00DC70CB">
          <w:rPr>
            <w:rStyle w:val="aff0"/>
          </w:rPr>
          <w:t>Приложение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_Toc181256005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58</w:t>
        </w:r>
        <w:r w:rsidR="009E1B3C">
          <w:rPr>
            <w:webHidden/>
          </w:rPr>
          <w:fldChar w:fldCharType="end"/>
        </w:r>
      </w:hyperlink>
    </w:p>
    <w:p w14:paraId="0CB17F52" w14:textId="227A0F1A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6006" w:history="1">
        <w:r w:rsidR="009E1B3C" w:rsidRPr="00DC70CB">
          <w:rPr>
            <w:rStyle w:val="aff0"/>
          </w:rPr>
          <w:t>Производство важнейших видов промышленной продукции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_Toc181256006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58</w:t>
        </w:r>
        <w:r w:rsidR="009E1B3C">
          <w:rPr>
            <w:webHidden/>
          </w:rPr>
          <w:fldChar w:fldCharType="end"/>
        </w:r>
      </w:hyperlink>
    </w:p>
    <w:p w14:paraId="106E2C42" w14:textId="48F1BAE7" w:rsidR="009E1B3C" w:rsidRDefault="001737CC" w:rsidP="004C5DBC">
      <w:pPr>
        <w:pStyle w:val="36"/>
        <w:rPr>
          <w:rFonts w:asciiTheme="minorHAnsi" w:eastAsiaTheme="minorEastAsia" w:hAnsiTheme="minorHAnsi" w:cstheme="minorBidi"/>
          <w:sz w:val="22"/>
          <w:szCs w:val="22"/>
          <w:lang w:eastAsia="ru-RU"/>
        </w:rPr>
      </w:pPr>
      <w:hyperlink w:anchor="_Toc181256007" w:history="1">
        <w:r w:rsidR="009E1B3C" w:rsidRPr="00DC70CB">
          <w:rPr>
            <w:rStyle w:val="aff0"/>
          </w:rPr>
          <w:t>Средние цены и тарифы  на потребительские товары и услуги</w:t>
        </w:r>
        <w:r w:rsidR="009E1B3C">
          <w:rPr>
            <w:webHidden/>
          </w:rPr>
          <w:tab/>
        </w:r>
        <w:r w:rsidR="009E1B3C">
          <w:rPr>
            <w:webHidden/>
          </w:rPr>
          <w:fldChar w:fldCharType="begin"/>
        </w:r>
        <w:r w:rsidR="009E1B3C">
          <w:rPr>
            <w:webHidden/>
          </w:rPr>
          <w:instrText xml:space="preserve"> PAGEREF _Toc181256007 \h </w:instrText>
        </w:r>
        <w:r w:rsidR="009E1B3C">
          <w:rPr>
            <w:webHidden/>
          </w:rPr>
        </w:r>
        <w:r w:rsidR="009E1B3C">
          <w:rPr>
            <w:webHidden/>
          </w:rPr>
          <w:fldChar w:fldCharType="separate"/>
        </w:r>
        <w:r w:rsidR="00166184">
          <w:rPr>
            <w:webHidden/>
          </w:rPr>
          <w:t>62</w:t>
        </w:r>
        <w:r w:rsidR="009E1B3C">
          <w:rPr>
            <w:webHidden/>
          </w:rPr>
          <w:fldChar w:fldCharType="end"/>
        </w:r>
      </w:hyperlink>
    </w:p>
    <w:p w14:paraId="06868736" w14:textId="6DA48DAE" w:rsidR="003F653B" w:rsidRDefault="00CB7199" w:rsidP="003F653B">
      <w:pPr>
        <w:jc w:val="left"/>
        <w:rPr>
          <w:sz w:val="20"/>
        </w:rPr>
        <w:sectPr w:rsidR="003F653B" w:rsidSect="00440594">
          <w:headerReference w:type="even" r:id="rId10"/>
          <w:headerReference w:type="default" r:id="rId11"/>
          <w:footerReference w:type="even" r:id="rId12"/>
          <w:footerReference w:type="default" r:id="rId13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  <w:r w:rsidRPr="00BB571D">
        <w:rPr>
          <w:sz w:val="20"/>
        </w:rPr>
        <w:fldChar w:fldCharType="end"/>
      </w:r>
      <w:bookmarkStart w:id="1" w:name="_Toc485815941"/>
      <w:bookmarkEnd w:id="0"/>
    </w:p>
    <w:p w14:paraId="71FDCA07" w14:textId="77777777" w:rsidR="002664A9" w:rsidRDefault="002664A9" w:rsidP="00812E9B">
      <w:pPr>
        <w:pStyle w:val="1"/>
        <w:spacing w:after="480"/>
        <w:rPr>
          <w:szCs w:val="24"/>
        </w:rPr>
        <w:sectPr w:rsidR="002664A9" w:rsidSect="006B702B">
          <w:headerReference w:type="default" r:id="rId14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14:paraId="778C4AED" w14:textId="77777777" w:rsidR="001F3C7A" w:rsidRDefault="001F3C7A" w:rsidP="00A47FF8">
      <w:pPr>
        <w:pStyle w:val="1"/>
        <w:spacing w:after="480"/>
        <w:rPr>
          <w:bCs w:val="0"/>
          <w:szCs w:val="24"/>
        </w:rPr>
        <w:sectPr w:rsidR="001F3C7A" w:rsidSect="007F5971">
          <w:headerReference w:type="even" r:id="rId15"/>
          <w:headerReference w:type="default" r:id="rId16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14:paraId="303C5D37" w14:textId="64B7BAF6" w:rsidR="0031223F" w:rsidRPr="00AA2042" w:rsidRDefault="0031223F" w:rsidP="00A47FF8">
      <w:pPr>
        <w:pStyle w:val="1"/>
        <w:spacing w:after="480"/>
        <w:rPr>
          <w:bCs w:val="0"/>
          <w:szCs w:val="24"/>
        </w:rPr>
      </w:pPr>
      <w:bookmarkStart w:id="2" w:name="_Toc181255890"/>
      <w:r w:rsidRPr="00AA2042">
        <w:rPr>
          <w:bCs w:val="0"/>
          <w:szCs w:val="24"/>
        </w:rPr>
        <w:lastRenderedPageBreak/>
        <w:t>ОСНОВНЫЕ ЭКОНОМИЧЕСКИЕ И СОЦИАЛЬНЫЕ ПОКАЗАТЕЛИ</w:t>
      </w:r>
      <w:bookmarkEnd w:id="1"/>
      <w:bookmarkEnd w:id="2"/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70"/>
        <w:gridCol w:w="1191"/>
        <w:gridCol w:w="1133"/>
        <w:gridCol w:w="1177"/>
      </w:tblGrid>
      <w:tr w:rsidR="00617976" w:rsidRPr="00237461" w14:paraId="049C6F18" w14:textId="77777777" w:rsidTr="003D13CD">
        <w:trPr>
          <w:jc w:val="center"/>
        </w:trPr>
        <w:tc>
          <w:tcPr>
            <w:tcW w:w="5570" w:type="dxa"/>
            <w:vAlign w:val="center"/>
          </w:tcPr>
          <w:p w14:paraId="16D0C566" w14:textId="77777777" w:rsidR="00617976" w:rsidRPr="00237461" w:rsidRDefault="00617976" w:rsidP="00617976">
            <w:pPr>
              <w:jc w:val="center"/>
              <w:rPr>
                <w:b/>
                <w:sz w:val="20"/>
              </w:rPr>
            </w:pPr>
            <w:bookmarkStart w:id="3" w:name="_Hlk173408962"/>
            <w:bookmarkStart w:id="4" w:name="_Toc493779717"/>
          </w:p>
        </w:tc>
        <w:tc>
          <w:tcPr>
            <w:tcW w:w="1191" w:type="dxa"/>
            <w:vAlign w:val="center"/>
          </w:tcPr>
          <w:p w14:paraId="6231994B" w14:textId="6718A107" w:rsidR="00617976" w:rsidRPr="003D13CD" w:rsidRDefault="00450CBA" w:rsidP="00F22C3E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</w:t>
            </w:r>
            <w:r w:rsidR="00BB795D">
              <w:rPr>
                <w:b/>
                <w:sz w:val="20"/>
              </w:rPr>
              <w:t>сентябрь</w:t>
            </w:r>
            <w:r w:rsidR="00617976" w:rsidRPr="003D13CD">
              <w:rPr>
                <w:b/>
                <w:sz w:val="20"/>
              </w:rPr>
              <w:br/>
              <w:t>2024,</w:t>
            </w:r>
            <w:r w:rsidR="00617976" w:rsidRPr="003D13CD">
              <w:rPr>
                <w:b/>
                <w:sz w:val="20"/>
              </w:rPr>
              <w:br/>
              <w:t xml:space="preserve">млн </w:t>
            </w:r>
            <w:r w:rsidR="00617976" w:rsidRPr="003D13CD">
              <w:rPr>
                <w:b/>
                <w:sz w:val="20"/>
              </w:rPr>
              <w:br/>
              <w:t>рублей</w:t>
            </w:r>
          </w:p>
        </w:tc>
        <w:tc>
          <w:tcPr>
            <w:tcW w:w="1133" w:type="dxa"/>
            <w:vAlign w:val="center"/>
          </w:tcPr>
          <w:p w14:paraId="23D2B7C7" w14:textId="77777777" w:rsidR="00617976" w:rsidRPr="003D13CD" w:rsidRDefault="00617976" w:rsidP="00617976">
            <w:pPr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3D13CD">
              <w:rPr>
                <w:b/>
                <w:sz w:val="20"/>
              </w:rPr>
              <w:t>В  %</w:t>
            </w:r>
            <w:proofErr w:type="gramEnd"/>
            <w:r w:rsidRPr="003D13CD">
              <w:rPr>
                <w:b/>
                <w:sz w:val="20"/>
              </w:rPr>
              <w:t xml:space="preserve">  к </w:t>
            </w:r>
            <w:proofErr w:type="spellStart"/>
            <w:r w:rsidRPr="003D13CD">
              <w:rPr>
                <w:b/>
                <w:sz w:val="20"/>
              </w:rPr>
              <w:t>соответст-вующему</w:t>
            </w:r>
            <w:proofErr w:type="spellEnd"/>
            <w:r w:rsidRPr="003D13CD">
              <w:rPr>
                <w:b/>
                <w:sz w:val="20"/>
              </w:rPr>
              <w:t xml:space="preserve"> периоду </w:t>
            </w:r>
            <w:proofErr w:type="spellStart"/>
            <w:r w:rsidRPr="003D13CD">
              <w:rPr>
                <w:b/>
                <w:sz w:val="20"/>
              </w:rPr>
              <w:t>предыду-щего</w:t>
            </w:r>
            <w:proofErr w:type="spellEnd"/>
            <w:r w:rsidRPr="003D13CD">
              <w:rPr>
                <w:b/>
                <w:sz w:val="20"/>
              </w:rPr>
              <w:t xml:space="preserve"> года</w:t>
            </w:r>
          </w:p>
        </w:tc>
        <w:tc>
          <w:tcPr>
            <w:tcW w:w="1177" w:type="dxa"/>
            <w:vAlign w:val="center"/>
          </w:tcPr>
          <w:p w14:paraId="65E1057D" w14:textId="6183E9DC" w:rsidR="00617976" w:rsidRPr="003D13CD" w:rsidRDefault="00F22C3E" w:rsidP="00617976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r w:rsidRPr="003D13CD">
              <w:rPr>
                <w:b/>
                <w:sz w:val="20"/>
              </w:rPr>
              <w:t>Справочно</w:t>
            </w:r>
            <w:proofErr w:type="spellEnd"/>
            <w:r w:rsidRPr="003D13CD">
              <w:rPr>
                <w:b/>
                <w:sz w:val="20"/>
              </w:rPr>
              <w:t xml:space="preserve">: </w:t>
            </w:r>
            <w:r w:rsidRPr="003D13CD">
              <w:rPr>
                <w:b/>
                <w:sz w:val="20"/>
              </w:rPr>
              <w:br/>
            </w:r>
            <w:r w:rsidR="00450CBA">
              <w:rPr>
                <w:b/>
                <w:sz w:val="20"/>
              </w:rPr>
              <w:t>январь-</w:t>
            </w:r>
            <w:r w:rsidR="00BB795D">
              <w:rPr>
                <w:b/>
                <w:sz w:val="20"/>
              </w:rPr>
              <w:t>сентябрь</w:t>
            </w:r>
            <w:r w:rsidRPr="003D13CD">
              <w:rPr>
                <w:b/>
                <w:sz w:val="20"/>
              </w:rPr>
              <w:br/>
              <w:t>2023</w:t>
            </w:r>
            <w:r w:rsidRPr="003D13CD">
              <w:rPr>
                <w:b/>
                <w:sz w:val="20"/>
              </w:rPr>
              <w:br/>
            </w:r>
            <w:proofErr w:type="gramStart"/>
            <w:r w:rsidRPr="003D13CD">
              <w:rPr>
                <w:b/>
                <w:sz w:val="20"/>
              </w:rPr>
              <w:t>в  %</w:t>
            </w:r>
            <w:proofErr w:type="gramEnd"/>
            <w:r w:rsidRPr="003D13CD">
              <w:rPr>
                <w:b/>
                <w:sz w:val="20"/>
              </w:rPr>
              <w:t xml:space="preserve">  к</w:t>
            </w:r>
            <w:r w:rsidRPr="003D13CD">
              <w:rPr>
                <w:b/>
                <w:sz w:val="20"/>
              </w:rPr>
              <w:br/>
            </w:r>
            <w:r w:rsidR="00450CBA">
              <w:rPr>
                <w:b/>
                <w:sz w:val="20"/>
              </w:rPr>
              <w:t>январю-</w:t>
            </w:r>
            <w:r w:rsidR="00BB795D">
              <w:rPr>
                <w:b/>
                <w:sz w:val="20"/>
              </w:rPr>
              <w:t>сентябрю</w:t>
            </w:r>
            <w:r w:rsidR="00617976" w:rsidRPr="003D13CD">
              <w:rPr>
                <w:b/>
                <w:sz w:val="20"/>
              </w:rPr>
              <w:br/>
              <w:t>2022</w:t>
            </w:r>
          </w:p>
        </w:tc>
      </w:tr>
      <w:tr w:rsidR="000836FB" w:rsidRPr="00237461" w14:paraId="1E085C63" w14:textId="77777777" w:rsidTr="003D13CD">
        <w:trPr>
          <w:jc w:val="center"/>
        </w:trPr>
        <w:tc>
          <w:tcPr>
            <w:tcW w:w="5570" w:type="dxa"/>
            <w:vAlign w:val="bottom"/>
          </w:tcPr>
          <w:p w14:paraId="005EA7AA" w14:textId="77777777" w:rsidR="000836FB" w:rsidRPr="00237461" w:rsidRDefault="000836FB" w:rsidP="000836FB">
            <w:pPr>
              <w:jc w:val="left"/>
              <w:rPr>
                <w:b/>
                <w:sz w:val="20"/>
                <w:vertAlign w:val="superscript"/>
              </w:rPr>
            </w:pPr>
            <w:r w:rsidRPr="00237461">
              <w:rPr>
                <w:b/>
                <w:sz w:val="20"/>
              </w:rPr>
              <w:t>Индекс промышленного производства</w:t>
            </w:r>
            <w:r w:rsidRPr="00237461">
              <w:rPr>
                <w:b/>
                <w:sz w:val="20"/>
                <w:vertAlign w:val="superscript"/>
              </w:rPr>
              <w:t>1)</w:t>
            </w:r>
          </w:p>
        </w:tc>
        <w:tc>
          <w:tcPr>
            <w:tcW w:w="1191" w:type="dxa"/>
            <w:vAlign w:val="bottom"/>
          </w:tcPr>
          <w:p w14:paraId="4A52E439" w14:textId="32D9CD6E" w:rsidR="000836FB" w:rsidRPr="00BB795D" w:rsidRDefault="000836FB" w:rsidP="000836FB">
            <w:pPr>
              <w:tabs>
                <w:tab w:val="left" w:pos="806"/>
              </w:tabs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3" w:type="dxa"/>
            <w:vAlign w:val="bottom"/>
          </w:tcPr>
          <w:p w14:paraId="690A32C7" w14:textId="793CFDA1" w:rsidR="000836FB" w:rsidRPr="00BB795D" w:rsidRDefault="000836FB" w:rsidP="000836FB">
            <w:pPr>
              <w:ind w:right="227"/>
              <w:jc w:val="right"/>
              <w:rPr>
                <w:b/>
                <w:sz w:val="20"/>
                <w:szCs w:val="19"/>
                <w:highlight w:val="yellow"/>
              </w:rPr>
            </w:pPr>
            <w:r w:rsidRPr="00AA0E2D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AA0E2D">
              <w:rPr>
                <w:b/>
                <w:sz w:val="20"/>
              </w:rPr>
              <w:t>8</w:t>
            </w:r>
          </w:p>
        </w:tc>
        <w:tc>
          <w:tcPr>
            <w:tcW w:w="1177" w:type="dxa"/>
            <w:vAlign w:val="bottom"/>
          </w:tcPr>
          <w:p w14:paraId="474ADCE0" w14:textId="7212FF72" w:rsidR="000836FB" w:rsidRPr="00BB795D" w:rsidRDefault="000836FB" w:rsidP="000836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A0E2D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,0</w:t>
            </w:r>
          </w:p>
        </w:tc>
      </w:tr>
      <w:tr w:rsidR="000836FB" w:rsidRPr="00237461" w14:paraId="0D15FF57" w14:textId="77777777" w:rsidTr="003D13CD">
        <w:trPr>
          <w:jc w:val="center"/>
        </w:trPr>
        <w:tc>
          <w:tcPr>
            <w:tcW w:w="5570" w:type="dxa"/>
            <w:vAlign w:val="bottom"/>
          </w:tcPr>
          <w:p w14:paraId="41CD01BB" w14:textId="77777777" w:rsidR="000836FB" w:rsidRPr="00237461" w:rsidRDefault="000836FB" w:rsidP="000836FB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Продукция сельского хозяйства</w:t>
            </w:r>
          </w:p>
        </w:tc>
        <w:tc>
          <w:tcPr>
            <w:tcW w:w="1191" w:type="dxa"/>
            <w:vAlign w:val="bottom"/>
          </w:tcPr>
          <w:p w14:paraId="70C82C83" w14:textId="42E4C803" w:rsidR="000836FB" w:rsidRPr="00BB795D" w:rsidRDefault="000836FB" w:rsidP="000836FB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43332,5</w:t>
            </w:r>
          </w:p>
        </w:tc>
        <w:tc>
          <w:tcPr>
            <w:tcW w:w="1133" w:type="dxa"/>
            <w:vAlign w:val="bottom"/>
          </w:tcPr>
          <w:p w14:paraId="4A6085AA" w14:textId="0DEF3C21" w:rsidR="000836FB" w:rsidRPr="00BB795D" w:rsidRDefault="000836FB" w:rsidP="000836FB">
            <w:pPr>
              <w:ind w:right="227"/>
              <w:jc w:val="right"/>
              <w:rPr>
                <w:b/>
                <w:sz w:val="20"/>
                <w:szCs w:val="19"/>
                <w:highlight w:val="yellow"/>
              </w:rPr>
            </w:pPr>
            <w:r>
              <w:rPr>
                <w:b/>
                <w:sz w:val="20"/>
              </w:rPr>
              <w:t>98,1</w:t>
            </w:r>
          </w:p>
        </w:tc>
        <w:tc>
          <w:tcPr>
            <w:tcW w:w="1177" w:type="dxa"/>
            <w:vAlign w:val="bottom"/>
          </w:tcPr>
          <w:p w14:paraId="73F4B022" w14:textId="6130AA88" w:rsidR="000836FB" w:rsidRPr="00BB795D" w:rsidRDefault="000836FB" w:rsidP="000836FB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102,3</w:t>
            </w:r>
          </w:p>
        </w:tc>
      </w:tr>
      <w:tr w:rsidR="007848BF" w:rsidRPr="00237461" w14:paraId="3E6C02F9" w14:textId="77777777" w:rsidTr="003D13CD">
        <w:trPr>
          <w:jc w:val="center"/>
        </w:trPr>
        <w:tc>
          <w:tcPr>
            <w:tcW w:w="5570" w:type="dxa"/>
            <w:vAlign w:val="bottom"/>
          </w:tcPr>
          <w:p w14:paraId="1FF1712B" w14:textId="77777777" w:rsidR="007848BF" w:rsidRPr="00237461" w:rsidRDefault="007848BF" w:rsidP="007848BF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Объем работ, выполненных по виду экономической деятельности «Строительство»</w:t>
            </w:r>
          </w:p>
        </w:tc>
        <w:tc>
          <w:tcPr>
            <w:tcW w:w="1191" w:type="dxa"/>
            <w:vAlign w:val="bottom"/>
          </w:tcPr>
          <w:p w14:paraId="0C8F39D1" w14:textId="1EF2ED60" w:rsidR="007848BF" w:rsidRPr="00BB795D" w:rsidRDefault="007848BF" w:rsidP="007848BF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29842,0</w:t>
            </w:r>
          </w:p>
        </w:tc>
        <w:tc>
          <w:tcPr>
            <w:tcW w:w="1133" w:type="dxa"/>
            <w:vAlign w:val="bottom"/>
          </w:tcPr>
          <w:p w14:paraId="6DA9CD6E" w14:textId="68893305" w:rsidR="007848BF" w:rsidRPr="00BB795D" w:rsidRDefault="007848BF" w:rsidP="007848BF">
            <w:pPr>
              <w:ind w:right="227"/>
              <w:jc w:val="right"/>
              <w:rPr>
                <w:b/>
                <w:sz w:val="20"/>
                <w:szCs w:val="19"/>
                <w:highlight w:val="yellow"/>
              </w:rPr>
            </w:pPr>
            <w:r>
              <w:rPr>
                <w:b/>
                <w:sz w:val="20"/>
              </w:rPr>
              <w:t>138,3</w:t>
            </w:r>
          </w:p>
        </w:tc>
        <w:tc>
          <w:tcPr>
            <w:tcW w:w="1177" w:type="dxa"/>
            <w:vAlign w:val="bottom"/>
          </w:tcPr>
          <w:p w14:paraId="263AF23E" w14:textId="72773B07" w:rsidR="007848BF" w:rsidRPr="00BB795D" w:rsidRDefault="007848BF" w:rsidP="007848B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74,4</w:t>
            </w:r>
          </w:p>
        </w:tc>
      </w:tr>
      <w:tr w:rsidR="007848BF" w:rsidRPr="00237461" w14:paraId="656FD352" w14:textId="77777777" w:rsidTr="003D13CD">
        <w:trPr>
          <w:jc w:val="center"/>
        </w:trPr>
        <w:tc>
          <w:tcPr>
            <w:tcW w:w="5570" w:type="dxa"/>
            <w:vAlign w:val="bottom"/>
          </w:tcPr>
          <w:p w14:paraId="50BAEB1D" w14:textId="103635C6" w:rsidR="007848BF" w:rsidRPr="00237461" w:rsidRDefault="007848BF" w:rsidP="007848BF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Ввод в действие жилых домов</w:t>
            </w:r>
            <w:r w:rsidRPr="006D072C">
              <w:rPr>
                <w:b/>
                <w:sz w:val="20"/>
                <w:vertAlign w:val="superscript"/>
              </w:rPr>
              <w:t>2</w:t>
            </w:r>
            <w:r w:rsidRPr="00237461">
              <w:rPr>
                <w:b/>
                <w:sz w:val="20"/>
                <w:vertAlign w:val="superscript"/>
              </w:rPr>
              <w:t>)</w:t>
            </w:r>
            <w:r w:rsidRPr="00237461">
              <w:rPr>
                <w:b/>
                <w:sz w:val="20"/>
              </w:rPr>
              <w:t>, тыс. м</w:t>
            </w:r>
            <w:r w:rsidRPr="00237461">
              <w:rPr>
                <w:b/>
                <w:sz w:val="20"/>
                <w:vertAlign w:val="superscript"/>
              </w:rPr>
              <w:t>2</w:t>
            </w:r>
            <w:r w:rsidRPr="00237461">
              <w:rPr>
                <w:b/>
                <w:sz w:val="20"/>
              </w:rPr>
              <w:t xml:space="preserve"> общей площади</w:t>
            </w:r>
          </w:p>
        </w:tc>
        <w:tc>
          <w:tcPr>
            <w:tcW w:w="1191" w:type="dxa"/>
            <w:vAlign w:val="bottom"/>
          </w:tcPr>
          <w:p w14:paraId="2DDA9D84" w14:textId="6320712E" w:rsidR="007848BF" w:rsidRPr="00BB795D" w:rsidRDefault="007848BF" w:rsidP="007848BF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490,2</w:t>
            </w:r>
          </w:p>
        </w:tc>
        <w:tc>
          <w:tcPr>
            <w:tcW w:w="1133" w:type="dxa"/>
            <w:vAlign w:val="bottom"/>
          </w:tcPr>
          <w:p w14:paraId="36D98C99" w14:textId="6EA2D271" w:rsidR="007848BF" w:rsidRPr="00BB795D" w:rsidRDefault="007848BF" w:rsidP="007848BF">
            <w:pPr>
              <w:ind w:right="227"/>
              <w:jc w:val="right"/>
              <w:rPr>
                <w:b/>
                <w:sz w:val="20"/>
                <w:szCs w:val="19"/>
                <w:highlight w:val="yellow"/>
              </w:rPr>
            </w:pPr>
            <w:r>
              <w:rPr>
                <w:b/>
                <w:sz w:val="20"/>
              </w:rPr>
              <w:t>105,5</w:t>
            </w:r>
          </w:p>
        </w:tc>
        <w:tc>
          <w:tcPr>
            <w:tcW w:w="1177" w:type="dxa"/>
            <w:vAlign w:val="bottom"/>
          </w:tcPr>
          <w:p w14:paraId="52F39389" w14:textId="777025FE" w:rsidR="007848BF" w:rsidRPr="00BB795D" w:rsidRDefault="007848BF" w:rsidP="007848B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95,0</w:t>
            </w:r>
          </w:p>
        </w:tc>
      </w:tr>
      <w:tr w:rsidR="007848BF" w:rsidRPr="00237461" w14:paraId="44529D0C" w14:textId="77777777" w:rsidTr="003D13CD">
        <w:trPr>
          <w:jc w:val="center"/>
        </w:trPr>
        <w:tc>
          <w:tcPr>
            <w:tcW w:w="5570" w:type="dxa"/>
            <w:vAlign w:val="bottom"/>
          </w:tcPr>
          <w:p w14:paraId="0E0AE7DA" w14:textId="0CB359D2" w:rsidR="007848BF" w:rsidRPr="00237461" w:rsidRDefault="007848BF" w:rsidP="007848BF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Грузооборот автомобильного транспорта</w:t>
            </w:r>
            <w:r>
              <w:rPr>
                <w:b/>
                <w:sz w:val="20"/>
                <w:vertAlign w:val="superscript"/>
              </w:rPr>
              <w:t>3</w:t>
            </w:r>
            <w:r w:rsidRPr="003D13CD">
              <w:rPr>
                <w:b/>
                <w:sz w:val="20"/>
                <w:vertAlign w:val="superscript"/>
              </w:rPr>
              <w:t>)</w:t>
            </w:r>
            <w:r w:rsidRPr="00237461">
              <w:rPr>
                <w:b/>
                <w:sz w:val="20"/>
              </w:rPr>
              <w:t>, млн т-км</w:t>
            </w:r>
          </w:p>
        </w:tc>
        <w:tc>
          <w:tcPr>
            <w:tcW w:w="1191" w:type="dxa"/>
            <w:vAlign w:val="bottom"/>
          </w:tcPr>
          <w:p w14:paraId="536D61B9" w14:textId="5AB77084" w:rsidR="007848BF" w:rsidRPr="00BB795D" w:rsidRDefault="007848BF" w:rsidP="007848BF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57,3</w:t>
            </w:r>
          </w:p>
        </w:tc>
        <w:tc>
          <w:tcPr>
            <w:tcW w:w="1133" w:type="dxa"/>
            <w:vAlign w:val="bottom"/>
          </w:tcPr>
          <w:p w14:paraId="264AD3A5" w14:textId="059FCA8D" w:rsidR="007848BF" w:rsidRPr="00BB795D" w:rsidRDefault="007848BF" w:rsidP="007848BF">
            <w:pPr>
              <w:ind w:right="227"/>
              <w:jc w:val="right"/>
              <w:rPr>
                <w:b/>
                <w:sz w:val="20"/>
                <w:szCs w:val="19"/>
                <w:highlight w:val="yellow"/>
              </w:rPr>
            </w:pPr>
            <w:r>
              <w:rPr>
                <w:b/>
                <w:sz w:val="20"/>
              </w:rPr>
              <w:t>67,9</w:t>
            </w:r>
          </w:p>
        </w:tc>
        <w:tc>
          <w:tcPr>
            <w:tcW w:w="1177" w:type="dxa"/>
            <w:vAlign w:val="bottom"/>
          </w:tcPr>
          <w:p w14:paraId="1FA627D3" w14:textId="150E1C5D" w:rsidR="007848BF" w:rsidRPr="00BB795D" w:rsidRDefault="007848BF" w:rsidP="007848B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85,2</w:t>
            </w:r>
          </w:p>
        </w:tc>
      </w:tr>
      <w:tr w:rsidR="007848BF" w:rsidRPr="00237461" w14:paraId="19375EB4" w14:textId="77777777" w:rsidTr="003D13CD">
        <w:trPr>
          <w:jc w:val="center"/>
        </w:trPr>
        <w:tc>
          <w:tcPr>
            <w:tcW w:w="5570" w:type="dxa"/>
            <w:vAlign w:val="bottom"/>
          </w:tcPr>
          <w:p w14:paraId="305FB592" w14:textId="77777777" w:rsidR="007848BF" w:rsidRPr="00237461" w:rsidRDefault="007848BF" w:rsidP="007848BF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Оборот розничной торговли</w:t>
            </w:r>
          </w:p>
        </w:tc>
        <w:tc>
          <w:tcPr>
            <w:tcW w:w="1191" w:type="dxa"/>
            <w:vAlign w:val="bottom"/>
          </w:tcPr>
          <w:p w14:paraId="62C55E34" w14:textId="42E07F08" w:rsidR="007848BF" w:rsidRPr="00BB795D" w:rsidRDefault="007848BF" w:rsidP="007848BF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B870DD">
              <w:rPr>
                <w:b/>
                <w:sz w:val="20"/>
              </w:rPr>
              <w:t>181139</w:t>
            </w:r>
            <w:r>
              <w:rPr>
                <w:b/>
                <w:sz w:val="20"/>
              </w:rPr>
              <w:t>,</w:t>
            </w:r>
            <w:r w:rsidRPr="00B870DD">
              <w:rPr>
                <w:b/>
                <w:sz w:val="20"/>
              </w:rPr>
              <w:t>6</w:t>
            </w:r>
          </w:p>
        </w:tc>
        <w:tc>
          <w:tcPr>
            <w:tcW w:w="1133" w:type="dxa"/>
            <w:vAlign w:val="bottom"/>
          </w:tcPr>
          <w:p w14:paraId="48BBEB9F" w14:textId="06D8DB24" w:rsidR="007848BF" w:rsidRPr="00BB795D" w:rsidRDefault="007848BF" w:rsidP="007848BF">
            <w:pPr>
              <w:ind w:right="227"/>
              <w:jc w:val="right"/>
              <w:rPr>
                <w:b/>
                <w:sz w:val="20"/>
                <w:szCs w:val="19"/>
                <w:highlight w:val="yellow"/>
              </w:rPr>
            </w:pPr>
            <w:r>
              <w:rPr>
                <w:b/>
                <w:sz w:val="20"/>
              </w:rPr>
              <w:t>105,9</w:t>
            </w:r>
          </w:p>
        </w:tc>
        <w:tc>
          <w:tcPr>
            <w:tcW w:w="1177" w:type="dxa"/>
            <w:vAlign w:val="bottom"/>
          </w:tcPr>
          <w:p w14:paraId="6C4B20D4" w14:textId="7CC80051" w:rsidR="007848BF" w:rsidRPr="00BB795D" w:rsidRDefault="007848BF" w:rsidP="007848B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</w:tr>
      <w:tr w:rsidR="007848BF" w:rsidRPr="00237461" w14:paraId="29D5E0C5" w14:textId="77777777" w:rsidTr="003D13CD">
        <w:trPr>
          <w:jc w:val="center"/>
        </w:trPr>
        <w:tc>
          <w:tcPr>
            <w:tcW w:w="5570" w:type="dxa"/>
            <w:vAlign w:val="bottom"/>
          </w:tcPr>
          <w:p w14:paraId="7C38D243" w14:textId="77777777" w:rsidR="007848BF" w:rsidRPr="00237461" w:rsidRDefault="007848BF" w:rsidP="007848BF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bCs/>
                <w:sz w:val="20"/>
              </w:rPr>
              <w:t>Оборот общественного питания</w:t>
            </w:r>
          </w:p>
        </w:tc>
        <w:tc>
          <w:tcPr>
            <w:tcW w:w="1191" w:type="dxa"/>
            <w:vAlign w:val="bottom"/>
          </w:tcPr>
          <w:p w14:paraId="2AE7615B" w14:textId="5138755F" w:rsidR="007848BF" w:rsidRPr="00BB795D" w:rsidRDefault="007848BF" w:rsidP="007848BF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B870DD">
              <w:rPr>
                <w:b/>
                <w:sz w:val="20"/>
              </w:rPr>
              <w:t>10579</w:t>
            </w:r>
            <w:r>
              <w:rPr>
                <w:b/>
                <w:sz w:val="20"/>
              </w:rPr>
              <w:t>,3</w:t>
            </w:r>
          </w:p>
        </w:tc>
        <w:tc>
          <w:tcPr>
            <w:tcW w:w="1133" w:type="dxa"/>
            <w:vAlign w:val="bottom"/>
          </w:tcPr>
          <w:p w14:paraId="098EB435" w14:textId="3B17A4C5" w:rsidR="007848BF" w:rsidRPr="00BB795D" w:rsidRDefault="007848BF" w:rsidP="007848B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1177" w:type="dxa"/>
            <w:vAlign w:val="bottom"/>
          </w:tcPr>
          <w:p w14:paraId="42A4080E" w14:textId="76E3099C" w:rsidR="007848BF" w:rsidRPr="00BB795D" w:rsidRDefault="007848BF" w:rsidP="007848B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108,1</w:t>
            </w:r>
          </w:p>
        </w:tc>
      </w:tr>
      <w:tr w:rsidR="007848BF" w:rsidRPr="00237461" w14:paraId="2E5C111E" w14:textId="77777777" w:rsidTr="003D13CD">
        <w:trPr>
          <w:jc w:val="center"/>
        </w:trPr>
        <w:tc>
          <w:tcPr>
            <w:tcW w:w="5570" w:type="dxa"/>
            <w:vAlign w:val="bottom"/>
          </w:tcPr>
          <w:p w14:paraId="0D1CBDAF" w14:textId="77777777" w:rsidR="007848BF" w:rsidRPr="00237461" w:rsidRDefault="007848BF" w:rsidP="007848BF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Объем платных услуг населению</w:t>
            </w:r>
          </w:p>
        </w:tc>
        <w:tc>
          <w:tcPr>
            <w:tcW w:w="1191" w:type="dxa"/>
            <w:vAlign w:val="bottom"/>
          </w:tcPr>
          <w:p w14:paraId="22A5AD6E" w14:textId="07F17221" w:rsidR="007848BF" w:rsidRPr="00BB795D" w:rsidRDefault="007848BF" w:rsidP="007848BF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B870DD">
              <w:rPr>
                <w:b/>
                <w:sz w:val="20"/>
              </w:rPr>
              <w:t>40787</w:t>
            </w:r>
            <w:r>
              <w:rPr>
                <w:b/>
                <w:sz w:val="20"/>
              </w:rPr>
              <w:t>,8</w:t>
            </w:r>
          </w:p>
        </w:tc>
        <w:tc>
          <w:tcPr>
            <w:tcW w:w="1133" w:type="dxa"/>
            <w:vAlign w:val="bottom"/>
          </w:tcPr>
          <w:p w14:paraId="48FB1A0B" w14:textId="1B4C13B2" w:rsidR="007848BF" w:rsidRPr="00BB795D" w:rsidRDefault="007848BF" w:rsidP="007848BF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177" w:type="dxa"/>
            <w:vAlign w:val="bottom"/>
          </w:tcPr>
          <w:p w14:paraId="642303F7" w14:textId="1B2A8AA9" w:rsidR="007848BF" w:rsidRPr="00BB795D" w:rsidRDefault="007848BF" w:rsidP="007848B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100,9</w:t>
            </w:r>
          </w:p>
        </w:tc>
      </w:tr>
      <w:tr w:rsidR="007848BF" w:rsidRPr="00237461" w14:paraId="5D862B85" w14:textId="77777777" w:rsidTr="003D13CD">
        <w:trPr>
          <w:jc w:val="center"/>
        </w:trPr>
        <w:tc>
          <w:tcPr>
            <w:tcW w:w="5570" w:type="dxa"/>
            <w:vAlign w:val="bottom"/>
          </w:tcPr>
          <w:p w14:paraId="1D098571" w14:textId="77777777" w:rsidR="007848BF" w:rsidRPr="00237461" w:rsidRDefault="007848BF" w:rsidP="007848BF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Оборот оптовой торговли</w:t>
            </w:r>
          </w:p>
        </w:tc>
        <w:tc>
          <w:tcPr>
            <w:tcW w:w="1191" w:type="dxa"/>
            <w:vAlign w:val="bottom"/>
          </w:tcPr>
          <w:p w14:paraId="1150F5DA" w14:textId="507835AE" w:rsidR="007848BF" w:rsidRPr="00BB795D" w:rsidRDefault="007848BF" w:rsidP="007848BF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D05DC5">
              <w:rPr>
                <w:b/>
                <w:bCs/>
                <w:sz w:val="20"/>
              </w:rPr>
              <w:t>113569</w:t>
            </w:r>
            <w:r>
              <w:rPr>
                <w:b/>
                <w:bCs/>
                <w:sz w:val="20"/>
              </w:rPr>
              <w:t>,</w:t>
            </w:r>
            <w:r w:rsidRPr="00D05DC5">
              <w:rPr>
                <w:b/>
                <w:bCs/>
                <w:sz w:val="20"/>
              </w:rPr>
              <w:t>1</w:t>
            </w:r>
          </w:p>
        </w:tc>
        <w:tc>
          <w:tcPr>
            <w:tcW w:w="1133" w:type="dxa"/>
            <w:vAlign w:val="bottom"/>
          </w:tcPr>
          <w:p w14:paraId="69F46FB4" w14:textId="3AEB977A" w:rsidR="007848BF" w:rsidRPr="00BB795D" w:rsidRDefault="007848BF" w:rsidP="007848BF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98,8</w:t>
            </w:r>
          </w:p>
        </w:tc>
        <w:tc>
          <w:tcPr>
            <w:tcW w:w="1177" w:type="dxa"/>
            <w:vAlign w:val="bottom"/>
          </w:tcPr>
          <w:p w14:paraId="616E3F7B" w14:textId="6ECBE099" w:rsidR="007848BF" w:rsidRPr="00BB795D" w:rsidRDefault="007848BF" w:rsidP="007848B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138,2</w:t>
            </w:r>
          </w:p>
        </w:tc>
      </w:tr>
      <w:tr w:rsidR="007848BF" w:rsidRPr="00237461" w14:paraId="03E311F4" w14:textId="77777777" w:rsidTr="003D13CD">
        <w:trPr>
          <w:jc w:val="center"/>
        </w:trPr>
        <w:tc>
          <w:tcPr>
            <w:tcW w:w="5570" w:type="dxa"/>
            <w:shd w:val="clear" w:color="auto" w:fill="auto"/>
            <w:vAlign w:val="bottom"/>
          </w:tcPr>
          <w:p w14:paraId="7F408559" w14:textId="77777777" w:rsidR="007848BF" w:rsidRPr="00237461" w:rsidRDefault="007848BF" w:rsidP="007848BF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Индекс потребительских цен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6948A715" w14:textId="6DFE7398" w:rsidR="007848BF" w:rsidRPr="00BB795D" w:rsidRDefault="007848BF" w:rsidP="007848BF">
            <w:pPr>
              <w:tabs>
                <w:tab w:val="left" w:pos="666"/>
                <w:tab w:val="left" w:pos="1416"/>
              </w:tabs>
              <w:ind w:right="-397"/>
              <w:jc w:val="center"/>
              <w:rPr>
                <w:b/>
                <w:sz w:val="20"/>
                <w:highlight w:val="yellow"/>
              </w:rPr>
            </w:pPr>
            <w:r w:rsidRPr="00A57942">
              <w:rPr>
                <w:b/>
                <w:sz w:val="20"/>
              </w:rPr>
              <w:t>100,1</w:t>
            </w:r>
            <w:r w:rsidRPr="00A57942">
              <w:rPr>
                <w:b/>
                <w:sz w:val="20"/>
                <w:vertAlign w:val="superscript"/>
              </w:rPr>
              <w:t>4)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33EC54B" w14:textId="47816328" w:rsidR="007848BF" w:rsidRPr="00BB795D" w:rsidRDefault="007848BF" w:rsidP="007848BF">
            <w:pPr>
              <w:tabs>
                <w:tab w:val="left" w:pos="600"/>
                <w:tab w:val="left" w:pos="932"/>
                <w:tab w:val="left" w:pos="975"/>
              </w:tabs>
              <w:ind w:right="113"/>
              <w:jc w:val="right"/>
              <w:rPr>
                <w:b/>
                <w:sz w:val="20"/>
                <w:highlight w:val="yellow"/>
              </w:rPr>
            </w:pPr>
            <w:r w:rsidRPr="00A57942">
              <w:rPr>
                <w:b/>
                <w:sz w:val="20"/>
              </w:rPr>
              <w:t>104,3</w:t>
            </w:r>
            <w:r w:rsidRPr="00A57942">
              <w:rPr>
                <w:b/>
                <w:sz w:val="20"/>
                <w:vertAlign w:val="superscript"/>
              </w:rPr>
              <w:t>5)</w:t>
            </w:r>
          </w:p>
        </w:tc>
        <w:tc>
          <w:tcPr>
            <w:tcW w:w="1177" w:type="dxa"/>
            <w:shd w:val="clear" w:color="auto" w:fill="auto"/>
            <w:vAlign w:val="bottom"/>
          </w:tcPr>
          <w:p w14:paraId="3A23A0F8" w14:textId="44976259" w:rsidR="007848BF" w:rsidRPr="00BB795D" w:rsidRDefault="007848BF" w:rsidP="007848BF">
            <w:pPr>
              <w:tabs>
                <w:tab w:val="left" w:pos="395"/>
                <w:tab w:val="left" w:pos="572"/>
                <w:tab w:val="left" w:pos="932"/>
              </w:tabs>
              <w:ind w:right="113"/>
              <w:jc w:val="right"/>
              <w:rPr>
                <w:b/>
                <w:sz w:val="20"/>
                <w:highlight w:val="yellow"/>
              </w:rPr>
            </w:pPr>
            <w:r w:rsidRPr="00A57942">
              <w:rPr>
                <w:b/>
                <w:sz w:val="20"/>
              </w:rPr>
              <w:t>103,5</w:t>
            </w:r>
            <w:r w:rsidRPr="00A57942">
              <w:rPr>
                <w:b/>
                <w:sz w:val="20"/>
                <w:vertAlign w:val="superscript"/>
              </w:rPr>
              <w:t>6)</w:t>
            </w:r>
          </w:p>
        </w:tc>
      </w:tr>
      <w:tr w:rsidR="007848BF" w:rsidRPr="00237461" w14:paraId="009B03BA" w14:textId="77777777" w:rsidTr="003D13CD">
        <w:trPr>
          <w:jc w:val="center"/>
        </w:trPr>
        <w:tc>
          <w:tcPr>
            <w:tcW w:w="5570" w:type="dxa"/>
            <w:shd w:val="clear" w:color="auto" w:fill="auto"/>
            <w:vAlign w:val="bottom"/>
          </w:tcPr>
          <w:p w14:paraId="39347889" w14:textId="622511DE" w:rsidR="007848BF" w:rsidRPr="00237461" w:rsidRDefault="007848BF" w:rsidP="007848BF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Индекс цен производителей промышленных товаров</w:t>
            </w:r>
            <w:r>
              <w:rPr>
                <w:b/>
                <w:sz w:val="20"/>
                <w:vertAlign w:val="superscript"/>
              </w:rPr>
              <w:t>1), 7</w:t>
            </w:r>
            <w:r w:rsidRPr="00237461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91" w:type="dxa"/>
            <w:shd w:val="clear" w:color="auto" w:fill="auto"/>
            <w:vAlign w:val="bottom"/>
          </w:tcPr>
          <w:p w14:paraId="2D00F0C5" w14:textId="12AAAEA2" w:rsidR="007848BF" w:rsidRPr="00BB795D" w:rsidRDefault="007848BF" w:rsidP="007848BF">
            <w:pPr>
              <w:tabs>
                <w:tab w:val="left" w:pos="800"/>
                <w:tab w:val="left" w:pos="1416"/>
              </w:tabs>
              <w:jc w:val="right"/>
              <w:rPr>
                <w:b/>
                <w:sz w:val="20"/>
                <w:highlight w:val="yellow"/>
              </w:rPr>
            </w:pPr>
            <w:r w:rsidRPr="00A57942">
              <w:rPr>
                <w:b/>
                <w:sz w:val="20"/>
              </w:rPr>
              <w:t>100,6</w:t>
            </w:r>
            <w:r w:rsidRPr="00A57942">
              <w:rPr>
                <w:b/>
                <w:sz w:val="20"/>
                <w:vertAlign w:val="superscript"/>
              </w:rPr>
              <w:t>4)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821769B" w14:textId="73C339AA" w:rsidR="007848BF" w:rsidRPr="00BB795D" w:rsidRDefault="007848BF" w:rsidP="007848BF">
            <w:pPr>
              <w:tabs>
                <w:tab w:val="left" w:pos="932"/>
                <w:tab w:val="left" w:pos="975"/>
              </w:tabs>
              <w:ind w:right="113"/>
              <w:jc w:val="right"/>
              <w:rPr>
                <w:b/>
                <w:sz w:val="20"/>
                <w:highlight w:val="yellow"/>
              </w:rPr>
            </w:pPr>
            <w:r w:rsidRPr="00A57942">
              <w:rPr>
                <w:b/>
                <w:sz w:val="20"/>
              </w:rPr>
              <w:t>111,9</w:t>
            </w:r>
            <w:r w:rsidRPr="00A57942">
              <w:rPr>
                <w:b/>
                <w:sz w:val="20"/>
                <w:vertAlign w:val="superscript"/>
              </w:rPr>
              <w:t>5)</w:t>
            </w:r>
          </w:p>
        </w:tc>
        <w:tc>
          <w:tcPr>
            <w:tcW w:w="1177" w:type="dxa"/>
            <w:shd w:val="clear" w:color="auto" w:fill="auto"/>
            <w:vAlign w:val="bottom"/>
          </w:tcPr>
          <w:p w14:paraId="56CFE542" w14:textId="3867BD2B" w:rsidR="007848BF" w:rsidRPr="00BB795D" w:rsidRDefault="007848BF" w:rsidP="007848BF">
            <w:pPr>
              <w:tabs>
                <w:tab w:val="left" w:pos="932"/>
              </w:tabs>
              <w:ind w:right="113"/>
              <w:jc w:val="right"/>
              <w:rPr>
                <w:b/>
                <w:sz w:val="20"/>
                <w:highlight w:val="yellow"/>
              </w:rPr>
            </w:pPr>
            <w:r w:rsidRPr="00A57942">
              <w:rPr>
                <w:b/>
                <w:sz w:val="20"/>
              </w:rPr>
              <w:t>145,7</w:t>
            </w:r>
            <w:r w:rsidRPr="00A57942">
              <w:rPr>
                <w:b/>
                <w:sz w:val="20"/>
                <w:vertAlign w:val="superscript"/>
              </w:rPr>
              <w:t>6)</w:t>
            </w:r>
          </w:p>
        </w:tc>
      </w:tr>
      <w:tr w:rsidR="007848BF" w:rsidRPr="00237461" w14:paraId="2376C378" w14:textId="77777777" w:rsidTr="00617976">
        <w:trPr>
          <w:jc w:val="center"/>
        </w:trPr>
        <w:tc>
          <w:tcPr>
            <w:tcW w:w="9071" w:type="dxa"/>
            <w:gridSpan w:val="4"/>
            <w:vAlign w:val="bottom"/>
          </w:tcPr>
          <w:p w14:paraId="55EA9584" w14:textId="77777777" w:rsidR="007848BF" w:rsidRPr="00237461" w:rsidRDefault="007848BF" w:rsidP="007848BF">
            <w:pPr>
              <w:tabs>
                <w:tab w:val="left" w:pos="790"/>
              </w:tabs>
              <w:ind w:right="340"/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Среднемесячная начисленная заработная плата одного работника</w:t>
            </w:r>
          </w:p>
        </w:tc>
      </w:tr>
      <w:tr w:rsidR="007848BF" w:rsidRPr="00237461" w14:paraId="5C0E708D" w14:textId="77777777" w:rsidTr="003D13CD">
        <w:trPr>
          <w:jc w:val="center"/>
        </w:trPr>
        <w:tc>
          <w:tcPr>
            <w:tcW w:w="5570" w:type="dxa"/>
            <w:vAlign w:val="bottom"/>
          </w:tcPr>
          <w:p w14:paraId="1E35A1B8" w14:textId="77777777" w:rsidR="007848BF" w:rsidRPr="00237461" w:rsidRDefault="007848BF" w:rsidP="007848BF">
            <w:pPr>
              <w:ind w:left="113"/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номинальная, рублей</w:t>
            </w:r>
          </w:p>
        </w:tc>
        <w:tc>
          <w:tcPr>
            <w:tcW w:w="1191" w:type="dxa"/>
            <w:vAlign w:val="bottom"/>
          </w:tcPr>
          <w:p w14:paraId="0A89E27E" w14:textId="2E73C253" w:rsidR="007848BF" w:rsidRPr="00BB795D" w:rsidRDefault="007848BF" w:rsidP="007848BF">
            <w:pPr>
              <w:tabs>
                <w:tab w:val="left" w:pos="789"/>
                <w:tab w:val="left" w:pos="1416"/>
              </w:tabs>
              <w:jc w:val="right"/>
              <w:rPr>
                <w:b/>
                <w:sz w:val="20"/>
                <w:highlight w:val="yellow"/>
              </w:rPr>
            </w:pPr>
            <w:r w:rsidRPr="005C0569">
              <w:rPr>
                <w:b/>
                <w:sz w:val="19"/>
                <w:szCs w:val="19"/>
              </w:rPr>
              <w:t>59292</w:t>
            </w:r>
            <w:r>
              <w:rPr>
                <w:b/>
                <w:sz w:val="19"/>
                <w:szCs w:val="19"/>
              </w:rPr>
              <w:t>,</w:t>
            </w:r>
            <w:r w:rsidRPr="005C0569">
              <w:rPr>
                <w:b/>
                <w:sz w:val="19"/>
                <w:szCs w:val="19"/>
              </w:rPr>
              <w:t>1</w:t>
            </w:r>
            <w:r>
              <w:rPr>
                <w:b/>
                <w:sz w:val="20"/>
                <w:vertAlign w:val="superscript"/>
              </w:rPr>
              <w:t>8</w:t>
            </w:r>
            <w:r w:rsidRPr="00DB04F9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33" w:type="dxa"/>
            <w:vAlign w:val="bottom"/>
          </w:tcPr>
          <w:p w14:paraId="66C2BCA9" w14:textId="620DB0AB" w:rsidR="007848BF" w:rsidRPr="00BB795D" w:rsidRDefault="007848BF" w:rsidP="007848BF">
            <w:pPr>
              <w:ind w:right="113"/>
              <w:jc w:val="right"/>
              <w:rPr>
                <w:b/>
                <w:sz w:val="20"/>
                <w:highlight w:val="yellow"/>
                <w:vertAlign w:val="superscript"/>
              </w:rPr>
            </w:pPr>
            <w:r>
              <w:rPr>
                <w:b/>
                <w:sz w:val="20"/>
              </w:rPr>
              <w:t>115,5</w:t>
            </w:r>
            <w:r>
              <w:rPr>
                <w:b/>
                <w:sz w:val="20"/>
                <w:vertAlign w:val="superscript"/>
              </w:rPr>
              <w:t>9</w:t>
            </w:r>
            <w:r w:rsidRPr="00DB04F9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77" w:type="dxa"/>
            <w:vAlign w:val="bottom"/>
          </w:tcPr>
          <w:p w14:paraId="57CC84C5" w14:textId="16778C8A" w:rsidR="007848BF" w:rsidRPr="00BB795D" w:rsidRDefault="007848BF" w:rsidP="007848BF">
            <w:pPr>
              <w:ind w:right="57"/>
              <w:jc w:val="right"/>
              <w:rPr>
                <w:b/>
                <w:sz w:val="20"/>
                <w:highlight w:val="yellow"/>
                <w:vertAlign w:val="superscript"/>
              </w:rPr>
            </w:pPr>
            <w:r>
              <w:rPr>
                <w:b/>
                <w:sz w:val="20"/>
              </w:rPr>
              <w:t>113,5</w:t>
            </w:r>
            <w:r>
              <w:rPr>
                <w:b/>
                <w:sz w:val="20"/>
                <w:vertAlign w:val="superscript"/>
              </w:rPr>
              <w:t>10</w:t>
            </w:r>
            <w:r w:rsidRPr="00DB04F9">
              <w:rPr>
                <w:b/>
                <w:sz w:val="20"/>
                <w:vertAlign w:val="superscript"/>
              </w:rPr>
              <w:t>)</w:t>
            </w:r>
          </w:p>
        </w:tc>
      </w:tr>
      <w:tr w:rsidR="007848BF" w:rsidRPr="00237461" w14:paraId="37F336E4" w14:textId="77777777" w:rsidTr="003D13CD">
        <w:trPr>
          <w:jc w:val="center"/>
        </w:trPr>
        <w:tc>
          <w:tcPr>
            <w:tcW w:w="5570" w:type="dxa"/>
            <w:vAlign w:val="bottom"/>
          </w:tcPr>
          <w:p w14:paraId="3100BC26" w14:textId="77777777" w:rsidR="007848BF" w:rsidRPr="00237461" w:rsidRDefault="007848BF" w:rsidP="007848BF">
            <w:pPr>
              <w:ind w:left="113"/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реальная</w:t>
            </w:r>
          </w:p>
        </w:tc>
        <w:tc>
          <w:tcPr>
            <w:tcW w:w="1191" w:type="dxa"/>
            <w:vAlign w:val="bottom"/>
          </w:tcPr>
          <w:p w14:paraId="043EB901" w14:textId="62960DA1" w:rsidR="007848BF" w:rsidRPr="000836FB" w:rsidRDefault="007848BF" w:rsidP="007848BF">
            <w:pPr>
              <w:tabs>
                <w:tab w:val="left" w:pos="921"/>
              </w:tabs>
              <w:ind w:right="113"/>
              <w:jc w:val="right"/>
              <w:rPr>
                <w:b/>
                <w:sz w:val="20"/>
              </w:rPr>
            </w:pPr>
            <w:r w:rsidRPr="000836FB">
              <w:rPr>
                <w:b/>
                <w:sz w:val="20"/>
              </w:rPr>
              <w:t>-</w:t>
            </w:r>
          </w:p>
        </w:tc>
        <w:tc>
          <w:tcPr>
            <w:tcW w:w="1133" w:type="dxa"/>
            <w:vAlign w:val="bottom"/>
          </w:tcPr>
          <w:p w14:paraId="754BFB81" w14:textId="03EC95F1" w:rsidR="007848BF" w:rsidRPr="000836FB" w:rsidRDefault="007848BF" w:rsidP="007848BF">
            <w:pPr>
              <w:ind w:right="113"/>
              <w:jc w:val="right"/>
              <w:rPr>
                <w:b/>
                <w:sz w:val="20"/>
                <w:vertAlign w:val="superscript"/>
              </w:rPr>
            </w:pPr>
            <w:r w:rsidRPr="000836FB">
              <w:rPr>
                <w:b/>
                <w:sz w:val="20"/>
              </w:rPr>
              <w:t>107,3</w:t>
            </w:r>
            <w:r w:rsidRPr="000836FB">
              <w:rPr>
                <w:b/>
                <w:sz w:val="20"/>
                <w:vertAlign w:val="superscript"/>
              </w:rPr>
              <w:t>9)</w:t>
            </w:r>
          </w:p>
        </w:tc>
        <w:tc>
          <w:tcPr>
            <w:tcW w:w="1177" w:type="dxa"/>
            <w:vAlign w:val="bottom"/>
          </w:tcPr>
          <w:p w14:paraId="7EFC8124" w14:textId="219DCA3B" w:rsidR="007848BF" w:rsidRPr="00BB795D" w:rsidRDefault="007848BF" w:rsidP="007848BF">
            <w:pPr>
              <w:ind w:right="57"/>
              <w:jc w:val="right"/>
              <w:rPr>
                <w:b/>
                <w:sz w:val="20"/>
                <w:highlight w:val="yellow"/>
                <w:vertAlign w:val="superscript"/>
              </w:rPr>
            </w:pPr>
            <w:r>
              <w:rPr>
                <w:b/>
                <w:sz w:val="20"/>
              </w:rPr>
              <w:t>107,3</w:t>
            </w:r>
            <w:r>
              <w:rPr>
                <w:b/>
                <w:sz w:val="20"/>
                <w:vertAlign w:val="superscript"/>
              </w:rPr>
              <w:t>10</w:t>
            </w:r>
            <w:r w:rsidRPr="006C6686">
              <w:rPr>
                <w:b/>
                <w:sz w:val="20"/>
                <w:vertAlign w:val="superscript"/>
              </w:rPr>
              <w:t>)</w:t>
            </w:r>
          </w:p>
        </w:tc>
      </w:tr>
      <w:tr w:rsidR="007848BF" w:rsidRPr="00237461" w14:paraId="2D164F41" w14:textId="77777777" w:rsidTr="003D13CD">
        <w:trPr>
          <w:jc w:val="center"/>
        </w:trPr>
        <w:tc>
          <w:tcPr>
            <w:tcW w:w="5570" w:type="dxa"/>
            <w:vAlign w:val="bottom"/>
          </w:tcPr>
          <w:p w14:paraId="088DA990" w14:textId="77777777" w:rsidR="007848BF" w:rsidRPr="00237461" w:rsidRDefault="007848BF" w:rsidP="007848BF">
            <w:pPr>
              <w:jc w:val="left"/>
              <w:rPr>
                <w:b/>
                <w:sz w:val="20"/>
              </w:rPr>
            </w:pPr>
            <w:r w:rsidRPr="00237461">
              <w:rPr>
                <w:b/>
                <w:sz w:val="20"/>
              </w:rPr>
              <w:t>Численность официально зарегистрированных безработных на конец периода, тыс. человек</w:t>
            </w:r>
          </w:p>
        </w:tc>
        <w:tc>
          <w:tcPr>
            <w:tcW w:w="1191" w:type="dxa"/>
            <w:vAlign w:val="bottom"/>
          </w:tcPr>
          <w:p w14:paraId="3DAEBFE5" w14:textId="3EE60869" w:rsidR="007848BF" w:rsidRPr="00BB795D" w:rsidRDefault="007848BF" w:rsidP="007848BF">
            <w:pPr>
              <w:ind w:right="-510"/>
              <w:jc w:val="center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2,3</w:t>
            </w:r>
          </w:p>
        </w:tc>
        <w:tc>
          <w:tcPr>
            <w:tcW w:w="1133" w:type="dxa"/>
            <w:vAlign w:val="bottom"/>
          </w:tcPr>
          <w:p w14:paraId="74049213" w14:textId="5FEC6D17" w:rsidR="007848BF" w:rsidRPr="00BB795D" w:rsidRDefault="007848BF" w:rsidP="007848B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79,1</w:t>
            </w:r>
          </w:p>
        </w:tc>
        <w:tc>
          <w:tcPr>
            <w:tcW w:w="1177" w:type="dxa"/>
            <w:vAlign w:val="bottom"/>
          </w:tcPr>
          <w:p w14:paraId="6E64D398" w14:textId="0D598A35" w:rsidR="007848BF" w:rsidRPr="00BB795D" w:rsidRDefault="007848BF" w:rsidP="007848BF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83,3</w:t>
            </w:r>
          </w:p>
        </w:tc>
      </w:tr>
    </w:tbl>
    <w:bookmarkEnd w:id="3"/>
    <w:p w14:paraId="57C96941" w14:textId="2C6F2C10" w:rsidR="00443992" w:rsidRPr="000836FB" w:rsidRDefault="00443992" w:rsidP="00443992">
      <w:pPr>
        <w:spacing w:before="120"/>
        <w:ind w:left="425" w:hanging="85"/>
        <w:rPr>
          <w:sz w:val="18"/>
          <w:szCs w:val="18"/>
        </w:rPr>
      </w:pPr>
      <w:r w:rsidRPr="000836FB">
        <w:rPr>
          <w:sz w:val="18"/>
          <w:szCs w:val="18"/>
          <w:vertAlign w:val="superscript"/>
        </w:rPr>
        <w:t>1)</w:t>
      </w:r>
      <w:r w:rsidRPr="000836FB">
        <w:rPr>
          <w:sz w:val="18"/>
          <w:szCs w:val="18"/>
        </w:rPr>
        <w:t>по видам экономической 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</w:t>
      </w:r>
    </w:p>
    <w:p w14:paraId="64D7D002" w14:textId="77777777" w:rsidR="00443992" w:rsidRPr="000836FB" w:rsidRDefault="00443992" w:rsidP="00443992">
      <w:pPr>
        <w:ind w:left="425" w:hanging="85"/>
        <w:rPr>
          <w:sz w:val="18"/>
          <w:szCs w:val="18"/>
        </w:rPr>
      </w:pPr>
      <w:r w:rsidRPr="000836FB">
        <w:rPr>
          <w:sz w:val="18"/>
          <w:szCs w:val="18"/>
          <w:vertAlign w:val="superscript"/>
        </w:rPr>
        <w:t>2)</w:t>
      </w:r>
      <w:r w:rsidRPr="000836FB">
        <w:rPr>
          <w:sz w:val="18"/>
          <w:szCs w:val="18"/>
        </w:rPr>
        <w:t>с учетом жилых домов (квартир), построенных на земельных участках, предназначенных для ведения гражданами садоводства</w:t>
      </w:r>
    </w:p>
    <w:p w14:paraId="4653BE0F" w14:textId="77777777" w:rsidR="00443992" w:rsidRPr="000836FB" w:rsidRDefault="00443992" w:rsidP="00443992">
      <w:pPr>
        <w:ind w:left="425" w:hanging="85"/>
        <w:rPr>
          <w:sz w:val="18"/>
          <w:szCs w:val="18"/>
          <w:vertAlign w:val="superscript"/>
        </w:rPr>
      </w:pPr>
      <w:r w:rsidRPr="000836FB">
        <w:rPr>
          <w:sz w:val="18"/>
          <w:szCs w:val="18"/>
          <w:vertAlign w:val="superscript"/>
        </w:rPr>
        <w:t>3)</w:t>
      </w:r>
      <w:r w:rsidRPr="000836FB">
        <w:rPr>
          <w:sz w:val="18"/>
          <w:szCs w:val="18"/>
        </w:rPr>
        <w:t>включает данные автомобильного транспорта всех видов экономической деятельности крупных и средних организаций, средняя численность работников которых превышает 15 человек</w:t>
      </w:r>
    </w:p>
    <w:p w14:paraId="1EAA9529" w14:textId="77777777" w:rsidR="000836FB" w:rsidRPr="002E319E" w:rsidRDefault="000836FB" w:rsidP="000836FB">
      <w:pPr>
        <w:ind w:left="340"/>
        <w:rPr>
          <w:sz w:val="18"/>
          <w:szCs w:val="18"/>
        </w:rPr>
      </w:pPr>
      <w:r w:rsidRPr="000836FB">
        <w:rPr>
          <w:sz w:val="18"/>
          <w:szCs w:val="18"/>
          <w:vertAlign w:val="superscript"/>
        </w:rPr>
        <w:t>4)</w:t>
      </w:r>
      <w:r w:rsidRPr="000836FB">
        <w:rPr>
          <w:sz w:val="18"/>
          <w:szCs w:val="18"/>
        </w:rPr>
        <w:t>сентябрь 2024 года к августу 2024 года</w:t>
      </w:r>
    </w:p>
    <w:p w14:paraId="11290450" w14:textId="77777777" w:rsidR="000836FB" w:rsidRPr="002E319E" w:rsidRDefault="000836FB" w:rsidP="000836FB">
      <w:pPr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5</w:t>
      </w:r>
      <w:r w:rsidRPr="002E319E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сентябрь 2024 года к декабрю 2023</w:t>
      </w:r>
      <w:r w:rsidRPr="002E319E">
        <w:rPr>
          <w:sz w:val="18"/>
          <w:szCs w:val="18"/>
        </w:rPr>
        <w:t xml:space="preserve"> года</w:t>
      </w:r>
    </w:p>
    <w:p w14:paraId="6D97304D" w14:textId="77777777" w:rsidR="000836FB" w:rsidRPr="002E319E" w:rsidRDefault="000836FB" w:rsidP="000836FB">
      <w:pPr>
        <w:tabs>
          <w:tab w:val="left" w:pos="993"/>
        </w:tabs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6</w:t>
      </w:r>
      <w:r w:rsidRPr="002E319E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сентябрь 2023 года к декабрю 2022</w:t>
      </w:r>
      <w:r w:rsidRPr="002E319E">
        <w:rPr>
          <w:sz w:val="18"/>
          <w:szCs w:val="18"/>
        </w:rPr>
        <w:t xml:space="preserve"> года</w:t>
      </w:r>
    </w:p>
    <w:p w14:paraId="5C24DF80" w14:textId="77777777" w:rsidR="000836FB" w:rsidRPr="008770FC" w:rsidRDefault="000836FB" w:rsidP="000836FB">
      <w:pPr>
        <w:tabs>
          <w:tab w:val="left" w:pos="993"/>
        </w:tabs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7</w:t>
      </w:r>
      <w:r w:rsidRPr="002E319E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промышленные товары, предназначенные для реализации на внутреннем рынке и на экспорт</w:t>
      </w:r>
    </w:p>
    <w:p w14:paraId="0D9F1023" w14:textId="77777777" w:rsidR="000836FB" w:rsidRDefault="000836FB" w:rsidP="000836FB">
      <w:pPr>
        <w:tabs>
          <w:tab w:val="left" w:pos="993"/>
        </w:tabs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8)</w:t>
      </w:r>
      <w:r>
        <w:rPr>
          <w:sz w:val="18"/>
          <w:szCs w:val="18"/>
        </w:rPr>
        <w:t>январь-август 2024 года</w:t>
      </w:r>
    </w:p>
    <w:p w14:paraId="2A3AD201" w14:textId="77777777" w:rsidR="000836FB" w:rsidRDefault="000836FB" w:rsidP="000836FB">
      <w:pPr>
        <w:tabs>
          <w:tab w:val="left" w:pos="993"/>
        </w:tabs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9)</w:t>
      </w:r>
      <w:r w:rsidRPr="00A463D8">
        <w:rPr>
          <w:sz w:val="18"/>
          <w:szCs w:val="18"/>
        </w:rPr>
        <w:t>январь-</w:t>
      </w:r>
      <w:r>
        <w:rPr>
          <w:sz w:val="18"/>
          <w:szCs w:val="18"/>
        </w:rPr>
        <w:t>август 2024 года к январю-августу 2023 года</w:t>
      </w:r>
    </w:p>
    <w:p w14:paraId="2D972830" w14:textId="77777777" w:rsidR="000836FB" w:rsidRPr="00BB12DA" w:rsidRDefault="000836FB" w:rsidP="000836FB">
      <w:pPr>
        <w:tabs>
          <w:tab w:val="left" w:pos="993"/>
        </w:tabs>
        <w:ind w:left="283"/>
        <w:rPr>
          <w:sz w:val="18"/>
          <w:szCs w:val="18"/>
          <w:vertAlign w:val="superscript"/>
        </w:rPr>
      </w:pPr>
      <w:r>
        <w:rPr>
          <w:sz w:val="18"/>
          <w:szCs w:val="18"/>
          <w:vertAlign w:val="superscript"/>
        </w:rPr>
        <w:t>10</w:t>
      </w:r>
      <w:r w:rsidRPr="00D423AB">
        <w:rPr>
          <w:sz w:val="18"/>
          <w:szCs w:val="18"/>
          <w:vertAlign w:val="superscript"/>
        </w:rPr>
        <w:t>)</w:t>
      </w:r>
      <w:r>
        <w:rPr>
          <w:sz w:val="18"/>
          <w:szCs w:val="18"/>
        </w:rPr>
        <w:t>январь-август 2023 года к январю-августу 2022 года</w:t>
      </w:r>
    </w:p>
    <w:p w14:paraId="54E4AC0C" w14:textId="77777777" w:rsidR="001F3C7A" w:rsidRDefault="001F3C7A" w:rsidP="003B66B6">
      <w:pPr>
        <w:pStyle w:val="1"/>
        <w:spacing w:after="480"/>
        <w:rPr>
          <w:szCs w:val="24"/>
        </w:rPr>
        <w:sectPr w:rsidR="001F3C7A" w:rsidSect="001F3C7A">
          <w:headerReference w:type="default" r:id="rId17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14:paraId="07D3C7AF" w14:textId="5C2364F3" w:rsidR="0031223F" w:rsidRPr="00BC1F51" w:rsidRDefault="0031223F" w:rsidP="003B66B6">
      <w:pPr>
        <w:pStyle w:val="1"/>
        <w:spacing w:after="480"/>
        <w:rPr>
          <w:szCs w:val="24"/>
        </w:rPr>
      </w:pPr>
      <w:bookmarkStart w:id="5" w:name="_Toc181255891"/>
      <w:r w:rsidRPr="00BC1F51">
        <w:rPr>
          <w:szCs w:val="24"/>
        </w:rPr>
        <w:lastRenderedPageBreak/>
        <w:t>ПРОИЗВОДСТВО ТОВАРОВ И УСЛУ</w:t>
      </w:r>
      <w:bookmarkEnd w:id="4"/>
      <w:r w:rsidRPr="00BC1F51">
        <w:rPr>
          <w:szCs w:val="24"/>
        </w:rPr>
        <w:t>Г</w:t>
      </w:r>
      <w:bookmarkEnd w:id="5"/>
    </w:p>
    <w:p w14:paraId="62A0392C" w14:textId="4C26358E" w:rsidR="0031223F" w:rsidRPr="00BC1F51" w:rsidRDefault="0031223F" w:rsidP="009A15D9">
      <w:pPr>
        <w:pStyle w:val="2"/>
        <w:spacing w:after="240"/>
        <w:rPr>
          <w:sz w:val="20"/>
          <w:szCs w:val="10"/>
        </w:rPr>
      </w:pPr>
      <w:bookmarkStart w:id="6" w:name="_Toc493779718"/>
      <w:bookmarkStart w:id="7" w:name="_Toc181255892"/>
      <w:r w:rsidRPr="00BC1F51">
        <w:rPr>
          <w:sz w:val="20"/>
        </w:rPr>
        <w:t>ОБОРОТ ОРГАНИЗАЦИЙ</w:t>
      </w:r>
      <w:bookmarkEnd w:id="6"/>
      <w:bookmarkEnd w:id="7"/>
    </w:p>
    <w:p w14:paraId="37BE3A75" w14:textId="77777777" w:rsidR="0031223F" w:rsidRPr="007E661E" w:rsidRDefault="0031223F" w:rsidP="0031223F">
      <w:pPr>
        <w:spacing w:after="60"/>
        <w:jc w:val="right"/>
        <w:rPr>
          <w:b/>
          <w:bCs/>
          <w:sz w:val="20"/>
        </w:rPr>
      </w:pPr>
      <w:bookmarkStart w:id="8" w:name="_Toc383169413"/>
      <w:bookmarkStart w:id="9" w:name="_Toc383169408"/>
      <w:bookmarkStart w:id="10" w:name="_Toc383169410"/>
      <w:r w:rsidRPr="007E661E">
        <w:rPr>
          <w:b/>
          <w:bCs/>
          <w:sz w:val="20"/>
        </w:rPr>
        <w:t>в действующих ценах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801"/>
        <w:gridCol w:w="1136"/>
        <w:gridCol w:w="1134"/>
      </w:tblGrid>
      <w:tr w:rsidR="00FD1FD8" w:rsidRPr="00AA44DF" w14:paraId="78AD50C8" w14:textId="77777777" w:rsidTr="00FD1FD8">
        <w:trPr>
          <w:trHeight w:val="227"/>
          <w:jc w:val="center"/>
        </w:trPr>
        <w:tc>
          <w:tcPr>
            <w:tcW w:w="68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7D55C72" w14:textId="77777777" w:rsidR="00FD1FD8" w:rsidRPr="007E661E" w:rsidRDefault="00FD1FD8" w:rsidP="00FD1FD8">
            <w:pPr>
              <w:jc w:val="center"/>
              <w:rPr>
                <w:b/>
                <w:sz w:val="20"/>
              </w:rPr>
            </w:pPr>
            <w:bookmarkStart w:id="11" w:name="_Hlk173412371"/>
            <w:bookmarkStart w:id="12" w:name="_Toc477959012"/>
            <w:bookmarkStart w:id="13" w:name="_Toc493779719"/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482EE5" w14:textId="1411D01F" w:rsidR="00FD1FD8" w:rsidRPr="00AD1258" w:rsidRDefault="00FD1FD8" w:rsidP="00FD1FD8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AD1258">
              <w:rPr>
                <w:b/>
                <w:bCs/>
                <w:sz w:val="20"/>
              </w:rPr>
              <w:t>Январь-</w:t>
            </w:r>
            <w:r w:rsidRPr="00AD1258">
              <w:rPr>
                <w:b/>
                <w:bCs/>
                <w:sz w:val="20"/>
              </w:rPr>
              <w:br/>
            </w:r>
            <w:r w:rsidR="00BB795D">
              <w:rPr>
                <w:b/>
                <w:bCs/>
                <w:sz w:val="20"/>
              </w:rPr>
              <w:t>сентябрь</w:t>
            </w:r>
            <w:r w:rsidR="00BB795D">
              <w:rPr>
                <w:b/>
                <w:bCs/>
                <w:sz w:val="20"/>
              </w:rPr>
              <w:br/>
            </w:r>
            <w:r w:rsidRPr="00AD1258">
              <w:rPr>
                <w:b/>
                <w:bCs/>
                <w:sz w:val="20"/>
              </w:rPr>
              <w:t>2024,</w:t>
            </w:r>
            <w:r w:rsidRPr="00AD1258">
              <w:rPr>
                <w:b/>
                <w:bCs/>
                <w:sz w:val="20"/>
              </w:rPr>
              <w:br/>
              <w:t>млн рублей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F3BEAD9" w14:textId="4B166546" w:rsidR="00FD1FD8" w:rsidRPr="00AD1258" w:rsidRDefault="00FD1FD8" w:rsidP="00FD1FD8">
            <w:pPr>
              <w:ind w:left="-113" w:right="-113"/>
              <w:jc w:val="center"/>
              <w:rPr>
                <w:b/>
                <w:bCs/>
                <w:sz w:val="20"/>
              </w:rPr>
            </w:pPr>
            <w:proofErr w:type="gramStart"/>
            <w:r w:rsidRPr="00AD1258">
              <w:rPr>
                <w:b/>
                <w:bCs/>
                <w:sz w:val="20"/>
              </w:rPr>
              <w:t>В  %</w:t>
            </w:r>
            <w:proofErr w:type="gramEnd"/>
            <w:r w:rsidRPr="00AD1258">
              <w:rPr>
                <w:b/>
                <w:bCs/>
                <w:sz w:val="20"/>
              </w:rPr>
              <w:t xml:space="preserve">  к</w:t>
            </w:r>
            <w:r w:rsidRPr="00AD1258">
              <w:rPr>
                <w:b/>
                <w:bCs/>
                <w:sz w:val="20"/>
              </w:rPr>
              <w:br/>
              <w:t>январю-</w:t>
            </w:r>
            <w:r w:rsidR="00BB795D">
              <w:rPr>
                <w:b/>
                <w:bCs/>
                <w:sz w:val="20"/>
              </w:rPr>
              <w:t>сентябрю</w:t>
            </w:r>
            <w:r w:rsidRPr="00AD1258">
              <w:rPr>
                <w:b/>
                <w:bCs/>
                <w:sz w:val="20"/>
              </w:rPr>
              <w:br/>
              <w:t>2023</w:t>
            </w:r>
          </w:p>
        </w:tc>
      </w:tr>
      <w:tr w:rsidR="000836FB" w:rsidRPr="00AA44DF" w14:paraId="529FE8AC" w14:textId="77777777" w:rsidTr="00B94312">
        <w:trPr>
          <w:trHeight w:val="227"/>
          <w:jc w:val="center"/>
        </w:trPr>
        <w:tc>
          <w:tcPr>
            <w:tcW w:w="6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11393" w14:textId="77777777" w:rsidR="000836FB" w:rsidRPr="00AA44DF" w:rsidRDefault="000836FB" w:rsidP="000836FB">
            <w:pPr>
              <w:jc w:val="left"/>
              <w:rPr>
                <w:b/>
                <w:sz w:val="20"/>
              </w:rPr>
            </w:pPr>
            <w:r w:rsidRPr="00AA44DF">
              <w:rPr>
                <w:b/>
                <w:sz w:val="20"/>
              </w:rPr>
              <w:t>Всего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8BF40" w14:textId="5BA67491" w:rsidR="000836FB" w:rsidRPr="00BB795D" w:rsidRDefault="000836FB" w:rsidP="000836FB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5490D">
              <w:rPr>
                <w:b/>
                <w:bCs/>
                <w:noProof/>
                <w:color w:val="000000"/>
                <w:sz w:val="20"/>
              </w:rPr>
              <w:t>780845,9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DD3B7" w14:textId="01EE643C" w:rsidR="000836FB" w:rsidRPr="00BB795D" w:rsidRDefault="000836FB" w:rsidP="000836FB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5490D">
              <w:rPr>
                <w:b/>
                <w:bCs/>
                <w:noProof/>
                <w:color w:val="000000"/>
                <w:sz w:val="20"/>
              </w:rPr>
              <w:t>110,5</w:t>
            </w:r>
          </w:p>
        </w:tc>
      </w:tr>
      <w:tr w:rsidR="00FD1FD8" w:rsidRPr="00AA44DF" w14:paraId="3CBBC709" w14:textId="77777777" w:rsidTr="00FD1FD8">
        <w:trPr>
          <w:trHeight w:val="227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ADFC7A" w14:textId="77777777" w:rsidR="00FD1FD8" w:rsidRPr="00F51555" w:rsidRDefault="00FD1FD8" w:rsidP="00FD1FD8">
            <w:pPr>
              <w:ind w:left="340"/>
              <w:jc w:val="lef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 w:rsidRPr="00F51555">
              <w:rPr>
                <w:b/>
                <w:bCs/>
                <w:sz w:val="20"/>
              </w:rPr>
              <w:t>в том числе организаций с основным видом деятельности:</w:t>
            </w:r>
          </w:p>
        </w:tc>
      </w:tr>
      <w:tr w:rsidR="000836FB" w:rsidRPr="00AA44DF" w14:paraId="02D74BAE" w14:textId="77777777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14:paraId="0ACF81A2" w14:textId="77777777"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1136" w:type="dxa"/>
            <w:vAlign w:val="bottom"/>
          </w:tcPr>
          <w:p w14:paraId="55ACE3C4" w14:textId="1430E430"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8031,7</w:t>
            </w:r>
          </w:p>
        </w:tc>
        <w:tc>
          <w:tcPr>
            <w:tcW w:w="1134" w:type="dxa"/>
            <w:vAlign w:val="bottom"/>
          </w:tcPr>
          <w:p w14:paraId="64AAADB8" w14:textId="739CBED1"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99,1</w:t>
            </w:r>
          </w:p>
        </w:tc>
      </w:tr>
      <w:tr w:rsidR="000836FB" w:rsidRPr="00AA44DF" w14:paraId="1A336163" w14:textId="77777777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14:paraId="187F11E7" w14:textId="77777777"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добыча полезных ископаемых</w:t>
            </w:r>
          </w:p>
        </w:tc>
        <w:tc>
          <w:tcPr>
            <w:tcW w:w="1136" w:type="dxa"/>
            <w:vAlign w:val="bottom"/>
          </w:tcPr>
          <w:p w14:paraId="5DDE8D88" w14:textId="4B61A1C2"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376102,6</w:t>
            </w:r>
          </w:p>
        </w:tc>
        <w:tc>
          <w:tcPr>
            <w:tcW w:w="1134" w:type="dxa"/>
            <w:vAlign w:val="bottom"/>
          </w:tcPr>
          <w:p w14:paraId="3DE8773E" w14:textId="13730A86"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114,4</w:t>
            </w:r>
          </w:p>
        </w:tc>
      </w:tr>
      <w:tr w:rsidR="000836FB" w:rsidRPr="00AA44DF" w14:paraId="34BA4BAA" w14:textId="77777777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14:paraId="402BE0F7" w14:textId="77777777"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обрабатывающие производства</w:t>
            </w:r>
          </w:p>
        </w:tc>
        <w:tc>
          <w:tcPr>
            <w:tcW w:w="1136" w:type="dxa"/>
            <w:vAlign w:val="bottom"/>
          </w:tcPr>
          <w:p w14:paraId="6E6240F0" w14:textId="0103A84E"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64126,4</w:t>
            </w:r>
          </w:p>
        </w:tc>
        <w:tc>
          <w:tcPr>
            <w:tcW w:w="1134" w:type="dxa"/>
            <w:vAlign w:val="bottom"/>
          </w:tcPr>
          <w:p w14:paraId="4A6235E4" w14:textId="69AF1014"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111,7</w:t>
            </w:r>
          </w:p>
        </w:tc>
      </w:tr>
      <w:tr w:rsidR="000836FB" w:rsidRPr="00AA44DF" w14:paraId="439249D3" w14:textId="77777777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14:paraId="69F57872" w14:textId="77777777"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обеспечение электр</w:t>
            </w:r>
            <w:r>
              <w:rPr>
                <w:b/>
                <w:bCs/>
                <w:color w:val="000000"/>
                <w:sz w:val="20"/>
              </w:rPr>
              <w:t>ической энергией, газом и паром;</w:t>
            </w:r>
            <w:r w:rsidRPr="00AA44DF">
              <w:rPr>
                <w:b/>
                <w:bCs/>
                <w:color w:val="000000"/>
                <w:sz w:val="20"/>
              </w:rPr>
              <w:t xml:space="preserve"> кондиционирование воздуха</w:t>
            </w:r>
          </w:p>
        </w:tc>
        <w:tc>
          <w:tcPr>
            <w:tcW w:w="1136" w:type="dxa"/>
            <w:vAlign w:val="bottom"/>
          </w:tcPr>
          <w:p w14:paraId="091A9664" w14:textId="746457E6"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51209,7</w:t>
            </w:r>
          </w:p>
        </w:tc>
        <w:tc>
          <w:tcPr>
            <w:tcW w:w="1134" w:type="dxa"/>
            <w:vAlign w:val="bottom"/>
          </w:tcPr>
          <w:p w14:paraId="5C084029" w14:textId="6788690C"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104,5</w:t>
            </w:r>
          </w:p>
        </w:tc>
      </w:tr>
      <w:tr w:rsidR="000836FB" w:rsidRPr="00AA44DF" w14:paraId="4C73ACCB" w14:textId="77777777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14:paraId="5E26F0D4" w14:textId="77777777"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водоснабжение; водоотведение</w:t>
            </w:r>
            <w:r>
              <w:rPr>
                <w:b/>
                <w:bCs/>
                <w:color w:val="000000"/>
                <w:sz w:val="20"/>
              </w:rPr>
              <w:t xml:space="preserve">, организация сбора </w:t>
            </w:r>
            <w:r>
              <w:rPr>
                <w:b/>
                <w:bCs/>
                <w:color w:val="000000"/>
                <w:sz w:val="20"/>
              </w:rPr>
              <w:br/>
              <w:t>и утилизации</w:t>
            </w:r>
            <w:r w:rsidRPr="00AA44DF">
              <w:rPr>
                <w:b/>
                <w:bCs/>
                <w:color w:val="000000"/>
                <w:sz w:val="20"/>
              </w:rPr>
              <w:t xml:space="preserve"> отходов, деятельность по ликвидации загрязнений</w:t>
            </w:r>
          </w:p>
        </w:tc>
        <w:tc>
          <w:tcPr>
            <w:tcW w:w="1136" w:type="dxa"/>
            <w:vAlign w:val="bottom"/>
          </w:tcPr>
          <w:p w14:paraId="16F1D24E" w14:textId="77AF1B63"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6750,9</w:t>
            </w:r>
          </w:p>
        </w:tc>
        <w:tc>
          <w:tcPr>
            <w:tcW w:w="1134" w:type="dxa"/>
            <w:vAlign w:val="bottom"/>
          </w:tcPr>
          <w:p w14:paraId="561DB348" w14:textId="7A36F62D"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105,3</w:t>
            </w:r>
          </w:p>
        </w:tc>
      </w:tr>
      <w:tr w:rsidR="000836FB" w:rsidRPr="00AA44DF" w14:paraId="7B03B2BC" w14:textId="77777777" w:rsidTr="007848BF">
        <w:trPr>
          <w:trHeight w:val="77"/>
          <w:jc w:val="center"/>
        </w:trPr>
        <w:tc>
          <w:tcPr>
            <w:tcW w:w="6801" w:type="dxa"/>
            <w:vAlign w:val="bottom"/>
          </w:tcPr>
          <w:p w14:paraId="0CB8C735" w14:textId="77777777"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строительство</w:t>
            </w:r>
          </w:p>
        </w:tc>
        <w:tc>
          <w:tcPr>
            <w:tcW w:w="1136" w:type="dxa"/>
            <w:vAlign w:val="bottom"/>
          </w:tcPr>
          <w:p w14:paraId="27BEFF77" w14:textId="7067147D"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20098,6</w:t>
            </w:r>
          </w:p>
        </w:tc>
        <w:tc>
          <w:tcPr>
            <w:tcW w:w="1134" w:type="dxa"/>
            <w:vAlign w:val="bottom"/>
          </w:tcPr>
          <w:p w14:paraId="655B4F72" w14:textId="71B5A0A4"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165,2</w:t>
            </w:r>
          </w:p>
        </w:tc>
      </w:tr>
      <w:tr w:rsidR="000836FB" w:rsidRPr="00AA44DF" w14:paraId="13F9D5BA" w14:textId="77777777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14:paraId="57ECCCD5" w14:textId="77777777"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торговля оптовая и розничная; </w:t>
            </w:r>
            <w:r w:rsidRPr="00AA44DF">
              <w:rPr>
                <w:b/>
                <w:bCs/>
                <w:color w:val="000000"/>
                <w:sz w:val="20"/>
              </w:rPr>
              <w:br/>
              <w:t>ремонт автотранспортных средств и мотоциклов</w:t>
            </w:r>
          </w:p>
        </w:tc>
        <w:tc>
          <w:tcPr>
            <w:tcW w:w="1136" w:type="dxa"/>
            <w:vAlign w:val="bottom"/>
          </w:tcPr>
          <w:p w14:paraId="327AEF02" w14:textId="467E1E18"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153651,7</w:t>
            </w:r>
          </w:p>
        </w:tc>
        <w:tc>
          <w:tcPr>
            <w:tcW w:w="1134" w:type="dxa"/>
            <w:vAlign w:val="bottom"/>
          </w:tcPr>
          <w:p w14:paraId="312FDB39" w14:textId="3A91BC55"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100,8</w:t>
            </w:r>
          </w:p>
        </w:tc>
      </w:tr>
      <w:tr w:rsidR="000836FB" w:rsidRPr="00AA44DF" w14:paraId="09D58302" w14:textId="77777777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14:paraId="72890700" w14:textId="77777777"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транспортировка и хранение</w:t>
            </w:r>
          </w:p>
        </w:tc>
        <w:tc>
          <w:tcPr>
            <w:tcW w:w="1136" w:type="dxa"/>
            <w:vAlign w:val="bottom"/>
          </w:tcPr>
          <w:p w14:paraId="0DDE8151" w14:textId="19CDA90D"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56306,3</w:t>
            </w:r>
          </w:p>
        </w:tc>
        <w:tc>
          <w:tcPr>
            <w:tcW w:w="1134" w:type="dxa"/>
            <w:vAlign w:val="bottom"/>
          </w:tcPr>
          <w:p w14:paraId="2C13ACB6" w14:textId="4C2F6ADA"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144,5</w:t>
            </w:r>
          </w:p>
        </w:tc>
      </w:tr>
      <w:tr w:rsidR="000836FB" w:rsidRPr="00AA44DF" w14:paraId="6B600EEA" w14:textId="77777777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14:paraId="5F0FA2BD" w14:textId="77777777"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гостиниц и предприятий общественного питания</w:t>
            </w:r>
          </w:p>
        </w:tc>
        <w:tc>
          <w:tcPr>
            <w:tcW w:w="1136" w:type="dxa"/>
            <w:vAlign w:val="bottom"/>
          </w:tcPr>
          <w:p w14:paraId="75E323A5" w14:textId="271672D3"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5646,4</w:t>
            </w:r>
          </w:p>
        </w:tc>
        <w:tc>
          <w:tcPr>
            <w:tcW w:w="1134" w:type="dxa"/>
            <w:vAlign w:val="bottom"/>
          </w:tcPr>
          <w:p w14:paraId="25DB5BDE" w14:textId="5F6EAC2B"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100,1</w:t>
            </w:r>
          </w:p>
        </w:tc>
      </w:tr>
      <w:tr w:rsidR="000836FB" w:rsidRPr="00AA44DF" w14:paraId="6E7C51FA" w14:textId="77777777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14:paraId="5F291AD8" w14:textId="77777777"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в области информации и связи</w:t>
            </w:r>
          </w:p>
        </w:tc>
        <w:tc>
          <w:tcPr>
            <w:tcW w:w="1136" w:type="dxa"/>
            <w:vAlign w:val="bottom"/>
          </w:tcPr>
          <w:p w14:paraId="46F7C9C7" w14:textId="45A525B8"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9380,0</w:t>
            </w:r>
          </w:p>
        </w:tc>
        <w:tc>
          <w:tcPr>
            <w:tcW w:w="1134" w:type="dxa"/>
            <w:vAlign w:val="bottom"/>
          </w:tcPr>
          <w:p w14:paraId="2B04B40E" w14:textId="2FBC6A08"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107,5</w:t>
            </w:r>
          </w:p>
        </w:tc>
      </w:tr>
      <w:tr w:rsidR="000836FB" w:rsidRPr="00AA44DF" w14:paraId="31791AFC" w14:textId="77777777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14:paraId="3261DC4E" w14:textId="77777777"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по операциям с недвижимым имуществом</w:t>
            </w:r>
          </w:p>
        </w:tc>
        <w:tc>
          <w:tcPr>
            <w:tcW w:w="1136" w:type="dxa"/>
            <w:vAlign w:val="bottom"/>
          </w:tcPr>
          <w:p w14:paraId="6F4D792B" w14:textId="2D62E7E9"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4813,5</w:t>
            </w:r>
          </w:p>
        </w:tc>
        <w:tc>
          <w:tcPr>
            <w:tcW w:w="1134" w:type="dxa"/>
            <w:vAlign w:val="bottom"/>
          </w:tcPr>
          <w:p w14:paraId="0A2E68DA" w14:textId="0E96A9D5"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99,9</w:t>
            </w:r>
          </w:p>
        </w:tc>
      </w:tr>
      <w:tr w:rsidR="000836FB" w:rsidRPr="00AA44DF" w14:paraId="0448D78F" w14:textId="77777777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14:paraId="0E0CFA56" w14:textId="77777777"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136" w:type="dxa"/>
            <w:vAlign w:val="bottom"/>
          </w:tcPr>
          <w:p w14:paraId="22EC5EFB" w14:textId="5F9BFD97"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8034,6</w:t>
            </w:r>
          </w:p>
        </w:tc>
        <w:tc>
          <w:tcPr>
            <w:tcW w:w="1134" w:type="dxa"/>
            <w:vAlign w:val="bottom"/>
          </w:tcPr>
          <w:p w14:paraId="61047D54" w14:textId="3DE7419B"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97,8</w:t>
            </w:r>
          </w:p>
        </w:tc>
      </w:tr>
      <w:tr w:rsidR="000836FB" w:rsidRPr="00AA44DF" w14:paraId="31100E02" w14:textId="77777777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14:paraId="79824CD5" w14:textId="77777777"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административная</w:t>
            </w:r>
            <w:r w:rsidRPr="00AA44DF">
              <w:rPr>
                <w:b/>
                <w:bCs/>
                <w:color w:val="000000"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1136" w:type="dxa"/>
            <w:vAlign w:val="bottom"/>
          </w:tcPr>
          <w:p w14:paraId="16CA76F3" w14:textId="26D74EED"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6497,0</w:t>
            </w:r>
          </w:p>
        </w:tc>
        <w:tc>
          <w:tcPr>
            <w:tcW w:w="1134" w:type="dxa"/>
            <w:vAlign w:val="bottom"/>
          </w:tcPr>
          <w:p w14:paraId="70420D95" w14:textId="4D7DE384"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99,1</w:t>
            </w:r>
          </w:p>
        </w:tc>
      </w:tr>
      <w:tr w:rsidR="000836FB" w:rsidRPr="00AA44DF" w14:paraId="2C93F66A" w14:textId="77777777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14:paraId="4FF62663" w14:textId="77777777"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1136" w:type="dxa"/>
            <w:vAlign w:val="bottom"/>
          </w:tcPr>
          <w:p w14:paraId="312B7EA1" w14:textId="752BA077"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175,5</w:t>
            </w:r>
          </w:p>
        </w:tc>
        <w:tc>
          <w:tcPr>
            <w:tcW w:w="1134" w:type="dxa"/>
            <w:vAlign w:val="bottom"/>
          </w:tcPr>
          <w:p w14:paraId="6CA5B815" w14:textId="1AEE107E"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105,0</w:t>
            </w:r>
          </w:p>
        </w:tc>
      </w:tr>
      <w:tr w:rsidR="000836FB" w:rsidRPr="00AA44DF" w14:paraId="1D33F324" w14:textId="77777777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14:paraId="436112DB" w14:textId="77777777"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</w:t>
            </w:r>
            <w:r w:rsidRPr="00AA44DF">
              <w:rPr>
                <w:b/>
                <w:bCs/>
                <w:color w:val="000000"/>
                <w:sz w:val="20"/>
              </w:rPr>
              <w:t>бразование</w:t>
            </w:r>
          </w:p>
        </w:tc>
        <w:tc>
          <w:tcPr>
            <w:tcW w:w="1136" w:type="dxa"/>
            <w:vAlign w:val="bottom"/>
          </w:tcPr>
          <w:p w14:paraId="7E1D26EF" w14:textId="7C14BDAB"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3215,2</w:t>
            </w:r>
          </w:p>
        </w:tc>
        <w:tc>
          <w:tcPr>
            <w:tcW w:w="1134" w:type="dxa"/>
            <w:vAlign w:val="bottom"/>
          </w:tcPr>
          <w:p w14:paraId="3F6B94B0" w14:textId="734B1FF8"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106,4</w:t>
            </w:r>
          </w:p>
        </w:tc>
      </w:tr>
      <w:tr w:rsidR="000836FB" w:rsidRPr="00AA44DF" w14:paraId="7A0CF8A2" w14:textId="77777777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14:paraId="6D035F54" w14:textId="77777777"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деятельность в области здравоохранения и социальных услуг</w:t>
            </w:r>
          </w:p>
        </w:tc>
        <w:tc>
          <w:tcPr>
            <w:tcW w:w="1136" w:type="dxa"/>
            <w:vAlign w:val="bottom"/>
          </w:tcPr>
          <w:p w14:paraId="356CFCA6" w14:textId="075E1D1F"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5519,1</w:t>
            </w:r>
          </w:p>
        </w:tc>
        <w:tc>
          <w:tcPr>
            <w:tcW w:w="1134" w:type="dxa"/>
            <w:vAlign w:val="bottom"/>
          </w:tcPr>
          <w:p w14:paraId="31252BC5" w14:textId="6B9478AA"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37,3</w:t>
            </w:r>
          </w:p>
        </w:tc>
      </w:tr>
      <w:tr w:rsidR="000836FB" w:rsidRPr="00AA44DF" w14:paraId="30317C15" w14:textId="77777777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14:paraId="5EAB5769" w14:textId="77777777"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деятельно</w:t>
            </w:r>
            <w:r>
              <w:rPr>
                <w:b/>
                <w:bCs/>
                <w:color w:val="000000"/>
                <w:sz w:val="20"/>
              </w:rPr>
              <w:t>сть в области культуры, спорта,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AA44DF">
              <w:rPr>
                <w:b/>
                <w:bCs/>
                <w:color w:val="000000"/>
                <w:sz w:val="20"/>
              </w:rPr>
              <w:t>организации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AA44DF">
              <w:rPr>
                <w:b/>
                <w:bCs/>
                <w:color w:val="000000"/>
                <w:sz w:val="20"/>
              </w:rPr>
              <w:t>досуга и развлечений</w:t>
            </w:r>
          </w:p>
        </w:tc>
        <w:tc>
          <w:tcPr>
            <w:tcW w:w="1136" w:type="dxa"/>
            <w:vAlign w:val="bottom"/>
          </w:tcPr>
          <w:p w14:paraId="6E453B05" w14:textId="491849E0"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848,9</w:t>
            </w:r>
          </w:p>
        </w:tc>
        <w:tc>
          <w:tcPr>
            <w:tcW w:w="1134" w:type="dxa"/>
            <w:vAlign w:val="bottom"/>
          </w:tcPr>
          <w:p w14:paraId="70F633E3" w14:textId="2A903FB6"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152,7</w:t>
            </w:r>
          </w:p>
        </w:tc>
      </w:tr>
      <w:tr w:rsidR="000836FB" w:rsidRPr="00AA44DF" w14:paraId="5B7C357F" w14:textId="77777777" w:rsidTr="007848BF">
        <w:trPr>
          <w:trHeight w:val="227"/>
          <w:jc w:val="center"/>
        </w:trPr>
        <w:tc>
          <w:tcPr>
            <w:tcW w:w="6801" w:type="dxa"/>
            <w:vAlign w:val="bottom"/>
          </w:tcPr>
          <w:p w14:paraId="75720BC4" w14:textId="77777777" w:rsidR="000836FB" w:rsidRPr="00AA44DF" w:rsidRDefault="000836FB" w:rsidP="000836FB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A44DF">
              <w:rPr>
                <w:b/>
                <w:bCs/>
                <w:color w:val="000000"/>
                <w:sz w:val="20"/>
              </w:rPr>
              <w:t>предоставление прочих видов услуг</w:t>
            </w:r>
          </w:p>
        </w:tc>
        <w:tc>
          <w:tcPr>
            <w:tcW w:w="1136" w:type="dxa"/>
            <w:vAlign w:val="bottom"/>
          </w:tcPr>
          <w:p w14:paraId="333A4BC0" w14:textId="550146C2" w:rsidR="000836FB" w:rsidRPr="00BB795D" w:rsidRDefault="000836FB" w:rsidP="007848BF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438,0</w:t>
            </w:r>
          </w:p>
        </w:tc>
        <w:tc>
          <w:tcPr>
            <w:tcW w:w="1134" w:type="dxa"/>
            <w:vAlign w:val="bottom"/>
          </w:tcPr>
          <w:p w14:paraId="5E78CDCE" w14:textId="1AD029B0" w:rsidR="000836FB" w:rsidRPr="00BB795D" w:rsidRDefault="000836FB" w:rsidP="007848BF">
            <w:pPr>
              <w:ind w:right="227"/>
              <w:jc w:val="right"/>
              <w:rPr>
                <w:b/>
                <w:bCs/>
                <w:noProof/>
                <w:color w:val="000000"/>
                <w:sz w:val="20"/>
                <w:highlight w:val="yellow"/>
              </w:rPr>
            </w:pPr>
            <w:r>
              <w:rPr>
                <w:b/>
                <w:bCs/>
                <w:noProof/>
                <w:color w:val="000000"/>
                <w:sz w:val="20"/>
              </w:rPr>
              <w:t>90,8</w:t>
            </w:r>
          </w:p>
        </w:tc>
      </w:tr>
    </w:tbl>
    <w:p w14:paraId="471D24EC" w14:textId="77777777" w:rsidR="0031223F" w:rsidRPr="00890370" w:rsidRDefault="0031223F" w:rsidP="008861CE">
      <w:pPr>
        <w:pStyle w:val="2"/>
        <w:spacing w:before="480" w:after="240"/>
        <w:rPr>
          <w:sz w:val="20"/>
        </w:rPr>
      </w:pPr>
      <w:bookmarkStart w:id="14" w:name="_Toc181255893"/>
      <w:bookmarkEnd w:id="11"/>
      <w:r w:rsidRPr="00890370">
        <w:rPr>
          <w:sz w:val="20"/>
        </w:rPr>
        <w:t>ПРОМЫШЛЕННОЕ ПРОИЗВОДСТВО</w:t>
      </w:r>
      <w:bookmarkEnd w:id="12"/>
      <w:bookmarkEnd w:id="13"/>
      <w:bookmarkEnd w:id="14"/>
    </w:p>
    <w:p w14:paraId="441E5F21" w14:textId="04C96849" w:rsidR="0031223F" w:rsidRPr="007900B9" w:rsidRDefault="0031223F" w:rsidP="009274EA">
      <w:pPr>
        <w:pStyle w:val="3"/>
        <w:ind w:right="0" w:firstLine="709"/>
        <w:jc w:val="both"/>
        <w:rPr>
          <w:b w:val="0"/>
        </w:rPr>
      </w:pPr>
      <w:bookmarkStart w:id="15" w:name="_Toc493779720"/>
      <w:bookmarkStart w:id="16" w:name="_Toc181255894"/>
      <w:bookmarkStart w:id="17" w:name="_Hlk173412713"/>
      <w:r w:rsidRPr="00890370">
        <w:t>Индекс промышленного производства</w:t>
      </w:r>
      <w:r w:rsidRPr="00890370">
        <w:rPr>
          <w:vertAlign w:val="superscript"/>
        </w:rPr>
        <w:t>1</w:t>
      </w:r>
      <w:r w:rsidRPr="00890370">
        <w:rPr>
          <w:rStyle w:val="af7"/>
        </w:rPr>
        <w:t>)</w:t>
      </w:r>
      <w:r w:rsidRPr="00890370">
        <w:rPr>
          <w:b w:val="0"/>
        </w:rPr>
        <w:t xml:space="preserve"> </w:t>
      </w:r>
      <w:bookmarkEnd w:id="15"/>
      <w:r w:rsidR="00B47E1B" w:rsidRPr="00B01BAA">
        <w:rPr>
          <w:b w:val="0"/>
        </w:rPr>
        <w:t xml:space="preserve">в </w:t>
      </w:r>
      <w:r w:rsidR="00462DF3" w:rsidRPr="00B01BAA">
        <w:rPr>
          <w:b w:val="0"/>
        </w:rPr>
        <w:t>январе</w:t>
      </w:r>
      <w:r w:rsidR="00462DF3" w:rsidRPr="00B94312">
        <w:rPr>
          <w:b w:val="0"/>
        </w:rPr>
        <w:t>-</w:t>
      </w:r>
      <w:r w:rsidR="00BB795D">
        <w:rPr>
          <w:b w:val="0"/>
        </w:rPr>
        <w:t>сентябре</w:t>
      </w:r>
      <w:r w:rsidR="003F5430" w:rsidRPr="00B01BAA">
        <w:rPr>
          <w:b w:val="0"/>
        </w:rPr>
        <w:t xml:space="preserve"> 20</w:t>
      </w:r>
      <w:r w:rsidR="00A47328" w:rsidRPr="00B01BAA">
        <w:rPr>
          <w:b w:val="0"/>
        </w:rPr>
        <w:t>2</w:t>
      </w:r>
      <w:r w:rsidR="003F5430" w:rsidRPr="00B01BAA">
        <w:rPr>
          <w:b w:val="0"/>
        </w:rPr>
        <w:t>4</w:t>
      </w:r>
      <w:r w:rsidR="00B47E1B" w:rsidRPr="00B01BAA">
        <w:rPr>
          <w:b w:val="0"/>
        </w:rPr>
        <w:t xml:space="preserve"> год</w:t>
      </w:r>
      <w:r w:rsidR="003F5430" w:rsidRPr="00B01BAA">
        <w:rPr>
          <w:b w:val="0"/>
        </w:rPr>
        <w:t>а</w:t>
      </w:r>
      <w:r w:rsidR="00B47E1B" w:rsidRPr="00B01BAA">
        <w:rPr>
          <w:b w:val="0"/>
        </w:rPr>
        <w:t xml:space="preserve"> </w:t>
      </w:r>
      <w:r w:rsidR="006D69CC">
        <w:rPr>
          <w:b w:val="0"/>
        </w:rPr>
        <w:br/>
      </w:r>
      <w:r w:rsidR="00B47E1B" w:rsidRPr="00B01BAA">
        <w:rPr>
          <w:b w:val="0"/>
        </w:rPr>
        <w:t>по сравнению с</w:t>
      </w:r>
      <w:r w:rsidR="00A47328" w:rsidRPr="00B01BAA">
        <w:rPr>
          <w:b w:val="0"/>
        </w:rPr>
        <w:t xml:space="preserve"> соответствующим периодом</w:t>
      </w:r>
      <w:r w:rsidR="00B47E1B" w:rsidRPr="00B01BAA">
        <w:rPr>
          <w:b w:val="0"/>
        </w:rPr>
        <w:t xml:space="preserve"> предыдущ</w:t>
      </w:r>
      <w:r w:rsidR="00A47328" w:rsidRPr="00B01BAA">
        <w:rPr>
          <w:b w:val="0"/>
        </w:rPr>
        <w:t>его года</w:t>
      </w:r>
      <w:r w:rsidR="00B47E1B" w:rsidRPr="00B01BAA">
        <w:rPr>
          <w:b w:val="0"/>
        </w:rPr>
        <w:t xml:space="preserve"> </w:t>
      </w:r>
      <w:r w:rsidR="00B47E1B" w:rsidRPr="0037019B">
        <w:rPr>
          <w:b w:val="0"/>
        </w:rPr>
        <w:t xml:space="preserve">составил </w:t>
      </w:r>
      <w:r w:rsidR="00443992" w:rsidRPr="0037019B">
        <w:rPr>
          <w:b w:val="0"/>
        </w:rPr>
        <w:t>96,</w:t>
      </w:r>
      <w:r w:rsidR="0037019B" w:rsidRPr="0037019B">
        <w:rPr>
          <w:b w:val="0"/>
        </w:rPr>
        <w:t>8</w:t>
      </w:r>
      <w:r w:rsidR="00CD181C" w:rsidRPr="006D6353">
        <w:rPr>
          <w:b w:val="0"/>
        </w:rPr>
        <w:t>%</w:t>
      </w:r>
      <w:r w:rsidR="00E71E41" w:rsidRPr="006D6353">
        <w:rPr>
          <w:b w:val="0"/>
        </w:rPr>
        <w:t>.</w:t>
      </w:r>
      <w:bookmarkEnd w:id="16"/>
    </w:p>
    <w:p w14:paraId="5C345652" w14:textId="77777777" w:rsidR="0031223F" w:rsidRPr="00890370" w:rsidRDefault="0031223F" w:rsidP="00AC560B">
      <w:pPr>
        <w:spacing w:before="120"/>
        <w:ind w:left="425" w:hanging="85"/>
      </w:pPr>
      <w:r w:rsidRPr="00890370">
        <w:rPr>
          <w:rStyle w:val="af7"/>
          <w:sz w:val="18"/>
          <w:szCs w:val="18"/>
        </w:rPr>
        <w:t>1)</w:t>
      </w:r>
      <w:r w:rsidRPr="00890370">
        <w:rPr>
          <w:sz w:val="18"/>
          <w:szCs w:val="18"/>
        </w:rPr>
        <w:t xml:space="preserve">по видам </w:t>
      </w:r>
      <w:r w:rsidR="00124088">
        <w:rPr>
          <w:sz w:val="18"/>
          <w:szCs w:val="18"/>
        </w:rPr>
        <w:t xml:space="preserve">экономической </w:t>
      </w:r>
      <w:r w:rsidRPr="00890370">
        <w:rPr>
          <w:sz w:val="18"/>
          <w:szCs w:val="18"/>
        </w:rPr>
        <w:t>деятельности «Добыча полезных ископаемых», «Обрабатывающие производства», «Обеспечение электрической энергией, газом и паром; кондиционирование воздуха», «Водоснабжение; водоотведение, организация сбора и утилизации отходов, деятельность по ликвидации загрязнений»</w:t>
      </w:r>
    </w:p>
    <w:p w14:paraId="5EE05FC1" w14:textId="3A0644EC" w:rsidR="0031223F" w:rsidRPr="00B94312" w:rsidRDefault="0008403A" w:rsidP="009A15D9">
      <w:pPr>
        <w:pStyle w:val="afc"/>
        <w:spacing w:before="240" w:after="200"/>
        <w:ind w:firstLine="0"/>
        <w:outlineLvl w:val="2"/>
        <w:rPr>
          <w:b w:val="0"/>
          <w:szCs w:val="24"/>
          <w:vertAlign w:val="superscript"/>
        </w:rPr>
      </w:pPr>
      <w:bookmarkStart w:id="18" w:name="_Toc181255895"/>
      <w:r>
        <w:rPr>
          <w:szCs w:val="24"/>
        </w:rPr>
        <w:t xml:space="preserve">Динамика </w:t>
      </w:r>
      <w:r w:rsidRPr="00000221">
        <w:rPr>
          <w:szCs w:val="24"/>
        </w:rPr>
        <w:t>производства</w:t>
      </w:r>
      <w:bookmarkEnd w:id="18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2268"/>
        <w:gridCol w:w="2268"/>
      </w:tblGrid>
      <w:tr w:rsidR="00617976" w:rsidRPr="00F46E3C" w14:paraId="2E1416AD" w14:textId="77777777" w:rsidTr="00617976">
        <w:trPr>
          <w:trHeight w:val="283"/>
          <w:jc w:val="center"/>
        </w:trPr>
        <w:tc>
          <w:tcPr>
            <w:tcW w:w="4535" w:type="dxa"/>
            <w:vMerge w:val="restart"/>
            <w:vAlign w:val="center"/>
          </w:tcPr>
          <w:p w14:paraId="60C65264" w14:textId="77777777" w:rsidR="00617976" w:rsidRPr="00442E6D" w:rsidRDefault="00617976" w:rsidP="00617976">
            <w:pPr>
              <w:jc w:val="center"/>
              <w:rPr>
                <w:b/>
                <w:sz w:val="20"/>
              </w:rPr>
            </w:pPr>
            <w:bookmarkStart w:id="19" w:name="_Toc493779722"/>
          </w:p>
        </w:tc>
        <w:tc>
          <w:tcPr>
            <w:tcW w:w="4536" w:type="dxa"/>
            <w:gridSpan w:val="2"/>
            <w:vAlign w:val="center"/>
          </w:tcPr>
          <w:p w14:paraId="3353BA05" w14:textId="77777777" w:rsidR="00617976" w:rsidRPr="00F46E3C" w:rsidRDefault="00617976" w:rsidP="00617976">
            <w:pPr>
              <w:jc w:val="center"/>
              <w:rPr>
                <w:b/>
                <w:sz w:val="20"/>
              </w:rPr>
            </w:pPr>
            <w:proofErr w:type="gramStart"/>
            <w:r w:rsidRPr="00F46E3C">
              <w:rPr>
                <w:b/>
                <w:sz w:val="20"/>
              </w:rPr>
              <w:t>В  %</w:t>
            </w:r>
            <w:proofErr w:type="gramEnd"/>
            <w:r w:rsidRPr="00F46E3C">
              <w:rPr>
                <w:b/>
                <w:sz w:val="20"/>
              </w:rPr>
              <w:t xml:space="preserve">  к</w:t>
            </w:r>
          </w:p>
        </w:tc>
      </w:tr>
      <w:tr w:rsidR="00617976" w:rsidRPr="00F46E3C" w14:paraId="2570FB8A" w14:textId="77777777" w:rsidTr="00617976">
        <w:trPr>
          <w:trHeight w:val="283"/>
          <w:jc w:val="center"/>
        </w:trPr>
        <w:tc>
          <w:tcPr>
            <w:tcW w:w="4535" w:type="dxa"/>
            <w:vMerge/>
            <w:vAlign w:val="center"/>
          </w:tcPr>
          <w:p w14:paraId="53B6C1EA" w14:textId="77777777" w:rsidR="00617976" w:rsidRPr="00F46E3C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53A0A65" w14:textId="77777777" w:rsidR="00617976" w:rsidRPr="00F46E3C" w:rsidRDefault="00617976" w:rsidP="00617976">
            <w:pPr>
              <w:jc w:val="center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vAlign w:val="center"/>
          </w:tcPr>
          <w:p w14:paraId="3EAD9D1B" w14:textId="77777777" w:rsidR="00617976" w:rsidRPr="00F46E3C" w:rsidRDefault="00617976" w:rsidP="00617976">
            <w:pPr>
              <w:ind w:left="-57" w:right="-57"/>
              <w:jc w:val="center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предыдущему периоду</w:t>
            </w:r>
          </w:p>
        </w:tc>
      </w:tr>
      <w:tr w:rsidR="00617976" w:rsidRPr="00F46E3C" w14:paraId="7ED9A066" w14:textId="77777777" w:rsidTr="00617976">
        <w:trPr>
          <w:trHeight w:val="283"/>
          <w:jc w:val="center"/>
        </w:trPr>
        <w:tc>
          <w:tcPr>
            <w:tcW w:w="9071" w:type="dxa"/>
            <w:gridSpan w:val="3"/>
            <w:vAlign w:val="center"/>
          </w:tcPr>
          <w:p w14:paraId="7A6E91BB" w14:textId="77777777" w:rsidR="00617976" w:rsidRPr="00F46E3C" w:rsidRDefault="00617976" w:rsidP="0061797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46E3C">
              <w:rPr>
                <w:b/>
                <w:bCs/>
                <w:color w:val="000000"/>
                <w:sz w:val="20"/>
              </w:rPr>
              <w:t>2023</w:t>
            </w:r>
          </w:p>
        </w:tc>
      </w:tr>
      <w:tr w:rsidR="00B94312" w:rsidRPr="00F46E3C" w14:paraId="7D85EAFC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7DEB77CA" w14:textId="77777777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4D5F81A2" w14:textId="34E270E6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97,7</w:t>
            </w:r>
          </w:p>
        </w:tc>
        <w:tc>
          <w:tcPr>
            <w:tcW w:w="2268" w:type="dxa"/>
            <w:vAlign w:val="bottom"/>
          </w:tcPr>
          <w:p w14:paraId="63FD0A6D" w14:textId="438194BA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99,1</w:t>
            </w:r>
          </w:p>
        </w:tc>
      </w:tr>
      <w:tr w:rsidR="00B94312" w:rsidRPr="00F46E3C" w14:paraId="1A5DA5DB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1594BB43" w14:textId="77777777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05E0BA9B" w14:textId="1A1D054E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93,2</w:t>
            </w:r>
          </w:p>
        </w:tc>
        <w:tc>
          <w:tcPr>
            <w:tcW w:w="2268" w:type="dxa"/>
            <w:vAlign w:val="bottom"/>
          </w:tcPr>
          <w:p w14:paraId="196387CE" w14:textId="3A509FF1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89,5</w:t>
            </w:r>
          </w:p>
        </w:tc>
      </w:tr>
      <w:tr w:rsidR="00B94312" w:rsidRPr="00F46E3C" w14:paraId="16ACD514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15B088FE" w14:textId="77777777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14:paraId="30844839" w14:textId="2FC0E5B1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98,5</w:t>
            </w:r>
          </w:p>
        </w:tc>
        <w:tc>
          <w:tcPr>
            <w:tcW w:w="2268" w:type="dxa"/>
            <w:vAlign w:val="bottom"/>
          </w:tcPr>
          <w:p w14:paraId="5DD38547" w14:textId="118136A2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110,4</w:t>
            </w:r>
          </w:p>
        </w:tc>
      </w:tr>
      <w:tr w:rsidR="00B94312" w:rsidRPr="00F46E3C" w14:paraId="39D76890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7F772366" w14:textId="77777777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  <w:lang w:val="en-US"/>
              </w:rPr>
              <w:t xml:space="preserve">I </w:t>
            </w:r>
            <w:r w:rsidRPr="00F46E3C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1895F6AB" w14:textId="65D273B3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96,5</w:t>
            </w:r>
          </w:p>
        </w:tc>
        <w:tc>
          <w:tcPr>
            <w:tcW w:w="2268" w:type="dxa"/>
            <w:vAlign w:val="bottom"/>
          </w:tcPr>
          <w:p w14:paraId="4C24C647" w14:textId="7A769AFD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102,5</w:t>
            </w:r>
          </w:p>
        </w:tc>
      </w:tr>
      <w:tr w:rsidR="00B94312" w:rsidRPr="00F46E3C" w14:paraId="6AFEDDD3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17D31CD4" w14:textId="77777777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1905B38E" w14:textId="286D92AA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108,6</w:t>
            </w:r>
          </w:p>
        </w:tc>
        <w:tc>
          <w:tcPr>
            <w:tcW w:w="2268" w:type="dxa"/>
            <w:vAlign w:val="bottom"/>
          </w:tcPr>
          <w:p w14:paraId="0AC60D74" w14:textId="34625FBC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95,7</w:t>
            </w:r>
          </w:p>
        </w:tc>
      </w:tr>
      <w:tr w:rsidR="00B94312" w:rsidRPr="00F46E3C" w14:paraId="220DC17D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4E90DAD1" w14:textId="77777777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14:paraId="262764CF" w14:textId="32A7309A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101,5</w:t>
            </w:r>
          </w:p>
        </w:tc>
        <w:tc>
          <w:tcPr>
            <w:tcW w:w="2268" w:type="dxa"/>
            <w:vAlign w:val="bottom"/>
          </w:tcPr>
          <w:p w14:paraId="50532DB8" w14:textId="502ED8C9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102,3</w:t>
            </w:r>
          </w:p>
        </w:tc>
      </w:tr>
      <w:tr w:rsidR="00B94312" w:rsidRPr="00F46E3C" w14:paraId="7A4CFEE7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04C4A37E" w14:textId="67672D52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lastRenderedPageBreak/>
              <w:t>Июнь</w:t>
            </w:r>
          </w:p>
        </w:tc>
        <w:tc>
          <w:tcPr>
            <w:tcW w:w="2268" w:type="dxa"/>
            <w:vAlign w:val="bottom"/>
          </w:tcPr>
          <w:p w14:paraId="06C0CC67" w14:textId="215229CF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2268" w:type="dxa"/>
            <w:vAlign w:val="bottom"/>
          </w:tcPr>
          <w:p w14:paraId="2D6E44AA" w14:textId="63E2BC32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96,3</w:t>
            </w:r>
          </w:p>
        </w:tc>
      </w:tr>
      <w:tr w:rsidR="00B94312" w:rsidRPr="00F46E3C" w14:paraId="6A942E87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76DBD941" w14:textId="225FC85D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  <w:lang w:val="en-US"/>
              </w:rPr>
              <w:t xml:space="preserve">II </w:t>
            </w:r>
            <w:r w:rsidRPr="00E02DEE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6B2A7DD5" w14:textId="0C556BE9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103,3</w:t>
            </w:r>
          </w:p>
        </w:tc>
        <w:tc>
          <w:tcPr>
            <w:tcW w:w="2268" w:type="dxa"/>
            <w:vAlign w:val="bottom"/>
          </w:tcPr>
          <w:p w14:paraId="582A51E2" w14:textId="203287D3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98,7</w:t>
            </w:r>
          </w:p>
        </w:tc>
      </w:tr>
      <w:tr w:rsidR="00B94312" w:rsidRPr="00F46E3C" w14:paraId="3D2F1DAF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51C9F2AB" w14:textId="559286D6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  <w:lang w:val="en-US"/>
              </w:rPr>
              <w:t xml:space="preserve">I </w:t>
            </w:r>
            <w:r w:rsidRPr="00E02DEE">
              <w:rPr>
                <w:b/>
                <w:sz w:val="20"/>
              </w:rPr>
              <w:t>полугодие</w:t>
            </w:r>
          </w:p>
        </w:tc>
        <w:tc>
          <w:tcPr>
            <w:tcW w:w="2268" w:type="dxa"/>
            <w:vAlign w:val="bottom"/>
          </w:tcPr>
          <w:p w14:paraId="4B6F6D1A" w14:textId="5FCAC8D6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99,8</w:t>
            </w:r>
          </w:p>
        </w:tc>
        <w:tc>
          <w:tcPr>
            <w:tcW w:w="2268" w:type="dxa"/>
            <w:vAlign w:val="bottom"/>
          </w:tcPr>
          <w:p w14:paraId="0CB95644" w14:textId="4A8B9D69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B94312" w:rsidRPr="00F46E3C" w14:paraId="299D3E1D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53929824" w14:textId="7DA2EB89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14:paraId="39E3878D" w14:textId="7167D91A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105,8</w:t>
            </w:r>
          </w:p>
        </w:tc>
        <w:tc>
          <w:tcPr>
            <w:tcW w:w="2268" w:type="dxa"/>
            <w:vAlign w:val="bottom"/>
          </w:tcPr>
          <w:p w14:paraId="68D40A55" w14:textId="0C25652A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106,5</w:t>
            </w:r>
          </w:p>
        </w:tc>
      </w:tr>
      <w:tr w:rsidR="00B94312" w:rsidRPr="00F46E3C" w14:paraId="7EACC998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7B637F9D" w14:textId="4AD4B0AB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332395B5" w14:textId="00008ADE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100,4</w:t>
            </w:r>
          </w:p>
        </w:tc>
        <w:tc>
          <w:tcPr>
            <w:tcW w:w="2268" w:type="dxa"/>
            <w:vAlign w:val="bottom"/>
          </w:tcPr>
          <w:p w14:paraId="77331B57" w14:textId="297E73D4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99,0</w:t>
            </w:r>
          </w:p>
        </w:tc>
      </w:tr>
      <w:tr w:rsidR="00B94312" w:rsidRPr="00F46E3C" w14:paraId="2CC83AAE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45BEC920" w14:textId="442F9E20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4336A2AC" w14:textId="50E4AF55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104,0</w:t>
            </w:r>
          </w:p>
        </w:tc>
        <w:tc>
          <w:tcPr>
            <w:tcW w:w="2268" w:type="dxa"/>
            <w:vAlign w:val="bottom"/>
          </w:tcPr>
          <w:p w14:paraId="220B765B" w14:textId="29F10416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102,0</w:t>
            </w:r>
          </w:p>
        </w:tc>
      </w:tr>
      <w:tr w:rsidR="00B94312" w:rsidRPr="00F46E3C" w14:paraId="0A0F4DF5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187FF2D7" w14:textId="242B0D97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  <w:lang w:val="en-US"/>
              </w:rPr>
              <w:t xml:space="preserve">III </w:t>
            </w:r>
            <w:r w:rsidRPr="00E02DEE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7F93DC79" w14:textId="2CB5F4B6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103,4</w:t>
            </w:r>
          </w:p>
        </w:tc>
        <w:tc>
          <w:tcPr>
            <w:tcW w:w="2268" w:type="dxa"/>
            <w:vAlign w:val="bottom"/>
          </w:tcPr>
          <w:p w14:paraId="667DFAE7" w14:textId="6817AE6B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104,7</w:t>
            </w:r>
          </w:p>
        </w:tc>
      </w:tr>
      <w:tr w:rsidR="00B94312" w:rsidRPr="00F46E3C" w14:paraId="39EBB0BF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082E61E9" w14:textId="1B6212CA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14:paraId="766EDA11" w14:textId="4798C045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101,0</w:t>
            </w:r>
          </w:p>
        </w:tc>
        <w:tc>
          <w:tcPr>
            <w:tcW w:w="2268" w:type="dxa"/>
            <w:vAlign w:val="bottom"/>
          </w:tcPr>
          <w:p w14:paraId="15B0C7BF" w14:textId="21003F3B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B94312" w:rsidRPr="00F46E3C" w14:paraId="1EA81C1D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21E8585E" w14:textId="30CFB8FE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14:paraId="6992E4D7" w14:textId="3F837AAD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108,1</w:t>
            </w:r>
          </w:p>
        </w:tc>
        <w:tc>
          <w:tcPr>
            <w:tcW w:w="2268" w:type="dxa"/>
            <w:vAlign w:val="bottom"/>
          </w:tcPr>
          <w:p w14:paraId="4361EC04" w14:textId="2E1EF2EC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91,9</w:t>
            </w:r>
          </w:p>
        </w:tc>
      </w:tr>
      <w:tr w:rsidR="00B94312" w:rsidRPr="00F46E3C" w14:paraId="48B2B977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324B4307" w14:textId="7C845A85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Ноябрь</w:t>
            </w:r>
          </w:p>
        </w:tc>
        <w:tc>
          <w:tcPr>
            <w:tcW w:w="2268" w:type="dxa"/>
            <w:vAlign w:val="bottom"/>
          </w:tcPr>
          <w:p w14:paraId="0C5729C1" w14:textId="3F2EA870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98,5</w:t>
            </w:r>
          </w:p>
        </w:tc>
        <w:tc>
          <w:tcPr>
            <w:tcW w:w="2268" w:type="dxa"/>
            <w:vAlign w:val="bottom"/>
          </w:tcPr>
          <w:p w14:paraId="06E98C29" w14:textId="41FF3EAE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101,5</w:t>
            </w:r>
          </w:p>
        </w:tc>
      </w:tr>
      <w:tr w:rsidR="00B94312" w:rsidRPr="00F46E3C" w14:paraId="46E4FE59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0B81E965" w14:textId="7A631914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Декабрь</w:t>
            </w:r>
          </w:p>
        </w:tc>
        <w:tc>
          <w:tcPr>
            <w:tcW w:w="2268" w:type="dxa"/>
            <w:vAlign w:val="bottom"/>
          </w:tcPr>
          <w:p w14:paraId="11E36F08" w14:textId="41ABA11F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92,7</w:t>
            </w:r>
          </w:p>
        </w:tc>
        <w:tc>
          <w:tcPr>
            <w:tcW w:w="2268" w:type="dxa"/>
            <w:vAlign w:val="bottom"/>
          </w:tcPr>
          <w:p w14:paraId="5D27473E" w14:textId="6E1DC087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B94312" w:rsidRPr="00F46E3C" w14:paraId="1D52666D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59FE7A97" w14:textId="346E7AFC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  <w:lang w:val="en-US"/>
              </w:rPr>
              <w:t xml:space="preserve">IV </w:t>
            </w:r>
            <w:r w:rsidRPr="00E02DEE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12B1E007" w14:textId="10207BFC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99,3</w:t>
            </w:r>
          </w:p>
        </w:tc>
        <w:tc>
          <w:tcPr>
            <w:tcW w:w="2268" w:type="dxa"/>
            <w:vAlign w:val="bottom"/>
          </w:tcPr>
          <w:p w14:paraId="4CEC38F8" w14:textId="6200B580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93,7</w:t>
            </w:r>
          </w:p>
        </w:tc>
      </w:tr>
      <w:tr w:rsidR="00B94312" w:rsidRPr="00F46E3C" w14:paraId="30E72D5A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7D301F63" w14:textId="3F3AEA8B" w:rsidR="00B94312" w:rsidRPr="00F46E3C" w:rsidRDefault="00B94312" w:rsidP="00B94312">
            <w:pPr>
              <w:jc w:val="left"/>
              <w:rPr>
                <w:b/>
                <w:sz w:val="20"/>
              </w:rPr>
            </w:pPr>
            <w:r w:rsidRPr="00E02DEE">
              <w:rPr>
                <w:b/>
                <w:sz w:val="20"/>
              </w:rPr>
              <w:t>Год</w:t>
            </w:r>
          </w:p>
        </w:tc>
        <w:tc>
          <w:tcPr>
            <w:tcW w:w="2268" w:type="dxa"/>
            <w:vAlign w:val="bottom"/>
          </w:tcPr>
          <w:p w14:paraId="3A311738" w14:textId="3A07C12F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100,6</w:t>
            </w:r>
          </w:p>
        </w:tc>
        <w:tc>
          <w:tcPr>
            <w:tcW w:w="2268" w:type="dxa"/>
            <w:vAlign w:val="bottom"/>
          </w:tcPr>
          <w:p w14:paraId="08549BBC" w14:textId="2C56F0E2" w:rsidR="00B94312" w:rsidRPr="00F46E3C" w:rsidRDefault="00B94312" w:rsidP="00B94312">
            <w:pPr>
              <w:ind w:right="794"/>
              <w:jc w:val="right"/>
              <w:rPr>
                <w:b/>
                <w:bCs/>
                <w:color w:val="000000"/>
                <w:sz w:val="20"/>
              </w:rPr>
            </w:pPr>
            <w:r w:rsidRPr="00E02DEE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617976" w:rsidRPr="00F46E3C" w14:paraId="7D609869" w14:textId="77777777" w:rsidTr="00617976">
        <w:trPr>
          <w:trHeight w:val="283"/>
          <w:jc w:val="center"/>
        </w:trPr>
        <w:tc>
          <w:tcPr>
            <w:tcW w:w="9071" w:type="dxa"/>
            <w:gridSpan w:val="3"/>
            <w:vAlign w:val="center"/>
          </w:tcPr>
          <w:p w14:paraId="2FC3960F" w14:textId="77777777" w:rsidR="00617976" w:rsidRPr="00F46E3C" w:rsidRDefault="00617976" w:rsidP="00617976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F46E3C">
              <w:rPr>
                <w:b/>
                <w:bCs/>
                <w:color w:val="000000"/>
                <w:sz w:val="20"/>
              </w:rPr>
              <w:t>2024</w:t>
            </w:r>
          </w:p>
        </w:tc>
      </w:tr>
      <w:tr w:rsidR="0037019B" w:rsidRPr="00F46E3C" w14:paraId="29048069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7DC3E19C" w14:textId="77777777" w:rsidR="0037019B" w:rsidRPr="00F46E3C" w:rsidRDefault="0037019B" w:rsidP="0037019B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5EB32C69" w14:textId="701CCC18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97,2</w:t>
            </w:r>
          </w:p>
        </w:tc>
        <w:tc>
          <w:tcPr>
            <w:tcW w:w="2268" w:type="dxa"/>
            <w:vAlign w:val="bottom"/>
          </w:tcPr>
          <w:p w14:paraId="1ABB9309" w14:textId="628FA408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103,9</w:t>
            </w:r>
          </w:p>
        </w:tc>
      </w:tr>
      <w:tr w:rsidR="0037019B" w:rsidRPr="00F46E3C" w14:paraId="0716D3FF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2CBF0234" w14:textId="77777777" w:rsidR="0037019B" w:rsidRPr="00F46E3C" w:rsidRDefault="0037019B" w:rsidP="0037019B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36C4585D" w14:textId="55317425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105,6</w:t>
            </w:r>
          </w:p>
        </w:tc>
        <w:tc>
          <w:tcPr>
            <w:tcW w:w="2268" w:type="dxa"/>
            <w:vAlign w:val="bottom"/>
          </w:tcPr>
          <w:p w14:paraId="257EA89A" w14:textId="207E26D6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97,2</w:t>
            </w:r>
          </w:p>
        </w:tc>
      </w:tr>
      <w:tr w:rsidR="0037019B" w:rsidRPr="00F46E3C" w14:paraId="6F3B6B60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11CF8C05" w14:textId="77777777" w:rsidR="0037019B" w:rsidRPr="00F46E3C" w:rsidRDefault="0037019B" w:rsidP="0037019B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14:paraId="623B6000" w14:textId="20F822C4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99,4</w:t>
            </w:r>
          </w:p>
        </w:tc>
        <w:tc>
          <w:tcPr>
            <w:tcW w:w="2268" w:type="dxa"/>
            <w:vAlign w:val="bottom"/>
          </w:tcPr>
          <w:p w14:paraId="1ADEC515" w14:textId="2B1374DB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104,0</w:t>
            </w:r>
          </w:p>
        </w:tc>
      </w:tr>
      <w:tr w:rsidR="0037019B" w:rsidRPr="00F46E3C" w14:paraId="0F5B82E8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55933D48" w14:textId="77777777" w:rsidR="0037019B" w:rsidRPr="00F46E3C" w:rsidRDefault="0037019B" w:rsidP="0037019B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  <w:lang w:val="en-US"/>
              </w:rPr>
              <w:t xml:space="preserve">I </w:t>
            </w:r>
            <w:r w:rsidRPr="00F46E3C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0CA2D34B" w14:textId="7CFC6DDA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100,6</w:t>
            </w:r>
          </w:p>
        </w:tc>
        <w:tc>
          <w:tcPr>
            <w:tcW w:w="2268" w:type="dxa"/>
            <w:vAlign w:val="bottom"/>
          </w:tcPr>
          <w:p w14:paraId="5D909972" w14:textId="144CA864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103,8</w:t>
            </w:r>
          </w:p>
        </w:tc>
      </w:tr>
      <w:tr w:rsidR="0037019B" w:rsidRPr="00F46E3C" w14:paraId="45924A1F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44B9C59D" w14:textId="77777777" w:rsidR="0037019B" w:rsidRPr="00F46E3C" w:rsidRDefault="0037019B" w:rsidP="0037019B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25DEEEE1" w14:textId="74997B65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97,0</w:t>
            </w:r>
          </w:p>
        </w:tc>
        <w:tc>
          <w:tcPr>
            <w:tcW w:w="2268" w:type="dxa"/>
            <w:vAlign w:val="bottom"/>
          </w:tcPr>
          <w:p w14:paraId="747EF538" w14:textId="42EC4E21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93,3</w:t>
            </w:r>
          </w:p>
        </w:tc>
      </w:tr>
      <w:tr w:rsidR="0037019B" w:rsidRPr="00F46E3C" w14:paraId="748CF124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18326CF1" w14:textId="77777777" w:rsidR="0037019B" w:rsidRPr="00F33A07" w:rsidRDefault="0037019B" w:rsidP="0037019B">
            <w:pPr>
              <w:jc w:val="left"/>
              <w:rPr>
                <w:b/>
                <w:sz w:val="20"/>
              </w:rPr>
            </w:pPr>
            <w:r w:rsidRPr="00F33A07">
              <w:rPr>
                <w:b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14:paraId="618A1FAF" w14:textId="45F909CD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96,4</w:t>
            </w:r>
          </w:p>
        </w:tc>
        <w:tc>
          <w:tcPr>
            <w:tcW w:w="2268" w:type="dxa"/>
            <w:vAlign w:val="bottom"/>
          </w:tcPr>
          <w:p w14:paraId="0AEE5704" w14:textId="76D6D1EF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101,7</w:t>
            </w:r>
          </w:p>
        </w:tc>
      </w:tr>
      <w:tr w:rsidR="0037019B" w:rsidRPr="00085A7A" w14:paraId="5AFC4E47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5E0BF739" w14:textId="6C18AB7A" w:rsidR="0037019B" w:rsidRPr="00F33A07" w:rsidRDefault="0037019B" w:rsidP="0037019B">
            <w:pPr>
              <w:jc w:val="left"/>
              <w:rPr>
                <w:b/>
                <w:sz w:val="20"/>
              </w:rPr>
            </w:pPr>
            <w:r w:rsidRPr="003D3E2C">
              <w:rPr>
                <w:b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14:paraId="0C183D5F" w14:textId="1214554B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88,6</w:t>
            </w:r>
          </w:p>
        </w:tc>
        <w:tc>
          <w:tcPr>
            <w:tcW w:w="2268" w:type="dxa"/>
            <w:vAlign w:val="bottom"/>
          </w:tcPr>
          <w:p w14:paraId="18F71C10" w14:textId="1E862B27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88,6</w:t>
            </w:r>
          </w:p>
        </w:tc>
      </w:tr>
      <w:tr w:rsidR="0037019B" w:rsidRPr="00085A7A" w14:paraId="12E5ADEA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2A4D4494" w14:textId="09775C10" w:rsidR="0037019B" w:rsidRPr="00F33A07" w:rsidRDefault="0037019B" w:rsidP="0037019B">
            <w:pPr>
              <w:jc w:val="left"/>
              <w:rPr>
                <w:b/>
                <w:sz w:val="20"/>
              </w:rPr>
            </w:pPr>
            <w:r w:rsidRPr="003D3E2C">
              <w:rPr>
                <w:b/>
                <w:sz w:val="20"/>
                <w:lang w:val="en-US"/>
              </w:rPr>
              <w:t xml:space="preserve">II </w:t>
            </w:r>
            <w:r w:rsidRPr="003D3E2C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714CB3E2" w14:textId="4B922E00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94,0</w:t>
            </w:r>
          </w:p>
        </w:tc>
        <w:tc>
          <w:tcPr>
            <w:tcW w:w="2268" w:type="dxa"/>
            <w:vAlign w:val="bottom"/>
          </w:tcPr>
          <w:p w14:paraId="269DE84E" w14:textId="6C930836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92,3</w:t>
            </w:r>
          </w:p>
        </w:tc>
      </w:tr>
      <w:tr w:rsidR="0037019B" w:rsidRPr="00085A7A" w14:paraId="6BEBE733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1F9046AA" w14:textId="4313854A" w:rsidR="0037019B" w:rsidRPr="00F33A07" w:rsidRDefault="0037019B" w:rsidP="0037019B">
            <w:pPr>
              <w:jc w:val="left"/>
              <w:rPr>
                <w:b/>
                <w:sz w:val="20"/>
              </w:rPr>
            </w:pPr>
            <w:r w:rsidRPr="003D3E2C">
              <w:rPr>
                <w:b/>
                <w:sz w:val="20"/>
                <w:lang w:val="en-US"/>
              </w:rPr>
              <w:t>I</w:t>
            </w:r>
            <w:r w:rsidRPr="003D3E2C"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2268" w:type="dxa"/>
            <w:vAlign w:val="bottom"/>
          </w:tcPr>
          <w:p w14:paraId="7CF39B15" w14:textId="5711D30A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97,3</w:t>
            </w:r>
          </w:p>
        </w:tc>
        <w:tc>
          <w:tcPr>
            <w:tcW w:w="2268" w:type="dxa"/>
            <w:vAlign w:val="bottom"/>
          </w:tcPr>
          <w:p w14:paraId="28915EBB" w14:textId="0387912D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37019B" w:rsidRPr="00085A7A" w14:paraId="766734A2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6D948C40" w14:textId="45877938" w:rsidR="0037019B" w:rsidRPr="003D3E2C" w:rsidRDefault="0037019B" w:rsidP="0037019B">
            <w:pPr>
              <w:jc w:val="left"/>
              <w:rPr>
                <w:b/>
                <w:sz w:val="20"/>
                <w:lang w:val="en-US"/>
              </w:rPr>
            </w:pPr>
            <w:r w:rsidRPr="00E02DEE">
              <w:rPr>
                <w:b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14:paraId="76D55F12" w14:textId="5E32B9D1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89,7</w:t>
            </w:r>
          </w:p>
        </w:tc>
        <w:tc>
          <w:tcPr>
            <w:tcW w:w="2268" w:type="dxa"/>
            <w:vAlign w:val="bottom"/>
          </w:tcPr>
          <w:p w14:paraId="72AD1E10" w14:textId="775C4F3F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107,8</w:t>
            </w:r>
          </w:p>
        </w:tc>
      </w:tr>
      <w:tr w:rsidR="0037019B" w:rsidRPr="00085A7A" w14:paraId="03C3A5E3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2B5FD03B" w14:textId="51414906" w:rsidR="0037019B" w:rsidRPr="003D3E2C" w:rsidRDefault="0037019B" w:rsidP="0037019B">
            <w:pPr>
              <w:jc w:val="left"/>
              <w:rPr>
                <w:b/>
                <w:sz w:val="20"/>
                <w:lang w:val="en-US"/>
              </w:rPr>
            </w:pPr>
            <w:r w:rsidRPr="00A830D0">
              <w:rPr>
                <w:b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15C4434C" w14:textId="15126062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100,8</w:t>
            </w:r>
          </w:p>
        </w:tc>
        <w:tc>
          <w:tcPr>
            <w:tcW w:w="2268" w:type="dxa"/>
            <w:vAlign w:val="bottom"/>
          </w:tcPr>
          <w:p w14:paraId="2556889D" w14:textId="414444F7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111,3</w:t>
            </w:r>
          </w:p>
        </w:tc>
      </w:tr>
      <w:tr w:rsidR="0037019B" w:rsidRPr="00085A7A" w14:paraId="642AF0D0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3FC0CD38" w14:textId="266CD609" w:rsidR="0037019B" w:rsidRPr="00E02DEE" w:rsidRDefault="0037019B" w:rsidP="0037019B">
            <w:pPr>
              <w:jc w:val="left"/>
              <w:rPr>
                <w:b/>
                <w:sz w:val="20"/>
              </w:rPr>
            </w:pPr>
            <w:r w:rsidRPr="001B611E">
              <w:rPr>
                <w:b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628DC6EA" w14:textId="41183F86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96,9</w:t>
            </w:r>
          </w:p>
        </w:tc>
        <w:tc>
          <w:tcPr>
            <w:tcW w:w="2268" w:type="dxa"/>
            <w:vAlign w:val="bottom"/>
          </w:tcPr>
          <w:p w14:paraId="7414FC96" w14:textId="5F591192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98,1</w:t>
            </w:r>
          </w:p>
        </w:tc>
      </w:tr>
      <w:tr w:rsidR="0037019B" w:rsidRPr="00085A7A" w14:paraId="32E1DCB5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1F60E739" w14:textId="385BD78F" w:rsidR="0037019B" w:rsidRPr="00A830D0" w:rsidRDefault="0037019B" w:rsidP="0037019B">
            <w:pPr>
              <w:jc w:val="left"/>
              <w:rPr>
                <w:b/>
                <w:sz w:val="20"/>
              </w:rPr>
            </w:pPr>
            <w:r w:rsidRPr="001B611E">
              <w:rPr>
                <w:b/>
                <w:sz w:val="20"/>
                <w:lang w:val="en-US"/>
              </w:rPr>
              <w:t xml:space="preserve">III </w:t>
            </w:r>
            <w:r w:rsidRPr="001B611E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639338FE" w14:textId="7703F01E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95,8</w:t>
            </w:r>
          </w:p>
        </w:tc>
        <w:tc>
          <w:tcPr>
            <w:tcW w:w="2268" w:type="dxa"/>
            <w:vAlign w:val="bottom"/>
          </w:tcPr>
          <w:p w14:paraId="21FE4676" w14:textId="6D1FA62F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106,7</w:t>
            </w:r>
          </w:p>
        </w:tc>
      </w:tr>
      <w:tr w:rsidR="0037019B" w:rsidRPr="00085A7A" w14:paraId="5ADBE116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422D9E6D" w14:textId="36695CF2" w:rsidR="0037019B" w:rsidRPr="00A830D0" w:rsidRDefault="0037019B" w:rsidP="0037019B">
            <w:pPr>
              <w:jc w:val="left"/>
              <w:rPr>
                <w:b/>
                <w:sz w:val="20"/>
              </w:rPr>
            </w:pPr>
            <w:r w:rsidRPr="001B611E">
              <w:rPr>
                <w:b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14:paraId="6B239609" w14:textId="72373981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96,8</w:t>
            </w:r>
          </w:p>
        </w:tc>
        <w:tc>
          <w:tcPr>
            <w:tcW w:w="2268" w:type="dxa"/>
            <w:vAlign w:val="bottom"/>
          </w:tcPr>
          <w:p w14:paraId="4F3FBA53" w14:textId="4BA60160" w:rsidR="0037019B" w:rsidRPr="00BB795D" w:rsidRDefault="0037019B" w:rsidP="0037019B">
            <w:pPr>
              <w:ind w:right="794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B611E">
              <w:rPr>
                <w:b/>
                <w:bCs/>
                <w:color w:val="000000"/>
                <w:sz w:val="20"/>
              </w:rPr>
              <w:t>х</w:t>
            </w:r>
          </w:p>
        </w:tc>
      </w:tr>
    </w:tbl>
    <w:p w14:paraId="1C53EA0A" w14:textId="79EB947B" w:rsidR="0031223F" w:rsidRDefault="0031223F" w:rsidP="00586F77">
      <w:pPr>
        <w:pStyle w:val="3"/>
        <w:spacing w:before="600" w:after="360"/>
        <w:ind w:right="0"/>
        <w:rPr>
          <w:szCs w:val="24"/>
        </w:rPr>
      </w:pPr>
      <w:bookmarkStart w:id="20" w:name="_Toc181255896"/>
      <w:r w:rsidRPr="00890370">
        <w:rPr>
          <w:szCs w:val="24"/>
        </w:rPr>
        <w:t>Индексы производства</w:t>
      </w:r>
      <w:r w:rsidRPr="00890370">
        <w:rPr>
          <w:szCs w:val="24"/>
        </w:rPr>
        <w:br/>
        <w:t>по видам экономической деятельности</w:t>
      </w:r>
      <w:bookmarkEnd w:id="19"/>
      <w:bookmarkEnd w:id="20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1511"/>
        <w:gridCol w:w="1511"/>
        <w:gridCol w:w="1512"/>
      </w:tblGrid>
      <w:tr w:rsidR="00617976" w:rsidRPr="00F46E3C" w14:paraId="2E05CF49" w14:textId="77777777" w:rsidTr="00617976">
        <w:trPr>
          <w:cantSplit/>
          <w:trHeight w:val="227"/>
          <w:jc w:val="center"/>
        </w:trPr>
        <w:tc>
          <w:tcPr>
            <w:tcW w:w="4537" w:type="dxa"/>
            <w:vMerge w:val="restart"/>
            <w:vAlign w:val="bottom"/>
          </w:tcPr>
          <w:p w14:paraId="5A4638DB" w14:textId="77777777" w:rsidR="00617976" w:rsidRPr="005F377B" w:rsidRDefault="00617976" w:rsidP="00617976">
            <w:pPr>
              <w:jc w:val="left"/>
              <w:rPr>
                <w:b/>
                <w:sz w:val="20"/>
              </w:rPr>
            </w:pPr>
          </w:p>
        </w:tc>
        <w:tc>
          <w:tcPr>
            <w:tcW w:w="3022" w:type="dxa"/>
            <w:gridSpan w:val="2"/>
            <w:vAlign w:val="center"/>
          </w:tcPr>
          <w:p w14:paraId="52FFFE60" w14:textId="68EFCFFD" w:rsidR="00617976" w:rsidRPr="00586F77" w:rsidRDefault="00BB795D" w:rsidP="00617976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617976" w:rsidRPr="00586F77">
              <w:rPr>
                <w:b/>
                <w:sz w:val="20"/>
              </w:rPr>
              <w:br/>
              <w:t>2024</w:t>
            </w:r>
            <w:r w:rsidR="00617976" w:rsidRPr="00586F77">
              <w:rPr>
                <w:b/>
                <w:sz w:val="20"/>
              </w:rPr>
              <w:br/>
            </w:r>
            <w:proofErr w:type="gramStart"/>
            <w:r w:rsidR="00617976" w:rsidRPr="00586F77">
              <w:rPr>
                <w:b/>
                <w:sz w:val="20"/>
              </w:rPr>
              <w:t>в  %</w:t>
            </w:r>
            <w:proofErr w:type="gramEnd"/>
            <w:r w:rsidR="00617976" w:rsidRPr="00586F77">
              <w:rPr>
                <w:b/>
                <w:sz w:val="20"/>
              </w:rPr>
              <w:t xml:space="preserve">  к</w:t>
            </w:r>
          </w:p>
        </w:tc>
        <w:tc>
          <w:tcPr>
            <w:tcW w:w="1512" w:type="dxa"/>
            <w:vMerge w:val="restart"/>
            <w:vAlign w:val="center"/>
          </w:tcPr>
          <w:p w14:paraId="41CE9A64" w14:textId="1F733DE9" w:rsidR="00617976" w:rsidRPr="00586F77" w:rsidRDefault="00617976" w:rsidP="000A2536">
            <w:pPr>
              <w:ind w:left="-113" w:right="-113"/>
              <w:jc w:val="center"/>
              <w:rPr>
                <w:b/>
                <w:sz w:val="20"/>
              </w:rPr>
            </w:pPr>
            <w:r w:rsidRPr="00586F77">
              <w:rPr>
                <w:b/>
                <w:sz w:val="20"/>
              </w:rPr>
              <w:t>Январь-</w:t>
            </w:r>
            <w:r w:rsidR="00BB795D">
              <w:rPr>
                <w:b/>
                <w:sz w:val="20"/>
              </w:rPr>
              <w:t>сентябрь</w:t>
            </w:r>
            <w:r w:rsidRPr="00586F77">
              <w:rPr>
                <w:b/>
                <w:sz w:val="20"/>
              </w:rPr>
              <w:br/>
              <w:t>2024</w:t>
            </w:r>
            <w:r w:rsidRPr="00586F77">
              <w:rPr>
                <w:b/>
                <w:sz w:val="20"/>
              </w:rPr>
              <w:br/>
            </w:r>
            <w:proofErr w:type="gramStart"/>
            <w:r w:rsidRPr="00586F77">
              <w:rPr>
                <w:b/>
                <w:sz w:val="20"/>
              </w:rPr>
              <w:t>в  %</w:t>
            </w:r>
            <w:proofErr w:type="gramEnd"/>
            <w:r w:rsidRPr="00586F77">
              <w:rPr>
                <w:b/>
                <w:sz w:val="20"/>
              </w:rPr>
              <w:t xml:space="preserve">  к</w:t>
            </w:r>
            <w:r w:rsidRPr="00586F77">
              <w:rPr>
                <w:b/>
                <w:sz w:val="20"/>
              </w:rPr>
              <w:br/>
              <w:t>январю-</w:t>
            </w:r>
            <w:r w:rsidR="00BB795D">
              <w:rPr>
                <w:b/>
                <w:sz w:val="20"/>
              </w:rPr>
              <w:t>сентябрю</w:t>
            </w:r>
            <w:r w:rsidRPr="00586F77">
              <w:rPr>
                <w:b/>
                <w:sz w:val="20"/>
              </w:rPr>
              <w:br/>
              <w:t>2023</w:t>
            </w:r>
          </w:p>
        </w:tc>
      </w:tr>
      <w:tr w:rsidR="00617976" w:rsidRPr="00F46E3C" w14:paraId="0DE2AD14" w14:textId="77777777" w:rsidTr="00617976">
        <w:trPr>
          <w:cantSplit/>
          <w:trHeight w:val="227"/>
          <w:jc w:val="center"/>
        </w:trPr>
        <w:tc>
          <w:tcPr>
            <w:tcW w:w="4537" w:type="dxa"/>
            <w:vMerge/>
            <w:vAlign w:val="bottom"/>
          </w:tcPr>
          <w:p w14:paraId="2FEDFF02" w14:textId="77777777" w:rsidR="00617976" w:rsidRPr="00F46E3C" w:rsidRDefault="00617976" w:rsidP="00617976">
            <w:pPr>
              <w:jc w:val="left"/>
              <w:rPr>
                <w:b/>
                <w:sz w:val="20"/>
              </w:rPr>
            </w:pPr>
          </w:p>
        </w:tc>
        <w:tc>
          <w:tcPr>
            <w:tcW w:w="1511" w:type="dxa"/>
            <w:vAlign w:val="center"/>
          </w:tcPr>
          <w:p w14:paraId="585CC13F" w14:textId="1436AD83" w:rsidR="00617976" w:rsidRPr="00586F77" w:rsidRDefault="00BB795D" w:rsidP="000A2536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617976" w:rsidRPr="00586F77">
              <w:rPr>
                <w:b/>
                <w:sz w:val="20"/>
              </w:rPr>
              <w:br/>
              <w:t>2023</w:t>
            </w:r>
          </w:p>
        </w:tc>
        <w:tc>
          <w:tcPr>
            <w:tcW w:w="1511" w:type="dxa"/>
            <w:vAlign w:val="center"/>
          </w:tcPr>
          <w:p w14:paraId="796E7FB3" w14:textId="1FAE2505" w:rsidR="00617976" w:rsidRPr="00586F77" w:rsidRDefault="00BB795D" w:rsidP="00617976">
            <w:pPr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617976" w:rsidRPr="00586F77">
              <w:rPr>
                <w:b/>
                <w:sz w:val="20"/>
              </w:rPr>
              <w:br/>
              <w:t>2024</w:t>
            </w:r>
          </w:p>
        </w:tc>
        <w:tc>
          <w:tcPr>
            <w:tcW w:w="1512" w:type="dxa"/>
            <w:vMerge/>
          </w:tcPr>
          <w:p w14:paraId="1F25F2DC" w14:textId="77777777" w:rsidR="00617976" w:rsidRPr="00B01BAA" w:rsidRDefault="00617976" w:rsidP="00617976">
            <w:pPr>
              <w:ind w:left="-85" w:right="-85"/>
              <w:jc w:val="center"/>
              <w:rPr>
                <w:b/>
                <w:sz w:val="20"/>
              </w:rPr>
            </w:pPr>
          </w:p>
        </w:tc>
      </w:tr>
      <w:tr w:rsidR="0037019B" w:rsidRPr="00F46E3C" w14:paraId="6D65C2DE" w14:textId="77777777" w:rsidTr="00617976">
        <w:trPr>
          <w:cantSplit/>
          <w:trHeight w:val="68"/>
          <w:jc w:val="center"/>
        </w:trPr>
        <w:tc>
          <w:tcPr>
            <w:tcW w:w="4537" w:type="dxa"/>
            <w:vAlign w:val="bottom"/>
          </w:tcPr>
          <w:p w14:paraId="4C1692DC" w14:textId="77777777" w:rsidR="0037019B" w:rsidRPr="00F46E3C" w:rsidRDefault="0037019B" w:rsidP="0037019B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1511" w:type="dxa"/>
            <w:vAlign w:val="bottom"/>
          </w:tcPr>
          <w:p w14:paraId="190CDD69" w14:textId="7A7AE262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96,1</w:t>
            </w:r>
          </w:p>
        </w:tc>
        <w:tc>
          <w:tcPr>
            <w:tcW w:w="1511" w:type="dxa"/>
            <w:vAlign w:val="bottom"/>
          </w:tcPr>
          <w:p w14:paraId="1D96D6AB" w14:textId="10CBFE1F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95,8</w:t>
            </w:r>
          </w:p>
        </w:tc>
        <w:tc>
          <w:tcPr>
            <w:tcW w:w="1512" w:type="dxa"/>
            <w:vAlign w:val="bottom"/>
          </w:tcPr>
          <w:p w14:paraId="3EB62993" w14:textId="51B4D922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98,0</w:t>
            </w:r>
          </w:p>
        </w:tc>
      </w:tr>
      <w:tr w:rsidR="00617976" w:rsidRPr="00F46E3C" w14:paraId="19FA5C8D" w14:textId="77777777" w:rsidTr="00617976">
        <w:trPr>
          <w:cantSplit/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73F1B003" w14:textId="77777777" w:rsidR="00617976" w:rsidRPr="00F46E3C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из нее:</w:t>
            </w:r>
          </w:p>
        </w:tc>
      </w:tr>
      <w:tr w:rsidR="0037019B" w:rsidRPr="00F46E3C" w14:paraId="65BC473A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34BD51A2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добыча прочих полезных ископаемых</w:t>
            </w:r>
          </w:p>
        </w:tc>
        <w:tc>
          <w:tcPr>
            <w:tcW w:w="1511" w:type="dxa"/>
            <w:vAlign w:val="bottom"/>
          </w:tcPr>
          <w:p w14:paraId="5DF18778" w14:textId="20D35143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88,0</w:t>
            </w:r>
          </w:p>
        </w:tc>
        <w:tc>
          <w:tcPr>
            <w:tcW w:w="1511" w:type="dxa"/>
            <w:vAlign w:val="bottom"/>
          </w:tcPr>
          <w:p w14:paraId="15E6FBB6" w14:textId="0A17A6E5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103,3</w:t>
            </w:r>
          </w:p>
        </w:tc>
        <w:tc>
          <w:tcPr>
            <w:tcW w:w="1512" w:type="dxa"/>
            <w:vAlign w:val="bottom"/>
          </w:tcPr>
          <w:p w14:paraId="595324EC" w14:textId="324E37A8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79,2</w:t>
            </w:r>
          </w:p>
        </w:tc>
      </w:tr>
      <w:tr w:rsidR="0037019B" w:rsidRPr="00F46E3C" w14:paraId="215EF933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03055F94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предоставление услуг </w:t>
            </w:r>
            <w:r w:rsidRPr="00F46E3C">
              <w:rPr>
                <w:b/>
                <w:sz w:val="20"/>
              </w:rPr>
              <w:br/>
              <w:t>в области добычи полезных ископаемых</w:t>
            </w:r>
          </w:p>
        </w:tc>
        <w:tc>
          <w:tcPr>
            <w:tcW w:w="1511" w:type="dxa"/>
            <w:vAlign w:val="bottom"/>
          </w:tcPr>
          <w:p w14:paraId="00306CA3" w14:textId="6151776D" w:rsidR="0037019B" w:rsidRPr="0037019B" w:rsidRDefault="0037019B" w:rsidP="0037019B">
            <w:pPr>
              <w:ind w:right="397"/>
              <w:jc w:val="right"/>
              <w:rPr>
                <w:b/>
                <w:bCs/>
                <w:sz w:val="20"/>
              </w:rPr>
            </w:pPr>
            <w:r w:rsidRPr="001B611E">
              <w:rPr>
                <w:b/>
                <w:bCs/>
                <w:sz w:val="20"/>
              </w:rPr>
              <w:t>89,8</w:t>
            </w:r>
          </w:p>
        </w:tc>
        <w:tc>
          <w:tcPr>
            <w:tcW w:w="1511" w:type="dxa"/>
            <w:vAlign w:val="bottom"/>
          </w:tcPr>
          <w:p w14:paraId="5CC461B6" w14:textId="24826E52" w:rsidR="0037019B" w:rsidRPr="0037019B" w:rsidRDefault="0037019B" w:rsidP="0037019B">
            <w:pPr>
              <w:ind w:right="397"/>
              <w:jc w:val="right"/>
              <w:rPr>
                <w:b/>
                <w:bCs/>
                <w:sz w:val="20"/>
              </w:rPr>
            </w:pPr>
            <w:r w:rsidRPr="001B611E">
              <w:rPr>
                <w:b/>
                <w:bCs/>
                <w:sz w:val="20"/>
              </w:rPr>
              <w:t>42,3</w:t>
            </w:r>
          </w:p>
        </w:tc>
        <w:tc>
          <w:tcPr>
            <w:tcW w:w="1512" w:type="dxa"/>
            <w:vAlign w:val="bottom"/>
          </w:tcPr>
          <w:p w14:paraId="74E5724D" w14:textId="34A157F9" w:rsidR="0037019B" w:rsidRPr="0037019B" w:rsidRDefault="0037019B" w:rsidP="0037019B">
            <w:pPr>
              <w:ind w:right="397"/>
              <w:jc w:val="right"/>
              <w:rPr>
                <w:b/>
                <w:bCs/>
                <w:sz w:val="20"/>
              </w:rPr>
            </w:pPr>
            <w:r w:rsidRPr="001B611E">
              <w:rPr>
                <w:b/>
                <w:bCs/>
                <w:sz w:val="20"/>
              </w:rPr>
              <w:t>106,3</w:t>
            </w:r>
          </w:p>
        </w:tc>
      </w:tr>
      <w:tr w:rsidR="0037019B" w:rsidRPr="00F46E3C" w14:paraId="61304022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538ACB81" w14:textId="77777777" w:rsidR="0037019B" w:rsidRPr="00F46E3C" w:rsidRDefault="0037019B" w:rsidP="0037019B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511" w:type="dxa"/>
            <w:vAlign w:val="bottom"/>
          </w:tcPr>
          <w:p w14:paraId="0EADF3A0" w14:textId="4730C963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102,6</w:t>
            </w:r>
          </w:p>
        </w:tc>
        <w:tc>
          <w:tcPr>
            <w:tcW w:w="1511" w:type="dxa"/>
            <w:vAlign w:val="bottom"/>
          </w:tcPr>
          <w:p w14:paraId="4267F9D9" w14:textId="6E68F137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118,3</w:t>
            </w:r>
          </w:p>
        </w:tc>
        <w:tc>
          <w:tcPr>
            <w:tcW w:w="1512" w:type="dxa"/>
            <w:vAlign w:val="bottom"/>
          </w:tcPr>
          <w:p w14:paraId="29E8C091" w14:textId="116026B0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87,4</w:t>
            </w:r>
          </w:p>
        </w:tc>
      </w:tr>
      <w:tr w:rsidR="00617976" w:rsidRPr="00F46E3C" w14:paraId="4AD7DA41" w14:textId="77777777" w:rsidTr="00617976">
        <w:trPr>
          <w:cantSplit/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131940CE" w14:textId="77777777" w:rsidR="00617976" w:rsidRPr="00F46E3C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из них:</w:t>
            </w:r>
          </w:p>
        </w:tc>
      </w:tr>
      <w:tr w:rsidR="0037019B" w:rsidRPr="00F46E3C" w14:paraId="62541D26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55DCCB06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1511" w:type="dxa"/>
            <w:vAlign w:val="bottom"/>
          </w:tcPr>
          <w:p w14:paraId="1265961A" w14:textId="223D0260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92,1</w:t>
            </w:r>
          </w:p>
        </w:tc>
        <w:tc>
          <w:tcPr>
            <w:tcW w:w="1511" w:type="dxa"/>
            <w:vAlign w:val="bottom"/>
          </w:tcPr>
          <w:p w14:paraId="5E3C0CA8" w14:textId="665BDE6C" w:rsidR="0037019B" w:rsidRPr="0037019B" w:rsidRDefault="0037019B" w:rsidP="0037019B">
            <w:pPr>
              <w:ind w:right="397"/>
              <w:jc w:val="right"/>
              <w:rPr>
                <w:b/>
                <w:bCs/>
                <w:sz w:val="20"/>
              </w:rPr>
            </w:pPr>
            <w:r w:rsidRPr="001B611E">
              <w:rPr>
                <w:b/>
                <w:bCs/>
                <w:sz w:val="20"/>
              </w:rPr>
              <w:t>116,4</w:t>
            </w:r>
          </w:p>
        </w:tc>
        <w:tc>
          <w:tcPr>
            <w:tcW w:w="1512" w:type="dxa"/>
            <w:vAlign w:val="bottom"/>
          </w:tcPr>
          <w:p w14:paraId="40BE5F20" w14:textId="1996FF72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98,8</w:t>
            </w:r>
          </w:p>
        </w:tc>
      </w:tr>
      <w:tr w:rsidR="0037019B" w:rsidRPr="00F46E3C" w14:paraId="368D584D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4FEF226E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1511" w:type="dxa"/>
            <w:vAlign w:val="bottom"/>
          </w:tcPr>
          <w:p w14:paraId="2408B7D2" w14:textId="33485E16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100,7</w:t>
            </w:r>
          </w:p>
        </w:tc>
        <w:tc>
          <w:tcPr>
            <w:tcW w:w="1511" w:type="dxa"/>
            <w:vAlign w:val="bottom"/>
          </w:tcPr>
          <w:p w14:paraId="7D80AF4E" w14:textId="29893300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70,4</w:t>
            </w:r>
          </w:p>
        </w:tc>
        <w:tc>
          <w:tcPr>
            <w:tcW w:w="1512" w:type="dxa"/>
            <w:vAlign w:val="bottom"/>
          </w:tcPr>
          <w:p w14:paraId="4CD23022" w14:textId="48600CF4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94,0</w:t>
            </w:r>
          </w:p>
        </w:tc>
      </w:tr>
      <w:tr w:rsidR="0037019B" w:rsidRPr="00F46E3C" w14:paraId="0BEF58B9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6781548B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1511" w:type="dxa"/>
            <w:vAlign w:val="bottom"/>
          </w:tcPr>
          <w:p w14:paraId="679538C7" w14:textId="0344E0A7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134,3</w:t>
            </w:r>
          </w:p>
        </w:tc>
        <w:tc>
          <w:tcPr>
            <w:tcW w:w="1511" w:type="dxa"/>
            <w:vAlign w:val="bottom"/>
          </w:tcPr>
          <w:p w14:paraId="62B013CA" w14:textId="198C6980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99,5</w:t>
            </w:r>
          </w:p>
        </w:tc>
        <w:tc>
          <w:tcPr>
            <w:tcW w:w="1512" w:type="dxa"/>
            <w:vAlign w:val="bottom"/>
          </w:tcPr>
          <w:p w14:paraId="17F422FF" w14:textId="43D2D948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45,7</w:t>
            </w:r>
          </w:p>
        </w:tc>
      </w:tr>
      <w:tr w:rsidR="0037019B" w:rsidRPr="00F46E3C" w14:paraId="0E732F20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782B5AA4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одежды</w:t>
            </w:r>
          </w:p>
        </w:tc>
        <w:tc>
          <w:tcPr>
            <w:tcW w:w="1511" w:type="dxa"/>
            <w:vAlign w:val="bottom"/>
          </w:tcPr>
          <w:p w14:paraId="32413094" w14:textId="464105DF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20,6</w:t>
            </w:r>
          </w:p>
        </w:tc>
        <w:tc>
          <w:tcPr>
            <w:tcW w:w="1511" w:type="dxa"/>
            <w:vAlign w:val="bottom"/>
          </w:tcPr>
          <w:p w14:paraId="09F15FEE" w14:textId="3B9057DD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22,3</w:t>
            </w:r>
          </w:p>
        </w:tc>
        <w:tc>
          <w:tcPr>
            <w:tcW w:w="1512" w:type="dxa"/>
            <w:vAlign w:val="bottom"/>
          </w:tcPr>
          <w:p w14:paraId="0BF9EFDA" w14:textId="08BA001B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76,4</w:t>
            </w:r>
          </w:p>
        </w:tc>
      </w:tr>
      <w:tr w:rsidR="0037019B" w:rsidRPr="00F46E3C" w14:paraId="1617A82F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73E3A98D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кожи и изделий из кожи</w:t>
            </w:r>
          </w:p>
        </w:tc>
        <w:tc>
          <w:tcPr>
            <w:tcW w:w="1511" w:type="dxa"/>
            <w:vAlign w:val="bottom"/>
          </w:tcPr>
          <w:p w14:paraId="7FEC78A2" w14:textId="190CBFA2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99,3</w:t>
            </w:r>
          </w:p>
        </w:tc>
        <w:tc>
          <w:tcPr>
            <w:tcW w:w="1511" w:type="dxa"/>
            <w:vAlign w:val="bottom"/>
          </w:tcPr>
          <w:p w14:paraId="2DDCED24" w14:textId="0BC878C0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84,3</w:t>
            </w:r>
          </w:p>
        </w:tc>
        <w:tc>
          <w:tcPr>
            <w:tcW w:w="1512" w:type="dxa"/>
            <w:vAlign w:val="bottom"/>
          </w:tcPr>
          <w:p w14:paraId="0F825586" w14:textId="684BE490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100,6</w:t>
            </w:r>
          </w:p>
        </w:tc>
      </w:tr>
      <w:tr w:rsidR="0037019B" w:rsidRPr="00F46E3C" w14:paraId="257B8941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249BD6E3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обработка древесины и производство изделий из дерева и пробки, кроме мебели, производство изделий из соломки </w:t>
            </w:r>
            <w:r w:rsidRPr="00F46E3C">
              <w:rPr>
                <w:b/>
                <w:sz w:val="20"/>
              </w:rPr>
              <w:br/>
              <w:t>и материалов для плетения</w:t>
            </w:r>
          </w:p>
        </w:tc>
        <w:tc>
          <w:tcPr>
            <w:tcW w:w="1511" w:type="dxa"/>
            <w:vAlign w:val="bottom"/>
          </w:tcPr>
          <w:p w14:paraId="098F84B5" w14:textId="1B737117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97,2</w:t>
            </w:r>
          </w:p>
        </w:tc>
        <w:tc>
          <w:tcPr>
            <w:tcW w:w="1511" w:type="dxa"/>
            <w:vAlign w:val="bottom"/>
          </w:tcPr>
          <w:p w14:paraId="61E2B6BE" w14:textId="6EF76BC3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144,2</w:t>
            </w:r>
          </w:p>
        </w:tc>
        <w:tc>
          <w:tcPr>
            <w:tcW w:w="1512" w:type="dxa"/>
            <w:vAlign w:val="bottom"/>
          </w:tcPr>
          <w:p w14:paraId="5189908E" w14:textId="5937BC8B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100,1</w:t>
            </w:r>
          </w:p>
        </w:tc>
      </w:tr>
      <w:tr w:rsidR="0037019B" w:rsidRPr="00F46E3C" w14:paraId="6C0D1F29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0F4D4B26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бумаги и бумажных изделий</w:t>
            </w:r>
          </w:p>
        </w:tc>
        <w:tc>
          <w:tcPr>
            <w:tcW w:w="1511" w:type="dxa"/>
            <w:vAlign w:val="bottom"/>
          </w:tcPr>
          <w:p w14:paraId="23489DB0" w14:textId="6E3C9574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85,5</w:t>
            </w:r>
          </w:p>
        </w:tc>
        <w:tc>
          <w:tcPr>
            <w:tcW w:w="1511" w:type="dxa"/>
            <w:vAlign w:val="bottom"/>
          </w:tcPr>
          <w:p w14:paraId="33D63B36" w14:textId="674D9AA7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95,8</w:t>
            </w:r>
          </w:p>
        </w:tc>
        <w:tc>
          <w:tcPr>
            <w:tcW w:w="1512" w:type="dxa"/>
            <w:vAlign w:val="bottom"/>
          </w:tcPr>
          <w:p w14:paraId="3CAA4B07" w14:textId="652426FD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102,4</w:t>
            </w:r>
          </w:p>
        </w:tc>
      </w:tr>
      <w:tr w:rsidR="0037019B" w:rsidRPr="00F46E3C" w14:paraId="61C1E770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4E715D02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lastRenderedPageBreak/>
              <w:t xml:space="preserve">деятельность полиграфическая </w:t>
            </w:r>
            <w:r w:rsidRPr="00F46E3C">
              <w:rPr>
                <w:b/>
                <w:sz w:val="20"/>
              </w:rPr>
              <w:br/>
              <w:t>и копирование носителей информации</w:t>
            </w:r>
          </w:p>
        </w:tc>
        <w:tc>
          <w:tcPr>
            <w:tcW w:w="1511" w:type="dxa"/>
            <w:vAlign w:val="bottom"/>
          </w:tcPr>
          <w:p w14:paraId="6E09EBF7" w14:textId="3A075B5E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92,4</w:t>
            </w:r>
          </w:p>
        </w:tc>
        <w:tc>
          <w:tcPr>
            <w:tcW w:w="1511" w:type="dxa"/>
            <w:vAlign w:val="bottom"/>
          </w:tcPr>
          <w:p w14:paraId="0DAE658F" w14:textId="536004A1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51,7</w:t>
            </w:r>
          </w:p>
        </w:tc>
        <w:tc>
          <w:tcPr>
            <w:tcW w:w="1512" w:type="dxa"/>
            <w:vAlign w:val="bottom"/>
          </w:tcPr>
          <w:p w14:paraId="767AD81E" w14:textId="4A8DF797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185,2</w:t>
            </w:r>
          </w:p>
        </w:tc>
      </w:tr>
      <w:tr w:rsidR="0037019B" w:rsidRPr="00F46E3C" w14:paraId="4ED5DF5E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66D8AD4B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кокса и нефтепродуктов</w:t>
            </w:r>
          </w:p>
        </w:tc>
        <w:tc>
          <w:tcPr>
            <w:tcW w:w="1511" w:type="dxa"/>
            <w:vAlign w:val="bottom"/>
          </w:tcPr>
          <w:p w14:paraId="217D0EE2" w14:textId="5FE6FD95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115,5</w:t>
            </w:r>
          </w:p>
        </w:tc>
        <w:tc>
          <w:tcPr>
            <w:tcW w:w="1511" w:type="dxa"/>
            <w:vAlign w:val="bottom"/>
          </w:tcPr>
          <w:p w14:paraId="55B0B883" w14:textId="47851D00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114,9</w:t>
            </w:r>
          </w:p>
        </w:tc>
        <w:tc>
          <w:tcPr>
            <w:tcW w:w="1512" w:type="dxa"/>
            <w:vAlign w:val="bottom"/>
          </w:tcPr>
          <w:p w14:paraId="77A34D35" w14:textId="661A995F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95,4</w:t>
            </w:r>
          </w:p>
        </w:tc>
      </w:tr>
      <w:tr w:rsidR="0037019B" w:rsidRPr="00F46E3C" w14:paraId="0A28EC52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7DE6EF63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химических веществ химических продуктов</w:t>
            </w:r>
          </w:p>
        </w:tc>
        <w:tc>
          <w:tcPr>
            <w:tcW w:w="1511" w:type="dxa"/>
            <w:vAlign w:val="bottom"/>
          </w:tcPr>
          <w:p w14:paraId="1F7AABCB" w14:textId="7361CFEF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102,7</w:t>
            </w:r>
          </w:p>
        </w:tc>
        <w:tc>
          <w:tcPr>
            <w:tcW w:w="1511" w:type="dxa"/>
            <w:vAlign w:val="bottom"/>
          </w:tcPr>
          <w:p w14:paraId="401D43EB" w14:textId="7937B4AB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137,7</w:t>
            </w:r>
          </w:p>
        </w:tc>
        <w:tc>
          <w:tcPr>
            <w:tcW w:w="1512" w:type="dxa"/>
            <w:vAlign w:val="bottom"/>
          </w:tcPr>
          <w:p w14:paraId="3DC3588D" w14:textId="4CACD409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87,1</w:t>
            </w:r>
          </w:p>
        </w:tc>
      </w:tr>
      <w:tr w:rsidR="0037019B" w:rsidRPr="00F46E3C" w14:paraId="28B6F50E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5EFECA1F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резиновых и пластмассовых изделий</w:t>
            </w:r>
          </w:p>
        </w:tc>
        <w:tc>
          <w:tcPr>
            <w:tcW w:w="1511" w:type="dxa"/>
            <w:vAlign w:val="bottom"/>
          </w:tcPr>
          <w:p w14:paraId="6F9CFA46" w14:textId="0183B00C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75,1</w:t>
            </w:r>
          </w:p>
        </w:tc>
        <w:tc>
          <w:tcPr>
            <w:tcW w:w="1511" w:type="dxa"/>
            <w:vAlign w:val="bottom"/>
          </w:tcPr>
          <w:p w14:paraId="743A48A9" w14:textId="5135842E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114,1</w:t>
            </w:r>
          </w:p>
        </w:tc>
        <w:tc>
          <w:tcPr>
            <w:tcW w:w="1512" w:type="dxa"/>
            <w:vAlign w:val="bottom"/>
          </w:tcPr>
          <w:p w14:paraId="7B0277B3" w14:textId="21CB037C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83</w:t>
            </w:r>
            <w:r>
              <w:rPr>
                <w:b/>
                <w:bCs/>
                <w:sz w:val="20"/>
              </w:rPr>
              <w:t>,</w:t>
            </w:r>
            <w:r w:rsidRPr="001B611E">
              <w:rPr>
                <w:b/>
                <w:bCs/>
                <w:sz w:val="20"/>
              </w:rPr>
              <w:t>4</w:t>
            </w:r>
          </w:p>
        </w:tc>
      </w:tr>
      <w:tr w:rsidR="0037019B" w:rsidRPr="00F46E3C" w14:paraId="24CD5C4E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0DE3EAA3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прочей неметаллической минеральной продукции</w:t>
            </w:r>
          </w:p>
        </w:tc>
        <w:tc>
          <w:tcPr>
            <w:tcW w:w="1511" w:type="dxa"/>
            <w:vAlign w:val="bottom"/>
          </w:tcPr>
          <w:p w14:paraId="7BAD2CCD" w14:textId="416B621C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94,8</w:t>
            </w:r>
          </w:p>
        </w:tc>
        <w:tc>
          <w:tcPr>
            <w:tcW w:w="1511" w:type="dxa"/>
            <w:vAlign w:val="bottom"/>
          </w:tcPr>
          <w:p w14:paraId="3D9CC084" w14:textId="3A885493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94,1</w:t>
            </w:r>
          </w:p>
        </w:tc>
        <w:tc>
          <w:tcPr>
            <w:tcW w:w="1512" w:type="dxa"/>
            <w:vAlign w:val="bottom"/>
          </w:tcPr>
          <w:p w14:paraId="41924E29" w14:textId="684A6ED1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104,3</w:t>
            </w:r>
          </w:p>
        </w:tc>
      </w:tr>
      <w:tr w:rsidR="0037019B" w:rsidRPr="00F46E3C" w14:paraId="7A5AB088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755AD4E7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металлургическое</w:t>
            </w:r>
          </w:p>
        </w:tc>
        <w:tc>
          <w:tcPr>
            <w:tcW w:w="1511" w:type="dxa"/>
            <w:vAlign w:val="bottom"/>
          </w:tcPr>
          <w:p w14:paraId="38A6A771" w14:textId="75853117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111,1</w:t>
            </w:r>
          </w:p>
        </w:tc>
        <w:tc>
          <w:tcPr>
            <w:tcW w:w="1511" w:type="dxa"/>
            <w:vAlign w:val="bottom"/>
          </w:tcPr>
          <w:p w14:paraId="6C7267E6" w14:textId="07E843CF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102,2</w:t>
            </w:r>
          </w:p>
        </w:tc>
        <w:tc>
          <w:tcPr>
            <w:tcW w:w="1512" w:type="dxa"/>
            <w:vAlign w:val="bottom"/>
          </w:tcPr>
          <w:p w14:paraId="7C08D830" w14:textId="21466761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102,5</w:t>
            </w:r>
          </w:p>
        </w:tc>
      </w:tr>
      <w:tr w:rsidR="0037019B" w:rsidRPr="00F46E3C" w14:paraId="3804A4CC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04333E6E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511" w:type="dxa"/>
            <w:vAlign w:val="bottom"/>
          </w:tcPr>
          <w:p w14:paraId="3CEEC087" w14:textId="731B9F94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70,8</w:t>
            </w:r>
          </w:p>
        </w:tc>
        <w:tc>
          <w:tcPr>
            <w:tcW w:w="1511" w:type="dxa"/>
            <w:vAlign w:val="bottom"/>
          </w:tcPr>
          <w:p w14:paraId="2E5CC838" w14:textId="15F3A942" w:rsidR="0037019B" w:rsidRPr="0037019B" w:rsidRDefault="0037019B" w:rsidP="0037019B">
            <w:pPr>
              <w:ind w:right="397"/>
              <w:jc w:val="right"/>
              <w:rPr>
                <w:b/>
                <w:bCs/>
                <w:sz w:val="20"/>
              </w:rPr>
            </w:pPr>
            <w:r w:rsidRPr="001B611E">
              <w:rPr>
                <w:b/>
                <w:bCs/>
                <w:sz w:val="20"/>
              </w:rPr>
              <w:t>102,8</w:t>
            </w:r>
          </w:p>
        </w:tc>
        <w:tc>
          <w:tcPr>
            <w:tcW w:w="1512" w:type="dxa"/>
            <w:vAlign w:val="bottom"/>
          </w:tcPr>
          <w:p w14:paraId="3879E9A1" w14:textId="03F15E65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54,6</w:t>
            </w:r>
          </w:p>
        </w:tc>
      </w:tr>
      <w:tr w:rsidR="0037019B" w:rsidRPr="00F46E3C" w14:paraId="62E639F0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253301C0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производство компьютеров, </w:t>
            </w:r>
            <w:r w:rsidRPr="00F46E3C">
              <w:rPr>
                <w:b/>
                <w:sz w:val="20"/>
              </w:rPr>
              <w:br/>
              <w:t>электронных и оптических изделий</w:t>
            </w:r>
          </w:p>
        </w:tc>
        <w:tc>
          <w:tcPr>
            <w:tcW w:w="1511" w:type="dxa"/>
            <w:vAlign w:val="bottom"/>
          </w:tcPr>
          <w:p w14:paraId="30D6DBD9" w14:textId="01C03C1A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17,3</w:t>
            </w:r>
          </w:p>
        </w:tc>
        <w:tc>
          <w:tcPr>
            <w:tcW w:w="1511" w:type="dxa"/>
            <w:vAlign w:val="bottom"/>
          </w:tcPr>
          <w:p w14:paraId="3DBCD70B" w14:textId="74D7BC5E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99,9</w:t>
            </w:r>
          </w:p>
        </w:tc>
        <w:tc>
          <w:tcPr>
            <w:tcW w:w="1512" w:type="dxa"/>
            <w:vAlign w:val="bottom"/>
          </w:tcPr>
          <w:p w14:paraId="10929837" w14:textId="3C7B9573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17,3</w:t>
            </w:r>
          </w:p>
        </w:tc>
      </w:tr>
      <w:tr w:rsidR="0037019B" w:rsidRPr="00F46E3C" w14:paraId="0D49C1BE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3549A2BA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электрического оборудования</w:t>
            </w:r>
          </w:p>
        </w:tc>
        <w:tc>
          <w:tcPr>
            <w:tcW w:w="1511" w:type="dxa"/>
            <w:vAlign w:val="bottom"/>
          </w:tcPr>
          <w:p w14:paraId="64F47AAE" w14:textId="4EA6DAAF" w:rsidR="0037019B" w:rsidRPr="0037019B" w:rsidRDefault="0037019B" w:rsidP="0037019B">
            <w:pPr>
              <w:ind w:right="397"/>
              <w:jc w:val="right"/>
              <w:rPr>
                <w:b/>
                <w:bCs/>
                <w:sz w:val="20"/>
              </w:rPr>
            </w:pPr>
            <w:r w:rsidRPr="001B611E">
              <w:rPr>
                <w:b/>
                <w:bCs/>
                <w:sz w:val="20"/>
              </w:rPr>
              <w:t>80,1</w:t>
            </w:r>
          </w:p>
        </w:tc>
        <w:tc>
          <w:tcPr>
            <w:tcW w:w="1511" w:type="dxa"/>
            <w:vAlign w:val="bottom"/>
          </w:tcPr>
          <w:p w14:paraId="12135F7F" w14:textId="5E77DE1F" w:rsidR="0037019B" w:rsidRPr="0037019B" w:rsidRDefault="0037019B" w:rsidP="0037019B">
            <w:pPr>
              <w:ind w:right="397"/>
              <w:jc w:val="right"/>
              <w:rPr>
                <w:b/>
                <w:bCs/>
                <w:sz w:val="20"/>
              </w:rPr>
            </w:pPr>
            <w:r w:rsidRPr="001B611E">
              <w:rPr>
                <w:b/>
                <w:bCs/>
                <w:sz w:val="20"/>
              </w:rPr>
              <w:t>10,2</w:t>
            </w:r>
          </w:p>
        </w:tc>
        <w:tc>
          <w:tcPr>
            <w:tcW w:w="1512" w:type="dxa"/>
            <w:vAlign w:val="bottom"/>
          </w:tcPr>
          <w:p w14:paraId="0C434F66" w14:textId="596E03E8" w:rsidR="0037019B" w:rsidRPr="00BB795D" w:rsidRDefault="0037019B" w:rsidP="0037019B">
            <w:pPr>
              <w:tabs>
                <w:tab w:val="left" w:pos="841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в 2,5р.</w:t>
            </w:r>
          </w:p>
        </w:tc>
      </w:tr>
      <w:tr w:rsidR="0037019B" w:rsidRPr="00F46E3C" w14:paraId="56FFB80C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619A46A6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производство машин и оборудования, </w:t>
            </w:r>
            <w:r w:rsidRPr="00F46E3C">
              <w:rPr>
                <w:b/>
                <w:sz w:val="20"/>
              </w:rPr>
              <w:br/>
              <w:t>не включенных в другие группировки</w:t>
            </w:r>
          </w:p>
        </w:tc>
        <w:tc>
          <w:tcPr>
            <w:tcW w:w="1511" w:type="dxa"/>
            <w:vAlign w:val="bottom"/>
          </w:tcPr>
          <w:p w14:paraId="76954A15" w14:textId="38E4FDE2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100,7</w:t>
            </w:r>
          </w:p>
        </w:tc>
        <w:tc>
          <w:tcPr>
            <w:tcW w:w="1511" w:type="dxa"/>
            <w:vAlign w:val="bottom"/>
          </w:tcPr>
          <w:p w14:paraId="58480A87" w14:textId="677F93E0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102,9</w:t>
            </w:r>
          </w:p>
        </w:tc>
        <w:tc>
          <w:tcPr>
            <w:tcW w:w="1512" w:type="dxa"/>
            <w:vAlign w:val="bottom"/>
          </w:tcPr>
          <w:p w14:paraId="5EC8C378" w14:textId="03706103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66,3</w:t>
            </w:r>
          </w:p>
        </w:tc>
      </w:tr>
      <w:tr w:rsidR="0037019B" w:rsidRPr="00F46E3C" w14:paraId="630F7E22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2B447BF4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производство прочих транспортных средств </w:t>
            </w:r>
            <w:r w:rsidRPr="00F46E3C">
              <w:rPr>
                <w:b/>
                <w:sz w:val="20"/>
              </w:rPr>
              <w:br/>
              <w:t>и оборудования</w:t>
            </w:r>
          </w:p>
        </w:tc>
        <w:tc>
          <w:tcPr>
            <w:tcW w:w="1511" w:type="dxa"/>
            <w:vAlign w:val="bottom"/>
          </w:tcPr>
          <w:p w14:paraId="7D540013" w14:textId="6C0A877C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76,6</w:t>
            </w:r>
          </w:p>
        </w:tc>
        <w:tc>
          <w:tcPr>
            <w:tcW w:w="1511" w:type="dxa"/>
            <w:vAlign w:val="bottom"/>
          </w:tcPr>
          <w:p w14:paraId="1A93E133" w14:textId="754F6F04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108,5</w:t>
            </w:r>
          </w:p>
        </w:tc>
        <w:tc>
          <w:tcPr>
            <w:tcW w:w="1512" w:type="dxa"/>
            <w:vAlign w:val="bottom"/>
          </w:tcPr>
          <w:p w14:paraId="36332497" w14:textId="03B38B14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60,8</w:t>
            </w:r>
          </w:p>
        </w:tc>
      </w:tr>
      <w:tr w:rsidR="0037019B" w:rsidRPr="00F46E3C" w14:paraId="2E420579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6466D0EA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мебели</w:t>
            </w:r>
          </w:p>
        </w:tc>
        <w:tc>
          <w:tcPr>
            <w:tcW w:w="1511" w:type="dxa"/>
            <w:vAlign w:val="bottom"/>
          </w:tcPr>
          <w:p w14:paraId="576996CB" w14:textId="6D2E0B39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109,8</w:t>
            </w:r>
          </w:p>
        </w:tc>
        <w:tc>
          <w:tcPr>
            <w:tcW w:w="1511" w:type="dxa"/>
            <w:vAlign w:val="bottom"/>
          </w:tcPr>
          <w:p w14:paraId="08CAD845" w14:textId="0C3855D9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91,6</w:t>
            </w:r>
          </w:p>
        </w:tc>
        <w:tc>
          <w:tcPr>
            <w:tcW w:w="1512" w:type="dxa"/>
            <w:vAlign w:val="bottom"/>
          </w:tcPr>
          <w:p w14:paraId="68D77F78" w14:textId="49FFE6D0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127,4</w:t>
            </w:r>
          </w:p>
        </w:tc>
      </w:tr>
      <w:tr w:rsidR="0037019B" w:rsidRPr="00F46E3C" w14:paraId="62D3F18F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35D8B57F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прочих готовых изделий</w:t>
            </w:r>
          </w:p>
        </w:tc>
        <w:tc>
          <w:tcPr>
            <w:tcW w:w="1511" w:type="dxa"/>
            <w:vAlign w:val="bottom"/>
          </w:tcPr>
          <w:p w14:paraId="55B78800" w14:textId="22979358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85,5</w:t>
            </w:r>
          </w:p>
        </w:tc>
        <w:tc>
          <w:tcPr>
            <w:tcW w:w="1511" w:type="dxa"/>
            <w:vAlign w:val="bottom"/>
          </w:tcPr>
          <w:p w14:paraId="7CE9510C" w14:textId="0AAF32D8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113,7</w:t>
            </w:r>
          </w:p>
        </w:tc>
        <w:tc>
          <w:tcPr>
            <w:tcW w:w="1512" w:type="dxa"/>
            <w:vAlign w:val="bottom"/>
          </w:tcPr>
          <w:p w14:paraId="1DD72C87" w14:textId="377FA2B4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63,9</w:t>
            </w:r>
          </w:p>
        </w:tc>
      </w:tr>
      <w:tr w:rsidR="0037019B" w:rsidRPr="00F46E3C" w14:paraId="2B01991A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77E6F5D4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ремонт и монтаж машин и оборудования</w:t>
            </w:r>
          </w:p>
        </w:tc>
        <w:tc>
          <w:tcPr>
            <w:tcW w:w="1511" w:type="dxa"/>
            <w:vAlign w:val="bottom"/>
          </w:tcPr>
          <w:p w14:paraId="7271C205" w14:textId="0CC98C74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160,0</w:t>
            </w:r>
          </w:p>
        </w:tc>
        <w:tc>
          <w:tcPr>
            <w:tcW w:w="1511" w:type="dxa"/>
            <w:vAlign w:val="bottom"/>
          </w:tcPr>
          <w:p w14:paraId="112D2B56" w14:textId="3A23A588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186,5</w:t>
            </w:r>
          </w:p>
        </w:tc>
        <w:tc>
          <w:tcPr>
            <w:tcW w:w="1512" w:type="dxa"/>
            <w:vAlign w:val="bottom"/>
          </w:tcPr>
          <w:p w14:paraId="0CE43CEA" w14:textId="7695C01C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86,0</w:t>
            </w:r>
          </w:p>
        </w:tc>
      </w:tr>
      <w:tr w:rsidR="0037019B" w:rsidRPr="00F46E3C" w14:paraId="0A21D60C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775B47D8" w14:textId="77777777" w:rsidR="0037019B" w:rsidRPr="00F46E3C" w:rsidRDefault="0037019B" w:rsidP="0037019B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Обеспечение электрической энергией, </w:t>
            </w:r>
            <w:r w:rsidRPr="00F46E3C">
              <w:rPr>
                <w:b/>
                <w:sz w:val="20"/>
              </w:rPr>
              <w:br/>
              <w:t>газом и паром; кондиционирование воздуха</w:t>
            </w:r>
          </w:p>
        </w:tc>
        <w:tc>
          <w:tcPr>
            <w:tcW w:w="1511" w:type="dxa"/>
            <w:vAlign w:val="bottom"/>
          </w:tcPr>
          <w:p w14:paraId="03E01BAA" w14:textId="63F28E78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94,7</w:t>
            </w:r>
          </w:p>
        </w:tc>
        <w:tc>
          <w:tcPr>
            <w:tcW w:w="1511" w:type="dxa"/>
            <w:vAlign w:val="bottom"/>
          </w:tcPr>
          <w:p w14:paraId="4791F557" w14:textId="0C7A7659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92,1</w:t>
            </w:r>
          </w:p>
        </w:tc>
        <w:tc>
          <w:tcPr>
            <w:tcW w:w="1512" w:type="dxa"/>
            <w:vAlign w:val="bottom"/>
          </w:tcPr>
          <w:p w14:paraId="457DE75E" w14:textId="0DFCDBBD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94,9</w:t>
            </w:r>
          </w:p>
        </w:tc>
      </w:tr>
      <w:tr w:rsidR="00617976" w:rsidRPr="00F46E3C" w14:paraId="2EB1F9BC" w14:textId="77777777" w:rsidTr="00617976">
        <w:trPr>
          <w:cantSplit/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4F1D361E" w14:textId="77777777" w:rsidR="00617976" w:rsidRPr="00F46E3C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в том числе:</w:t>
            </w:r>
          </w:p>
        </w:tc>
      </w:tr>
      <w:tr w:rsidR="0037019B" w:rsidRPr="00F46E3C" w14:paraId="39070C20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7CC67D28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производство, передача и распределение электроэнергии</w:t>
            </w:r>
          </w:p>
        </w:tc>
        <w:tc>
          <w:tcPr>
            <w:tcW w:w="1511" w:type="dxa"/>
            <w:vAlign w:val="bottom"/>
          </w:tcPr>
          <w:p w14:paraId="65BC5BE5" w14:textId="5282957D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108,2</w:t>
            </w:r>
          </w:p>
        </w:tc>
        <w:tc>
          <w:tcPr>
            <w:tcW w:w="1511" w:type="dxa"/>
            <w:vAlign w:val="bottom"/>
          </w:tcPr>
          <w:p w14:paraId="061E3D7B" w14:textId="015DC51E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90,9</w:t>
            </w:r>
          </w:p>
        </w:tc>
        <w:tc>
          <w:tcPr>
            <w:tcW w:w="1512" w:type="dxa"/>
            <w:vAlign w:val="bottom"/>
          </w:tcPr>
          <w:p w14:paraId="512950A1" w14:textId="42E02DB1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95,9</w:t>
            </w:r>
          </w:p>
        </w:tc>
      </w:tr>
      <w:tr w:rsidR="0037019B" w:rsidRPr="00F46E3C" w14:paraId="77247A86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5E690715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производство и распределение газообразного топлива</w:t>
            </w:r>
          </w:p>
        </w:tc>
        <w:tc>
          <w:tcPr>
            <w:tcW w:w="1511" w:type="dxa"/>
            <w:vAlign w:val="bottom"/>
          </w:tcPr>
          <w:p w14:paraId="7E419A33" w14:textId="64D5651F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50,3</w:t>
            </w:r>
          </w:p>
        </w:tc>
        <w:tc>
          <w:tcPr>
            <w:tcW w:w="1511" w:type="dxa"/>
            <w:vAlign w:val="bottom"/>
          </w:tcPr>
          <w:p w14:paraId="35C5941C" w14:textId="20CCA8C9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99,1</w:t>
            </w:r>
          </w:p>
        </w:tc>
        <w:tc>
          <w:tcPr>
            <w:tcW w:w="1512" w:type="dxa"/>
            <w:vAlign w:val="bottom"/>
          </w:tcPr>
          <w:p w14:paraId="77CFBA21" w14:textId="06C87DD8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84,4</w:t>
            </w:r>
          </w:p>
        </w:tc>
      </w:tr>
      <w:tr w:rsidR="0037019B" w:rsidRPr="00F46E3C" w14:paraId="5A929A60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4D7D4E4E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производство, передача и распределение пара </w:t>
            </w:r>
            <w:r w:rsidRPr="00F46E3C">
              <w:rPr>
                <w:b/>
                <w:sz w:val="20"/>
              </w:rPr>
              <w:br/>
              <w:t>и горячей воды; кондиционирование воздуха</w:t>
            </w:r>
          </w:p>
        </w:tc>
        <w:tc>
          <w:tcPr>
            <w:tcW w:w="1511" w:type="dxa"/>
            <w:vAlign w:val="bottom"/>
          </w:tcPr>
          <w:p w14:paraId="5B31E844" w14:textId="48028DFB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69,4</w:t>
            </w:r>
          </w:p>
        </w:tc>
        <w:tc>
          <w:tcPr>
            <w:tcW w:w="1511" w:type="dxa"/>
            <w:vAlign w:val="bottom"/>
          </w:tcPr>
          <w:p w14:paraId="24A8620E" w14:textId="1788BA7A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96,7</w:t>
            </w:r>
          </w:p>
        </w:tc>
        <w:tc>
          <w:tcPr>
            <w:tcW w:w="1512" w:type="dxa"/>
            <w:vAlign w:val="bottom"/>
          </w:tcPr>
          <w:p w14:paraId="6AC67565" w14:textId="42FB3E85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94,7</w:t>
            </w:r>
          </w:p>
        </w:tc>
      </w:tr>
      <w:tr w:rsidR="0037019B" w:rsidRPr="00F46E3C" w14:paraId="0764AAE5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45394A4A" w14:textId="77777777" w:rsidR="0037019B" w:rsidRPr="00F46E3C" w:rsidRDefault="0037019B" w:rsidP="0037019B">
            <w:pPr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Водоснабжение; водоотведение, организация сбора и утилизации отходов, деятельность </w:t>
            </w:r>
            <w:r w:rsidRPr="00F46E3C">
              <w:rPr>
                <w:b/>
                <w:sz w:val="20"/>
              </w:rPr>
              <w:br/>
              <w:t>по ликвидации загрязнений</w:t>
            </w:r>
          </w:p>
        </w:tc>
        <w:tc>
          <w:tcPr>
            <w:tcW w:w="1511" w:type="dxa"/>
            <w:vAlign w:val="bottom"/>
          </w:tcPr>
          <w:p w14:paraId="41E3C490" w14:textId="28DAB009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97,3</w:t>
            </w:r>
          </w:p>
        </w:tc>
        <w:tc>
          <w:tcPr>
            <w:tcW w:w="1511" w:type="dxa"/>
            <w:vAlign w:val="bottom"/>
          </w:tcPr>
          <w:p w14:paraId="59F88D52" w14:textId="5D9032F8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90,5</w:t>
            </w:r>
          </w:p>
        </w:tc>
        <w:tc>
          <w:tcPr>
            <w:tcW w:w="1512" w:type="dxa"/>
            <w:vAlign w:val="bottom"/>
          </w:tcPr>
          <w:p w14:paraId="2F5267CB" w14:textId="256FD326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101,0</w:t>
            </w:r>
          </w:p>
        </w:tc>
      </w:tr>
      <w:tr w:rsidR="00617976" w:rsidRPr="00F46E3C" w14:paraId="6B4480F4" w14:textId="77777777" w:rsidTr="00617976">
        <w:trPr>
          <w:cantSplit/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3BFCC5FE" w14:textId="77777777" w:rsidR="00617976" w:rsidRPr="00F46E3C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в том числе:</w:t>
            </w:r>
          </w:p>
        </w:tc>
      </w:tr>
      <w:tr w:rsidR="0037019B" w:rsidRPr="00F46E3C" w14:paraId="10099D8F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3E140F1F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забор, очистка и распределение воды</w:t>
            </w:r>
          </w:p>
        </w:tc>
        <w:tc>
          <w:tcPr>
            <w:tcW w:w="1511" w:type="dxa"/>
            <w:vAlign w:val="bottom"/>
          </w:tcPr>
          <w:p w14:paraId="2294E31E" w14:textId="3B372467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114,6</w:t>
            </w:r>
          </w:p>
        </w:tc>
        <w:tc>
          <w:tcPr>
            <w:tcW w:w="1511" w:type="dxa"/>
            <w:vAlign w:val="bottom"/>
          </w:tcPr>
          <w:p w14:paraId="44D9BAFB" w14:textId="38CE9AA1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94,2</w:t>
            </w:r>
          </w:p>
        </w:tc>
        <w:tc>
          <w:tcPr>
            <w:tcW w:w="1512" w:type="dxa"/>
            <w:vAlign w:val="bottom"/>
          </w:tcPr>
          <w:p w14:paraId="6FE71B27" w14:textId="7E47D045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103,0</w:t>
            </w:r>
          </w:p>
        </w:tc>
      </w:tr>
      <w:tr w:rsidR="0037019B" w:rsidRPr="00F46E3C" w14:paraId="22736F36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5BEE2A20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>сбор и обработка сточных вод</w:t>
            </w:r>
          </w:p>
        </w:tc>
        <w:tc>
          <w:tcPr>
            <w:tcW w:w="1511" w:type="dxa"/>
            <w:vAlign w:val="bottom"/>
          </w:tcPr>
          <w:p w14:paraId="5AD2E9C9" w14:textId="413DB88B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97,2</w:t>
            </w:r>
          </w:p>
        </w:tc>
        <w:tc>
          <w:tcPr>
            <w:tcW w:w="1511" w:type="dxa"/>
            <w:vAlign w:val="bottom"/>
          </w:tcPr>
          <w:p w14:paraId="685FADE4" w14:textId="069D1842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101,8</w:t>
            </w:r>
          </w:p>
        </w:tc>
        <w:tc>
          <w:tcPr>
            <w:tcW w:w="1512" w:type="dxa"/>
            <w:vAlign w:val="bottom"/>
          </w:tcPr>
          <w:p w14:paraId="399EF6EB" w14:textId="5F2939B1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94,3</w:t>
            </w:r>
          </w:p>
        </w:tc>
      </w:tr>
      <w:tr w:rsidR="0037019B" w:rsidRPr="005F377B" w14:paraId="549991FF" w14:textId="77777777" w:rsidTr="00617976">
        <w:trPr>
          <w:cantSplit/>
          <w:trHeight w:val="227"/>
          <w:jc w:val="center"/>
        </w:trPr>
        <w:tc>
          <w:tcPr>
            <w:tcW w:w="4537" w:type="dxa"/>
            <w:vAlign w:val="bottom"/>
          </w:tcPr>
          <w:p w14:paraId="417E3C4A" w14:textId="77777777" w:rsidR="0037019B" w:rsidRPr="00F46E3C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F46E3C">
              <w:rPr>
                <w:b/>
                <w:sz w:val="20"/>
              </w:rPr>
              <w:t xml:space="preserve">сбор, обработка и утилизация отходов; </w:t>
            </w:r>
            <w:r w:rsidRPr="00F46E3C">
              <w:rPr>
                <w:b/>
                <w:sz w:val="20"/>
              </w:rPr>
              <w:br/>
              <w:t>обработка вторичного сырья</w:t>
            </w:r>
          </w:p>
        </w:tc>
        <w:tc>
          <w:tcPr>
            <w:tcW w:w="1511" w:type="dxa"/>
            <w:vAlign w:val="bottom"/>
          </w:tcPr>
          <w:p w14:paraId="22DBBC46" w14:textId="56EE2C22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83,3</w:t>
            </w:r>
          </w:p>
        </w:tc>
        <w:tc>
          <w:tcPr>
            <w:tcW w:w="1511" w:type="dxa"/>
            <w:vAlign w:val="bottom"/>
          </w:tcPr>
          <w:p w14:paraId="62D297A7" w14:textId="069718C0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80,0</w:t>
            </w:r>
          </w:p>
        </w:tc>
        <w:tc>
          <w:tcPr>
            <w:tcW w:w="1512" w:type="dxa"/>
            <w:vAlign w:val="bottom"/>
          </w:tcPr>
          <w:p w14:paraId="4410D3C9" w14:textId="44C6751A" w:rsidR="0037019B" w:rsidRPr="00BB795D" w:rsidRDefault="0037019B" w:rsidP="0037019B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103,7</w:t>
            </w:r>
          </w:p>
        </w:tc>
      </w:tr>
    </w:tbl>
    <w:p w14:paraId="2282C485" w14:textId="3DB275BD" w:rsidR="00E71E41" w:rsidRPr="002D4818" w:rsidRDefault="00617976" w:rsidP="008861CE">
      <w:pPr>
        <w:spacing w:before="360"/>
        <w:ind w:firstLine="709"/>
      </w:pPr>
      <w:r w:rsidRPr="00890370">
        <w:t>Объем отгруженных товаров собственного производства, выполненных</w:t>
      </w:r>
      <w:r>
        <w:t xml:space="preserve"> </w:t>
      </w:r>
      <w:r w:rsidRPr="00082A24">
        <w:t>работ</w:t>
      </w:r>
      <w:r>
        <w:t xml:space="preserve"> </w:t>
      </w:r>
      <w:r>
        <w:br/>
      </w:r>
      <w:r w:rsidRPr="00082A24">
        <w:t xml:space="preserve">и услуг собственными силами </w:t>
      </w:r>
      <w:r w:rsidRPr="00B01BAA">
        <w:t>в январе-</w:t>
      </w:r>
      <w:r w:rsidR="00BB795D">
        <w:t>сентябре</w:t>
      </w:r>
      <w:r w:rsidR="000A2536" w:rsidRPr="00B01BAA">
        <w:t xml:space="preserve"> </w:t>
      </w:r>
      <w:r w:rsidRPr="00B01BAA">
        <w:t xml:space="preserve">2024 года составил </w:t>
      </w:r>
      <w:r w:rsidR="0037019B" w:rsidRPr="001B611E">
        <w:t xml:space="preserve">476075,5 </w:t>
      </w:r>
      <w:r w:rsidR="006D69CC">
        <w:br/>
      </w:r>
      <w:r w:rsidRPr="005524E1">
        <w:t>млн рублей,</w:t>
      </w:r>
      <w:r w:rsidRPr="00B01BAA">
        <w:t xml:space="preserve"> что на </w:t>
      </w:r>
      <w:r w:rsidR="0037019B" w:rsidRPr="001B611E">
        <w:t>13,5</w:t>
      </w:r>
      <w:r w:rsidR="005524E1" w:rsidRPr="006D6353">
        <w:t xml:space="preserve">% </w:t>
      </w:r>
      <w:r w:rsidRPr="00B01BAA">
        <w:t>(в действующих ценах) выше соответствующего периода предыдущего года</w:t>
      </w:r>
      <w:r w:rsidR="00E71E41" w:rsidRPr="00B01BAA">
        <w:t>.</w:t>
      </w:r>
    </w:p>
    <w:p w14:paraId="0DB9F6D7" w14:textId="54BF7EE8" w:rsidR="0031223F" w:rsidRPr="00997D18" w:rsidRDefault="00997D18" w:rsidP="001F3C7A">
      <w:pPr>
        <w:pStyle w:val="3"/>
        <w:spacing w:before="240" w:after="240"/>
        <w:ind w:right="0"/>
        <w:rPr>
          <w:szCs w:val="24"/>
        </w:rPr>
      </w:pPr>
      <w:bookmarkStart w:id="21" w:name="_Toc181255897"/>
      <w:r w:rsidRPr="00997D18">
        <w:rPr>
          <w:szCs w:val="24"/>
        </w:rPr>
        <w:t>Объем отгруженных товаров собственного производства,</w:t>
      </w:r>
      <w:r w:rsidRPr="00997D18">
        <w:rPr>
          <w:szCs w:val="24"/>
        </w:rPr>
        <w:br/>
        <w:t>выполненных работ и услуг собственными силами</w:t>
      </w:r>
      <w:r w:rsidRPr="00997D18">
        <w:rPr>
          <w:szCs w:val="24"/>
        </w:rPr>
        <w:br/>
        <w:t>по видам экономической деятельности</w:t>
      </w:r>
      <w:r w:rsidR="00F418B6">
        <w:rPr>
          <w:szCs w:val="24"/>
          <w:vertAlign w:val="superscript"/>
        </w:rPr>
        <w:t>2</w:t>
      </w:r>
      <w:r w:rsidRPr="00997D18">
        <w:rPr>
          <w:szCs w:val="24"/>
          <w:vertAlign w:val="superscript"/>
        </w:rPr>
        <w:t>)</w:t>
      </w:r>
      <w:bookmarkEnd w:id="21"/>
    </w:p>
    <w:p w14:paraId="323F4563" w14:textId="77777777" w:rsidR="0031223F" w:rsidRPr="00890370" w:rsidRDefault="0031223F" w:rsidP="0031223F">
      <w:pPr>
        <w:spacing w:after="60"/>
        <w:jc w:val="right"/>
        <w:rPr>
          <w:b/>
          <w:sz w:val="20"/>
        </w:rPr>
      </w:pPr>
      <w:r w:rsidRPr="00890370">
        <w:rPr>
          <w:b/>
          <w:sz w:val="20"/>
        </w:rPr>
        <w:t>в действующих ценах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5"/>
        <w:gridCol w:w="1134"/>
        <w:gridCol w:w="1134"/>
        <w:gridCol w:w="1134"/>
        <w:gridCol w:w="1134"/>
      </w:tblGrid>
      <w:tr w:rsidR="00617976" w:rsidRPr="00AC3AEF" w14:paraId="09A93F26" w14:textId="77777777" w:rsidTr="00617976">
        <w:trPr>
          <w:trHeight w:val="283"/>
          <w:jc w:val="center"/>
        </w:trPr>
        <w:tc>
          <w:tcPr>
            <w:tcW w:w="4535" w:type="dxa"/>
            <w:shd w:val="clear" w:color="auto" w:fill="auto"/>
          </w:tcPr>
          <w:p w14:paraId="4055B20B" w14:textId="77777777" w:rsidR="00617976" w:rsidRPr="00AC3AEF" w:rsidRDefault="00617976" w:rsidP="00617976">
            <w:pPr>
              <w:jc w:val="right"/>
              <w:rPr>
                <w:b/>
                <w:sz w:val="20"/>
              </w:rPr>
            </w:pPr>
            <w:bookmarkStart w:id="22" w:name="_Toc493779724"/>
          </w:p>
        </w:tc>
        <w:tc>
          <w:tcPr>
            <w:tcW w:w="1134" w:type="dxa"/>
            <w:shd w:val="clear" w:color="auto" w:fill="auto"/>
            <w:vAlign w:val="center"/>
          </w:tcPr>
          <w:p w14:paraId="329C29FC" w14:textId="4E7BEB83" w:rsidR="00617976" w:rsidRPr="005524E1" w:rsidRDefault="00BB795D" w:rsidP="00617976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617976" w:rsidRPr="005524E1">
              <w:rPr>
                <w:b/>
                <w:sz w:val="20"/>
              </w:rPr>
              <w:br/>
              <w:t>2024,</w:t>
            </w:r>
            <w:r w:rsidR="00617976" w:rsidRPr="005524E1">
              <w:rPr>
                <w:b/>
                <w:sz w:val="20"/>
              </w:rPr>
              <w:br/>
              <w:t>млн рублей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038828" w14:textId="0554CFDC" w:rsidR="00617976" w:rsidRPr="005524E1" w:rsidRDefault="00617976" w:rsidP="000A2536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5524E1">
              <w:rPr>
                <w:b/>
                <w:sz w:val="20"/>
              </w:rPr>
              <w:t>В  %</w:t>
            </w:r>
            <w:proofErr w:type="gramEnd"/>
            <w:r w:rsidRPr="005524E1">
              <w:rPr>
                <w:b/>
                <w:sz w:val="20"/>
              </w:rPr>
              <w:t xml:space="preserve">  к</w:t>
            </w:r>
            <w:r w:rsidRPr="005524E1">
              <w:rPr>
                <w:b/>
                <w:sz w:val="20"/>
              </w:rPr>
              <w:br/>
            </w:r>
            <w:r w:rsidR="00BB795D">
              <w:rPr>
                <w:b/>
                <w:sz w:val="20"/>
              </w:rPr>
              <w:t>сентябрю</w:t>
            </w:r>
            <w:r w:rsidRPr="005524E1">
              <w:rPr>
                <w:b/>
                <w:sz w:val="20"/>
              </w:rPr>
              <w:br/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E8B37AE" w14:textId="2762232C" w:rsidR="00617976" w:rsidRPr="005524E1" w:rsidRDefault="00617976" w:rsidP="000A2536">
            <w:pPr>
              <w:ind w:left="-57" w:right="-57"/>
              <w:jc w:val="center"/>
              <w:rPr>
                <w:b/>
                <w:sz w:val="20"/>
              </w:rPr>
            </w:pPr>
            <w:r w:rsidRPr="005524E1">
              <w:rPr>
                <w:b/>
                <w:sz w:val="20"/>
              </w:rPr>
              <w:t>Январь-</w:t>
            </w:r>
            <w:r w:rsidR="00BB795D">
              <w:rPr>
                <w:b/>
                <w:sz w:val="20"/>
              </w:rPr>
              <w:t>сентябрь</w:t>
            </w:r>
            <w:r w:rsidRPr="005524E1">
              <w:rPr>
                <w:b/>
                <w:sz w:val="20"/>
              </w:rPr>
              <w:br/>
              <w:t>2024,</w:t>
            </w:r>
            <w:r w:rsidRPr="005524E1">
              <w:rPr>
                <w:b/>
                <w:sz w:val="20"/>
              </w:rPr>
              <w:br/>
              <w:t>млн рублей</w:t>
            </w:r>
          </w:p>
        </w:tc>
        <w:tc>
          <w:tcPr>
            <w:tcW w:w="1134" w:type="dxa"/>
            <w:vAlign w:val="center"/>
          </w:tcPr>
          <w:p w14:paraId="5DE3DD2F" w14:textId="1C2034CC" w:rsidR="00617976" w:rsidRPr="005524E1" w:rsidRDefault="00617976" w:rsidP="000A2536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5524E1">
              <w:rPr>
                <w:b/>
                <w:sz w:val="20"/>
              </w:rPr>
              <w:t>В  %</w:t>
            </w:r>
            <w:proofErr w:type="gramEnd"/>
            <w:r w:rsidRPr="005524E1">
              <w:rPr>
                <w:b/>
                <w:sz w:val="20"/>
              </w:rPr>
              <w:t xml:space="preserve">  к</w:t>
            </w:r>
            <w:r w:rsidRPr="005524E1">
              <w:rPr>
                <w:b/>
                <w:sz w:val="20"/>
              </w:rPr>
              <w:br/>
              <w:t>январю-</w:t>
            </w:r>
            <w:r w:rsidR="00BB795D">
              <w:rPr>
                <w:b/>
                <w:sz w:val="20"/>
              </w:rPr>
              <w:t>сентябрю</w:t>
            </w:r>
            <w:r w:rsidRPr="005524E1">
              <w:rPr>
                <w:b/>
                <w:sz w:val="20"/>
              </w:rPr>
              <w:br/>
              <w:t>2023</w:t>
            </w:r>
          </w:p>
        </w:tc>
      </w:tr>
      <w:tr w:rsidR="0037019B" w:rsidRPr="00AC3AEF" w14:paraId="79E0277D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3CE85DEF" w14:textId="77777777" w:rsidR="0037019B" w:rsidRPr="00AC3AEF" w:rsidRDefault="0037019B" w:rsidP="0037019B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9687E74" w14:textId="382906A0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37001,9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8C7FFCE" w14:textId="4A31F648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74,8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BAD6F9C" w14:textId="2409D758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368369,5</w:t>
            </w:r>
          </w:p>
        </w:tc>
        <w:tc>
          <w:tcPr>
            <w:tcW w:w="1134" w:type="dxa"/>
            <w:vAlign w:val="bottom"/>
          </w:tcPr>
          <w:p w14:paraId="379F6B32" w14:textId="45EB1338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118,9</w:t>
            </w:r>
          </w:p>
        </w:tc>
      </w:tr>
      <w:tr w:rsidR="00617976" w:rsidRPr="00AC3AEF" w14:paraId="734ADA5D" w14:textId="77777777" w:rsidTr="00617976">
        <w:trPr>
          <w:trHeight w:val="227"/>
          <w:jc w:val="center"/>
        </w:trPr>
        <w:tc>
          <w:tcPr>
            <w:tcW w:w="9071" w:type="dxa"/>
            <w:gridSpan w:val="5"/>
            <w:shd w:val="clear" w:color="auto" w:fill="auto"/>
            <w:vAlign w:val="bottom"/>
          </w:tcPr>
          <w:p w14:paraId="2757EDCF" w14:textId="77777777" w:rsidR="00617976" w:rsidRPr="00AC3AEF" w:rsidRDefault="00617976" w:rsidP="00617976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из нее</w:t>
            </w:r>
            <w:r w:rsidRPr="00AC3AEF">
              <w:rPr>
                <w:b/>
                <w:sz w:val="20"/>
              </w:rPr>
              <w:t>:</w:t>
            </w:r>
          </w:p>
        </w:tc>
      </w:tr>
      <w:tr w:rsidR="0037019B" w:rsidRPr="00AC3AEF" w14:paraId="560AB2BD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19A81C85" w14:textId="77777777"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добыча </w:t>
            </w:r>
            <w:r w:rsidRPr="00AC3AEF">
              <w:rPr>
                <w:b/>
                <w:sz w:val="20"/>
              </w:rPr>
              <w:t>нефти и природного газа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15AE22C" w14:textId="4EED7A48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35193,9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6A3933D" w14:textId="457C7514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75,0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C548284" w14:textId="04C5BF22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350954,2</w:t>
            </w:r>
          </w:p>
        </w:tc>
        <w:tc>
          <w:tcPr>
            <w:tcW w:w="1134" w:type="dxa"/>
            <w:vAlign w:val="bottom"/>
          </w:tcPr>
          <w:p w14:paraId="51200FCB" w14:textId="52F72D98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119,0</w:t>
            </w:r>
          </w:p>
        </w:tc>
      </w:tr>
      <w:tr w:rsidR="0037019B" w:rsidRPr="00AC3AEF" w14:paraId="39C0B30D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7377EE40" w14:textId="77777777"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добыча прочих полезных ископаемых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AFBF52D" w14:textId="2C660BDE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419,3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EF996CB" w14:textId="3733BCE1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99,1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81A9C40" w14:textId="333A7A36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2309,4</w:t>
            </w:r>
          </w:p>
        </w:tc>
        <w:tc>
          <w:tcPr>
            <w:tcW w:w="1134" w:type="dxa"/>
            <w:vAlign w:val="bottom"/>
          </w:tcPr>
          <w:p w14:paraId="4FE9070F" w14:textId="7978A5CB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87,7</w:t>
            </w:r>
          </w:p>
        </w:tc>
      </w:tr>
      <w:tr w:rsidR="0037019B" w:rsidRPr="00AC3AEF" w14:paraId="5E8911E6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30A1C314" w14:textId="77777777"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lastRenderedPageBreak/>
              <w:t xml:space="preserve">предоставление услуг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в области добычи полезных ископаемых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8C5A970" w14:textId="75B786CD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1388,6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201F8FD" w14:textId="5ADABDFA" w:rsidR="0037019B" w:rsidRPr="0037019B" w:rsidRDefault="0037019B" w:rsidP="0037019B">
            <w:pPr>
              <w:ind w:right="227"/>
              <w:jc w:val="right"/>
              <w:rPr>
                <w:b/>
                <w:bCs/>
                <w:sz w:val="20"/>
              </w:rPr>
            </w:pPr>
            <w:r w:rsidRPr="001B611E">
              <w:rPr>
                <w:b/>
                <w:bCs/>
                <w:sz w:val="20"/>
              </w:rPr>
              <w:t>66,5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0B9F0CF" w14:textId="4D66199B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15105,9</w:t>
            </w:r>
          </w:p>
        </w:tc>
        <w:tc>
          <w:tcPr>
            <w:tcW w:w="1134" w:type="dxa"/>
            <w:vAlign w:val="bottom"/>
          </w:tcPr>
          <w:p w14:paraId="7857E214" w14:textId="1EE9C6CC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123,6</w:t>
            </w:r>
          </w:p>
        </w:tc>
      </w:tr>
      <w:tr w:rsidR="0037019B" w:rsidRPr="00AC3AEF" w14:paraId="259474F6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4B809ADE" w14:textId="77777777" w:rsidR="0037019B" w:rsidRPr="00AC3AEF" w:rsidRDefault="0037019B" w:rsidP="0037019B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FC20939" w14:textId="003ACBFC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10184,7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1E889A0" w14:textId="01DC5AF9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101,0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0F4A8A1" w14:textId="345EF6B2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71426,4</w:t>
            </w:r>
          </w:p>
        </w:tc>
        <w:tc>
          <w:tcPr>
            <w:tcW w:w="1134" w:type="dxa"/>
            <w:vAlign w:val="bottom"/>
          </w:tcPr>
          <w:p w14:paraId="44F5D260" w14:textId="1A47FDA4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93,7</w:t>
            </w:r>
          </w:p>
        </w:tc>
      </w:tr>
      <w:tr w:rsidR="00617976" w:rsidRPr="00AC3AEF" w14:paraId="7EF831AE" w14:textId="77777777" w:rsidTr="00617976">
        <w:trPr>
          <w:trHeight w:val="227"/>
          <w:jc w:val="center"/>
        </w:trPr>
        <w:tc>
          <w:tcPr>
            <w:tcW w:w="9071" w:type="dxa"/>
            <w:gridSpan w:val="5"/>
            <w:shd w:val="clear" w:color="auto" w:fill="auto"/>
            <w:vAlign w:val="bottom"/>
          </w:tcPr>
          <w:p w14:paraId="4B57B644" w14:textId="77777777" w:rsidR="00617976" w:rsidRPr="00AC3AEF" w:rsidRDefault="00617976" w:rsidP="00617976">
            <w:pPr>
              <w:ind w:left="340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из них:</w:t>
            </w:r>
          </w:p>
        </w:tc>
      </w:tr>
      <w:tr w:rsidR="0037019B" w:rsidRPr="00AC3AEF" w14:paraId="2F1A80AA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1296DE65" w14:textId="77777777"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0DE77AC" w14:textId="319D6FD8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1479,5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1A1D70E" w14:textId="30C9EE5B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66,7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8C3F833" w14:textId="5641C131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12093,8</w:t>
            </w:r>
          </w:p>
        </w:tc>
        <w:tc>
          <w:tcPr>
            <w:tcW w:w="1134" w:type="dxa"/>
            <w:vAlign w:val="bottom"/>
          </w:tcPr>
          <w:p w14:paraId="01157447" w14:textId="3842D432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112,5</w:t>
            </w:r>
          </w:p>
        </w:tc>
      </w:tr>
      <w:tr w:rsidR="0037019B" w:rsidRPr="00AC3AEF" w14:paraId="67B2C02E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26C6CE6E" w14:textId="77777777"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3EA1AAE" w14:textId="22E2820A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63,7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70E56B2" w14:textId="2BDEE052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154,5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C20C5D1" w14:textId="4A32DC0B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542,7</w:t>
            </w:r>
          </w:p>
        </w:tc>
        <w:tc>
          <w:tcPr>
            <w:tcW w:w="1134" w:type="dxa"/>
            <w:vAlign w:val="bottom"/>
          </w:tcPr>
          <w:p w14:paraId="5051A84F" w14:textId="06C2D825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136,0</w:t>
            </w:r>
          </w:p>
        </w:tc>
      </w:tr>
      <w:tr w:rsidR="0037019B" w:rsidRPr="00AC3AEF" w14:paraId="642DBD7A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4F838A9D" w14:textId="77777777"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4698414" w14:textId="76ABE4B6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195,1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EFC9AFA" w14:textId="23B909EB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BD24D01" w14:textId="782CFEC4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1756,1</w:t>
            </w:r>
          </w:p>
        </w:tc>
        <w:tc>
          <w:tcPr>
            <w:tcW w:w="1134" w:type="dxa"/>
            <w:vAlign w:val="bottom"/>
          </w:tcPr>
          <w:p w14:paraId="6DE0CD38" w14:textId="58DEB3AB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</w:tr>
      <w:tr w:rsidR="0037019B" w:rsidRPr="00AC3AEF" w14:paraId="63C06BB7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49CACCF5" w14:textId="77777777"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одежды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425B277" w14:textId="6C3A2E01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53C4271" w14:textId="1D3531D8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3CDC044" w14:textId="7300224B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6755DB06" w14:textId="4ABC7027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</w:tr>
      <w:tr w:rsidR="0037019B" w:rsidRPr="00AC3AEF" w14:paraId="57734AE4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67F132F4" w14:textId="77777777"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кожи и изделий из кожи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B3CB4ED" w14:textId="13B6DA9A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2F5AC5B" w14:textId="65186231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117,6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5E20B1B" w14:textId="705CB772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3BD0E1CD" w14:textId="1D6239D3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107,8</w:t>
            </w:r>
          </w:p>
        </w:tc>
      </w:tr>
      <w:tr w:rsidR="0037019B" w:rsidRPr="00AC3AEF" w14:paraId="7230682F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7D0CE95C" w14:textId="77777777"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обработка древесины и производство изделий из дерева и пробки, кроме мебели, производство изделий из соломки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материалов для плетения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3617B22" w14:textId="2F1A85AA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DBDCC59" w14:textId="73067785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5555C0E" w14:textId="35AAA3E6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66B96A50" w14:textId="39B212BD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</w:tr>
      <w:tr w:rsidR="0037019B" w:rsidRPr="00AC3AEF" w14:paraId="0095350E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4619CD35" w14:textId="77777777"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бумаги и бумажных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6E24717" w14:textId="45447A5D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1CE1938" w14:textId="66E17FE5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AAA4759" w14:textId="021CAFA5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617FD82E" w14:textId="6E7EC4D1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</w:tr>
      <w:tr w:rsidR="0037019B" w:rsidRPr="00AC3AEF" w14:paraId="0B8E786F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7721137A" w14:textId="77777777"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деятельность полиграфическая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копирование носителей информации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AF534C5" w14:textId="1FEFF00E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BF63BEA" w14:textId="6AB40298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43,0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0654B62" w14:textId="6CE3F28A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212,9</w:t>
            </w:r>
          </w:p>
        </w:tc>
        <w:tc>
          <w:tcPr>
            <w:tcW w:w="1134" w:type="dxa"/>
            <w:vAlign w:val="bottom"/>
          </w:tcPr>
          <w:p w14:paraId="7909E476" w14:textId="4B20A055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109,5</w:t>
            </w:r>
          </w:p>
        </w:tc>
      </w:tr>
      <w:tr w:rsidR="0037019B" w:rsidRPr="00AC3AEF" w14:paraId="0A7A21FB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73AEEDA6" w14:textId="77777777"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кокса и нефтепродуктов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8DFE368" w14:textId="34866AB8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23C80C" w14:textId="09F13282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7BE6833" w14:textId="697B5422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3EB03F53" w14:textId="26553C5A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</w:tr>
      <w:tr w:rsidR="0037019B" w:rsidRPr="00AC3AEF" w14:paraId="7FA1E03B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0A7650F6" w14:textId="77777777"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химических веществ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химических продуктов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80C985F" w14:textId="253EC3FF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357,2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63E7EC2" w14:textId="20C8D653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69,3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69190E5" w14:textId="5E5A15D0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2731,4</w:t>
            </w:r>
          </w:p>
        </w:tc>
        <w:tc>
          <w:tcPr>
            <w:tcW w:w="1134" w:type="dxa"/>
            <w:vAlign w:val="bottom"/>
          </w:tcPr>
          <w:p w14:paraId="497098C7" w14:textId="43B1D37D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54,1</w:t>
            </w:r>
          </w:p>
        </w:tc>
      </w:tr>
      <w:tr w:rsidR="0037019B" w:rsidRPr="00AC3AEF" w14:paraId="7DB82017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002444C1" w14:textId="77777777"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резиновых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пластмассовых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A6E4368" w14:textId="00024CB9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31CB577" w14:textId="5F5DC38A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F6A5F6D" w14:textId="0C184D6B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6EDBB4E8" w14:textId="1CA1DA86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</w:tr>
      <w:tr w:rsidR="0037019B" w:rsidRPr="00AC3AEF" w14:paraId="6212C554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1BB3FD48" w14:textId="77777777"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прочей неметаллической минеральной продукции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3086E6C" w14:textId="515CAF9B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273,1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5811913" w14:textId="325D6BA2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105,3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4ABC0B2" w14:textId="509413CD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2857,3</w:t>
            </w:r>
          </w:p>
        </w:tc>
        <w:tc>
          <w:tcPr>
            <w:tcW w:w="1134" w:type="dxa"/>
            <w:vAlign w:val="bottom"/>
          </w:tcPr>
          <w:p w14:paraId="5C0C61DA" w14:textId="38695B20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130,6</w:t>
            </w:r>
          </w:p>
        </w:tc>
      </w:tr>
      <w:tr w:rsidR="0037019B" w:rsidRPr="00AC3AEF" w14:paraId="1F8D5213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05291F41" w14:textId="77777777"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металлургическое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5A0BE22" w14:textId="086879D6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457,3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2AAD6B2" w14:textId="20D914B1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EFB5B47" w14:textId="480BEAD3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3008,7</w:t>
            </w:r>
          </w:p>
        </w:tc>
        <w:tc>
          <w:tcPr>
            <w:tcW w:w="1134" w:type="dxa"/>
            <w:vAlign w:val="bottom"/>
          </w:tcPr>
          <w:p w14:paraId="0BE9B339" w14:textId="0511DE05" w:rsidR="0037019B" w:rsidRPr="00BB795D" w:rsidRDefault="0037019B" w:rsidP="0037019B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</w:tr>
      <w:tr w:rsidR="0037019B" w:rsidRPr="00AC3AEF" w14:paraId="20311468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0B925781" w14:textId="77777777"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готовых металлических изделий, кроме машин и оборудования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833B6F9" w14:textId="3E448989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123,6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2FF3065" w14:textId="1F0C3B6F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42,4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2F06689" w14:textId="3C10C45A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850,5</w:t>
            </w:r>
          </w:p>
        </w:tc>
        <w:tc>
          <w:tcPr>
            <w:tcW w:w="1134" w:type="dxa"/>
            <w:vAlign w:val="bottom"/>
          </w:tcPr>
          <w:p w14:paraId="6B9A796C" w14:textId="232931E0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86,7</w:t>
            </w:r>
          </w:p>
        </w:tc>
      </w:tr>
      <w:tr w:rsidR="0037019B" w:rsidRPr="00AC3AEF" w14:paraId="5178391C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15E88A1D" w14:textId="77777777"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компьютеров,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электронных и оптических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5073415" w14:textId="6CD22747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065D049" w14:textId="24E0E8BB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CF4655F" w14:textId="209FD841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76E1DA14" w14:textId="0EE1C9F0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</w:tr>
      <w:tr w:rsidR="0037019B" w:rsidRPr="00AC3AEF" w14:paraId="6EC9EF5D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0C33CD27" w14:textId="77777777"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электрического оборудования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A520CD0" w14:textId="0B3D8FA2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8C25183" w14:textId="6D21CEF3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1BE1982" w14:textId="2786AAFC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04E56114" w14:textId="4498095C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</w:tr>
      <w:tr w:rsidR="0037019B" w:rsidRPr="00AC3AEF" w14:paraId="2544E866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53F0BE57" w14:textId="77777777"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машин и оборудования,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не включенных в другие группировки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5C2FDAD" w14:textId="397E5E10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48AA92B" w14:textId="44EC863C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688AFDC" w14:textId="68FD34BA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04CF7194" w14:textId="3107FA5E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37019B" w:rsidRPr="00AC3AEF" w14:paraId="7F042040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5F945C48" w14:textId="77777777"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производство прочих транспортных средств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и оборудования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9A51E15" w14:textId="58964342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882,7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E7FE2FF" w14:textId="4F724AA1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B342288" w14:textId="6B951919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6023,4</w:t>
            </w:r>
          </w:p>
        </w:tc>
        <w:tc>
          <w:tcPr>
            <w:tcW w:w="1134" w:type="dxa"/>
            <w:vAlign w:val="bottom"/>
          </w:tcPr>
          <w:p w14:paraId="1A1DA9B4" w14:textId="1F74419D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127,1</w:t>
            </w:r>
          </w:p>
        </w:tc>
      </w:tr>
      <w:tr w:rsidR="0037019B" w:rsidRPr="00AC3AEF" w14:paraId="4B71C71A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5C562A7D" w14:textId="77777777"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мебели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0A8E555" w14:textId="5EE71A37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A72EB9C" w14:textId="1CD65897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5C591B8" w14:textId="42FD2FC8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477415B6" w14:textId="68E9FB3B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</w:tr>
      <w:tr w:rsidR="0037019B" w:rsidRPr="00AC3AEF" w14:paraId="5EA47CD6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66EFFE12" w14:textId="77777777"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производство прочих готовых изделий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FF2D946" w14:textId="10E42555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2861903" w14:textId="09195E56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D7A65FA" w14:textId="4050B8CB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4BA6F226" w14:textId="44889E38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…</w:t>
            </w:r>
          </w:p>
        </w:tc>
      </w:tr>
      <w:tr w:rsidR="0037019B" w:rsidRPr="00AC3AEF" w14:paraId="4BF9A430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67560032" w14:textId="77777777" w:rsidR="0037019B" w:rsidRPr="00AC3AEF" w:rsidRDefault="0037019B" w:rsidP="0037019B">
            <w:pPr>
              <w:ind w:left="113"/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>ремонт и монтаж машин и оборудования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95271ED" w14:textId="24151157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898,3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AE9834A" w14:textId="56E5356B" w:rsidR="0037019B" w:rsidRPr="00BB795D" w:rsidRDefault="0037019B" w:rsidP="005D4232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 xml:space="preserve">в </w:t>
            </w:r>
            <w:r w:rsidRPr="001B611E">
              <w:rPr>
                <w:b/>
                <w:bCs/>
                <w:sz w:val="20"/>
              </w:rPr>
              <w:t>2</w:t>
            </w:r>
            <w:r>
              <w:rPr>
                <w:b/>
                <w:bCs/>
                <w:sz w:val="20"/>
              </w:rPr>
              <w:t>,6р.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B5E80D5" w14:textId="3FB09C18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4192,4</w:t>
            </w:r>
          </w:p>
        </w:tc>
        <w:tc>
          <w:tcPr>
            <w:tcW w:w="1134" w:type="dxa"/>
            <w:vAlign w:val="bottom"/>
          </w:tcPr>
          <w:p w14:paraId="438121C7" w14:textId="292BEDA4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107,4</w:t>
            </w:r>
          </w:p>
        </w:tc>
      </w:tr>
      <w:tr w:rsidR="0037019B" w:rsidRPr="00AC3AEF" w14:paraId="2BF0A260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431C978F" w14:textId="77777777" w:rsidR="0037019B" w:rsidRPr="00AC3AEF" w:rsidRDefault="0037019B" w:rsidP="0037019B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Обеспечение электрической энергией,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AEF25C9" w14:textId="18541FD3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3397,1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3896BE3" w14:textId="66240F31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136,8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FC8B1A" w14:textId="7409EEE7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30127,0</w:t>
            </w:r>
          </w:p>
        </w:tc>
        <w:tc>
          <w:tcPr>
            <w:tcW w:w="1134" w:type="dxa"/>
            <w:vAlign w:val="bottom"/>
          </w:tcPr>
          <w:p w14:paraId="787141A7" w14:textId="0BD8A31A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109,1</w:t>
            </w:r>
          </w:p>
        </w:tc>
      </w:tr>
      <w:tr w:rsidR="00617976" w:rsidRPr="00AC3AEF" w14:paraId="7FA47404" w14:textId="77777777" w:rsidTr="00617976">
        <w:trPr>
          <w:trHeight w:val="227"/>
          <w:jc w:val="center"/>
        </w:trPr>
        <w:tc>
          <w:tcPr>
            <w:tcW w:w="9071" w:type="dxa"/>
            <w:gridSpan w:val="5"/>
            <w:shd w:val="clear" w:color="auto" w:fill="auto"/>
            <w:vAlign w:val="bottom"/>
          </w:tcPr>
          <w:p w14:paraId="4991F658" w14:textId="77777777" w:rsidR="00617976" w:rsidRPr="00B63411" w:rsidRDefault="00617976" w:rsidP="00617976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 том числе</w:t>
            </w:r>
            <w:r w:rsidRPr="00AC3AEF">
              <w:rPr>
                <w:b/>
                <w:sz w:val="20"/>
              </w:rPr>
              <w:t>:</w:t>
            </w:r>
          </w:p>
        </w:tc>
      </w:tr>
      <w:tr w:rsidR="0037019B" w:rsidRPr="00AC3AEF" w14:paraId="7E9B8C27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6303CCCA" w14:textId="77777777" w:rsidR="0037019B" w:rsidRPr="00960C54" w:rsidRDefault="0037019B" w:rsidP="0037019B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производство, передача и распределение электроэнергии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3D44DA8" w14:textId="58FFCB55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2730,5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2B3EB91" w14:textId="6E3987D7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155,8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B60E2BB" w14:textId="6D39049E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20786,5</w:t>
            </w:r>
          </w:p>
        </w:tc>
        <w:tc>
          <w:tcPr>
            <w:tcW w:w="1134" w:type="dxa"/>
            <w:vAlign w:val="bottom"/>
          </w:tcPr>
          <w:p w14:paraId="7EE6FD97" w14:textId="3BCC2613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114,7</w:t>
            </w:r>
          </w:p>
        </w:tc>
      </w:tr>
      <w:tr w:rsidR="0037019B" w:rsidRPr="00AC3AEF" w14:paraId="38D3A63E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305CAF93" w14:textId="77777777" w:rsidR="0037019B" w:rsidRPr="00960C54" w:rsidRDefault="0037019B" w:rsidP="0037019B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 и распределение газообразного топлива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EC87A88" w14:textId="47C68009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63,0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C11B556" w14:textId="707F7DDA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75,2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E665684" w14:textId="77328D7D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904,1</w:t>
            </w:r>
          </w:p>
        </w:tc>
        <w:tc>
          <w:tcPr>
            <w:tcW w:w="1134" w:type="dxa"/>
            <w:vAlign w:val="bottom"/>
          </w:tcPr>
          <w:p w14:paraId="67120195" w14:textId="4448BE9C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94,1</w:t>
            </w:r>
          </w:p>
        </w:tc>
      </w:tr>
      <w:tr w:rsidR="0037019B" w:rsidRPr="00AC3AEF" w14:paraId="6DBE52AF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2A9D6EB1" w14:textId="77777777" w:rsidR="0037019B" w:rsidRPr="00960C54" w:rsidRDefault="0037019B" w:rsidP="0037019B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производство, передача и распределение пара</w:t>
            </w:r>
            <w:r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br/>
            </w:r>
            <w:r w:rsidRPr="00960C54">
              <w:rPr>
                <w:b/>
                <w:color w:val="000000"/>
                <w:sz w:val="20"/>
              </w:rPr>
              <w:t>и горячей воды; кондиционирование воздуха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4AC51CB" w14:textId="6D84B986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603,6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1CABC41" w14:textId="5DB92E82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9A4C57C" w14:textId="63E0E4A9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8436,4</w:t>
            </w:r>
          </w:p>
        </w:tc>
        <w:tc>
          <w:tcPr>
            <w:tcW w:w="1134" w:type="dxa"/>
            <w:vAlign w:val="bottom"/>
          </w:tcPr>
          <w:p w14:paraId="3138DE8B" w14:textId="37B650DA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99,0</w:t>
            </w:r>
          </w:p>
        </w:tc>
      </w:tr>
      <w:tr w:rsidR="0037019B" w:rsidRPr="00AC3AEF" w14:paraId="4CD7811E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3976FBC3" w14:textId="77777777" w:rsidR="0037019B" w:rsidRPr="00AC3AEF" w:rsidRDefault="0037019B" w:rsidP="0037019B">
            <w:pPr>
              <w:jc w:val="left"/>
              <w:rPr>
                <w:b/>
                <w:sz w:val="20"/>
              </w:rPr>
            </w:pPr>
            <w:r w:rsidRPr="00AC3AEF">
              <w:rPr>
                <w:b/>
                <w:sz w:val="20"/>
              </w:rPr>
              <w:t xml:space="preserve">Водоснабжение; водоотведение, </w:t>
            </w:r>
            <w:r>
              <w:rPr>
                <w:b/>
                <w:sz w:val="20"/>
              </w:rPr>
              <w:br/>
            </w:r>
            <w:r w:rsidRPr="00AC3AEF">
              <w:rPr>
                <w:b/>
                <w:sz w:val="20"/>
              </w:rPr>
              <w:t>организация сбора</w:t>
            </w:r>
            <w:r>
              <w:rPr>
                <w:b/>
                <w:sz w:val="20"/>
              </w:rPr>
              <w:t xml:space="preserve"> </w:t>
            </w:r>
            <w:r w:rsidRPr="00AC3AEF">
              <w:rPr>
                <w:b/>
                <w:sz w:val="20"/>
              </w:rPr>
              <w:t>и утилизации отходов, деятельность по ликвидации загрязнений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4A528CE" w14:textId="40798F3F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685,1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F1B2CD1" w14:textId="5210A56B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99,9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09340CC" w14:textId="161130E2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6152,7</w:t>
            </w:r>
          </w:p>
        </w:tc>
        <w:tc>
          <w:tcPr>
            <w:tcW w:w="1134" w:type="dxa"/>
            <w:vAlign w:val="bottom"/>
          </w:tcPr>
          <w:p w14:paraId="2C2970C2" w14:textId="37AAC623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103,0</w:t>
            </w:r>
          </w:p>
        </w:tc>
      </w:tr>
      <w:tr w:rsidR="00617976" w:rsidRPr="00AC3AEF" w14:paraId="32D62B59" w14:textId="77777777" w:rsidTr="00617976">
        <w:trPr>
          <w:trHeight w:val="227"/>
          <w:jc w:val="center"/>
        </w:trPr>
        <w:tc>
          <w:tcPr>
            <w:tcW w:w="9071" w:type="dxa"/>
            <w:gridSpan w:val="5"/>
            <w:shd w:val="clear" w:color="auto" w:fill="auto"/>
            <w:vAlign w:val="bottom"/>
          </w:tcPr>
          <w:p w14:paraId="02813B8C" w14:textId="77777777" w:rsidR="00617976" w:rsidRPr="00B63411" w:rsidRDefault="00617976" w:rsidP="00617976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 том числе</w:t>
            </w:r>
            <w:r w:rsidRPr="00AC3AEF">
              <w:rPr>
                <w:b/>
                <w:sz w:val="20"/>
              </w:rPr>
              <w:t>:</w:t>
            </w:r>
          </w:p>
        </w:tc>
      </w:tr>
      <w:tr w:rsidR="0037019B" w:rsidRPr="00AC3AEF" w14:paraId="17D73C98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5D49C5BB" w14:textId="77777777" w:rsidR="0037019B" w:rsidRPr="00960C54" w:rsidRDefault="0037019B" w:rsidP="0037019B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забор, очистка и распределение воды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23383F4" w14:textId="219CD9C3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237,4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D5A0C7F" w14:textId="4C353563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116,9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29E2A7F" w14:textId="39EAD732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1782,8</w:t>
            </w:r>
          </w:p>
        </w:tc>
        <w:tc>
          <w:tcPr>
            <w:tcW w:w="1134" w:type="dxa"/>
            <w:vAlign w:val="bottom"/>
          </w:tcPr>
          <w:p w14:paraId="48D1131E" w14:textId="3B146E39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104,8</w:t>
            </w:r>
          </w:p>
        </w:tc>
      </w:tr>
      <w:tr w:rsidR="0037019B" w:rsidRPr="00AC3AEF" w14:paraId="6B6B4B37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373C4CC4" w14:textId="77777777" w:rsidR="0037019B" w:rsidRPr="00960C54" w:rsidRDefault="0037019B" w:rsidP="0037019B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>сбор и обработка сточных вод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F59C1DD" w14:textId="29220872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194,9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16EF9C6" w14:textId="47226C0A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110,8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9710D81" w14:textId="687372F2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1582,7</w:t>
            </w:r>
          </w:p>
        </w:tc>
        <w:tc>
          <w:tcPr>
            <w:tcW w:w="1134" w:type="dxa"/>
            <w:vAlign w:val="bottom"/>
          </w:tcPr>
          <w:p w14:paraId="711FC8E7" w14:textId="1584C19A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101,4</w:t>
            </w:r>
          </w:p>
        </w:tc>
      </w:tr>
      <w:tr w:rsidR="0037019B" w:rsidRPr="00AC3AEF" w14:paraId="74EB360C" w14:textId="77777777" w:rsidTr="00617976">
        <w:trPr>
          <w:trHeight w:val="227"/>
          <w:jc w:val="center"/>
        </w:trPr>
        <w:tc>
          <w:tcPr>
            <w:tcW w:w="4535" w:type="dxa"/>
            <w:shd w:val="clear" w:color="auto" w:fill="auto"/>
            <w:vAlign w:val="bottom"/>
          </w:tcPr>
          <w:p w14:paraId="0E315C38" w14:textId="77777777" w:rsidR="0037019B" w:rsidRPr="00960C54" w:rsidRDefault="0037019B" w:rsidP="0037019B">
            <w:pPr>
              <w:ind w:left="113"/>
              <w:jc w:val="left"/>
              <w:rPr>
                <w:b/>
                <w:color w:val="000000"/>
                <w:sz w:val="20"/>
              </w:rPr>
            </w:pPr>
            <w:r w:rsidRPr="00960C54">
              <w:rPr>
                <w:b/>
                <w:color w:val="000000"/>
                <w:sz w:val="20"/>
              </w:rPr>
              <w:t xml:space="preserve">сбор, обработка и утилизация отходов; </w:t>
            </w:r>
            <w:r>
              <w:rPr>
                <w:b/>
                <w:color w:val="000000"/>
                <w:sz w:val="20"/>
              </w:rPr>
              <w:br/>
            </w:r>
            <w:r w:rsidRPr="00960C54">
              <w:rPr>
                <w:b/>
                <w:color w:val="000000"/>
                <w:sz w:val="20"/>
              </w:rPr>
              <w:t>обработка вторичного сырья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6AB7EBA" w14:textId="2FE597CF" w:rsidR="0037019B" w:rsidRPr="00BB795D" w:rsidRDefault="0037019B" w:rsidP="0037019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252,8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C2969C1" w14:textId="40CB8F55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82,4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BCAF630" w14:textId="18FE8AF1" w:rsidR="0037019B" w:rsidRPr="00BB795D" w:rsidRDefault="0037019B" w:rsidP="0037019B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2787,2</w:t>
            </w:r>
          </w:p>
        </w:tc>
        <w:tc>
          <w:tcPr>
            <w:tcW w:w="1134" w:type="dxa"/>
            <w:vAlign w:val="bottom"/>
          </w:tcPr>
          <w:p w14:paraId="645390E9" w14:textId="3D8639F7" w:rsidR="0037019B" w:rsidRPr="00BB795D" w:rsidRDefault="0037019B" w:rsidP="0037019B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1B611E">
              <w:rPr>
                <w:b/>
                <w:bCs/>
                <w:sz w:val="20"/>
              </w:rPr>
              <w:t>102,9</w:t>
            </w:r>
          </w:p>
        </w:tc>
      </w:tr>
    </w:tbl>
    <w:p w14:paraId="7E8570C7" w14:textId="7D311CE4" w:rsidR="00997D18" w:rsidRDefault="00F418B6" w:rsidP="00997D18">
      <w:pPr>
        <w:spacing w:before="120"/>
        <w:ind w:left="340"/>
        <w:rPr>
          <w:bCs/>
          <w:sz w:val="20"/>
        </w:rPr>
      </w:pPr>
      <w:r>
        <w:rPr>
          <w:sz w:val="18"/>
          <w:szCs w:val="18"/>
          <w:vertAlign w:val="superscript"/>
        </w:rPr>
        <w:t>2</w:t>
      </w:r>
      <w:r w:rsidR="00997D18" w:rsidRPr="005524E1">
        <w:rPr>
          <w:rStyle w:val="af7"/>
          <w:sz w:val="18"/>
          <w:szCs w:val="18"/>
        </w:rPr>
        <w:t>)</w:t>
      </w:r>
      <w:r w:rsidR="00997D18" w:rsidRPr="0075499C">
        <w:rPr>
          <w:rStyle w:val="af7"/>
          <w:sz w:val="18"/>
          <w:szCs w:val="18"/>
          <w:vertAlign w:val="baseline"/>
        </w:rPr>
        <w:t xml:space="preserve">по </w:t>
      </w:r>
      <w:r w:rsidR="00997D18" w:rsidRPr="0075499C">
        <w:rPr>
          <w:sz w:val="18"/>
          <w:szCs w:val="18"/>
        </w:rPr>
        <w:t>«</w:t>
      </w:r>
      <w:r w:rsidR="00997D18" w:rsidRPr="0075499C">
        <w:rPr>
          <w:rStyle w:val="af7"/>
          <w:sz w:val="18"/>
          <w:szCs w:val="18"/>
          <w:vertAlign w:val="baseline"/>
        </w:rPr>
        <w:t>чистым» видам экономической деятельности</w:t>
      </w:r>
    </w:p>
    <w:p w14:paraId="57C2B557" w14:textId="77777777" w:rsidR="008861CE" w:rsidRDefault="008861CE">
      <w:pPr>
        <w:jc w:val="left"/>
        <w:rPr>
          <w:b/>
          <w:bCs/>
          <w:sz w:val="20"/>
        </w:rPr>
      </w:pPr>
      <w:bookmarkStart w:id="23" w:name="_Hlk173412819"/>
      <w:bookmarkEnd w:id="17"/>
      <w:r>
        <w:rPr>
          <w:bCs/>
          <w:sz w:val="20"/>
        </w:rPr>
        <w:br w:type="page"/>
      </w:r>
    </w:p>
    <w:p w14:paraId="60447D66" w14:textId="6D405325" w:rsidR="009152DB" w:rsidRPr="007E1B0A" w:rsidRDefault="009152DB" w:rsidP="00284BFB">
      <w:pPr>
        <w:pStyle w:val="2"/>
        <w:spacing w:before="360" w:after="360"/>
        <w:rPr>
          <w:b w:val="0"/>
          <w:sz w:val="18"/>
          <w:szCs w:val="24"/>
        </w:rPr>
      </w:pPr>
      <w:bookmarkStart w:id="24" w:name="_Toc181255898"/>
      <w:r w:rsidRPr="007E1B0A">
        <w:rPr>
          <w:bCs/>
          <w:sz w:val="20"/>
        </w:rPr>
        <w:lastRenderedPageBreak/>
        <w:t>СЕЛЬСКОЕ ХОЗЯЙСТВО</w:t>
      </w:r>
      <w:bookmarkEnd w:id="24"/>
    </w:p>
    <w:p w14:paraId="54DE2AB0" w14:textId="5F196194" w:rsidR="009A15D9" w:rsidRPr="0010504C" w:rsidRDefault="009152DB" w:rsidP="00A409A4">
      <w:pPr>
        <w:pStyle w:val="3"/>
        <w:ind w:right="0" w:firstLine="709"/>
        <w:jc w:val="both"/>
        <w:rPr>
          <w:b w:val="0"/>
        </w:rPr>
      </w:pPr>
      <w:bookmarkStart w:id="25" w:name="_Toc181255899"/>
      <w:r w:rsidRPr="003C1A0F">
        <w:rPr>
          <w:bCs/>
        </w:rPr>
        <w:t>Производство продукции сельского хозяйства</w:t>
      </w:r>
      <w:r w:rsidRPr="003C1A0F">
        <w:t>.</w:t>
      </w:r>
      <w:r w:rsidRPr="00B63772">
        <w:rPr>
          <w:b w:val="0"/>
        </w:rPr>
        <w:t xml:space="preserve"> </w:t>
      </w:r>
      <w:r w:rsidR="00E668A1" w:rsidRPr="00E668A1">
        <w:rPr>
          <w:b w:val="0"/>
        </w:rPr>
        <w:t xml:space="preserve">Объем продукции сельского хозяйства </w:t>
      </w:r>
      <w:r w:rsidR="00E668A1" w:rsidRPr="00476A5A">
        <w:rPr>
          <w:b w:val="0"/>
        </w:rPr>
        <w:t xml:space="preserve">всех сельхозпроизводителей </w:t>
      </w:r>
      <w:r w:rsidR="00E668A1" w:rsidRPr="0010504C">
        <w:rPr>
          <w:b w:val="0"/>
        </w:rPr>
        <w:t xml:space="preserve">в </w:t>
      </w:r>
      <w:r w:rsidR="009E66A8" w:rsidRPr="0010504C">
        <w:rPr>
          <w:b w:val="0"/>
        </w:rPr>
        <w:t>январе-</w:t>
      </w:r>
      <w:r w:rsidR="00BB795D">
        <w:rPr>
          <w:b w:val="0"/>
        </w:rPr>
        <w:t>сентябре</w:t>
      </w:r>
      <w:r w:rsidR="00E668A1" w:rsidRPr="0010504C">
        <w:rPr>
          <w:b w:val="0"/>
        </w:rPr>
        <w:t xml:space="preserve"> 2024 года составил, </w:t>
      </w:r>
      <w:r w:rsidR="00BB795D">
        <w:rPr>
          <w:b w:val="0"/>
        </w:rPr>
        <w:br/>
      </w:r>
      <w:r w:rsidR="00E668A1" w:rsidRPr="0010504C">
        <w:rPr>
          <w:b w:val="0"/>
        </w:rPr>
        <w:t xml:space="preserve">по расчетам, в фактических ценах </w:t>
      </w:r>
      <w:r w:rsidR="00104F85" w:rsidRPr="0055517C">
        <w:rPr>
          <w:b w:val="0"/>
          <w:bCs/>
          <w:color w:val="000000"/>
        </w:rPr>
        <w:t xml:space="preserve">43332,5 </w:t>
      </w:r>
      <w:r w:rsidR="00FD1FD8" w:rsidRPr="0010504C">
        <w:rPr>
          <w:b w:val="0"/>
          <w:szCs w:val="24"/>
        </w:rPr>
        <w:t xml:space="preserve">млн рублей </w:t>
      </w:r>
      <w:r w:rsidR="00FD1FD8" w:rsidRPr="00104F85">
        <w:rPr>
          <w:b w:val="0"/>
          <w:szCs w:val="24"/>
        </w:rPr>
        <w:t xml:space="preserve">и </w:t>
      </w:r>
      <w:r w:rsidR="00FD1FD8" w:rsidRPr="00104F85">
        <w:rPr>
          <w:b w:val="0"/>
        </w:rPr>
        <w:t>снизился</w:t>
      </w:r>
      <w:r w:rsidR="00FD1FD8" w:rsidRPr="0010504C">
        <w:rPr>
          <w:b w:val="0"/>
          <w:szCs w:val="24"/>
        </w:rPr>
        <w:t xml:space="preserve"> в сопоставимой оценке </w:t>
      </w:r>
      <w:r w:rsidR="009A15D9" w:rsidRPr="0010504C">
        <w:rPr>
          <w:b w:val="0"/>
          <w:szCs w:val="24"/>
        </w:rPr>
        <w:br/>
      </w:r>
      <w:r w:rsidR="00FD1FD8" w:rsidRPr="0010504C">
        <w:rPr>
          <w:b w:val="0"/>
          <w:szCs w:val="24"/>
        </w:rPr>
        <w:t xml:space="preserve">по сравнению с соответствующим периодом предыдущего года на </w:t>
      </w:r>
      <w:r w:rsidR="00104F85" w:rsidRPr="000F5220">
        <w:rPr>
          <w:b w:val="0"/>
        </w:rPr>
        <w:t>1,9</w:t>
      </w:r>
      <w:r w:rsidR="009022C0" w:rsidRPr="0010504C">
        <w:rPr>
          <w:b w:val="0"/>
        </w:rPr>
        <w:t>%</w:t>
      </w:r>
      <w:r w:rsidRPr="0010504C">
        <w:rPr>
          <w:b w:val="0"/>
        </w:rPr>
        <w:t>.</w:t>
      </w:r>
      <w:bookmarkEnd w:id="25"/>
    </w:p>
    <w:p w14:paraId="0D0684E6" w14:textId="7A9CCC02" w:rsidR="009152DB" w:rsidRPr="0022283C" w:rsidRDefault="009152DB" w:rsidP="00BA198F">
      <w:pPr>
        <w:pStyle w:val="3"/>
        <w:spacing w:before="240" w:after="240"/>
        <w:ind w:right="0"/>
      </w:pPr>
      <w:bookmarkStart w:id="26" w:name="_Toc181255900"/>
      <w:r w:rsidRPr="0022283C">
        <w:t>Динамика производства продукции сельского хозяйства</w:t>
      </w:r>
      <w:r w:rsidRPr="0022283C">
        <w:br/>
        <w:t>в хозяйствах всех категорий</w:t>
      </w:r>
      <w:bookmarkEnd w:id="26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2268"/>
        <w:gridCol w:w="2268"/>
      </w:tblGrid>
      <w:tr w:rsidR="00FD1FD8" w:rsidRPr="006441ED" w14:paraId="09671A50" w14:textId="77777777" w:rsidTr="00FD1FD8">
        <w:trPr>
          <w:trHeight w:val="283"/>
          <w:jc w:val="center"/>
        </w:trPr>
        <w:tc>
          <w:tcPr>
            <w:tcW w:w="4535" w:type="dxa"/>
            <w:vMerge w:val="restart"/>
            <w:vAlign w:val="center"/>
          </w:tcPr>
          <w:p w14:paraId="4E251C2F" w14:textId="77777777" w:rsidR="00FD1FD8" w:rsidRPr="00AE34ED" w:rsidRDefault="00FD1FD8" w:rsidP="00FD1FD8">
            <w:pPr>
              <w:jc w:val="center"/>
              <w:rPr>
                <w:b/>
                <w:sz w:val="20"/>
              </w:rPr>
            </w:pPr>
            <w:bookmarkStart w:id="27" w:name="_Toc134172252"/>
          </w:p>
        </w:tc>
        <w:tc>
          <w:tcPr>
            <w:tcW w:w="4536" w:type="dxa"/>
            <w:gridSpan w:val="2"/>
            <w:vAlign w:val="center"/>
          </w:tcPr>
          <w:p w14:paraId="00B70C7F" w14:textId="77777777" w:rsidR="00FD1FD8" w:rsidRPr="006441ED" w:rsidRDefault="00FD1FD8" w:rsidP="00FD1FD8">
            <w:pPr>
              <w:jc w:val="center"/>
              <w:rPr>
                <w:b/>
                <w:sz w:val="20"/>
              </w:rPr>
            </w:pPr>
            <w:proofErr w:type="gramStart"/>
            <w:r w:rsidRPr="006441ED">
              <w:rPr>
                <w:b/>
                <w:sz w:val="20"/>
              </w:rPr>
              <w:t>В  %</w:t>
            </w:r>
            <w:proofErr w:type="gramEnd"/>
            <w:r w:rsidRPr="006441ED">
              <w:rPr>
                <w:b/>
                <w:sz w:val="20"/>
              </w:rPr>
              <w:t xml:space="preserve">  к</w:t>
            </w:r>
          </w:p>
        </w:tc>
      </w:tr>
      <w:tr w:rsidR="00FD1FD8" w:rsidRPr="006441ED" w14:paraId="4FF6F84F" w14:textId="77777777" w:rsidTr="00FD1FD8">
        <w:trPr>
          <w:trHeight w:val="397"/>
          <w:jc w:val="center"/>
        </w:trPr>
        <w:tc>
          <w:tcPr>
            <w:tcW w:w="4535" w:type="dxa"/>
            <w:vMerge/>
            <w:vAlign w:val="center"/>
          </w:tcPr>
          <w:p w14:paraId="53692F0D" w14:textId="77777777" w:rsidR="00FD1FD8" w:rsidRPr="006441ED" w:rsidRDefault="00FD1FD8" w:rsidP="00FD1FD8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053EEFB6" w14:textId="77777777" w:rsidR="00FD1FD8" w:rsidRPr="006441ED" w:rsidRDefault="00FD1FD8" w:rsidP="00FD1FD8">
            <w:pPr>
              <w:ind w:left="-57" w:right="-57"/>
              <w:jc w:val="center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vAlign w:val="center"/>
          </w:tcPr>
          <w:p w14:paraId="5A7EDD27" w14:textId="77777777" w:rsidR="00FD1FD8" w:rsidRPr="006441ED" w:rsidRDefault="00FD1FD8" w:rsidP="00FD1FD8">
            <w:pPr>
              <w:jc w:val="center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предыдущему периоду</w:t>
            </w:r>
          </w:p>
        </w:tc>
      </w:tr>
      <w:tr w:rsidR="00FD1FD8" w:rsidRPr="006441ED" w14:paraId="44A73761" w14:textId="77777777" w:rsidTr="00FD1FD8">
        <w:trPr>
          <w:trHeight w:val="283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0D20E" w14:textId="77777777" w:rsidR="00FD1FD8" w:rsidRPr="006441ED" w:rsidRDefault="00FD1FD8" w:rsidP="00FD1FD8">
            <w:pPr>
              <w:jc w:val="center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2023</w:t>
            </w:r>
          </w:p>
        </w:tc>
      </w:tr>
      <w:tr w:rsidR="00FD1FD8" w:rsidRPr="006441ED" w14:paraId="580225E1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046B57" w14:textId="77777777"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Январь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6C00B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102,5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52653A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62,6</w:t>
            </w:r>
          </w:p>
        </w:tc>
      </w:tr>
      <w:tr w:rsidR="00FD1FD8" w:rsidRPr="006441ED" w14:paraId="0D2AA070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41156" w14:textId="77777777"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Февраль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9FFF6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98,1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6D5389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120,6</w:t>
            </w:r>
          </w:p>
        </w:tc>
      </w:tr>
      <w:tr w:rsidR="00FD1FD8" w:rsidRPr="006441ED" w14:paraId="3A502166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59B138" w14:textId="77777777"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08498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97,3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B6720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194,4</w:t>
            </w:r>
          </w:p>
        </w:tc>
      </w:tr>
      <w:tr w:rsidR="00FD1FD8" w:rsidRPr="006441ED" w14:paraId="3EAFC23E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1E19AD" w14:textId="77777777"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 </w:t>
            </w:r>
            <w:r w:rsidRPr="006441ED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BD099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98,6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0E53C1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20,1</w:t>
            </w:r>
          </w:p>
        </w:tc>
      </w:tr>
      <w:tr w:rsidR="00FD1FD8" w:rsidRPr="006441ED" w14:paraId="4CAE4585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BBA806" w14:textId="77777777"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29F6C5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97,2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ECE8DD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70,9</w:t>
            </w:r>
          </w:p>
        </w:tc>
      </w:tr>
      <w:tr w:rsidR="00FD1FD8" w:rsidRPr="006441ED" w14:paraId="47A01B64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ADD3FC" w14:textId="77777777"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AA4E21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97,0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840AD3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108,6</w:t>
            </w:r>
          </w:p>
        </w:tc>
      </w:tr>
      <w:tr w:rsidR="00FD1FD8" w:rsidRPr="006441ED" w14:paraId="2C3E833E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782688" w14:textId="77777777"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Июнь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6B0068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96,7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B56D2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148,8</w:t>
            </w:r>
          </w:p>
        </w:tc>
      </w:tr>
      <w:tr w:rsidR="00FD1FD8" w:rsidRPr="006441ED" w14:paraId="23F76D0B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DA9E7" w14:textId="77777777"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II </w:t>
            </w:r>
            <w:r w:rsidRPr="006441ED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BEE97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96,9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ECF172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135,2</w:t>
            </w:r>
          </w:p>
        </w:tc>
      </w:tr>
      <w:tr w:rsidR="00FD1FD8" w:rsidRPr="006441ED" w14:paraId="0F741EDD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1F1589" w14:textId="77777777"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 </w:t>
            </w:r>
            <w:r w:rsidRPr="006441ED">
              <w:rPr>
                <w:b/>
                <w:sz w:val="20"/>
              </w:rPr>
              <w:t>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8A211B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97,6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24D7B5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х</w:t>
            </w:r>
          </w:p>
        </w:tc>
      </w:tr>
      <w:tr w:rsidR="00FD1FD8" w:rsidRPr="006441ED" w14:paraId="1D7B4816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0AB2C" w14:textId="77777777"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Июль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439B3E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98,2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74E80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71,2</w:t>
            </w:r>
          </w:p>
        </w:tc>
      </w:tr>
      <w:tr w:rsidR="00FD1FD8" w:rsidRPr="006441ED" w14:paraId="42C77822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8947B1" w14:textId="77777777" w:rsidR="00FD1FD8" w:rsidRPr="006441ED" w:rsidRDefault="00FD1FD8" w:rsidP="00FD1FD8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Август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9000A8" w14:textId="77777777" w:rsidR="00FD1FD8" w:rsidRPr="006441ED" w:rsidRDefault="00FD1FD8" w:rsidP="00FD1FD8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102,4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5FF14" w14:textId="77777777" w:rsidR="00FD1FD8" w:rsidRPr="006441ED" w:rsidRDefault="00FD1FD8" w:rsidP="00FD1FD8">
            <w:pPr>
              <w:ind w:right="62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в 9,8р.</w:t>
            </w:r>
          </w:p>
        </w:tc>
      </w:tr>
      <w:tr w:rsidR="008A02BB" w:rsidRPr="006441ED" w14:paraId="21B2E730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589055" w14:textId="77777777"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600DE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188,0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7C2561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6,6</w:t>
            </w:r>
          </w:p>
        </w:tc>
      </w:tr>
      <w:tr w:rsidR="008A02BB" w:rsidRPr="006441ED" w14:paraId="1D5E061F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5BD3F5" w14:textId="77777777"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III </w:t>
            </w:r>
            <w:r w:rsidRPr="006441ED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DF4EB2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AE3B2" w14:textId="77777777" w:rsidR="008A02BB" w:rsidRPr="006441ED" w:rsidRDefault="008A02BB" w:rsidP="008A02BB">
            <w:pPr>
              <w:ind w:right="62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в 3,6р.</w:t>
            </w:r>
          </w:p>
        </w:tc>
      </w:tr>
      <w:tr w:rsidR="008A02BB" w:rsidRPr="006441ED" w14:paraId="6DEFEB85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1DA0AA" w14:textId="77777777"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Январь-сентябрь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A96595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102,3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AAFE70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х</w:t>
            </w:r>
          </w:p>
        </w:tc>
      </w:tr>
      <w:tr w:rsidR="008A02BB" w:rsidRPr="006441ED" w14:paraId="49CDF074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2B4F8B" w14:textId="77777777"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Октябрь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9755A6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96,9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BD8616" w14:textId="77777777" w:rsidR="008A02BB" w:rsidRPr="006441ED" w:rsidRDefault="008A02BB" w:rsidP="008A02BB">
            <w:pPr>
              <w:ind w:right="62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в 10,4р.</w:t>
            </w:r>
          </w:p>
        </w:tc>
      </w:tr>
      <w:tr w:rsidR="008A02BB" w:rsidRPr="006441ED" w14:paraId="72BD317E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8E72A5" w14:textId="77777777"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Ноябрь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D12258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119,6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F744C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47,0</w:t>
            </w:r>
          </w:p>
        </w:tc>
      </w:tr>
      <w:tr w:rsidR="008A02BB" w:rsidRPr="006441ED" w14:paraId="79788A35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209D37" w14:textId="77777777"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3C3D4C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108,7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838D0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75,2</w:t>
            </w:r>
          </w:p>
        </w:tc>
      </w:tr>
      <w:tr w:rsidR="008A02BB" w:rsidRPr="006441ED" w14:paraId="2ABF10C5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B085E" w14:textId="77777777"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  <w:lang w:val="en-US"/>
              </w:rPr>
              <w:t xml:space="preserve">IV </w:t>
            </w:r>
            <w:r w:rsidRPr="006441ED">
              <w:rPr>
                <w:b/>
                <w:sz w:val="20"/>
              </w:rPr>
              <w:t>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5CD464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4CDCCB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107,8</w:t>
            </w:r>
          </w:p>
        </w:tc>
      </w:tr>
      <w:tr w:rsidR="008A02BB" w:rsidRPr="006441ED" w14:paraId="29F18869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F311CE" w14:textId="77777777" w:rsidR="008A02BB" w:rsidRPr="006441ED" w:rsidRDefault="008A02BB" w:rsidP="008A02BB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Год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FF0D89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103,1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B72ACB" w14:textId="77777777" w:rsidR="008A02BB" w:rsidRPr="006441ED" w:rsidRDefault="008A02BB" w:rsidP="008A02BB">
            <w:pPr>
              <w:ind w:right="794"/>
              <w:jc w:val="righ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х</w:t>
            </w:r>
          </w:p>
        </w:tc>
      </w:tr>
      <w:tr w:rsidR="008A02BB" w:rsidRPr="006441ED" w14:paraId="69824C71" w14:textId="77777777" w:rsidTr="00FD1FD8">
        <w:trPr>
          <w:trHeight w:val="283"/>
          <w:jc w:val="center"/>
        </w:trPr>
        <w:tc>
          <w:tcPr>
            <w:tcW w:w="9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0AF5BE" w14:textId="77777777" w:rsidR="008A02BB" w:rsidRPr="006441ED" w:rsidRDefault="008A02BB" w:rsidP="008A02BB">
            <w:pPr>
              <w:jc w:val="center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2024</w:t>
            </w:r>
          </w:p>
        </w:tc>
      </w:tr>
      <w:tr w:rsidR="00104F85" w:rsidRPr="006441ED" w14:paraId="45656798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BB83C3" w14:textId="73E3572A"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Январь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A9B38" w14:textId="683B1C7A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93,4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E182D7" w14:textId="7646413D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179,6</w:t>
            </w:r>
          </w:p>
        </w:tc>
      </w:tr>
      <w:tr w:rsidR="00104F85" w:rsidRPr="006441ED" w14:paraId="3EAC1C81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404DD" w14:textId="0B2B3822"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Февраль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7B7989" w14:textId="75A6BE53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94,1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F26227" w14:textId="757A0901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120,9</w:t>
            </w:r>
          </w:p>
        </w:tc>
      </w:tr>
      <w:tr w:rsidR="00104F85" w:rsidRPr="006441ED" w14:paraId="6480AA42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CE4C63" w14:textId="0B2BC0C2"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575C3" w14:textId="6BA7F204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94,7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3A729" w14:textId="0131F0F6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177,1</w:t>
            </w:r>
          </w:p>
        </w:tc>
      </w:tr>
      <w:tr w:rsidR="00104F85" w:rsidRPr="006441ED" w14:paraId="558F68C4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08210" w14:textId="001FE306"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I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5A82B9" w14:textId="32C0B500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94,2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559DB2" w14:textId="007301FD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18,9</w:t>
            </w:r>
          </w:p>
        </w:tc>
      </w:tr>
      <w:tr w:rsidR="00104F85" w:rsidRPr="006441ED" w14:paraId="23126C3F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2FC65" w14:textId="7147F2EA"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899CAF" w14:textId="01AA3012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95,8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4CD84A" w14:textId="7ECA72C0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80,5</w:t>
            </w:r>
          </w:p>
        </w:tc>
      </w:tr>
      <w:tr w:rsidR="00104F85" w:rsidRPr="006441ED" w14:paraId="2DA5C727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CF6CCE" w14:textId="3801FD5A"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DCBFC" w14:textId="3C0A48C9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D788BD" w14:textId="4F7536D7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108,9</w:t>
            </w:r>
          </w:p>
        </w:tc>
      </w:tr>
      <w:tr w:rsidR="00104F85" w:rsidRPr="00AE34ED" w14:paraId="574710D7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5ECD2" w14:textId="1034036E"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Июнь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EB2355" w14:textId="635D0D2B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B75510" w14:textId="39272650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114,8</w:t>
            </w:r>
          </w:p>
        </w:tc>
      </w:tr>
      <w:tr w:rsidR="00104F85" w:rsidRPr="00AE34ED" w14:paraId="6F6CE5E2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8AE4E0" w14:textId="24889654"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II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7B5D7C" w14:textId="44C0F836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95,9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BE3E67" w14:textId="056E7DF6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132,3</w:t>
            </w:r>
          </w:p>
        </w:tc>
      </w:tr>
      <w:tr w:rsidR="00104F85" w:rsidRPr="00AE34ED" w14:paraId="67284C83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694D0F" w14:textId="279845E4"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I полугодие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E29D1" w14:textId="6E0842A0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95,2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570A06" w14:textId="2CE32E68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х</w:t>
            </w:r>
          </w:p>
        </w:tc>
      </w:tr>
      <w:tr w:rsidR="00104F85" w:rsidRPr="00AE34ED" w14:paraId="74173F65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C8EEA9" w14:textId="6FB730CB"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Июль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786E30" w14:textId="73935599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100,1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7E208" w14:textId="3B1FAED7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116,9</w:t>
            </w:r>
          </w:p>
        </w:tc>
      </w:tr>
      <w:tr w:rsidR="00104F85" w:rsidRPr="00AE34ED" w14:paraId="394890A6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AF993B" w14:textId="309990F9"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Август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962BAC" w14:textId="4B07709F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>0</w:t>
            </w:r>
            <w:r w:rsidRPr="00377610">
              <w:rPr>
                <w:b/>
                <w:sz w:val="20"/>
              </w:rPr>
              <w:t>,7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164B02" w14:textId="0C0B4490" w:rsidR="00104F85" w:rsidRPr="00BB795D" w:rsidRDefault="00104F85" w:rsidP="00104F85">
            <w:pPr>
              <w:ind w:right="510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 xml:space="preserve">в </w:t>
            </w:r>
            <w:r>
              <w:rPr>
                <w:b/>
                <w:sz w:val="20"/>
              </w:rPr>
              <w:t>6</w:t>
            </w:r>
            <w:r w:rsidRPr="00377610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8</w:t>
            </w:r>
            <w:r w:rsidRPr="00377610">
              <w:rPr>
                <w:b/>
                <w:sz w:val="20"/>
              </w:rPr>
              <w:t>р.</w:t>
            </w:r>
            <w:r w:rsidRPr="00104F85">
              <w:rPr>
                <w:b/>
                <w:sz w:val="20"/>
                <w:vertAlign w:val="superscript"/>
              </w:rPr>
              <w:t>3)</w:t>
            </w:r>
          </w:p>
        </w:tc>
      </w:tr>
      <w:tr w:rsidR="00104F85" w:rsidRPr="00AE34ED" w14:paraId="0AD022BD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FA378" w14:textId="67135FE8"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0F5220">
              <w:rPr>
                <w:b/>
                <w:sz w:val="20"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F3DE3" w14:textId="1BAEDFA6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5FAB7" w14:textId="4450FFCB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26,9</w:t>
            </w:r>
          </w:p>
        </w:tc>
      </w:tr>
      <w:tr w:rsidR="00104F85" w:rsidRPr="00AE34ED" w14:paraId="4B5D30CB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F01041" w14:textId="6D534250"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III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AC60B6" w14:textId="7271E4B0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99,3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6EA73" w14:textId="165F1AE4" w:rsidR="00104F85" w:rsidRPr="00BB795D" w:rsidRDefault="00104F85" w:rsidP="00104F85">
            <w:pPr>
              <w:ind w:right="62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в 4,2р.</w:t>
            </w:r>
          </w:p>
        </w:tc>
      </w:tr>
      <w:tr w:rsidR="00104F85" w:rsidRPr="00AE34ED" w14:paraId="646FD587" w14:textId="77777777" w:rsidTr="00FD1FD8">
        <w:trPr>
          <w:trHeight w:val="227"/>
          <w:jc w:val="center"/>
        </w:trPr>
        <w:tc>
          <w:tcPr>
            <w:tcW w:w="4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FD4AC" w14:textId="2E23DAA5" w:rsidR="00104F85" w:rsidRPr="00BB795D" w:rsidRDefault="00104F85" w:rsidP="00104F85">
            <w:pPr>
              <w:jc w:val="lef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Январь-сентябрь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7EAAD8" w14:textId="5997667B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98,1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6CEA92" w14:textId="20436BBB" w:rsidR="00104F85" w:rsidRPr="00BB795D" w:rsidRDefault="00104F85" w:rsidP="00104F85">
            <w:pPr>
              <w:ind w:right="794"/>
              <w:jc w:val="right"/>
              <w:rPr>
                <w:b/>
                <w:sz w:val="20"/>
                <w:highlight w:val="yellow"/>
              </w:rPr>
            </w:pPr>
            <w:r w:rsidRPr="00377610">
              <w:rPr>
                <w:b/>
                <w:sz w:val="20"/>
              </w:rPr>
              <w:t>х</w:t>
            </w:r>
          </w:p>
        </w:tc>
      </w:tr>
    </w:tbl>
    <w:p w14:paraId="2E988835" w14:textId="260DE7A3" w:rsidR="00104F85" w:rsidRDefault="00104F85" w:rsidP="00104F85">
      <w:pPr>
        <w:spacing w:before="120"/>
        <w:ind w:left="340"/>
        <w:rPr>
          <w:sz w:val="18"/>
          <w:szCs w:val="18"/>
        </w:rPr>
      </w:pPr>
      <w:r w:rsidRPr="00104F85">
        <w:rPr>
          <w:sz w:val="18"/>
          <w:szCs w:val="18"/>
          <w:vertAlign w:val="superscript"/>
        </w:rPr>
        <w:t>3</w:t>
      </w:r>
      <w:r w:rsidRPr="00104F85">
        <w:rPr>
          <w:rStyle w:val="af7"/>
          <w:sz w:val="18"/>
          <w:szCs w:val="18"/>
        </w:rPr>
        <w:t>)</w:t>
      </w:r>
      <w:r w:rsidRPr="00104F85">
        <w:rPr>
          <w:rStyle w:val="af7"/>
          <w:sz w:val="18"/>
          <w:szCs w:val="18"/>
          <w:vertAlign w:val="baseline"/>
        </w:rPr>
        <w:t>данные уточнены</w:t>
      </w:r>
    </w:p>
    <w:p w14:paraId="7E7C1B0D" w14:textId="77777777" w:rsidR="00104F85" w:rsidRDefault="00104F85">
      <w:pPr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14:paraId="4D435163" w14:textId="20EA4735" w:rsidR="00A73BCF" w:rsidRDefault="00374A3E" w:rsidP="003433A2">
      <w:pPr>
        <w:pStyle w:val="3"/>
        <w:spacing w:before="360" w:after="360"/>
        <w:ind w:right="0" w:firstLine="709"/>
        <w:jc w:val="both"/>
        <w:rPr>
          <w:b w:val="0"/>
          <w:bCs/>
        </w:rPr>
      </w:pPr>
      <w:bookmarkStart w:id="28" w:name="_Toc181255901"/>
      <w:r w:rsidRPr="00E64FF7">
        <w:lastRenderedPageBreak/>
        <w:t>Растениеводство.</w:t>
      </w:r>
      <w:r w:rsidRPr="00D450C9">
        <w:t xml:space="preserve"> </w:t>
      </w:r>
      <w:bookmarkEnd w:id="27"/>
      <w:r w:rsidR="008A02BB" w:rsidRPr="00E07621">
        <w:rPr>
          <w:b w:val="0"/>
          <w:bCs/>
        </w:rPr>
        <w:t xml:space="preserve">К 1 </w:t>
      </w:r>
      <w:r w:rsidR="00BB795D">
        <w:rPr>
          <w:b w:val="0"/>
          <w:bCs/>
        </w:rPr>
        <w:t>октября</w:t>
      </w:r>
      <w:r w:rsidR="008A02BB" w:rsidRPr="00E07621">
        <w:rPr>
          <w:b w:val="0"/>
          <w:bCs/>
        </w:rPr>
        <w:t xml:space="preserve"> 202</w:t>
      </w:r>
      <w:r w:rsidR="008A02BB">
        <w:rPr>
          <w:b w:val="0"/>
          <w:bCs/>
        </w:rPr>
        <w:t>4</w:t>
      </w:r>
      <w:r w:rsidR="008A02BB" w:rsidRPr="00E07621">
        <w:rPr>
          <w:b w:val="0"/>
          <w:bCs/>
        </w:rPr>
        <w:t xml:space="preserve"> года валовой сбор основных сельскохозяйственных культур, по расчетам, составил:</w:t>
      </w:r>
      <w:bookmarkEnd w:id="28"/>
      <w:r w:rsidR="00A73BCF" w:rsidRPr="00A73BCF">
        <w:rPr>
          <w:b w:val="0"/>
          <w:bCs/>
        </w:rPr>
        <w:t xml:space="preserve"> </w:t>
      </w:r>
    </w:p>
    <w:p w14:paraId="137A35F7" w14:textId="77777777" w:rsidR="00A73BCF" w:rsidRPr="00E53A00" w:rsidRDefault="00A73BCF" w:rsidP="00A73BCF">
      <w:pPr>
        <w:spacing w:after="60"/>
        <w:jc w:val="right"/>
        <w:rPr>
          <w:b/>
          <w:sz w:val="20"/>
        </w:rPr>
      </w:pPr>
      <w:r w:rsidRPr="00E53A00">
        <w:rPr>
          <w:b/>
          <w:sz w:val="20"/>
        </w:rPr>
        <w:t>центнеров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2"/>
        <w:gridCol w:w="1370"/>
        <w:gridCol w:w="1370"/>
        <w:gridCol w:w="1370"/>
      </w:tblGrid>
      <w:tr w:rsidR="008A02BB" w:rsidRPr="004E28DA" w14:paraId="76C1B6D5" w14:textId="77777777" w:rsidTr="008A02BB">
        <w:trPr>
          <w:trHeight w:val="1871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80F36E" w14:textId="02AD0A02" w:rsidR="008A02BB" w:rsidRPr="004E28DA" w:rsidRDefault="008A02BB" w:rsidP="008A02BB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07C017" w14:textId="468D8215" w:rsidR="008A02BB" w:rsidRPr="004E28DA" w:rsidRDefault="008A02BB" w:rsidP="008A02BB">
            <w:pPr>
              <w:jc w:val="center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Январь-</w:t>
            </w:r>
            <w:r w:rsidR="00BB795D">
              <w:rPr>
                <w:b/>
                <w:bCs/>
                <w:sz w:val="20"/>
              </w:rPr>
              <w:t>сентябрь</w:t>
            </w:r>
            <w:r w:rsidRPr="004E28DA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611961" w14:textId="31EF035B" w:rsidR="008A02BB" w:rsidRPr="00C9727C" w:rsidRDefault="008A02BB" w:rsidP="008A02BB">
            <w:pPr>
              <w:jc w:val="center"/>
              <w:rPr>
                <w:b/>
                <w:bCs/>
                <w:sz w:val="20"/>
                <w:lang w:val="en-US"/>
              </w:rPr>
            </w:pPr>
            <w:proofErr w:type="gramStart"/>
            <w:r w:rsidRPr="004E28DA">
              <w:rPr>
                <w:b/>
                <w:bCs/>
                <w:sz w:val="20"/>
              </w:rPr>
              <w:t>В  %</w:t>
            </w:r>
            <w:proofErr w:type="gramEnd"/>
            <w:r w:rsidRPr="004E28DA">
              <w:rPr>
                <w:b/>
                <w:bCs/>
                <w:sz w:val="20"/>
              </w:rPr>
              <w:t xml:space="preserve">  к</w:t>
            </w:r>
            <w:r w:rsidRPr="004E28DA">
              <w:rPr>
                <w:b/>
                <w:bCs/>
                <w:sz w:val="20"/>
              </w:rPr>
              <w:br/>
              <w:t>январю-</w:t>
            </w:r>
            <w:r w:rsidR="00BB795D">
              <w:rPr>
                <w:b/>
                <w:bCs/>
                <w:sz w:val="20"/>
              </w:rPr>
              <w:t>сентябрю</w:t>
            </w:r>
            <w:r w:rsidRPr="004E28DA">
              <w:rPr>
                <w:b/>
                <w:bCs/>
                <w:sz w:val="20"/>
              </w:rPr>
              <w:br/>
              <w:t>202</w:t>
            </w:r>
            <w:r w:rsidR="00C9727C">
              <w:rPr>
                <w:b/>
                <w:bCs/>
                <w:sz w:val="20"/>
                <w:lang w:val="en-US"/>
              </w:rPr>
              <w:t>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79526" w14:textId="16F9C62B" w:rsidR="008A02BB" w:rsidRPr="004E28DA" w:rsidRDefault="008A02BB" w:rsidP="008A02BB">
            <w:pPr>
              <w:ind w:left="-57" w:right="-57"/>
              <w:jc w:val="center"/>
              <w:rPr>
                <w:b/>
                <w:bCs/>
                <w:sz w:val="20"/>
              </w:rPr>
            </w:pPr>
            <w:proofErr w:type="spellStart"/>
            <w:r w:rsidRPr="004E28DA">
              <w:rPr>
                <w:b/>
                <w:bCs/>
                <w:sz w:val="20"/>
              </w:rPr>
              <w:t>Справочно</w:t>
            </w:r>
            <w:proofErr w:type="spellEnd"/>
            <w:r w:rsidRPr="004E28DA">
              <w:rPr>
                <w:b/>
                <w:bCs/>
                <w:sz w:val="20"/>
              </w:rPr>
              <w:t>:</w:t>
            </w:r>
            <w:r w:rsidRPr="004E28DA">
              <w:rPr>
                <w:b/>
                <w:bCs/>
                <w:sz w:val="20"/>
              </w:rPr>
              <w:br/>
              <w:t>январь-</w:t>
            </w:r>
            <w:r w:rsidR="00BB795D">
              <w:rPr>
                <w:b/>
                <w:bCs/>
                <w:sz w:val="20"/>
              </w:rPr>
              <w:t>сентябрь</w:t>
            </w:r>
            <w:r w:rsidRPr="004E28DA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3</w:t>
            </w:r>
            <w:r w:rsidRPr="004E28DA">
              <w:rPr>
                <w:b/>
                <w:bCs/>
                <w:sz w:val="20"/>
              </w:rPr>
              <w:br/>
            </w:r>
            <w:proofErr w:type="gramStart"/>
            <w:r w:rsidRPr="004E28DA">
              <w:rPr>
                <w:b/>
                <w:bCs/>
                <w:sz w:val="20"/>
              </w:rPr>
              <w:t>в  %</w:t>
            </w:r>
            <w:proofErr w:type="gramEnd"/>
            <w:r w:rsidRPr="004E28DA">
              <w:rPr>
                <w:b/>
                <w:bCs/>
                <w:sz w:val="20"/>
              </w:rPr>
              <w:t xml:space="preserve">  к</w:t>
            </w:r>
            <w:r w:rsidRPr="004E28DA">
              <w:rPr>
                <w:b/>
                <w:bCs/>
                <w:sz w:val="20"/>
              </w:rPr>
              <w:br/>
              <w:t>январю-</w:t>
            </w:r>
            <w:r w:rsidR="00BB795D">
              <w:rPr>
                <w:b/>
                <w:bCs/>
                <w:sz w:val="20"/>
              </w:rPr>
              <w:t>сентябрю</w:t>
            </w:r>
            <w:r w:rsidRPr="004E28DA">
              <w:rPr>
                <w:b/>
                <w:bCs/>
                <w:sz w:val="20"/>
              </w:rPr>
              <w:br/>
              <w:t>202</w:t>
            </w:r>
            <w:r>
              <w:rPr>
                <w:b/>
                <w:bCs/>
                <w:sz w:val="20"/>
              </w:rPr>
              <w:t>2</w:t>
            </w:r>
          </w:p>
        </w:tc>
      </w:tr>
      <w:tr w:rsidR="008A02BB" w:rsidRPr="004E28DA" w14:paraId="2DE10C80" w14:textId="77777777" w:rsidTr="008A02BB">
        <w:trPr>
          <w:trHeight w:hRule="exact" w:val="510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FF61B" w14:textId="77777777" w:rsidR="008A02BB" w:rsidRPr="004E28DA" w:rsidRDefault="008A02BB" w:rsidP="008A02BB">
            <w:pPr>
              <w:jc w:val="lef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Зерновые</w:t>
            </w:r>
            <w:r>
              <w:rPr>
                <w:b/>
                <w:bCs/>
                <w:sz w:val="20"/>
              </w:rPr>
              <w:t xml:space="preserve"> и зернобобовые культуры</w:t>
            </w:r>
            <w:r w:rsidRPr="004E28DA">
              <w:rPr>
                <w:b/>
                <w:bCs/>
                <w:sz w:val="20"/>
              </w:rPr>
              <w:t xml:space="preserve"> (</w:t>
            </w:r>
            <w:r>
              <w:rPr>
                <w:b/>
                <w:bCs/>
                <w:sz w:val="20"/>
              </w:rPr>
              <w:t>включая</w:t>
            </w:r>
            <w:r w:rsidRPr="004E28DA">
              <w:rPr>
                <w:b/>
                <w:bCs/>
                <w:sz w:val="20"/>
              </w:rPr>
              <w:t xml:space="preserve"> кукурузы) </w:t>
            </w:r>
            <w:r>
              <w:rPr>
                <w:b/>
                <w:bCs/>
                <w:sz w:val="20"/>
              </w:rPr>
              <w:br/>
            </w:r>
            <w:r w:rsidRPr="004E28DA">
              <w:rPr>
                <w:b/>
                <w:bCs/>
                <w:sz w:val="20"/>
              </w:rPr>
              <w:t>в первоначально-оприходованном весе</w:t>
            </w:r>
          </w:p>
        </w:tc>
      </w:tr>
      <w:tr w:rsidR="00104F85" w:rsidRPr="004E28DA" w14:paraId="79A9C9BB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A9682A" w14:textId="77777777" w:rsidR="00104F85" w:rsidRPr="004E28DA" w:rsidRDefault="00104F85" w:rsidP="00104F85">
            <w:pPr>
              <w:ind w:left="113"/>
              <w:jc w:val="left"/>
              <w:rPr>
                <w:b/>
                <w:sz w:val="20"/>
              </w:rPr>
            </w:pPr>
            <w:r w:rsidRPr="004E28DA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0DD42F" w14:textId="2BBDFCA4"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387191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91E4C1" w14:textId="21AD96FD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104,3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01A1D2" w14:textId="072824DA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113,5</w:t>
            </w:r>
          </w:p>
        </w:tc>
      </w:tr>
      <w:tr w:rsidR="00104F85" w:rsidRPr="004E28DA" w14:paraId="0A6339FF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ACFFFA" w14:textId="77777777" w:rsidR="00104F85" w:rsidRPr="00EB431F" w:rsidRDefault="00104F85" w:rsidP="00104F85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E4C2CE" w14:textId="518EBA99"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101681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124064" w14:textId="76B4A2A2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118,4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D07DB" w14:textId="6D79E8DD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123,2</w:t>
            </w:r>
          </w:p>
        </w:tc>
      </w:tr>
      <w:tr w:rsidR="00104F85" w:rsidRPr="004E28DA" w14:paraId="356BD9F6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49DE7" w14:textId="7DEA9CEA" w:rsidR="00104F85" w:rsidRPr="00EB431F" w:rsidRDefault="00104F85" w:rsidP="00104F85">
            <w:pPr>
              <w:ind w:left="227"/>
              <w:jc w:val="left"/>
              <w:rPr>
                <w:b/>
                <w:sz w:val="20"/>
              </w:rPr>
            </w:pPr>
            <w:r w:rsidRPr="00ED19E8">
              <w:rPr>
                <w:b/>
                <w:sz w:val="20"/>
              </w:rPr>
              <w:t>крестьянские (фермерские) хозяйства</w:t>
            </w:r>
            <w:r>
              <w:rPr>
                <w:b/>
                <w:sz w:val="20"/>
                <w:vertAlign w:val="superscript"/>
              </w:rPr>
              <w:t>4</w:t>
            </w:r>
            <w:r w:rsidRPr="00ED19E8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9A8D7F" w14:textId="78E7679C"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285510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331BCD" w14:textId="607EB94A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100,1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BE5912" w14:textId="78974231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110,7</w:t>
            </w:r>
          </w:p>
        </w:tc>
      </w:tr>
      <w:tr w:rsidR="00104F85" w:rsidRPr="004E28DA" w14:paraId="7E316BB5" w14:textId="77777777" w:rsidTr="008A02BB">
        <w:trPr>
          <w:trHeight w:hRule="exact" w:val="510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4B285" w14:textId="77777777" w:rsidR="00104F85" w:rsidRPr="004E28DA" w:rsidRDefault="00104F85" w:rsidP="00104F85">
            <w:pPr>
              <w:jc w:val="lef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Зерновые</w:t>
            </w:r>
            <w:r>
              <w:rPr>
                <w:b/>
                <w:bCs/>
                <w:sz w:val="20"/>
              </w:rPr>
              <w:t xml:space="preserve"> и зернобобовые культуры</w:t>
            </w:r>
            <w:r w:rsidRPr="004E28DA">
              <w:rPr>
                <w:b/>
                <w:bCs/>
                <w:sz w:val="20"/>
              </w:rPr>
              <w:t xml:space="preserve"> (</w:t>
            </w:r>
            <w:r>
              <w:rPr>
                <w:b/>
                <w:bCs/>
                <w:sz w:val="20"/>
              </w:rPr>
              <w:t>включая</w:t>
            </w:r>
            <w:r w:rsidRPr="004E28DA">
              <w:rPr>
                <w:b/>
                <w:bCs/>
                <w:sz w:val="20"/>
              </w:rPr>
              <w:t xml:space="preserve"> кукурузы) </w:t>
            </w:r>
            <w:r>
              <w:rPr>
                <w:b/>
                <w:bCs/>
                <w:sz w:val="20"/>
              </w:rPr>
              <w:br/>
            </w:r>
            <w:r w:rsidRPr="004E28DA">
              <w:rPr>
                <w:b/>
                <w:sz w:val="20"/>
              </w:rPr>
              <w:t>в весе после доработки</w:t>
            </w:r>
          </w:p>
        </w:tc>
      </w:tr>
      <w:tr w:rsidR="00104F85" w:rsidRPr="004E28DA" w14:paraId="6DCD8A14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E0553" w14:textId="77777777" w:rsidR="00104F85" w:rsidRPr="004E28DA" w:rsidRDefault="00104F85" w:rsidP="00104F85">
            <w:pPr>
              <w:ind w:left="113"/>
              <w:jc w:val="left"/>
              <w:rPr>
                <w:b/>
                <w:sz w:val="20"/>
              </w:rPr>
            </w:pPr>
            <w:r w:rsidRPr="004E28DA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1F23AF" w14:textId="019DB0AB"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271385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A8C4F1" w14:textId="29BF03A2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105,9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983F9E" w14:textId="028A6EF0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114,7</w:t>
            </w:r>
          </w:p>
        </w:tc>
      </w:tr>
      <w:tr w:rsidR="00104F85" w:rsidRPr="004E28DA" w14:paraId="47CB4B21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13720DF" w14:textId="77777777" w:rsidR="00104F85" w:rsidRPr="00EB431F" w:rsidRDefault="00104F85" w:rsidP="00104F85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F4CB60" w14:textId="7B679F4D"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100079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AFCD6" w14:textId="1BA1CB5C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117,5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3296AC" w14:textId="7DB8C5BB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123,2</w:t>
            </w:r>
          </w:p>
        </w:tc>
      </w:tr>
      <w:tr w:rsidR="00104F85" w:rsidRPr="004E28DA" w14:paraId="4487E5F9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20F811" w14:textId="7061E062" w:rsidR="00104F85" w:rsidRPr="00EB431F" w:rsidRDefault="00104F85" w:rsidP="00104F85">
            <w:pPr>
              <w:ind w:left="227"/>
              <w:jc w:val="left"/>
              <w:rPr>
                <w:b/>
                <w:sz w:val="20"/>
              </w:rPr>
            </w:pPr>
            <w:r w:rsidRPr="00ED19E8">
              <w:rPr>
                <w:b/>
                <w:sz w:val="20"/>
              </w:rPr>
              <w:t>крестьянские (фермерские) хозяйства</w:t>
            </w:r>
            <w:r>
              <w:rPr>
                <w:b/>
                <w:sz w:val="20"/>
                <w:vertAlign w:val="superscript"/>
              </w:rPr>
              <w:t>4</w:t>
            </w:r>
            <w:r w:rsidRPr="00ED19E8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98B6D" w14:textId="348688D3"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171306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6B9FA" w14:textId="283BE417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100,1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D97C72" w14:textId="1CAA0D3D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110,7</w:t>
            </w:r>
          </w:p>
        </w:tc>
      </w:tr>
      <w:tr w:rsidR="00104F85" w:rsidRPr="004E28DA" w14:paraId="011DDD88" w14:textId="77777777" w:rsidTr="008A02BB">
        <w:trPr>
          <w:trHeight w:hRule="exact" w:val="227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E1A90" w14:textId="77777777" w:rsidR="00104F85" w:rsidRPr="004E28DA" w:rsidRDefault="00104F85" w:rsidP="00104F85">
            <w:pPr>
              <w:jc w:val="lef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Картофель</w:t>
            </w:r>
          </w:p>
        </w:tc>
      </w:tr>
      <w:tr w:rsidR="00104F85" w:rsidRPr="004E28DA" w14:paraId="0883AA8D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C86E5D" w14:textId="77777777" w:rsidR="00104F85" w:rsidRPr="004E28DA" w:rsidRDefault="00104F85" w:rsidP="00104F85">
            <w:pPr>
              <w:ind w:left="113"/>
              <w:jc w:val="left"/>
              <w:rPr>
                <w:b/>
                <w:sz w:val="20"/>
              </w:rPr>
            </w:pPr>
            <w:r w:rsidRPr="004E28DA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3EDC53" w14:textId="319F7B07"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3102696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728CE" w14:textId="760B2806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99,3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0539B4" w14:textId="439C0BA8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104,9</w:t>
            </w:r>
          </w:p>
        </w:tc>
      </w:tr>
      <w:tr w:rsidR="00104F85" w:rsidRPr="004E28DA" w14:paraId="713A1AC6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E3295E0" w14:textId="77777777" w:rsidR="00104F85" w:rsidRPr="00EB431F" w:rsidRDefault="00104F85" w:rsidP="00104F85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AC841F" w14:textId="191649C0"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373628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55799F" w14:textId="403894F5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90,0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2792DF" w14:textId="72AC71C1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126,7</w:t>
            </w:r>
          </w:p>
        </w:tc>
      </w:tr>
      <w:tr w:rsidR="00104F85" w:rsidRPr="004E28DA" w14:paraId="4F66C466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7F12C1" w14:textId="2D45D98E" w:rsidR="00104F85" w:rsidRPr="00EB431F" w:rsidRDefault="00104F85" w:rsidP="00104F85">
            <w:pPr>
              <w:ind w:left="227"/>
              <w:jc w:val="left"/>
              <w:rPr>
                <w:b/>
                <w:sz w:val="20"/>
              </w:rPr>
            </w:pPr>
            <w:r w:rsidRPr="00ED19E8">
              <w:rPr>
                <w:b/>
                <w:sz w:val="20"/>
              </w:rPr>
              <w:t>хозяйства населения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FF35BB" w14:textId="5C94E981"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97200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D0294" w14:textId="57CEE562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91,2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18B1B8" w14:textId="3742D38B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90,2</w:t>
            </w:r>
          </w:p>
        </w:tc>
      </w:tr>
      <w:tr w:rsidR="00104F85" w:rsidRPr="004E28DA" w14:paraId="505FA4CC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56E5F" w14:textId="1EF51869" w:rsidR="00104F85" w:rsidRPr="00EB431F" w:rsidRDefault="00104F85" w:rsidP="00104F85">
            <w:pPr>
              <w:ind w:left="227"/>
              <w:jc w:val="left"/>
              <w:rPr>
                <w:b/>
                <w:sz w:val="20"/>
              </w:rPr>
            </w:pPr>
            <w:r w:rsidRPr="00ED19E8">
              <w:rPr>
                <w:b/>
                <w:sz w:val="20"/>
              </w:rPr>
              <w:t>крестьянские (фермерские) хозяйства</w:t>
            </w:r>
            <w:r>
              <w:rPr>
                <w:b/>
                <w:sz w:val="20"/>
                <w:vertAlign w:val="superscript"/>
              </w:rPr>
              <w:t>4</w:t>
            </w:r>
            <w:r w:rsidRPr="00ED19E8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083650" w14:textId="19BA4767"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2631867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186205" w14:textId="1A51EDF9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101,1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75342D" w14:textId="54231BBC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102,7</w:t>
            </w:r>
          </w:p>
        </w:tc>
      </w:tr>
      <w:tr w:rsidR="00104F85" w:rsidRPr="004E28DA" w14:paraId="7E4FEE19" w14:textId="77777777" w:rsidTr="008A02BB">
        <w:trPr>
          <w:trHeight w:hRule="exact" w:val="227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20CBF" w14:textId="77777777" w:rsidR="00104F85" w:rsidRPr="004E28DA" w:rsidRDefault="00104F85" w:rsidP="00104F85">
            <w:pPr>
              <w:jc w:val="left"/>
              <w:rPr>
                <w:b/>
                <w:bCs/>
                <w:sz w:val="20"/>
              </w:rPr>
            </w:pPr>
            <w:r w:rsidRPr="004E28DA">
              <w:rPr>
                <w:b/>
                <w:bCs/>
                <w:sz w:val="20"/>
              </w:rPr>
              <w:t>Овощи открытого и закрытого грунта</w:t>
            </w:r>
          </w:p>
        </w:tc>
      </w:tr>
      <w:tr w:rsidR="00104F85" w:rsidRPr="004E28DA" w14:paraId="007E590C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38CE" w14:textId="77777777" w:rsidR="00104F85" w:rsidRPr="004E28DA" w:rsidRDefault="00104F85" w:rsidP="00104F85">
            <w:pPr>
              <w:ind w:left="113"/>
              <w:jc w:val="left"/>
              <w:rPr>
                <w:b/>
                <w:sz w:val="20"/>
              </w:rPr>
            </w:pPr>
            <w:r w:rsidRPr="004E28DA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861D44" w14:textId="03BEB1C8"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14386234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D78CA" w14:textId="19C674D6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99,5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FDB57" w14:textId="70478A42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AB1C61">
              <w:rPr>
                <w:b/>
                <w:bCs/>
                <w:sz w:val="20"/>
              </w:rPr>
              <w:t>115,6</w:t>
            </w:r>
          </w:p>
        </w:tc>
      </w:tr>
      <w:tr w:rsidR="00104F85" w:rsidRPr="004E28DA" w14:paraId="29C18584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A2ADCEE" w14:textId="77777777" w:rsidR="00104F85" w:rsidRPr="00EB431F" w:rsidRDefault="00104F85" w:rsidP="00104F85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6A5973" w14:textId="445E8615"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4084482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F65E96" w14:textId="41803FAC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93,8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97A5D3" w14:textId="4E473928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157,9</w:t>
            </w:r>
          </w:p>
        </w:tc>
      </w:tr>
      <w:tr w:rsidR="00104F85" w:rsidRPr="004E28DA" w14:paraId="29971E95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3E432D" w14:textId="58CF15DC" w:rsidR="00104F85" w:rsidRPr="00EB431F" w:rsidRDefault="00104F85" w:rsidP="00104F85">
            <w:pPr>
              <w:ind w:left="227"/>
              <w:jc w:val="left"/>
              <w:rPr>
                <w:b/>
                <w:sz w:val="20"/>
              </w:rPr>
            </w:pPr>
            <w:r w:rsidRPr="00ED19E8">
              <w:rPr>
                <w:b/>
                <w:sz w:val="20"/>
              </w:rPr>
              <w:t>хозяйства населения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A3E00E" w14:textId="1D688761"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916838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7303D" w14:textId="4E1E5187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93,3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623BA6" w14:textId="7C2A9835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93,3</w:t>
            </w:r>
          </w:p>
        </w:tc>
      </w:tr>
      <w:tr w:rsidR="00104F85" w:rsidRPr="004E28DA" w14:paraId="5DEF14E9" w14:textId="77777777" w:rsidTr="008A02BB">
        <w:trPr>
          <w:trHeight w:hRule="exact" w:val="227"/>
          <w:jc w:val="center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575E73" w14:textId="589BD398" w:rsidR="00104F85" w:rsidRPr="00EB431F" w:rsidRDefault="00104F85" w:rsidP="00104F85">
            <w:pPr>
              <w:ind w:left="227"/>
              <w:jc w:val="left"/>
              <w:rPr>
                <w:b/>
                <w:sz w:val="20"/>
              </w:rPr>
            </w:pPr>
            <w:r w:rsidRPr="00ED19E8">
              <w:rPr>
                <w:b/>
                <w:sz w:val="20"/>
              </w:rPr>
              <w:t>крестьянские (фермерские) хозяйства</w:t>
            </w:r>
            <w:r>
              <w:rPr>
                <w:b/>
                <w:sz w:val="20"/>
                <w:vertAlign w:val="superscript"/>
              </w:rPr>
              <w:t>4</w:t>
            </w:r>
            <w:r w:rsidRPr="00ED19E8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CF4728" w14:textId="091E263D" w:rsidR="00104F85" w:rsidRPr="00BB795D" w:rsidRDefault="00104F85" w:rsidP="0041430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9384914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E99A28" w14:textId="64ADA4BC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102,9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CBB517" w14:textId="7495B170" w:rsidR="00104F85" w:rsidRPr="00BB795D" w:rsidRDefault="00104F85" w:rsidP="00104F85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ED19E8">
              <w:rPr>
                <w:b/>
                <w:bCs/>
                <w:sz w:val="20"/>
              </w:rPr>
              <w:t>104,3</w:t>
            </w:r>
          </w:p>
        </w:tc>
      </w:tr>
    </w:tbl>
    <w:p w14:paraId="48408F36" w14:textId="16C5B063" w:rsidR="00104F85" w:rsidRPr="00ED19E8" w:rsidRDefault="00104F85" w:rsidP="00104F85">
      <w:pPr>
        <w:spacing w:before="120"/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4</w:t>
      </w:r>
      <w:r w:rsidRPr="00ED19E8">
        <w:rPr>
          <w:sz w:val="18"/>
          <w:szCs w:val="18"/>
          <w:vertAlign w:val="superscript"/>
        </w:rPr>
        <w:t>)</w:t>
      </w:r>
      <w:r w:rsidRPr="00ED19E8">
        <w:rPr>
          <w:sz w:val="18"/>
          <w:szCs w:val="18"/>
        </w:rPr>
        <w:t>здесь и далее включая индивидуальных предпринимателей</w:t>
      </w:r>
    </w:p>
    <w:p w14:paraId="0CA54607" w14:textId="4B3716EC" w:rsidR="009152DB" w:rsidRDefault="009152DB" w:rsidP="003433A2">
      <w:pPr>
        <w:pStyle w:val="3"/>
        <w:spacing w:before="600" w:after="240"/>
        <w:ind w:right="0" w:firstLine="709"/>
        <w:jc w:val="both"/>
        <w:rPr>
          <w:b w:val="0"/>
        </w:rPr>
      </w:pPr>
      <w:bookmarkStart w:id="29" w:name="_Toc181255902"/>
      <w:r w:rsidRPr="00632ACC">
        <w:rPr>
          <w:bCs/>
        </w:rPr>
        <w:t>Животноводство</w:t>
      </w:r>
      <w:r w:rsidRPr="00632ACC">
        <w:t>.</w:t>
      </w:r>
      <w:r w:rsidRPr="00240F60">
        <w:rPr>
          <w:b w:val="0"/>
        </w:rPr>
        <w:t xml:space="preserve"> </w:t>
      </w:r>
      <w:r w:rsidRPr="00F17219">
        <w:rPr>
          <w:b w:val="0"/>
          <w:szCs w:val="24"/>
        </w:rPr>
        <w:t xml:space="preserve">На </w:t>
      </w:r>
      <w:r w:rsidRPr="0068011B">
        <w:rPr>
          <w:b w:val="0"/>
          <w:szCs w:val="24"/>
        </w:rPr>
        <w:t xml:space="preserve">конец </w:t>
      </w:r>
      <w:r w:rsidR="00BB795D">
        <w:rPr>
          <w:b w:val="0"/>
          <w:szCs w:val="24"/>
        </w:rPr>
        <w:t>сентября</w:t>
      </w:r>
      <w:r w:rsidR="00414991" w:rsidRPr="00A47E56">
        <w:rPr>
          <w:b w:val="0"/>
          <w:szCs w:val="24"/>
        </w:rPr>
        <w:t xml:space="preserve"> 2024</w:t>
      </w:r>
      <w:r w:rsidRPr="00A47E56">
        <w:rPr>
          <w:b w:val="0"/>
          <w:szCs w:val="24"/>
        </w:rPr>
        <w:t xml:space="preserve"> года</w:t>
      </w:r>
      <w:r w:rsidRPr="0068011B">
        <w:rPr>
          <w:b w:val="0"/>
          <w:szCs w:val="24"/>
        </w:rPr>
        <w:t xml:space="preserve"> поголовье скота и птицы, </w:t>
      </w:r>
      <w:r w:rsidR="00414991" w:rsidRPr="0068011B">
        <w:rPr>
          <w:b w:val="0"/>
          <w:szCs w:val="24"/>
        </w:rPr>
        <w:br/>
      </w:r>
      <w:r w:rsidRPr="0068011B">
        <w:rPr>
          <w:b w:val="0"/>
          <w:szCs w:val="24"/>
        </w:rPr>
        <w:t>по расчетам, составило</w:t>
      </w:r>
      <w:r w:rsidRPr="0068011B">
        <w:rPr>
          <w:b w:val="0"/>
        </w:rPr>
        <w:t>:</w:t>
      </w:r>
      <w:bookmarkEnd w:id="29"/>
    </w:p>
    <w:p w14:paraId="3B7C23FB" w14:textId="77777777" w:rsidR="009152DB" w:rsidRPr="00587221" w:rsidRDefault="009152DB" w:rsidP="009152DB">
      <w:pPr>
        <w:spacing w:after="60"/>
        <w:jc w:val="right"/>
        <w:rPr>
          <w:b/>
          <w:sz w:val="20"/>
        </w:rPr>
      </w:pPr>
      <w:r w:rsidRPr="00587221">
        <w:rPr>
          <w:b/>
          <w:sz w:val="20"/>
        </w:rPr>
        <w:t>на конец месяца; голов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7"/>
        <w:gridCol w:w="1417"/>
        <w:gridCol w:w="1276"/>
        <w:gridCol w:w="1421"/>
      </w:tblGrid>
      <w:tr w:rsidR="00FD1FD8" w:rsidRPr="00A47E56" w14:paraId="4802F5FD" w14:textId="77777777" w:rsidTr="00B11891">
        <w:trPr>
          <w:trHeight w:val="227"/>
          <w:jc w:val="center"/>
        </w:trPr>
        <w:tc>
          <w:tcPr>
            <w:tcW w:w="4957" w:type="dxa"/>
            <w:vAlign w:val="center"/>
          </w:tcPr>
          <w:p w14:paraId="247D18D2" w14:textId="77777777" w:rsidR="00FD1FD8" w:rsidRPr="00383970" w:rsidRDefault="00FD1FD8" w:rsidP="00FD1FD8">
            <w:pPr>
              <w:jc w:val="center"/>
              <w:rPr>
                <w:b/>
                <w:bCs/>
                <w:sz w:val="20"/>
              </w:rPr>
            </w:pPr>
            <w:bookmarkStart w:id="30" w:name="OLE_LINK1"/>
          </w:p>
        </w:tc>
        <w:tc>
          <w:tcPr>
            <w:tcW w:w="1417" w:type="dxa"/>
            <w:shd w:val="clear" w:color="auto" w:fill="auto"/>
            <w:vAlign w:val="center"/>
          </w:tcPr>
          <w:p w14:paraId="6E2DF273" w14:textId="3EC6205D" w:rsidR="00FD1FD8" w:rsidRPr="00A47E56" w:rsidRDefault="00BB795D" w:rsidP="00FD1FD8">
            <w:pPr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Сентябрь</w:t>
            </w:r>
            <w:r w:rsidR="00FD1FD8" w:rsidRPr="00A47E56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BB0E86" w14:textId="2C0D5EAC" w:rsidR="00FD1FD8" w:rsidRPr="00A47E56" w:rsidRDefault="00FD1FD8" w:rsidP="00FD1FD8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A47E56">
              <w:rPr>
                <w:b/>
                <w:bCs/>
                <w:sz w:val="20"/>
              </w:rPr>
              <w:t>В  %</w:t>
            </w:r>
            <w:proofErr w:type="gramEnd"/>
            <w:r w:rsidRPr="00A47E56">
              <w:rPr>
                <w:b/>
                <w:bCs/>
                <w:sz w:val="20"/>
              </w:rPr>
              <w:t xml:space="preserve">  к </w:t>
            </w:r>
            <w:r w:rsidRPr="00A47E56">
              <w:rPr>
                <w:b/>
                <w:bCs/>
                <w:sz w:val="20"/>
              </w:rPr>
              <w:br/>
            </w:r>
            <w:r w:rsidR="00BB795D">
              <w:rPr>
                <w:b/>
                <w:bCs/>
                <w:sz w:val="20"/>
              </w:rPr>
              <w:t>сентябрю</w:t>
            </w:r>
            <w:r w:rsidRPr="00A47E56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6A29287B" w14:textId="20EB6506" w:rsidR="00FD1FD8" w:rsidRPr="00A47E56" w:rsidRDefault="00FD1FD8" w:rsidP="00FD1FD8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spellStart"/>
            <w:r w:rsidRPr="00A47E56">
              <w:rPr>
                <w:b/>
                <w:bCs/>
                <w:sz w:val="20"/>
              </w:rPr>
              <w:t>Справочно</w:t>
            </w:r>
            <w:proofErr w:type="spellEnd"/>
            <w:r w:rsidRPr="00A47E56">
              <w:rPr>
                <w:b/>
                <w:bCs/>
                <w:sz w:val="20"/>
              </w:rPr>
              <w:t>:</w:t>
            </w:r>
            <w:r w:rsidRPr="00A47E56">
              <w:rPr>
                <w:b/>
                <w:bCs/>
                <w:sz w:val="20"/>
              </w:rPr>
              <w:br/>
            </w:r>
            <w:r w:rsidR="00BB795D">
              <w:rPr>
                <w:b/>
                <w:bCs/>
                <w:sz w:val="20"/>
              </w:rPr>
              <w:t>сентябрь</w:t>
            </w:r>
            <w:r w:rsidRPr="00A47E56">
              <w:rPr>
                <w:b/>
                <w:bCs/>
                <w:sz w:val="20"/>
              </w:rPr>
              <w:br/>
              <w:t>2023</w:t>
            </w:r>
            <w:r w:rsidRPr="00A47E56">
              <w:rPr>
                <w:b/>
                <w:bCs/>
                <w:sz w:val="20"/>
              </w:rPr>
              <w:br/>
            </w:r>
            <w:proofErr w:type="gramStart"/>
            <w:r w:rsidRPr="00A47E56">
              <w:rPr>
                <w:b/>
                <w:bCs/>
                <w:sz w:val="20"/>
              </w:rPr>
              <w:t>в  %</w:t>
            </w:r>
            <w:proofErr w:type="gramEnd"/>
            <w:r w:rsidRPr="00A47E56">
              <w:rPr>
                <w:b/>
                <w:bCs/>
                <w:sz w:val="20"/>
              </w:rPr>
              <w:t xml:space="preserve">  к</w:t>
            </w:r>
            <w:r w:rsidRPr="00A47E56">
              <w:rPr>
                <w:b/>
                <w:bCs/>
                <w:sz w:val="20"/>
              </w:rPr>
              <w:br/>
            </w:r>
            <w:r w:rsidR="00BB795D">
              <w:rPr>
                <w:b/>
                <w:bCs/>
                <w:sz w:val="20"/>
              </w:rPr>
              <w:t>сентябрю</w:t>
            </w:r>
            <w:r w:rsidRPr="00A47E56">
              <w:rPr>
                <w:b/>
                <w:bCs/>
                <w:sz w:val="20"/>
              </w:rPr>
              <w:br/>
              <w:t>2022</w:t>
            </w:r>
          </w:p>
        </w:tc>
      </w:tr>
      <w:tr w:rsidR="00FD1FD8" w:rsidRPr="006441ED" w14:paraId="077E056C" w14:textId="77777777" w:rsidTr="008A02B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34A3B5B1" w14:textId="77777777" w:rsidR="00FD1FD8" w:rsidRPr="006441ED" w:rsidRDefault="00FD1FD8" w:rsidP="00FD1FD8">
            <w:pPr>
              <w:jc w:val="lef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Крупный рогатый скот</w:t>
            </w:r>
          </w:p>
        </w:tc>
      </w:tr>
      <w:tr w:rsidR="00B11891" w:rsidRPr="006441ED" w14:paraId="74225FF2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08A2A39B" w14:textId="77777777" w:rsidR="00B11891" w:rsidRPr="006441ED" w:rsidRDefault="00B11891" w:rsidP="00B11891">
            <w:pPr>
              <w:ind w:left="113"/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26B1A98" w14:textId="412DD4D3"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296329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1E81648" w14:textId="42D31CBB" w:rsidR="00B11891" w:rsidRPr="00BB795D" w:rsidRDefault="00B11891" w:rsidP="003433A2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100,0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7FAB928E" w14:textId="4000AE52" w:rsidR="00B11891" w:rsidRPr="00BB795D" w:rsidRDefault="00B11891" w:rsidP="00B1189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100,0</w:t>
            </w:r>
          </w:p>
        </w:tc>
      </w:tr>
      <w:tr w:rsidR="00B11891" w:rsidRPr="006441ED" w14:paraId="6D49BA88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65C7CB9C" w14:textId="77777777" w:rsidR="00B11891" w:rsidRPr="006441ED" w:rsidRDefault="00B11891" w:rsidP="00B1189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6441ED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14:paraId="3CDB13E3" w14:textId="3FC53AB0"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9888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B96BABD" w14:textId="3FC354FF"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106,5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2086C53F" w14:textId="04A60464" w:rsidR="00B11891" w:rsidRPr="00BB795D" w:rsidRDefault="00B11891" w:rsidP="00B1189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101,4</w:t>
            </w:r>
          </w:p>
        </w:tc>
      </w:tr>
      <w:tr w:rsidR="00B11891" w:rsidRPr="006441ED" w14:paraId="667BA6B2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281F03B4" w14:textId="66F5F028" w:rsidR="00B11891" w:rsidRPr="006441ED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62586D">
              <w:rPr>
                <w:b/>
                <w:sz w:val="20"/>
              </w:rPr>
              <w:t>хозяйства населения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8DDD879" w14:textId="70031903"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170343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1C669C3" w14:textId="41E37A22"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95,7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33D3FC1D" w14:textId="4ED12F83" w:rsidR="00B11891" w:rsidRPr="00BB795D" w:rsidRDefault="00B11891" w:rsidP="00B1189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98,1</w:t>
            </w:r>
          </w:p>
        </w:tc>
      </w:tr>
      <w:tr w:rsidR="00B11891" w:rsidRPr="006441ED" w14:paraId="327A0400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77A44398" w14:textId="615DB0F5" w:rsidR="00B11891" w:rsidRPr="006441ED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62586D">
              <w:rPr>
                <w:b/>
                <w:sz w:val="20"/>
              </w:rPr>
              <w:t>крестьянские (фермерские) хозяйства</w:t>
            </w:r>
            <w:r>
              <w:rPr>
                <w:b/>
                <w:sz w:val="20"/>
                <w:vertAlign w:val="superscript"/>
              </w:rPr>
              <w:t>4</w:t>
            </w:r>
            <w:r w:rsidRPr="0062586D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3C214FA" w14:textId="4A18812B"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116098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7ABB746" w14:textId="29201A86"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106,5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11A2ED65" w14:textId="4FA66098" w:rsidR="00B11891" w:rsidRPr="00BB795D" w:rsidRDefault="00B11891" w:rsidP="00B1189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103,3</w:t>
            </w:r>
          </w:p>
        </w:tc>
      </w:tr>
      <w:tr w:rsidR="00B11891" w:rsidRPr="006441ED" w14:paraId="78C63904" w14:textId="77777777" w:rsidTr="008A02BB">
        <w:trPr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410F0882" w14:textId="40CE6FB1" w:rsidR="00B11891" w:rsidRPr="00A47E56" w:rsidRDefault="00B11891" w:rsidP="00B11891">
            <w:pPr>
              <w:ind w:left="567"/>
              <w:jc w:val="left"/>
              <w:rPr>
                <w:b/>
                <w:bCs/>
                <w:sz w:val="20"/>
              </w:rPr>
            </w:pPr>
            <w:r w:rsidRPr="00EB431F">
              <w:rPr>
                <w:b/>
                <w:bCs/>
                <w:sz w:val="20"/>
              </w:rPr>
              <w:t>в том числе коровы</w:t>
            </w:r>
          </w:p>
        </w:tc>
      </w:tr>
      <w:tr w:rsidR="00B11891" w:rsidRPr="006441ED" w14:paraId="78E60B53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4EB6DCCC" w14:textId="5ECEC007" w:rsidR="00B11891" w:rsidRPr="006441ED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8415207" w14:textId="6D6AE7DC"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156182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CF4C12A" w14:textId="799F5082"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100,0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34A3544E" w14:textId="12608329" w:rsidR="00B11891" w:rsidRPr="00BB795D" w:rsidRDefault="00B11891" w:rsidP="00B1189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100,0</w:t>
            </w:r>
          </w:p>
        </w:tc>
      </w:tr>
      <w:tr w:rsidR="00B11891" w:rsidRPr="006441ED" w14:paraId="7AB8B80C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36D9B8B4" w14:textId="3CA9C88D" w:rsidR="00B11891" w:rsidRPr="00E77012" w:rsidRDefault="00B11891" w:rsidP="00B1189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14:paraId="598FA9CE" w14:textId="28256553"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4147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7722A8F" w14:textId="2CD899F8"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98,5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71D7B146" w14:textId="2C5A76F3" w:rsidR="00B11891" w:rsidRPr="00BB795D" w:rsidRDefault="00B11891" w:rsidP="00B1189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106,3</w:t>
            </w:r>
          </w:p>
        </w:tc>
      </w:tr>
      <w:tr w:rsidR="00B11891" w:rsidRPr="006441ED" w14:paraId="4CE66009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33BB9699" w14:textId="269D4628" w:rsidR="00B11891" w:rsidRPr="00EB431F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62586D">
              <w:rPr>
                <w:b/>
                <w:sz w:val="20"/>
              </w:rPr>
              <w:t>хозяйства населения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E8D48DE" w14:textId="25921395"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88356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D314BF5" w14:textId="700603A8"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95,8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773BD1A3" w14:textId="31C73DA4" w:rsidR="00B11891" w:rsidRPr="00BB795D" w:rsidRDefault="00B11891" w:rsidP="00B1189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98,3</w:t>
            </w:r>
          </w:p>
        </w:tc>
      </w:tr>
      <w:tr w:rsidR="00B11891" w:rsidRPr="006441ED" w14:paraId="383FB62D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1BF586C9" w14:textId="47BF911A" w:rsidR="00B11891" w:rsidRPr="00EB431F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62586D">
              <w:rPr>
                <w:b/>
                <w:sz w:val="20"/>
              </w:rPr>
              <w:t>крестьянские (фермерские) хозяйства</w:t>
            </w:r>
            <w:r>
              <w:rPr>
                <w:b/>
                <w:sz w:val="20"/>
                <w:vertAlign w:val="superscript"/>
              </w:rPr>
              <w:t>4</w:t>
            </w:r>
            <w:r w:rsidRPr="0062586D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5409E18" w14:textId="43948EED"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63679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AFDC6BA" w14:textId="353BE57A"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106,6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44BD9667" w14:textId="55DF48D1" w:rsidR="00B11891" w:rsidRPr="00BB795D" w:rsidRDefault="00B11891" w:rsidP="00B1189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102,4</w:t>
            </w:r>
          </w:p>
        </w:tc>
      </w:tr>
      <w:tr w:rsidR="00B11891" w:rsidRPr="006441ED" w14:paraId="60A17A89" w14:textId="77777777" w:rsidTr="008A02B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7B64AF2E" w14:textId="77777777" w:rsidR="00B11891" w:rsidRPr="006441ED" w:rsidRDefault="00B11891" w:rsidP="00B11891">
            <w:pPr>
              <w:ind w:right="459"/>
              <w:jc w:val="lef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Свиньи</w:t>
            </w:r>
          </w:p>
        </w:tc>
      </w:tr>
      <w:tr w:rsidR="00B11891" w:rsidRPr="006441ED" w14:paraId="4530A51A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2DE6B94E" w14:textId="7293A84A" w:rsidR="00B11891" w:rsidRPr="006441ED" w:rsidRDefault="00B11891" w:rsidP="00B11891">
            <w:pPr>
              <w:ind w:left="113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75FAF85" w14:textId="770BB8E7"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488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CDD2E0C" w14:textId="720BA9F5"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63,3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4C3C6D0F" w14:textId="18C56B40" w:rsidR="00B11891" w:rsidRPr="00BB795D" w:rsidRDefault="00B11891" w:rsidP="00B1189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67,3</w:t>
            </w:r>
          </w:p>
        </w:tc>
      </w:tr>
      <w:tr w:rsidR="00B11891" w:rsidRPr="006441ED" w14:paraId="4EA3C5DE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763AA950" w14:textId="7CB3C1D9" w:rsidR="00B11891" w:rsidRPr="006441ED" w:rsidRDefault="00B11891" w:rsidP="00B1189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14:paraId="437E5E38" w14:textId="4C31943B"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45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1F1636F" w14:textId="01EBC191" w:rsidR="00B11891" w:rsidRPr="00BB795D" w:rsidRDefault="00B11891" w:rsidP="003433A2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 xml:space="preserve">в </w:t>
            </w:r>
            <w:r w:rsidRPr="0062586D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,</w:t>
            </w:r>
            <w:r w:rsidRPr="0062586D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р.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0480720B" w14:textId="1E91EA99" w:rsidR="00B11891" w:rsidRPr="00BB795D" w:rsidRDefault="00B11891" w:rsidP="00B1189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84,0</w:t>
            </w:r>
          </w:p>
        </w:tc>
      </w:tr>
      <w:tr w:rsidR="00B11891" w:rsidRPr="006441ED" w14:paraId="1ECA2751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6ACAB853" w14:textId="45642068" w:rsidR="00B11891" w:rsidRPr="00EB431F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62586D">
              <w:rPr>
                <w:b/>
                <w:sz w:val="20"/>
              </w:rPr>
              <w:lastRenderedPageBreak/>
              <w:t>хозяйства населения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E0E4AAD" w14:textId="5EE1BB09"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408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553B8E0" w14:textId="14D11EBD"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57,1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77E81DBF" w14:textId="359503AA" w:rsidR="00B11891" w:rsidRPr="00BB795D" w:rsidRDefault="00B11891" w:rsidP="00B1189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67,0</w:t>
            </w:r>
          </w:p>
        </w:tc>
      </w:tr>
      <w:tr w:rsidR="00B11891" w:rsidRPr="006441ED" w14:paraId="5E83D222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006BAA21" w14:textId="602DB07B" w:rsidR="00B11891" w:rsidRPr="00EB431F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62586D">
              <w:rPr>
                <w:b/>
                <w:sz w:val="20"/>
              </w:rPr>
              <w:t>крестьянские (фермерские) хозяйства</w:t>
            </w:r>
            <w:r>
              <w:rPr>
                <w:b/>
                <w:sz w:val="20"/>
                <w:vertAlign w:val="superscript"/>
              </w:rPr>
              <w:t>4</w:t>
            </w:r>
            <w:r w:rsidRPr="0062586D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D6A722E" w14:textId="30BA63C8"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35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37AB1F69" w14:textId="7992AD05"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100,0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3AE0D623" w14:textId="0B048FF5" w:rsidR="00B11891" w:rsidRPr="00BB795D" w:rsidRDefault="00B11891" w:rsidP="00B1189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66,0</w:t>
            </w:r>
          </w:p>
        </w:tc>
      </w:tr>
      <w:tr w:rsidR="00B11891" w:rsidRPr="006441ED" w14:paraId="78CD9860" w14:textId="77777777" w:rsidTr="008A02B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7BEAC67D" w14:textId="77777777" w:rsidR="00B11891" w:rsidRPr="00A251B2" w:rsidRDefault="00B11891" w:rsidP="00B11891">
            <w:pPr>
              <w:ind w:right="459"/>
              <w:jc w:val="left"/>
              <w:rPr>
                <w:b/>
                <w:bCs/>
                <w:sz w:val="20"/>
              </w:rPr>
            </w:pPr>
            <w:r w:rsidRPr="00A251B2">
              <w:rPr>
                <w:b/>
                <w:sz w:val="20"/>
              </w:rPr>
              <w:t>Овцы и козы</w:t>
            </w:r>
          </w:p>
        </w:tc>
      </w:tr>
      <w:tr w:rsidR="00B11891" w:rsidRPr="006441ED" w14:paraId="6386CAE3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025B9B88" w14:textId="448B38EA" w:rsidR="00B11891" w:rsidRPr="006441ED" w:rsidRDefault="00B11891" w:rsidP="00B11891">
            <w:pPr>
              <w:ind w:left="113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F6A5F3D" w14:textId="5A811303"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1313736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ED46ECA" w14:textId="6FAC0321"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100,0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36AB451A" w14:textId="03B92F54" w:rsidR="00B11891" w:rsidRPr="00BB795D" w:rsidRDefault="00B11891" w:rsidP="00B1189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100,0</w:t>
            </w:r>
          </w:p>
        </w:tc>
      </w:tr>
      <w:tr w:rsidR="00B11891" w:rsidRPr="006441ED" w14:paraId="3FFB9353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45225B81" w14:textId="0D84F8CF" w:rsidR="00B11891" w:rsidRPr="006441ED" w:rsidRDefault="00B11891" w:rsidP="00B1189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14:paraId="521D3310" w14:textId="68403A3B"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34774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453CC66D" w14:textId="369D992B"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114,3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479526BA" w14:textId="325F2740" w:rsidR="00B11891" w:rsidRPr="00BB795D" w:rsidRDefault="00B11891" w:rsidP="00B1189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85,2</w:t>
            </w:r>
          </w:p>
        </w:tc>
      </w:tr>
      <w:tr w:rsidR="00B11891" w:rsidRPr="006441ED" w14:paraId="72175B9B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655EEB5B" w14:textId="580B149A" w:rsidR="00B11891" w:rsidRPr="00EB431F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62586D">
              <w:rPr>
                <w:b/>
                <w:sz w:val="20"/>
              </w:rPr>
              <w:t>хозяйства населения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577EF4F" w14:textId="07717E0C"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381954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652456BB" w14:textId="27FD43E4"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93,6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3E202424" w14:textId="3A2237C7" w:rsidR="00B11891" w:rsidRPr="00BB795D" w:rsidRDefault="00B11891" w:rsidP="00B1189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90,4</w:t>
            </w:r>
          </w:p>
        </w:tc>
      </w:tr>
      <w:tr w:rsidR="00B11891" w:rsidRPr="006441ED" w14:paraId="1417A42E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79813E1D" w14:textId="2C729685" w:rsidR="00B11891" w:rsidRPr="00EB431F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62586D">
              <w:rPr>
                <w:b/>
                <w:sz w:val="20"/>
              </w:rPr>
              <w:t>крестьянские (фермерские) хозяйства</w:t>
            </w:r>
            <w:r>
              <w:rPr>
                <w:b/>
                <w:sz w:val="20"/>
                <w:vertAlign w:val="superscript"/>
              </w:rPr>
              <w:t>4</w:t>
            </w:r>
            <w:r w:rsidRPr="0062586D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E38D1D9" w14:textId="4DC29EBD"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897008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14D760A7" w14:textId="3E50A382"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102,5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25A3B306" w14:textId="369D8CD1" w:rsidR="00B11891" w:rsidRPr="00BB795D" w:rsidRDefault="00B11891" w:rsidP="00B1189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105,9</w:t>
            </w:r>
          </w:p>
        </w:tc>
      </w:tr>
      <w:tr w:rsidR="00B11891" w:rsidRPr="006441ED" w14:paraId="575D27EE" w14:textId="77777777" w:rsidTr="008A02BB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314FA441" w14:textId="77777777" w:rsidR="00B11891" w:rsidRPr="006441ED" w:rsidRDefault="00B11891" w:rsidP="00B11891">
            <w:pPr>
              <w:ind w:right="170"/>
              <w:jc w:val="lef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Птица</w:t>
            </w:r>
          </w:p>
        </w:tc>
      </w:tr>
      <w:tr w:rsidR="00B11891" w:rsidRPr="006441ED" w14:paraId="5C9816CB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2BD1B8E4" w14:textId="209BB363" w:rsidR="00B11891" w:rsidRPr="006441ED" w:rsidRDefault="00B11891" w:rsidP="00B11891">
            <w:pPr>
              <w:ind w:left="113"/>
              <w:jc w:val="left"/>
              <w:rPr>
                <w:b/>
                <w:sz w:val="20"/>
              </w:rPr>
            </w:pPr>
            <w:r w:rsidRPr="00EB431F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7AEDE18" w14:textId="3CE4E0A4"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1862824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7A8AFB55" w14:textId="6E423BB0"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93</w:t>
            </w:r>
            <w:r>
              <w:rPr>
                <w:b/>
                <w:sz w:val="20"/>
              </w:rPr>
              <w:t>,</w:t>
            </w:r>
            <w:r w:rsidRPr="0062586D">
              <w:rPr>
                <w:b/>
                <w:sz w:val="20"/>
              </w:rPr>
              <w:t>3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40D8EA0F" w14:textId="4BC81A11" w:rsidR="00B11891" w:rsidRPr="00BB795D" w:rsidRDefault="00B11891" w:rsidP="00B1189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108,6</w:t>
            </w:r>
          </w:p>
        </w:tc>
      </w:tr>
      <w:tr w:rsidR="00B11891" w:rsidRPr="00C21276" w14:paraId="288BE221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51AF3F50" w14:textId="417E3788" w:rsidR="00B11891" w:rsidRPr="006441ED" w:rsidRDefault="00B11891" w:rsidP="00B1189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EB431F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417" w:type="dxa"/>
            <w:shd w:val="clear" w:color="auto" w:fill="auto"/>
            <w:vAlign w:val="bottom"/>
          </w:tcPr>
          <w:p w14:paraId="4B1CCA89" w14:textId="58D5F19C"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1715063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2A92C7E2" w14:textId="59E97CF8"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94</w:t>
            </w:r>
            <w:r>
              <w:rPr>
                <w:b/>
                <w:sz w:val="20"/>
              </w:rPr>
              <w:t>,</w:t>
            </w:r>
            <w:r w:rsidRPr="0062586D">
              <w:rPr>
                <w:b/>
                <w:sz w:val="20"/>
              </w:rPr>
              <w:t>3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5C0AE1F9" w14:textId="652D9B2F" w:rsidR="00B11891" w:rsidRPr="00BB795D" w:rsidRDefault="00B11891" w:rsidP="00B11891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115,2</w:t>
            </w:r>
          </w:p>
        </w:tc>
      </w:tr>
      <w:tr w:rsidR="00B11891" w:rsidRPr="00C21276" w14:paraId="1E4ABDDA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76303902" w14:textId="79A67635" w:rsidR="00B11891" w:rsidRPr="00EB431F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62586D">
              <w:rPr>
                <w:b/>
                <w:sz w:val="20"/>
              </w:rPr>
              <w:t>хозяйства населения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307E9CE" w14:textId="21A74F7D"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136018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51A142DA" w14:textId="2AA13A17"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86</w:t>
            </w:r>
            <w:r>
              <w:rPr>
                <w:b/>
                <w:sz w:val="20"/>
              </w:rPr>
              <w:t>,</w:t>
            </w:r>
            <w:r w:rsidRPr="0062586D">
              <w:rPr>
                <w:b/>
                <w:sz w:val="20"/>
              </w:rPr>
              <w:t>1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328E75D2" w14:textId="063E495E" w:rsidR="00B11891" w:rsidRPr="00BB795D" w:rsidRDefault="00B11891" w:rsidP="00B1189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67,3</w:t>
            </w:r>
          </w:p>
        </w:tc>
      </w:tr>
      <w:tr w:rsidR="00B11891" w:rsidRPr="00C21276" w14:paraId="509D96AA" w14:textId="77777777" w:rsidTr="008A02BB">
        <w:trPr>
          <w:trHeight w:val="227"/>
          <w:jc w:val="center"/>
        </w:trPr>
        <w:tc>
          <w:tcPr>
            <w:tcW w:w="4957" w:type="dxa"/>
            <w:vAlign w:val="bottom"/>
          </w:tcPr>
          <w:p w14:paraId="6BA96D20" w14:textId="3BD184AC" w:rsidR="00B11891" w:rsidRPr="00EB431F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62586D">
              <w:rPr>
                <w:b/>
                <w:sz w:val="20"/>
              </w:rPr>
              <w:t>крестьянские (фермерские) хозяйства</w:t>
            </w:r>
            <w:r>
              <w:rPr>
                <w:b/>
                <w:sz w:val="20"/>
                <w:vertAlign w:val="superscript"/>
              </w:rPr>
              <w:t>4</w:t>
            </w:r>
            <w:r w:rsidRPr="0062586D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DCC4A9A" w14:textId="1E9159CA" w:rsidR="00B11891" w:rsidRPr="00BB795D" w:rsidRDefault="00B11891" w:rsidP="00B11891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11743</w:t>
            </w:r>
          </w:p>
        </w:tc>
        <w:tc>
          <w:tcPr>
            <w:tcW w:w="1276" w:type="dxa"/>
            <w:shd w:val="clear" w:color="auto" w:fill="auto"/>
            <w:vAlign w:val="bottom"/>
          </w:tcPr>
          <w:p w14:paraId="0156D808" w14:textId="492E6E87" w:rsidR="00B11891" w:rsidRPr="00BB795D" w:rsidRDefault="00B11891" w:rsidP="00B1189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62586D">
              <w:rPr>
                <w:b/>
                <w:sz w:val="20"/>
              </w:rPr>
              <w:t>61</w:t>
            </w:r>
            <w:r>
              <w:rPr>
                <w:b/>
                <w:sz w:val="20"/>
              </w:rPr>
              <w:t>,</w:t>
            </w:r>
            <w:r w:rsidRPr="0062586D">
              <w:rPr>
                <w:b/>
                <w:sz w:val="20"/>
              </w:rPr>
              <w:t>3</w:t>
            </w:r>
          </w:p>
        </w:tc>
        <w:tc>
          <w:tcPr>
            <w:tcW w:w="1421" w:type="dxa"/>
            <w:shd w:val="clear" w:color="auto" w:fill="auto"/>
            <w:vAlign w:val="bottom"/>
          </w:tcPr>
          <w:p w14:paraId="7BAA5576" w14:textId="15530A36" w:rsidR="00B11891" w:rsidRPr="00BB795D" w:rsidRDefault="00B11891" w:rsidP="00B1189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4C12AC">
              <w:rPr>
                <w:b/>
                <w:sz w:val="20"/>
              </w:rPr>
              <w:t>64,5</w:t>
            </w:r>
          </w:p>
        </w:tc>
      </w:tr>
    </w:tbl>
    <w:p w14:paraId="196EC935" w14:textId="5227303E" w:rsidR="009152DB" w:rsidRPr="00424EFE" w:rsidRDefault="009152DB" w:rsidP="003433A2">
      <w:pPr>
        <w:pStyle w:val="3"/>
        <w:spacing w:before="480" w:after="240"/>
        <w:ind w:right="0"/>
        <w:rPr>
          <w:bCs/>
        </w:rPr>
      </w:pPr>
      <w:bookmarkStart w:id="31" w:name="_Toc181255903"/>
      <w:bookmarkEnd w:id="30"/>
      <w:r w:rsidRPr="00424EFE">
        <w:rPr>
          <w:bCs/>
        </w:rPr>
        <w:t>Динамика поголовья скота и птицы</w:t>
      </w:r>
      <w:r w:rsidR="00BB3FC0">
        <w:rPr>
          <w:bCs/>
        </w:rPr>
        <w:t xml:space="preserve"> </w:t>
      </w:r>
      <w:r w:rsidR="004325C3">
        <w:rPr>
          <w:bCs/>
        </w:rPr>
        <w:br/>
      </w:r>
      <w:r w:rsidR="00DB12C8">
        <w:rPr>
          <w:bCs/>
        </w:rPr>
        <w:t>в хозяйствах всех категорий</w:t>
      </w:r>
      <w:bookmarkEnd w:id="31"/>
    </w:p>
    <w:p w14:paraId="4A29B917" w14:textId="77777777" w:rsidR="009152DB" w:rsidRDefault="009152DB" w:rsidP="009152DB">
      <w:pPr>
        <w:spacing w:after="60"/>
        <w:jc w:val="right"/>
        <w:rPr>
          <w:b/>
          <w:bCs/>
          <w:sz w:val="20"/>
        </w:rPr>
      </w:pPr>
      <w:r w:rsidRPr="001426E9">
        <w:rPr>
          <w:b/>
          <w:bCs/>
          <w:sz w:val="20"/>
        </w:rPr>
        <w:t>на конец месяца</w:t>
      </w:r>
      <w:r>
        <w:rPr>
          <w:b/>
          <w:bCs/>
          <w:sz w:val="20"/>
        </w:rPr>
        <w:t>;</w:t>
      </w:r>
      <w:r w:rsidRPr="001426E9">
        <w:rPr>
          <w:b/>
          <w:bCs/>
          <w:sz w:val="20"/>
        </w:rPr>
        <w:t xml:space="preserve"> </w:t>
      </w:r>
      <w:r>
        <w:rPr>
          <w:b/>
          <w:bCs/>
          <w:sz w:val="20"/>
        </w:rPr>
        <w:br/>
      </w:r>
      <w:r w:rsidRPr="001426E9">
        <w:rPr>
          <w:b/>
          <w:bCs/>
          <w:sz w:val="20"/>
        </w:rPr>
        <w:t>в процентах</w:t>
      </w:r>
      <w:r>
        <w:rPr>
          <w:b/>
          <w:bCs/>
          <w:sz w:val="20"/>
        </w:rPr>
        <w:t xml:space="preserve"> к соответствующей дате предыдущего года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02"/>
        <w:gridCol w:w="1134"/>
        <w:gridCol w:w="1135"/>
        <w:gridCol w:w="1133"/>
        <w:gridCol w:w="1134"/>
        <w:gridCol w:w="1134"/>
      </w:tblGrid>
      <w:tr w:rsidR="00617976" w:rsidRPr="006441ED" w14:paraId="36C94822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3DAE8218" w14:textId="77777777" w:rsidR="00617976" w:rsidRPr="00E31C80" w:rsidRDefault="00617976" w:rsidP="00617976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AC1AB48" w14:textId="77777777"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Крупный рогатый скот</w:t>
            </w:r>
          </w:p>
        </w:tc>
        <w:tc>
          <w:tcPr>
            <w:tcW w:w="1135" w:type="dxa"/>
            <w:shd w:val="clear" w:color="auto" w:fill="auto"/>
            <w:vAlign w:val="center"/>
          </w:tcPr>
          <w:p w14:paraId="22D4DDD2" w14:textId="77777777" w:rsidR="00617976" w:rsidRPr="006441ED" w:rsidRDefault="00617976" w:rsidP="00617976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в том числе коровы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B4E9402" w14:textId="77777777"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Свиньи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090FEF2" w14:textId="77777777"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 xml:space="preserve">Овцы </w:t>
            </w:r>
            <w:r w:rsidRPr="006441ED">
              <w:rPr>
                <w:b/>
                <w:bCs/>
                <w:sz w:val="20"/>
              </w:rPr>
              <w:br/>
              <w:t>и козы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916B2D" w14:textId="77777777"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Птица</w:t>
            </w:r>
          </w:p>
        </w:tc>
      </w:tr>
      <w:tr w:rsidR="00617976" w:rsidRPr="006441ED" w14:paraId="6F15CE39" w14:textId="77777777" w:rsidTr="00617976">
        <w:trPr>
          <w:trHeight w:val="283"/>
          <w:jc w:val="center"/>
        </w:trPr>
        <w:tc>
          <w:tcPr>
            <w:tcW w:w="9072" w:type="dxa"/>
            <w:gridSpan w:val="6"/>
            <w:shd w:val="clear" w:color="auto" w:fill="auto"/>
            <w:vAlign w:val="center"/>
          </w:tcPr>
          <w:p w14:paraId="62E10F53" w14:textId="77777777"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2023</w:t>
            </w:r>
          </w:p>
        </w:tc>
      </w:tr>
      <w:tr w:rsidR="00617976" w:rsidRPr="006441ED" w14:paraId="49206C8E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32955034" w14:textId="77777777" w:rsidR="00617976" w:rsidRPr="006441ED" w:rsidRDefault="00617976" w:rsidP="00617976">
            <w:pPr>
              <w:jc w:val="left"/>
              <w:rPr>
                <w:b/>
                <w:bCs/>
                <w:sz w:val="20"/>
              </w:rPr>
            </w:pPr>
            <w:r w:rsidRPr="006441ED">
              <w:rPr>
                <w:b/>
                <w:sz w:val="20"/>
              </w:rPr>
              <w:t>Январь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5329928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212A6B33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35F4AEE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9CA90A3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B1B8093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119,5</w:t>
            </w:r>
          </w:p>
        </w:tc>
      </w:tr>
      <w:tr w:rsidR="00617976" w:rsidRPr="006441ED" w14:paraId="2E259916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7BF165AA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Февраль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6D6220A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0FE4E06F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A82AD1B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64,0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237DA25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3B8A884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120,6</w:t>
            </w:r>
          </w:p>
        </w:tc>
      </w:tr>
      <w:tr w:rsidR="00617976" w:rsidRPr="006441ED" w14:paraId="58D31D38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736E9F41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Март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5E07EA4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40674780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52EBEF5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D60A573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FB834EB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107,0</w:t>
            </w:r>
          </w:p>
        </w:tc>
      </w:tr>
      <w:tr w:rsidR="00617976" w:rsidRPr="006441ED" w14:paraId="0BB169EE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3614E54E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Апрель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AADB3C1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54D5EBD2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DC4C908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1610767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265EFE8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114,2</w:t>
            </w:r>
          </w:p>
        </w:tc>
      </w:tr>
      <w:tr w:rsidR="00617976" w:rsidRPr="006441ED" w14:paraId="72062D54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3039905A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Май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B638BB6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24F395BE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FC45E96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B6D5BB0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D633572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110,7</w:t>
            </w:r>
          </w:p>
        </w:tc>
      </w:tr>
      <w:tr w:rsidR="00617976" w:rsidRPr="006441ED" w14:paraId="0679F404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7205E453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Июнь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7154B3F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36F49CE9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61345522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FB2E5ED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D2B7023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109,4</w:t>
            </w:r>
          </w:p>
        </w:tc>
      </w:tr>
      <w:tr w:rsidR="00617976" w:rsidRPr="006441ED" w14:paraId="0669FA9D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0F92F654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Июль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400A2D3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777335DE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9E66EDA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8375592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DDA9A9B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103,9</w:t>
            </w:r>
          </w:p>
        </w:tc>
      </w:tr>
      <w:tr w:rsidR="00617976" w:rsidRPr="006441ED" w14:paraId="1A1A6271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2AC00565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Август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39BBB8D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2876CB1E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05B0EE5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0574E97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6EEA2B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105,9</w:t>
            </w:r>
          </w:p>
        </w:tc>
      </w:tr>
      <w:tr w:rsidR="00617976" w:rsidRPr="006441ED" w14:paraId="520D53C8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013F5555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Сентябрь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5B94DE8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60EEA7AE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EA3A0E4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67,3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6602D23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2B0572E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108,6</w:t>
            </w:r>
          </w:p>
        </w:tc>
      </w:tr>
      <w:tr w:rsidR="00617976" w:rsidRPr="006441ED" w14:paraId="7B7405E4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6453F1DA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Октябрь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3721C01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4BA903BE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E015E66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70,3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58F48BF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4E68B1F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103,9</w:t>
            </w:r>
          </w:p>
        </w:tc>
      </w:tr>
      <w:tr w:rsidR="00617976" w:rsidRPr="006441ED" w14:paraId="0C08D15C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2D12EFAB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Ноябрь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A814611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5C69D6F0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63678A14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80,2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62919C1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1CDB796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95,3</w:t>
            </w:r>
          </w:p>
        </w:tc>
      </w:tr>
      <w:tr w:rsidR="00617976" w:rsidRPr="006441ED" w14:paraId="40CBA74D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49545E0F" w14:textId="77777777" w:rsidR="00617976" w:rsidRPr="006441ED" w:rsidRDefault="00617976" w:rsidP="00617976">
            <w:pPr>
              <w:jc w:val="left"/>
              <w:rPr>
                <w:b/>
                <w:sz w:val="20"/>
              </w:rPr>
            </w:pPr>
            <w:r w:rsidRPr="006441ED">
              <w:rPr>
                <w:b/>
                <w:sz w:val="20"/>
              </w:rPr>
              <w:t>Декабрь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4A942A9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2C6F25BD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F077D0E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79,9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D55612C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F7D9BB7" w14:textId="77777777" w:rsidR="00617976" w:rsidRPr="006441ED" w:rsidRDefault="00617976" w:rsidP="00617976">
            <w:pPr>
              <w:ind w:right="227"/>
              <w:jc w:val="right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91,5</w:t>
            </w:r>
          </w:p>
        </w:tc>
      </w:tr>
      <w:tr w:rsidR="00617976" w:rsidRPr="006441ED" w14:paraId="671E79E2" w14:textId="77777777" w:rsidTr="0068011B">
        <w:trPr>
          <w:trHeight w:val="225"/>
          <w:jc w:val="center"/>
        </w:trPr>
        <w:tc>
          <w:tcPr>
            <w:tcW w:w="9072" w:type="dxa"/>
            <w:gridSpan w:val="6"/>
            <w:shd w:val="clear" w:color="auto" w:fill="auto"/>
            <w:vAlign w:val="center"/>
          </w:tcPr>
          <w:p w14:paraId="5FDE1D7F" w14:textId="77777777" w:rsidR="00617976" w:rsidRPr="006441ED" w:rsidRDefault="00617976" w:rsidP="00617976">
            <w:pPr>
              <w:jc w:val="center"/>
              <w:rPr>
                <w:b/>
                <w:bCs/>
                <w:sz w:val="20"/>
              </w:rPr>
            </w:pPr>
            <w:r w:rsidRPr="006441ED">
              <w:rPr>
                <w:b/>
                <w:bCs/>
                <w:sz w:val="20"/>
              </w:rPr>
              <w:t>2024</w:t>
            </w:r>
          </w:p>
        </w:tc>
      </w:tr>
      <w:tr w:rsidR="00B11891" w:rsidRPr="006441ED" w14:paraId="12A1911E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1736D0C2" w14:textId="77777777"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Январь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CF36D68" w14:textId="60D1CC14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11B8FAD6" w14:textId="66A2DB60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007BA53C" w14:textId="37E361BC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66,4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27E98D5" w14:textId="303D992A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DB9F965" w14:textId="45125997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52,9</w:t>
            </w:r>
          </w:p>
        </w:tc>
      </w:tr>
      <w:tr w:rsidR="00B11891" w:rsidRPr="006441ED" w14:paraId="4E25CCE2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5B48D9AE" w14:textId="77777777"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Февраль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4D3C161" w14:textId="6697901D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1AAE5F90" w14:textId="6346C9D1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E94C911" w14:textId="3753C110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CF25C08" w14:textId="75C5614E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8C163FE" w14:textId="2D1A5585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49,7</w:t>
            </w:r>
          </w:p>
        </w:tc>
      </w:tr>
      <w:tr w:rsidR="00B11891" w:rsidRPr="006441ED" w14:paraId="7C7B368B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1B31CA21" w14:textId="77777777"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Март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24072A" w14:textId="15843E76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6133B26B" w14:textId="41C2D8B3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7509CBF" w14:textId="7F178FE1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A9A181E" w14:textId="4726CB2A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49BEA60" w14:textId="3CDA9BA5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55,2</w:t>
            </w:r>
          </w:p>
        </w:tc>
      </w:tr>
      <w:tr w:rsidR="00B11891" w:rsidRPr="00E31C80" w14:paraId="03E6D79A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1DE87240" w14:textId="77777777"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Апрель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973CF8C" w14:textId="5CB8C433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6AEE26F1" w14:textId="6D5739B5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4D58D9C5" w14:textId="304C0B12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54,3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4A73BE5" w14:textId="7EF32CBB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EB1BE84" w14:textId="19777CC1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49,2</w:t>
            </w:r>
          </w:p>
        </w:tc>
      </w:tr>
      <w:tr w:rsidR="00B11891" w:rsidRPr="00E31C80" w14:paraId="4E494B27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49E9D5FC" w14:textId="77777777"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Май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AC2F060" w14:textId="64B93DAA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138C65D3" w14:textId="081A2EDD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0C2B060E" w14:textId="49538148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993F59D" w14:textId="6B6F97D3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C428084" w14:textId="7F3D6052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72,3</w:t>
            </w:r>
          </w:p>
        </w:tc>
      </w:tr>
      <w:tr w:rsidR="00B11891" w:rsidRPr="00E31C80" w14:paraId="23F201E0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5E61E2FD" w14:textId="03CAAF12"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Июнь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C4DFF9D" w14:textId="0A4EB233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075425F8" w14:textId="77A31BCA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42415F5B" w14:textId="6249F092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0F3EBBD" w14:textId="70CAE9BA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8A7AF05" w14:textId="3C1AACC8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75,6</w:t>
            </w:r>
          </w:p>
        </w:tc>
      </w:tr>
      <w:tr w:rsidR="00B11891" w:rsidRPr="00E31C80" w14:paraId="57D2DB8F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6C77A108" w14:textId="5A8225A7"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Июль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46995A9" w14:textId="09A4DCE0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219F41A6" w14:textId="4502579A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5A63B31" w14:textId="1DEA7F08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55,7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539C85B" w14:textId="5E9F9597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4C800C9" w14:textId="033464AD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80,0</w:t>
            </w:r>
          </w:p>
        </w:tc>
      </w:tr>
      <w:tr w:rsidR="00B11891" w:rsidRPr="00E31C80" w14:paraId="1C03B167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13DCA3D0" w14:textId="0A9D8947"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Август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2850D20" w14:textId="00A453AB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15553EB3" w14:textId="68266FD6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025303BE" w14:textId="21B7EF47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54,8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5C331AB" w14:textId="03757B69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C5535F4" w14:textId="631CA129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81,2</w:t>
            </w:r>
          </w:p>
        </w:tc>
      </w:tr>
      <w:tr w:rsidR="00B11891" w:rsidRPr="00E31C80" w14:paraId="614B7738" w14:textId="77777777" w:rsidTr="00617976">
        <w:trPr>
          <w:trHeight w:val="113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07BDE8E5" w14:textId="24F90DCE" w:rsidR="00B11891" w:rsidRPr="00B11891" w:rsidRDefault="00B11891" w:rsidP="00B11891">
            <w:pPr>
              <w:jc w:val="left"/>
              <w:rPr>
                <w:b/>
                <w:sz w:val="20"/>
              </w:rPr>
            </w:pPr>
            <w:r w:rsidRPr="00B11891">
              <w:rPr>
                <w:b/>
                <w:sz w:val="20"/>
              </w:rPr>
              <w:t>Сентябрь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B9C598F" w14:textId="5C5F7D15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5" w:type="dxa"/>
            <w:shd w:val="clear" w:color="auto" w:fill="auto"/>
            <w:vAlign w:val="bottom"/>
          </w:tcPr>
          <w:p w14:paraId="5824778C" w14:textId="564E6AA4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0A0B2355" w14:textId="195DF185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63,3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85735D0" w14:textId="440729EC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4B866C5" w14:textId="61E01BD3" w:rsidR="00B11891" w:rsidRPr="00BB795D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332ED5">
              <w:rPr>
                <w:b/>
                <w:bCs/>
                <w:sz w:val="20"/>
              </w:rPr>
              <w:t>93,3</w:t>
            </w:r>
          </w:p>
        </w:tc>
      </w:tr>
    </w:tbl>
    <w:p w14:paraId="08CDEB42" w14:textId="44BAB429" w:rsidR="00B11891" w:rsidRDefault="00FD1FD8" w:rsidP="003433A2">
      <w:pPr>
        <w:spacing w:before="360"/>
        <w:ind w:firstLine="709"/>
        <w:rPr>
          <w:bCs/>
        </w:rPr>
      </w:pPr>
      <w:r>
        <w:rPr>
          <w:bCs/>
        </w:rPr>
        <w:t xml:space="preserve">В </w:t>
      </w:r>
      <w:r w:rsidRPr="0068011B">
        <w:rPr>
          <w:bCs/>
        </w:rPr>
        <w:t>январе-</w:t>
      </w:r>
      <w:r w:rsidR="00BB795D">
        <w:rPr>
          <w:bCs/>
        </w:rPr>
        <w:t>сентябре</w:t>
      </w:r>
      <w:r w:rsidRPr="00A251B2">
        <w:rPr>
          <w:bCs/>
        </w:rPr>
        <w:t xml:space="preserve"> </w:t>
      </w:r>
      <w:r w:rsidRPr="00A251B2">
        <w:t>2024 года</w:t>
      </w:r>
      <w:r w:rsidRPr="0068011B">
        <w:t xml:space="preserve"> в хозяйствах всех категорий, по расчетам, произведено скота и птицы на убой в живом </w:t>
      </w:r>
      <w:r w:rsidR="00301920">
        <w:t xml:space="preserve">весе </w:t>
      </w:r>
      <w:r w:rsidR="00B11891" w:rsidRPr="00332ED5">
        <w:rPr>
          <w:bCs/>
        </w:rPr>
        <w:t xml:space="preserve">50,8 </w:t>
      </w:r>
      <w:r w:rsidR="00A251B2" w:rsidRPr="00B11891">
        <w:rPr>
          <w:bCs/>
        </w:rPr>
        <w:t xml:space="preserve">тыс. т, молока – </w:t>
      </w:r>
      <w:r w:rsidR="00B11891" w:rsidRPr="00B11891">
        <w:rPr>
          <w:bCs/>
        </w:rPr>
        <w:t>142,5</w:t>
      </w:r>
      <w:r w:rsidR="00301920" w:rsidRPr="00B11891">
        <w:rPr>
          <w:bCs/>
        </w:rPr>
        <w:t xml:space="preserve"> </w:t>
      </w:r>
      <w:r w:rsidR="00A251B2" w:rsidRPr="00B11891">
        <w:rPr>
          <w:bCs/>
        </w:rPr>
        <w:t xml:space="preserve">тыс. т, </w:t>
      </w:r>
      <w:r w:rsidR="00B22115" w:rsidRPr="00B11891">
        <w:rPr>
          <w:bCs/>
        </w:rPr>
        <w:br/>
      </w:r>
      <w:r w:rsidR="00A251B2" w:rsidRPr="00B11891">
        <w:rPr>
          <w:bCs/>
        </w:rPr>
        <w:t xml:space="preserve">яиц – </w:t>
      </w:r>
      <w:r w:rsidR="00B11891" w:rsidRPr="00B11891">
        <w:rPr>
          <w:bCs/>
        </w:rPr>
        <w:t xml:space="preserve">166,4 </w:t>
      </w:r>
      <w:r w:rsidR="00A251B2" w:rsidRPr="00B11891">
        <w:rPr>
          <w:bCs/>
        </w:rPr>
        <w:t>млн шт.</w:t>
      </w:r>
    </w:p>
    <w:p w14:paraId="499E5AF1" w14:textId="77777777" w:rsidR="00B11891" w:rsidRDefault="00B11891">
      <w:pPr>
        <w:jc w:val="left"/>
        <w:rPr>
          <w:bCs/>
        </w:rPr>
      </w:pPr>
      <w:r>
        <w:rPr>
          <w:bCs/>
        </w:rPr>
        <w:br w:type="page"/>
      </w:r>
    </w:p>
    <w:p w14:paraId="407F27C7" w14:textId="62ECD010" w:rsidR="009152DB" w:rsidRPr="00424EFE" w:rsidRDefault="009152DB" w:rsidP="009A15D9">
      <w:pPr>
        <w:pStyle w:val="3"/>
        <w:spacing w:before="240" w:after="240"/>
        <w:ind w:right="0"/>
      </w:pPr>
      <w:bookmarkStart w:id="32" w:name="_Toc181255904"/>
      <w:r w:rsidRPr="00424EFE">
        <w:rPr>
          <w:bCs/>
        </w:rPr>
        <w:lastRenderedPageBreak/>
        <w:t>Производство основных видов продук</w:t>
      </w:r>
      <w:r w:rsidR="00526769">
        <w:rPr>
          <w:bCs/>
        </w:rPr>
        <w:t>ции</w:t>
      </w:r>
      <w:r w:rsidRPr="00424EFE">
        <w:rPr>
          <w:bCs/>
        </w:rPr>
        <w:t xml:space="preserve"> животноводства</w:t>
      </w:r>
      <w:r w:rsidRPr="00424EFE">
        <w:rPr>
          <w:bCs/>
        </w:rPr>
        <w:br/>
      </w:r>
      <w:r w:rsidR="00FC237B">
        <w:t xml:space="preserve">в </w:t>
      </w:r>
      <w:r w:rsidRPr="00424EFE">
        <w:t>хозяйств</w:t>
      </w:r>
      <w:r w:rsidR="00FC237B">
        <w:t>ах всех категорий</w:t>
      </w:r>
      <w:bookmarkEnd w:id="32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9"/>
        <w:gridCol w:w="1134"/>
        <w:gridCol w:w="1134"/>
        <w:gridCol w:w="1134"/>
      </w:tblGrid>
      <w:tr w:rsidR="00FD1FD8" w:rsidRPr="009A69E4" w14:paraId="2203C460" w14:textId="77777777" w:rsidTr="00FD1FD8">
        <w:trPr>
          <w:trHeight w:val="227"/>
          <w:jc w:val="center"/>
        </w:trPr>
        <w:tc>
          <w:tcPr>
            <w:tcW w:w="5669" w:type="dxa"/>
            <w:vAlign w:val="center"/>
          </w:tcPr>
          <w:p w14:paraId="6925D688" w14:textId="77777777" w:rsidR="00FD1FD8" w:rsidRPr="009A69E4" w:rsidRDefault="00FD1FD8" w:rsidP="00FD1FD8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BA4060E" w14:textId="02EAA295" w:rsidR="00FD1FD8" w:rsidRPr="00A251B2" w:rsidRDefault="00FD1FD8" w:rsidP="00DA5619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A251B2">
              <w:rPr>
                <w:b/>
                <w:bCs/>
                <w:sz w:val="20"/>
              </w:rPr>
              <w:t>Январь-</w:t>
            </w:r>
            <w:r w:rsidR="00B22115">
              <w:rPr>
                <w:b/>
                <w:bCs/>
                <w:sz w:val="20"/>
              </w:rPr>
              <w:t>сентябрь</w:t>
            </w:r>
            <w:r w:rsidRPr="00A251B2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894172" w14:textId="436796E3" w:rsidR="00FD1FD8" w:rsidRPr="00A251B2" w:rsidRDefault="00FD1FD8" w:rsidP="00FD1FD8">
            <w:pPr>
              <w:ind w:left="-113" w:right="-113"/>
              <w:jc w:val="center"/>
              <w:rPr>
                <w:b/>
                <w:bCs/>
                <w:sz w:val="20"/>
              </w:rPr>
            </w:pPr>
            <w:proofErr w:type="gramStart"/>
            <w:r w:rsidRPr="00A251B2">
              <w:rPr>
                <w:b/>
                <w:bCs/>
                <w:sz w:val="20"/>
              </w:rPr>
              <w:t>В  %</w:t>
            </w:r>
            <w:proofErr w:type="gramEnd"/>
            <w:r w:rsidRPr="00A251B2">
              <w:rPr>
                <w:b/>
                <w:bCs/>
                <w:sz w:val="20"/>
              </w:rPr>
              <w:t xml:space="preserve">  к</w:t>
            </w:r>
            <w:r w:rsidRPr="00A251B2">
              <w:rPr>
                <w:b/>
                <w:bCs/>
                <w:sz w:val="20"/>
              </w:rPr>
              <w:br/>
              <w:t>январю-</w:t>
            </w:r>
            <w:r w:rsidR="00B22115">
              <w:rPr>
                <w:b/>
                <w:bCs/>
                <w:sz w:val="20"/>
              </w:rPr>
              <w:t>сентябрю</w:t>
            </w:r>
            <w:r w:rsidRPr="00A251B2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2A07DB8" w14:textId="2880C709" w:rsidR="00FD1FD8" w:rsidRPr="00A251B2" w:rsidRDefault="00FD1FD8" w:rsidP="00FD1FD8">
            <w:pPr>
              <w:ind w:left="-113" w:right="-113"/>
              <w:jc w:val="center"/>
              <w:rPr>
                <w:b/>
                <w:bCs/>
                <w:sz w:val="20"/>
              </w:rPr>
            </w:pPr>
            <w:proofErr w:type="spellStart"/>
            <w:r w:rsidRPr="00A251B2">
              <w:rPr>
                <w:b/>
                <w:bCs/>
                <w:sz w:val="20"/>
              </w:rPr>
              <w:t>Справочно</w:t>
            </w:r>
            <w:proofErr w:type="spellEnd"/>
            <w:r w:rsidRPr="00A251B2">
              <w:rPr>
                <w:b/>
                <w:bCs/>
                <w:sz w:val="20"/>
              </w:rPr>
              <w:t>:</w:t>
            </w:r>
            <w:r w:rsidRPr="00A251B2">
              <w:rPr>
                <w:b/>
                <w:bCs/>
                <w:sz w:val="20"/>
              </w:rPr>
              <w:br/>
              <w:t>январь-</w:t>
            </w:r>
            <w:r w:rsidRPr="00A251B2">
              <w:rPr>
                <w:b/>
                <w:bCs/>
                <w:sz w:val="20"/>
              </w:rPr>
              <w:br/>
            </w:r>
            <w:r w:rsidR="00B22115">
              <w:rPr>
                <w:b/>
                <w:bCs/>
                <w:sz w:val="20"/>
              </w:rPr>
              <w:t>сентябрь</w:t>
            </w:r>
            <w:r w:rsidRPr="00A251B2">
              <w:rPr>
                <w:b/>
                <w:bCs/>
                <w:sz w:val="20"/>
              </w:rPr>
              <w:br/>
              <w:t>2023</w:t>
            </w:r>
            <w:r w:rsidRPr="00A251B2">
              <w:rPr>
                <w:b/>
                <w:bCs/>
                <w:sz w:val="20"/>
              </w:rPr>
              <w:br/>
            </w:r>
            <w:proofErr w:type="gramStart"/>
            <w:r w:rsidRPr="00A251B2">
              <w:rPr>
                <w:b/>
                <w:bCs/>
                <w:sz w:val="20"/>
              </w:rPr>
              <w:t>в  %</w:t>
            </w:r>
            <w:proofErr w:type="gramEnd"/>
            <w:r w:rsidRPr="00A251B2">
              <w:rPr>
                <w:b/>
                <w:bCs/>
                <w:sz w:val="20"/>
              </w:rPr>
              <w:t xml:space="preserve">  к</w:t>
            </w:r>
            <w:r w:rsidRPr="00A251B2">
              <w:rPr>
                <w:b/>
                <w:bCs/>
                <w:sz w:val="20"/>
              </w:rPr>
              <w:br/>
              <w:t>январю-</w:t>
            </w:r>
            <w:r w:rsidR="00B22115">
              <w:rPr>
                <w:b/>
                <w:bCs/>
                <w:sz w:val="20"/>
              </w:rPr>
              <w:t>сентябрю</w:t>
            </w:r>
            <w:r w:rsidRPr="00A251B2">
              <w:rPr>
                <w:b/>
                <w:bCs/>
                <w:sz w:val="20"/>
              </w:rPr>
              <w:br/>
              <w:t>2022</w:t>
            </w:r>
          </w:p>
        </w:tc>
      </w:tr>
      <w:tr w:rsidR="00FD1FD8" w:rsidRPr="009A69E4" w14:paraId="36A0F989" w14:textId="77777777" w:rsidTr="00FD1FD8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05916A20" w14:textId="77777777" w:rsidR="00FD1FD8" w:rsidRPr="009A69E4" w:rsidRDefault="00FD1FD8" w:rsidP="00FD1FD8">
            <w:pPr>
              <w:jc w:val="left"/>
              <w:rPr>
                <w:b/>
                <w:bCs/>
                <w:sz w:val="20"/>
              </w:rPr>
            </w:pPr>
            <w:r w:rsidRPr="009A69E4">
              <w:rPr>
                <w:b/>
                <w:bCs/>
                <w:sz w:val="20"/>
              </w:rPr>
              <w:t xml:space="preserve">Скот и </w:t>
            </w:r>
            <w:r>
              <w:rPr>
                <w:b/>
                <w:bCs/>
                <w:sz w:val="20"/>
              </w:rPr>
              <w:t>птица на убой в живом весе, т</w:t>
            </w:r>
          </w:p>
        </w:tc>
      </w:tr>
      <w:tr w:rsidR="00B11891" w:rsidRPr="009A69E4" w14:paraId="768CAC85" w14:textId="77777777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14:paraId="5891C12E" w14:textId="77777777" w:rsidR="00B11891" w:rsidRPr="009A69E4" w:rsidRDefault="00B11891" w:rsidP="00B11891">
            <w:pPr>
              <w:ind w:left="113"/>
              <w:jc w:val="left"/>
              <w:rPr>
                <w:b/>
                <w:sz w:val="20"/>
              </w:rPr>
            </w:pPr>
            <w:r w:rsidRPr="009A69E4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AACD554" w14:textId="6D697AC8" w:rsidR="00B11891" w:rsidRPr="00B22115" w:rsidRDefault="00B11891" w:rsidP="00B118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50766,2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380ECA2" w14:textId="26B374B9"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100,1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402B2A9" w14:textId="685F2498"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100,1</w:t>
            </w:r>
          </w:p>
        </w:tc>
      </w:tr>
      <w:tr w:rsidR="00B11891" w:rsidRPr="009A69E4" w14:paraId="5EE64EE1" w14:textId="77777777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14:paraId="0DC37430" w14:textId="77777777" w:rsidR="00B11891" w:rsidRPr="009A69E4" w:rsidRDefault="00B11891" w:rsidP="00B1189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9A69E4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1E4D114F" w14:textId="51F65B07" w:rsidR="00B11891" w:rsidRPr="00B22115" w:rsidRDefault="00B11891" w:rsidP="00B118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863,7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D9DBC33" w14:textId="2135F346"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42,3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749A25A" w14:textId="1B8CADC7" w:rsidR="00B11891" w:rsidRPr="00B22115" w:rsidRDefault="00B11891" w:rsidP="00B11891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в 2,5р.</w:t>
            </w:r>
          </w:p>
        </w:tc>
      </w:tr>
      <w:bookmarkEnd w:id="23"/>
      <w:tr w:rsidR="00B11891" w:rsidRPr="009A69E4" w14:paraId="708C6E11" w14:textId="77777777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14:paraId="3974207B" w14:textId="3F13EB86" w:rsidR="00B11891" w:rsidRPr="009A69E4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7105CD">
              <w:rPr>
                <w:b/>
                <w:sz w:val="20"/>
              </w:rPr>
              <w:t>хозяйства населения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70ED9B0" w14:textId="7EF37C49" w:rsidR="00B11891" w:rsidRPr="00B22115" w:rsidRDefault="00B11891" w:rsidP="00B118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23352,0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FC207F5" w14:textId="5DF40A48"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95,4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1B825BB" w14:textId="763B5F78"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95,4</w:t>
            </w:r>
          </w:p>
        </w:tc>
      </w:tr>
      <w:tr w:rsidR="00B11891" w:rsidRPr="009A69E4" w14:paraId="255E502B" w14:textId="77777777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14:paraId="5EA4A4EE" w14:textId="1B3BD956" w:rsidR="00B11891" w:rsidRPr="009A69E4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7105CD">
              <w:rPr>
                <w:b/>
                <w:sz w:val="20"/>
              </w:rPr>
              <w:t>крестьянские (фермерские) хозяйства</w:t>
            </w:r>
            <w:r>
              <w:rPr>
                <w:b/>
                <w:sz w:val="20"/>
                <w:vertAlign w:val="superscript"/>
              </w:rPr>
              <w:t>4</w:t>
            </w:r>
            <w:r w:rsidRPr="007105CD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D581F57" w14:textId="5ECA6D56" w:rsidR="00B11891" w:rsidRPr="00B22115" w:rsidRDefault="00B11891" w:rsidP="00B118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26550,5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8B7477C" w14:textId="16D16811"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109,7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A3E5C0D" w14:textId="7A921642"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99,9</w:t>
            </w:r>
          </w:p>
        </w:tc>
      </w:tr>
      <w:tr w:rsidR="00B11891" w:rsidRPr="002F0706" w14:paraId="23025329" w14:textId="77777777" w:rsidTr="00FD1FD8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446CF510" w14:textId="77777777" w:rsidR="00B11891" w:rsidRPr="002F0706" w:rsidRDefault="00B11891" w:rsidP="00B11891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Молоко, т</w:t>
            </w:r>
          </w:p>
        </w:tc>
      </w:tr>
      <w:tr w:rsidR="00B11891" w:rsidRPr="002F0706" w14:paraId="21190181" w14:textId="77777777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14:paraId="2B3D1866" w14:textId="77777777" w:rsidR="00B11891" w:rsidRPr="002F0706" w:rsidRDefault="00B11891" w:rsidP="00B11891">
            <w:pPr>
              <w:ind w:left="113"/>
              <w:jc w:val="left"/>
              <w:rPr>
                <w:b/>
                <w:sz w:val="20"/>
              </w:rPr>
            </w:pPr>
            <w:r w:rsidRPr="002F070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1DDC5FD" w14:textId="4A98107A" w:rsidR="00B11891" w:rsidRPr="00B22115" w:rsidRDefault="00B11891" w:rsidP="00B118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142482,2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40158F3" w14:textId="573BBC3E"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2BE142F" w14:textId="170DF303"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100,0</w:t>
            </w:r>
          </w:p>
        </w:tc>
      </w:tr>
      <w:tr w:rsidR="00B11891" w:rsidRPr="002F0706" w14:paraId="72A134D9" w14:textId="77777777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14:paraId="575B6EB4" w14:textId="77777777" w:rsidR="00B11891" w:rsidRPr="002F0706" w:rsidRDefault="00B11891" w:rsidP="00B1189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2F070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69B2DC1C" w14:textId="178052FC" w:rsidR="00B11891" w:rsidRPr="00B22115" w:rsidRDefault="00B11891" w:rsidP="00B118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32,8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DB30D85" w14:textId="5C902439"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78,8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91A57A6" w14:textId="15EEFCF6"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54,5</w:t>
            </w:r>
          </w:p>
        </w:tc>
      </w:tr>
      <w:tr w:rsidR="00B11891" w:rsidRPr="002F0706" w14:paraId="30C04FA6" w14:textId="77777777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14:paraId="3ED745B8" w14:textId="7C677B10" w:rsidR="00B11891" w:rsidRPr="002F0706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7105CD">
              <w:rPr>
                <w:b/>
                <w:sz w:val="20"/>
              </w:rPr>
              <w:t>хозяйства населения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39A68DA" w14:textId="0C6B2158" w:rsidR="00B11891" w:rsidRPr="00B22115" w:rsidRDefault="00B11891" w:rsidP="00B118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104486,4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5B55833" w14:textId="04EAD463"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96,7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90570AD" w14:textId="3FE27BE8"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98,9</w:t>
            </w:r>
          </w:p>
        </w:tc>
      </w:tr>
      <w:tr w:rsidR="00B11891" w:rsidRPr="002F0706" w14:paraId="15CDA4ED" w14:textId="77777777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14:paraId="5A34EBAF" w14:textId="3B87D9E0" w:rsidR="00B11891" w:rsidRPr="002F0706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7105CD">
              <w:rPr>
                <w:b/>
                <w:sz w:val="20"/>
              </w:rPr>
              <w:t>крестьянские (фермерские) хозяйства</w:t>
            </w:r>
            <w:r>
              <w:rPr>
                <w:b/>
                <w:sz w:val="20"/>
                <w:vertAlign w:val="superscript"/>
              </w:rPr>
              <w:t>4</w:t>
            </w:r>
            <w:r w:rsidRPr="007105CD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B428EF6" w14:textId="6EB857FB" w:rsidR="00B11891" w:rsidRPr="00B22115" w:rsidRDefault="00B11891" w:rsidP="00B118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37963,0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3734CE9" w14:textId="31143D2F"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110,5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95A3C71" w14:textId="707BF76F"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103,7</w:t>
            </w:r>
          </w:p>
        </w:tc>
      </w:tr>
      <w:tr w:rsidR="00B11891" w:rsidRPr="002F0706" w14:paraId="096B7121" w14:textId="77777777" w:rsidTr="00FD1FD8">
        <w:trPr>
          <w:trHeight w:val="227"/>
          <w:jc w:val="center"/>
        </w:trPr>
        <w:tc>
          <w:tcPr>
            <w:tcW w:w="9071" w:type="dxa"/>
            <w:gridSpan w:val="4"/>
            <w:vAlign w:val="center"/>
          </w:tcPr>
          <w:p w14:paraId="2D7555DB" w14:textId="77777777" w:rsidR="00B11891" w:rsidRPr="000C0433" w:rsidRDefault="00B11891" w:rsidP="00B11891">
            <w:pPr>
              <w:jc w:val="left"/>
              <w:rPr>
                <w:b/>
                <w:bCs/>
                <w:sz w:val="20"/>
                <w:highlight w:val="yellow"/>
              </w:rPr>
            </w:pPr>
            <w:r w:rsidRPr="00A251B2">
              <w:rPr>
                <w:b/>
                <w:bCs/>
                <w:sz w:val="20"/>
              </w:rPr>
              <w:t>Яйца, тыс. шт.</w:t>
            </w:r>
          </w:p>
        </w:tc>
      </w:tr>
      <w:tr w:rsidR="00B11891" w:rsidRPr="002F0706" w14:paraId="613B1F61" w14:textId="77777777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14:paraId="79DFA5CC" w14:textId="77777777" w:rsidR="00B11891" w:rsidRPr="002F0706" w:rsidRDefault="00B11891" w:rsidP="00B11891">
            <w:pPr>
              <w:ind w:left="113"/>
              <w:jc w:val="left"/>
              <w:rPr>
                <w:b/>
                <w:sz w:val="20"/>
              </w:rPr>
            </w:pPr>
            <w:r w:rsidRPr="002F0706">
              <w:rPr>
                <w:b/>
                <w:sz w:val="20"/>
              </w:rPr>
              <w:t>хозяйства всех категорий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3E886C3" w14:textId="0115AE9F" w:rsidR="00B11891" w:rsidRPr="00B22115" w:rsidRDefault="00B11891" w:rsidP="00B118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166414,6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A869FDC" w14:textId="0FBE4BE6"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56,5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9AF9D86" w14:textId="4B23BD86"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83,9</w:t>
            </w:r>
          </w:p>
        </w:tc>
      </w:tr>
      <w:tr w:rsidR="00B11891" w:rsidRPr="002F0706" w14:paraId="2B42A8BB" w14:textId="77777777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14:paraId="342FB643" w14:textId="77777777" w:rsidR="00B11891" w:rsidRPr="002F0706" w:rsidRDefault="00B11891" w:rsidP="00B11891">
            <w:pPr>
              <w:ind w:left="227"/>
              <w:jc w:val="left"/>
              <w:rPr>
                <w:b/>
                <w:sz w:val="20"/>
              </w:rPr>
            </w:pPr>
            <w:proofErr w:type="spellStart"/>
            <w:r w:rsidRPr="002F0706">
              <w:rPr>
                <w:b/>
                <w:sz w:val="20"/>
              </w:rPr>
              <w:t>сельхозорганизации</w:t>
            </w:r>
            <w:proofErr w:type="spellEnd"/>
          </w:p>
        </w:tc>
        <w:tc>
          <w:tcPr>
            <w:tcW w:w="1134" w:type="dxa"/>
            <w:shd w:val="clear" w:color="auto" w:fill="auto"/>
            <w:vAlign w:val="bottom"/>
          </w:tcPr>
          <w:p w14:paraId="25700301" w14:textId="40B57BF3" w:rsidR="00B11891" w:rsidRPr="00B22115" w:rsidRDefault="00B11891" w:rsidP="00B118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156104,6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5300EF6" w14:textId="5C8C49DC"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56,2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FBAC5CA" w14:textId="7E54A0AD"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87,9</w:t>
            </w:r>
          </w:p>
        </w:tc>
      </w:tr>
      <w:tr w:rsidR="00B11891" w:rsidRPr="002F0706" w14:paraId="19D735B0" w14:textId="77777777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14:paraId="291DE161" w14:textId="1D31B073" w:rsidR="00B11891" w:rsidRPr="002F0706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7105CD">
              <w:rPr>
                <w:b/>
                <w:sz w:val="20"/>
              </w:rPr>
              <w:t>хозяйства населения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A5C003B" w14:textId="0FA5094F" w:rsidR="00B11891" w:rsidRPr="00B22115" w:rsidRDefault="00B11891" w:rsidP="00B118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9520,0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681C7E7" w14:textId="4962C3EF"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62,5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BDEB51F" w14:textId="6D03966A"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40,3</w:t>
            </w:r>
          </w:p>
        </w:tc>
      </w:tr>
      <w:tr w:rsidR="00B11891" w:rsidRPr="002F0706" w14:paraId="7F1DCE93" w14:textId="77777777" w:rsidTr="00FD1FD8">
        <w:trPr>
          <w:trHeight w:val="227"/>
          <w:jc w:val="center"/>
        </w:trPr>
        <w:tc>
          <w:tcPr>
            <w:tcW w:w="5669" w:type="dxa"/>
            <w:vAlign w:val="bottom"/>
          </w:tcPr>
          <w:p w14:paraId="156AC4BC" w14:textId="4B3CF77C" w:rsidR="00B11891" w:rsidRPr="002F0706" w:rsidRDefault="00B11891" w:rsidP="00B11891">
            <w:pPr>
              <w:ind w:left="227"/>
              <w:jc w:val="left"/>
              <w:rPr>
                <w:b/>
                <w:sz w:val="20"/>
              </w:rPr>
            </w:pPr>
            <w:r w:rsidRPr="007105CD">
              <w:rPr>
                <w:b/>
                <w:sz w:val="20"/>
              </w:rPr>
              <w:t>крестьянские (фермерские) хозяйства</w:t>
            </w:r>
            <w:r>
              <w:rPr>
                <w:b/>
                <w:sz w:val="20"/>
                <w:vertAlign w:val="superscript"/>
              </w:rPr>
              <w:t>4</w:t>
            </w:r>
            <w:r w:rsidRPr="007105CD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C0A1F9D" w14:textId="3DAE649B" w:rsidR="00B11891" w:rsidRPr="00B22115" w:rsidRDefault="00B11891" w:rsidP="00B11891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790,0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B6B902A" w14:textId="66567123"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54,2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8869C10" w14:textId="1D3F3BF6" w:rsidR="00B11891" w:rsidRPr="00B22115" w:rsidRDefault="00B11891" w:rsidP="00B11891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7105CD">
              <w:rPr>
                <w:b/>
                <w:bCs/>
                <w:sz w:val="20"/>
              </w:rPr>
              <w:t>59,7</w:t>
            </w:r>
          </w:p>
        </w:tc>
      </w:tr>
    </w:tbl>
    <w:p w14:paraId="485F0C68" w14:textId="77777777" w:rsidR="007F5971" w:rsidRDefault="007F5971" w:rsidP="00A251B2">
      <w:pPr>
        <w:spacing w:before="240"/>
        <w:ind w:firstLine="709"/>
      </w:pPr>
      <w:bookmarkStart w:id="33" w:name="_Hlk173412918"/>
    </w:p>
    <w:p w14:paraId="2CC26838" w14:textId="4047F2C8" w:rsidR="005417A0" w:rsidRDefault="00A251B2" w:rsidP="005417A0">
      <w:pPr>
        <w:ind w:firstLine="709"/>
      </w:pPr>
      <w:r w:rsidRPr="000903B6">
        <w:t>В январе-</w:t>
      </w:r>
      <w:r w:rsidR="00B22115">
        <w:t>сентябре</w:t>
      </w:r>
      <w:r w:rsidRPr="000903B6">
        <w:t xml:space="preserve"> 2024 года в </w:t>
      </w:r>
      <w:proofErr w:type="spellStart"/>
      <w:r w:rsidRPr="000903B6">
        <w:t>сельхозорганизациях</w:t>
      </w:r>
      <w:proofErr w:type="spellEnd"/>
      <w:r w:rsidRPr="000903B6">
        <w:t xml:space="preserve"> надой молока на 1 корову </w:t>
      </w:r>
      <w:r w:rsidRPr="000903B6">
        <w:br/>
        <w:t xml:space="preserve">в среднем составлял </w:t>
      </w:r>
      <w:r w:rsidR="00B11891" w:rsidRPr="004A565A">
        <w:t>1367</w:t>
      </w:r>
      <w:r w:rsidRPr="000903B6">
        <w:t xml:space="preserve"> кг против </w:t>
      </w:r>
      <w:r w:rsidR="00B11891" w:rsidRPr="004A565A">
        <w:t>1664</w:t>
      </w:r>
      <w:r w:rsidRPr="000903B6">
        <w:t xml:space="preserve"> кг в январе-</w:t>
      </w:r>
      <w:r w:rsidR="00B22115">
        <w:t>сентябре</w:t>
      </w:r>
      <w:r w:rsidRPr="000903B6">
        <w:t xml:space="preserve"> 2023 года. </w:t>
      </w:r>
      <w:r w:rsidRPr="000903B6">
        <w:br/>
        <w:t xml:space="preserve">В крупных и средних </w:t>
      </w:r>
      <w:proofErr w:type="spellStart"/>
      <w:r w:rsidRPr="000903B6">
        <w:t>сельхозорганизациях</w:t>
      </w:r>
      <w:proofErr w:type="spellEnd"/>
      <w:r w:rsidRPr="000903B6">
        <w:t xml:space="preserve"> в январе-</w:t>
      </w:r>
      <w:r w:rsidR="00B22115">
        <w:t>сентябре</w:t>
      </w:r>
      <w:r w:rsidRPr="000903B6">
        <w:t xml:space="preserve"> 2024 года яйценоскость </w:t>
      </w:r>
      <w:r w:rsidRPr="000903B6">
        <w:br/>
        <w:t xml:space="preserve">на 1 курицу-несушку в среднем </w:t>
      </w:r>
      <w:r w:rsidRPr="00B11891">
        <w:t xml:space="preserve">составила </w:t>
      </w:r>
      <w:r w:rsidR="00B11891" w:rsidRPr="004A565A">
        <w:t>215 яиц против 206 шт. год назад</w:t>
      </w:r>
      <w:r w:rsidRPr="000903B6">
        <w:t>.</w:t>
      </w:r>
    </w:p>
    <w:p w14:paraId="0D50A191" w14:textId="77777777" w:rsidR="0031223F" w:rsidRPr="00890370" w:rsidRDefault="0031223F" w:rsidP="008861CE">
      <w:pPr>
        <w:pStyle w:val="2"/>
        <w:spacing w:before="480" w:after="360"/>
        <w:rPr>
          <w:sz w:val="20"/>
        </w:rPr>
      </w:pPr>
      <w:bookmarkStart w:id="34" w:name="_Toc181255905"/>
      <w:r w:rsidRPr="00890370">
        <w:rPr>
          <w:sz w:val="20"/>
        </w:rPr>
        <w:t>РЫБОЛОВСТВО</w:t>
      </w:r>
      <w:r>
        <w:rPr>
          <w:sz w:val="20"/>
        </w:rPr>
        <w:t xml:space="preserve"> И</w:t>
      </w:r>
      <w:r w:rsidRPr="00890370">
        <w:rPr>
          <w:sz w:val="20"/>
        </w:rPr>
        <w:t xml:space="preserve"> РЫБОВОДСТВО</w:t>
      </w:r>
      <w:bookmarkEnd w:id="22"/>
      <w:bookmarkEnd w:id="34"/>
    </w:p>
    <w:p w14:paraId="6952E06F" w14:textId="24F264FC" w:rsidR="00E71E41" w:rsidRPr="00765450" w:rsidRDefault="00617976" w:rsidP="00E71E41">
      <w:pPr>
        <w:ind w:firstLine="709"/>
        <w:rPr>
          <w:b/>
        </w:rPr>
      </w:pPr>
      <w:bookmarkStart w:id="35" w:name="_Toc383169415"/>
      <w:r w:rsidRPr="00AB2756">
        <w:t>Объем отгруженных товаров собственного производства, выполненных работ</w:t>
      </w:r>
      <w:r w:rsidRPr="00AB2756">
        <w:br/>
        <w:t>и услуг собственными силами по виду экономической деятельности «Рыболовство</w:t>
      </w:r>
      <w:r w:rsidRPr="00AB2756">
        <w:br/>
        <w:t>и рыбоводство»</w:t>
      </w:r>
      <w:r w:rsidR="00F632E9">
        <w:rPr>
          <w:vertAlign w:val="superscript"/>
        </w:rPr>
        <w:t>5</w:t>
      </w:r>
      <w:r w:rsidRPr="00AB2756">
        <w:rPr>
          <w:vertAlign w:val="superscript"/>
        </w:rPr>
        <w:t>)</w:t>
      </w:r>
      <w:r w:rsidRPr="00AB2756">
        <w:t xml:space="preserve"> составил </w:t>
      </w:r>
      <w:r w:rsidR="00F632E9" w:rsidRPr="00A94D6F">
        <w:t>1718,0</w:t>
      </w:r>
      <w:r w:rsidR="00F632E9">
        <w:t xml:space="preserve"> </w:t>
      </w:r>
      <w:r w:rsidRPr="00F632E9">
        <w:t xml:space="preserve">млн рублей или </w:t>
      </w:r>
      <w:r w:rsidR="00F632E9" w:rsidRPr="00F632E9">
        <w:t>111,4</w:t>
      </w:r>
      <w:r w:rsidRPr="00F632E9">
        <w:t>%</w:t>
      </w:r>
      <w:r w:rsidRPr="00AB2756">
        <w:t xml:space="preserve"> к январю-</w:t>
      </w:r>
      <w:r w:rsidR="00B22115">
        <w:t>сентябрю</w:t>
      </w:r>
      <w:r w:rsidRPr="00AB2756">
        <w:t xml:space="preserve"> 2023 года </w:t>
      </w:r>
      <w:r w:rsidRPr="00AB2756">
        <w:br/>
        <w:t xml:space="preserve">(в действующих ценах). По </w:t>
      </w:r>
      <w:r w:rsidRPr="00AB2756">
        <w:rPr>
          <w:szCs w:val="24"/>
        </w:rPr>
        <w:t xml:space="preserve">организациям, </w:t>
      </w:r>
      <w:r w:rsidRPr="00AB2756">
        <w:t xml:space="preserve">не относящимся к субъектам малого предпринимательства, объем отгруженной продукции </w:t>
      </w:r>
      <w:r w:rsidRPr="00F632E9">
        <w:t xml:space="preserve">составил </w:t>
      </w:r>
      <w:r w:rsidR="00F632E9" w:rsidRPr="00F632E9">
        <w:t xml:space="preserve">52,7 </w:t>
      </w:r>
      <w:r w:rsidRPr="00F632E9">
        <w:t>млн рублей</w:t>
      </w:r>
      <w:r w:rsidR="00765450" w:rsidRPr="00F632E9">
        <w:t>.</w:t>
      </w:r>
    </w:p>
    <w:p w14:paraId="2B78FB56" w14:textId="0D9E9D6F" w:rsidR="0031223F" w:rsidRPr="00890370" w:rsidRDefault="00F632E9" w:rsidP="00AC560B">
      <w:pPr>
        <w:spacing w:before="120"/>
        <w:ind w:left="425" w:hanging="85"/>
        <w:rPr>
          <w:b/>
          <w:sz w:val="14"/>
        </w:rPr>
      </w:pPr>
      <w:r>
        <w:rPr>
          <w:sz w:val="18"/>
          <w:szCs w:val="18"/>
          <w:vertAlign w:val="superscript"/>
        </w:rPr>
        <w:t>5</w:t>
      </w:r>
      <w:r w:rsidR="0031223F" w:rsidRPr="00890370">
        <w:rPr>
          <w:sz w:val="18"/>
          <w:szCs w:val="18"/>
          <w:vertAlign w:val="superscript"/>
        </w:rPr>
        <w:t>)</w:t>
      </w:r>
      <w:r w:rsidR="0031223F" w:rsidRPr="00890370">
        <w:rPr>
          <w:sz w:val="18"/>
          <w:szCs w:val="18"/>
        </w:rPr>
        <w:t xml:space="preserve">данные приведены по совокупности организаций, осуществляющих деятельность по виду </w:t>
      </w:r>
      <w:r w:rsidR="0031223F" w:rsidRPr="0058755C">
        <w:rPr>
          <w:sz w:val="18"/>
          <w:szCs w:val="18"/>
        </w:rPr>
        <w:t xml:space="preserve">экономической деятельности </w:t>
      </w:r>
      <w:r w:rsidR="0031223F" w:rsidRPr="00890370">
        <w:rPr>
          <w:sz w:val="18"/>
          <w:szCs w:val="18"/>
        </w:rPr>
        <w:t>«Рыболовство</w:t>
      </w:r>
      <w:r w:rsidR="0031223F">
        <w:rPr>
          <w:sz w:val="18"/>
          <w:szCs w:val="18"/>
        </w:rPr>
        <w:t xml:space="preserve"> и</w:t>
      </w:r>
      <w:r w:rsidR="0031223F" w:rsidRPr="00890370">
        <w:rPr>
          <w:sz w:val="18"/>
          <w:szCs w:val="18"/>
        </w:rPr>
        <w:t xml:space="preserve"> рыбоводство», независимо от их основного вида деятельности</w:t>
      </w:r>
    </w:p>
    <w:p w14:paraId="5B4ED321" w14:textId="34425D84" w:rsidR="0031223F" w:rsidRDefault="0031223F" w:rsidP="009A15D9">
      <w:pPr>
        <w:pStyle w:val="3"/>
        <w:spacing w:before="240" w:after="120"/>
        <w:ind w:right="0"/>
        <w:rPr>
          <w:szCs w:val="24"/>
        </w:rPr>
      </w:pPr>
      <w:bookmarkStart w:id="36" w:name="_Toc493779725"/>
      <w:bookmarkStart w:id="37" w:name="_Toc181255906"/>
      <w:r w:rsidRPr="00890370">
        <w:rPr>
          <w:szCs w:val="24"/>
        </w:rPr>
        <w:t>Основные виды продукции</w:t>
      </w:r>
      <w:bookmarkEnd w:id="35"/>
      <w:bookmarkEnd w:id="36"/>
      <w:bookmarkEnd w:id="37"/>
    </w:p>
    <w:p w14:paraId="7A067E5D" w14:textId="77777777" w:rsidR="0031223F" w:rsidRPr="00F0446B" w:rsidRDefault="0031223F" w:rsidP="0031223F">
      <w:pPr>
        <w:spacing w:after="60"/>
        <w:jc w:val="right"/>
        <w:rPr>
          <w:b/>
          <w:sz w:val="20"/>
        </w:rPr>
      </w:pPr>
      <w:r w:rsidRPr="00F0446B">
        <w:rPr>
          <w:b/>
          <w:sz w:val="20"/>
        </w:rPr>
        <w:t>тонн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5"/>
        <w:gridCol w:w="1134"/>
        <w:gridCol w:w="1134"/>
        <w:gridCol w:w="1134"/>
        <w:gridCol w:w="1134"/>
      </w:tblGrid>
      <w:tr w:rsidR="00617976" w:rsidRPr="00F20B5B" w14:paraId="7F4432DC" w14:textId="77777777" w:rsidTr="00617976">
        <w:trPr>
          <w:trHeight w:val="283"/>
          <w:jc w:val="center"/>
        </w:trPr>
        <w:tc>
          <w:tcPr>
            <w:tcW w:w="4535" w:type="dxa"/>
            <w:vMerge w:val="restart"/>
            <w:vAlign w:val="bottom"/>
          </w:tcPr>
          <w:p w14:paraId="662AACC5" w14:textId="77777777" w:rsidR="00617976" w:rsidRDefault="00617976" w:rsidP="00617976">
            <w:pPr>
              <w:jc w:val="left"/>
              <w:rPr>
                <w:b/>
                <w:sz w:val="20"/>
              </w:rPr>
            </w:pPr>
            <w:bookmarkStart w:id="38" w:name="_Toc436038872"/>
            <w:bookmarkStart w:id="39" w:name="_Toc493779726"/>
            <w:bookmarkStart w:id="40" w:name="_Toc391275265"/>
            <w:bookmarkStart w:id="41" w:name="_Toc436038882"/>
            <w:bookmarkEnd w:id="8"/>
            <w:bookmarkEnd w:id="9"/>
            <w:bookmarkEnd w:id="10"/>
          </w:p>
        </w:tc>
        <w:tc>
          <w:tcPr>
            <w:tcW w:w="1134" w:type="dxa"/>
            <w:vMerge w:val="restart"/>
            <w:vAlign w:val="center"/>
          </w:tcPr>
          <w:p w14:paraId="0E32EC7E" w14:textId="339C0123" w:rsidR="00617976" w:rsidRPr="003343C5" w:rsidRDefault="00162EDB" w:rsidP="00617976">
            <w:pPr>
              <w:ind w:left="-113" w:right="-113"/>
              <w:jc w:val="center"/>
              <w:rPr>
                <w:b/>
                <w:bCs/>
                <w:color w:val="000000"/>
                <w:sz w:val="20"/>
              </w:rPr>
            </w:pPr>
            <w:r w:rsidRPr="003343C5">
              <w:rPr>
                <w:b/>
                <w:sz w:val="20"/>
              </w:rPr>
              <w:t>Январь-</w:t>
            </w:r>
            <w:r w:rsidRPr="003343C5">
              <w:rPr>
                <w:b/>
                <w:sz w:val="20"/>
              </w:rPr>
              <w:br/>
            </w:r>
            <w:r w:rsidR="00B22115">
              <w:rPr>
                <w:b/>
                <w:sz w:val="20"/>
              </w:rPr>
              <w:t>сентябрь</w:t>
            </w:r>
            <w:r w:rsidR="00617976" w:rsidRPr="003343C5">
              <w:rPr>
                <w:b/>
                <w:sz w:val="20"/>
              </w:rPr>
              <w:t xml:space="preserve"> </w:t>
            </w:r>
            <w:r w:rsidR="00617976" w:rsidRPr="003343C5">
              <w:rPr>
                <w:b/>
                <w:sz w:val="20"/>
              </w:rPr>
              <w:br/>
              <w:t>2024</w:t>
            </w:r>
          </w:p>
        </w:tc>
        <w:tc>
          <w:tcPr>
            <w:tcW w:w="1134" w:type="dxa"/>
            <w:vMerge w:val="restart"/>
            <w:vAlign w:val="center"/>
          </w:tcPr>
          <w:p w14:paraId="52A758F7" w14:textId="044D29C9" w:rsidR="00617976" w:rsidRPr="003343C5" w:rsidRDefault="00162EDB" w:rsidP="00617976">
            <w:pPr>
              <w:ind w:left="-57" w:right="-57"/>
              <w:jc w:val="center"/>
              <w:rPr>
                <w:b/>
                <w:sz w:val="20"/>
              </w:rPr>
            </w:pPr>
            <w:proofErr w:type="gramStart"/>
            <w:r w:rsidRPr="003343C5">
              <w:rPr>
                <w:b/>
                <w:sz w:val="20"/>
              </w:rPr>
              <w:t>В  %</w:t>
            </w:r>
            <w:proofErr w:type="gramEnd"/>
            <w:r w:rsidRPr="003343C5">
              <w:rPr>
                <w:b/>
                <w:sz w:val="20"/>
              </w:rPr>
              <w:t xml:space="preserve">  к</w:t>
            </w:r>
            <w:r w:rsidRPr="003343C5">
              <w:rPr>
                <w:b/>
                <w:sz w:val="20"/>
              </w:rPr>
              <w:br/>
              <w:t>январю-</w:t>
            </w:r>
            <w:r w:rsidR="00B22115">
              <w:rPr>
                <w:b/>
                <w:sz w:val="20"/>
              </w:rPr>
              <w:t>сентябрю</w:t>
            </w:r>
            <w:r w:rsidR="00617976" w:rsidRPr="003343C5">
              <w:rPr>
                <w:b/>
                <w:sz w:val="20"/>
              </w:rPr>
              <w:br/>
              <w:t>2023</w:t>
            </w:r>
          </w:p>
        </w:tc>
        <w:tc>
          <w:tcPr>
            <w:tcW w:w="2268" w:type="dxa"/>
            <w:gridSpan w:val="2"/>
            <w:vAlign w:val="center"/>
          </w:tcPr>
          <w:p w14:paraId="790CE899" w14:textId="24BBDDC5" w:rsidR="00617976" w:rsidRPr="003343C5" w:rsidRDefault="00B22115" w:rsidP="00617976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617976" w:rsidRPr="003343C5">
              <w:rPr>
                <w:b/>
                <w:sz w:val="20"/>
              </w:rPr>
              <w:br/>
              <w:t>2024</w:t>
            </w:r>
            <w:r w:rsidR="00617976" w:rsidRPr="003343C5">
              <w:rPr>
                <w:b/>
                <w:sz w:val="20"/>
              </w:rPr>
              <w:br/>
            </w:r>
            <w:proofErr w:type="gramStart"/>
            <w:r w:rsidR="00617976" w:rsidRPr="003343C5">
              <w:rPr>
                <w:b/>
                <w:sz w:val="20"/>
              </w:rPr>
              <w:t>в  %</w:t>
            </w:r>
            <w:proofErr w:type="gramEnd"/>
            <w:r w:rsidR="00617976" w:rsidRPr="003343C5">
              <w:rPr>
                <w:b/>
                <w:sz w:val="20"/>
              </w:rPr>
              <w:t xml:space="preserve">  к</w:t>
            </w:r>
          </w:p>
        </w:tc>
      </w:tr>
      <w:tr w:rsidR="00617976" w:rsidRPr="00F20B5B" w14:paraId="6C607A6C" w14:textId="77777777" w:rsidTr="00617976">
        <w:trPr>
          <w:trHeight w:val="283"/>
          <w:jc w:val="center"/>
        </w:trPr>
        <w:tc>
          <w:tcPr>
            <w:tcW w:w="4535" w:type="dxa"/>
            <w:vMerge/>
            <w:vAlign w:val="bottom"/>
          </w:tcPr>
          <w:p w14:paraId="766016BB" w14:textId="77777777" w:rsidR="00617976" w:rsidRPr="00F20B5B" w:rsidRDefault="00617976" w:rsidP="00617976">
            <w:pPr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F550B07" w14:textId="77777777" w:rsidR="00617976" w:rsidRPr="003343C5" w:rsidRDefault="00617976" w:rsidP="00617976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</w:tcPr>
          <w:p w14:paraId="5C94F890" w14:textId="77777777" w:rsidR="00617976" w:rsidRPr="003343C5" w:rsidRDefault="00617976" w:rsidP="00617976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5A10912A" w14:textId="61FBFF10" w:rsidR="00617976" w:rsidRPr="003343C5" w:rsidRDefault="00B22115" w:rsidP="00617976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617976" w:rsidRPr="003343C5">
              <w:rPr>
                <w:b/>
                <w:sz w:val="20"/>
              </w:rPr>
              <w:br/>
              <w:t>2023</w:t>
            </w:r>
          </w:p>
        </w:tc>
        <w:tc>
          <w:tcPr>
            <w:tcW w:w="1134" w:type="dxa"/>
            <w:vAlign w:val="center"/>
          </w:tcPr>
          <w:p w14:paraId="489DE4D4" w14:textId="4C41EB5B" w:rsidR="00617976" w:rsidRPr="003343C5" w:rsidRDefault="00B22115" w:rsidP="00617976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617976" w:rsidRPr="003343C5">
              <w:rPr>
                <w:b/>
                <w:sz w:val="20"/>
              </w:rPr>
              <w:br/>
              <w:t>2024</w:t>
            </w:r>
          </w:p>
        </w:tc>
      </w:tr>
      <w:tr w:rsidR="00AB2756" w:rsidRPr="00F20B5B" w14:paraId="194271C5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2AD63877" w14:textId="7C5C7AC7" w:rsidR="00AB2756" w:rsidRPr="00F20B5B" w:rsidRDefault="00AB2756" w:rsidP="00AB2756">
            <w:pPr>
              <w:jc w:val="left"/>
              <w:rPr>
                <w:b/>
                <w:sz w:val="20"/>
              </w:rPr>
            </w:pPr>
            <w:r w:rsidRPr="002A5F4C">
              <w:rPr>
                <w:b/>
                <w:sz w:val="20"/>
              </w:rPr>
              <w:t>Рыба морская живая, не являющаяся продукцией рыбоводства</w:t>
            </w:r>
          </w:p>
        </w:tc>
        <w:tc>
          <w:tcPr>
            <w:tcW w:w="1134" w:type="dxa"/>
            <w:vAlign w:val="bottom"/>
          </w:tcPr>
          <w:p w14:paraId="7740ECC4" w14:textId="5237B8F8" w:rsidR="00AB2756" w:rsidRPr="00F632E9" w:rsidRDefault="00AB2756" w:rsidP="00AB2756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F632E9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10C81C9C" w14:textId="3EBFF58F" w:rsidR="00AB2756" w:rsidRPr="00F632E9" w:rsidRDefault="00AB2756" w:rsidP="00020E6E">
            <w:pPr>
              <w:ind w:right="266"/>
              <w:jc w:val="right"/>
              <w:rPr>
                <w:b/>
                <w:bCs/>
                <w:color w:val="000000"/>
                <w:sz w:val="20"/>
              </w:rPr>
            </w:pPr>
            <w:r w:rsidRPr="00F632E9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67FE3475" w14:textId="653C4544" w:rsidR="00AB2756" w:rsidRPr="00F632E9" w:rsidRDefault="00AB2756" w:rsidP="00020E6E">
            <w:pPr>
              <w:ind w:right="266"/>
              <w:jc w:val="right"/>
              <w:rPr>
                <w:b/>
                <w:bCs/>
                <w:color w:val="000000"/>
                <w:sz w:val="20"/>
              </w:rPr>
            </w:pPr>
            <w:r w:rsidRPr="00F632E9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1E2F57A7" w14:textId="543A2522" w:rsidR="00AB2756" w:rsidRPr="00F632E9" w:rsidRDefault="00AB2756" w:rsidP="001329BA">
            <w:pPr>
              <w:ind w:right="266"/>
              <w:jc w:val="right"/>
              <w:rPr>
                <w:b/>
                <w:bCs/>
                <w:color w:val="000000"/>
                <w:sz w:val="20"/>
              </w:rPr>
            </w:pPr>
            <w:r w:rsidRPr="00F632E9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F632E9" w:rsidRPr="00F20B5B" w14:paraId="6427D699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4C45602B" w14:textId="77777777" w:rsidR="00F632E9" w:rsidRPr="00F20B5B" w:rsidRDefault="00F632E9" w:rsidP="00F632E9">
            <w:pPr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 xml:space="preserve">Рыба морская свежая или охлажденная, </w:t>
            </w:r>
            <w:r w:rsidRPr="00F20B5B">
              <w:rPr>
                <w:b/>
                <w:sz w:val="20"/>
              </w:rPr>
              <w:br/>
              <w:t>не являющаяся продукцией рыбоводства</w:t>
            </w:r>
          </w:p>
        </w:tc>
        <w:tc>
          <w:tcPr>
            <w:tcW w:w="1134" w:type="dxa"/>
            <w:vAlign w:val="bottom"/>
          </w:tcPr>
          <w:p w14:paraId="1C8730DC" w14:textId="6300AD9C" w:rsidR="00F632E9" w:rsidRPr="00B22115" w:rsidRDefault="00F632E9" w:rsidP="00F632E9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096A163B" w14:textId="2BA6DAE5" w:rsidR="00F632E9" w:rsidRPr="00B22115" w:rsidRDefault="00F632E9" w:rsidP="00F632E9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в 29,0р.</w:t>
            </w:r>
          </w:p>
        </w:tc>
        <w:tc>
          <w:tcPr>
            <w:tcW w:w="1134" w:type="dxa"/>
            <w:vAlign w:val="bottom"/>
          </w:tcPr>
          <w:p w14:paraId="45E392A6" w14:textId="12CB7884" w:rsidR="00F632E9" w:rsidRPr="00B22115" w:rsidRDefault="00F632E9" w:rsidP="00F632E9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в 13,5р.</w:t>
            </w:r>
          </w:p>
        </w:tc>
        <w:tc>
          <w:tcPr>
            <w:tcW w:w="1134" w:type="dxa"/>
            <w:vAlign w:val="bottom"/>
          </w:tcPr>
          <w:p w14:paraId="467DD381" w14:textId="4D454970" w:rsidR="00F632E9" w:rsidRPr="00B22115" w:rsidRDefault="00F632E9" w:rsidP="001329BA">
            <w:pPr>
              <w:ind w:right="266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F632E9" w:rsidRPr="00F20B5B" w14:paraId="1048A0FA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6760AA82" w14:textId="77777777" w:rsidR="00F632E9" w:rsidRPr="00F20B5B" w:rsidRDefault="00F632E9" w:rsidP="00F632E9">
            <w:pPr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>Рыба пресноводная живая,</w:t>
            </w:r>
            <w:r w:rsidRPr="00F20B5B">
              <w:rPr>
                <w:b/>
                <w:sz w:val="20"/>
              </w:rPr>
              <w:br/>
              <w:t>не являющаяся продукцией рыбоводства</w:t>
            </w:r>
          </w:p>
        </w:tc>
        <w:tc>
          <w:tcPr>
            <w:tcW w:w="1134" w:type="dxa"/>
            <w:vAlign w:val="bottom"/>
          </w:tcPr>
          <w:p w14:paraId="027A31E5" w14:textId="24DD3079" w:rsidR="00F632E9" w:rsidRPr="00B22115" w:rsidRDefault="00F632E9" w:rsidP="00F632E9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24D8CA8D" w14:textId="1CA6C456" w:rsidR="00F632E9" w:rsidRPr="00B22115" w:rsidRDefault="00F632E9" w:rsidP="00F632E9">
            <w:pPr>
              <w:ind w:right="266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98,1</w:t>
            </w:r>
          </w:p>
        </w:tc>
        <w:tc>
          <w:tcPr>
            <w:tcW w:w="1134" w:type="dxa"/>
            <w:vAlign w:val="bottom"/>
          </w:tcPr>
          <w:p w14:paraId="2BDF4B15" w14:textId="1AF3F427" w:rsidR="00F632E9" w:rsidRPr="00B22115" w:rsidRDefault="00F632E9" w:rsidP="00020E6E">
            <w:pPr>
              <w:ind w:right="266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30503687" w14:textId="066B6DFE" w:rsidR="00F632E9" w:rsidRPr="00B22115" w:rsidRDefault="00F632E9" w:rsidP="001329BA">
            <w:pPr>
              <w:ind w:right="266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F632E9" w:rsidRPr="00F20B5B" w14:paraId="734EBB79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4D5458AF" w14:textId="77777777" w:rsidR="00F632E9" w:rsidRPr="00F20B5B" w:rsidRDefault="00F632E9" w:rsidP="00F632E9">
            <w:pPr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lastRenderedPageBreak/>
              <w:t>Рыба пресноводная свежая или охлажденная,</w:t>
            </w:r>
            <w:r w:rsidRPr="00F20B5B">
              <w:rPr>
                <w:b/>
                <w:sz w:val="20"/>
              </w:rPr>
              <w:br/>
              <w:t>не являющаяся продукцией рыбоводства</w:t>
            </w:r>
          </w:p>
        </w:tc>
        <w:tc>
          <w:tcPr>
            <w:tcW w:w="1134" w:type="dxa"/>
            <w:vAlign w:val="bottom"/>
          </w:tcPr>
          <w:p w14:paraId="37DAFE74" w14:textId="25572E93" w:rsidR="00F632E9" w:rsidRPr="00B22115" w:rsidRDefault="00F632E9" w:rsidP="00F632E9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6760698D" w14:textId="22E1CA99" w:rsidR="00F632E9" w:rsidRPr="00B22115" w:rsidRDefault="00F632E9" w:rsidP="00F632E9">
            <w:pPr>
              <w:ind w:right="266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77,9</w:t>
            </w:r>
          </w:p>
        </w:tc>
        <w:tc>
          <w:tcPr>
            <w:tcW w:w="1134" w:type="dxa"/>
            <w:vAlign w:val="bottom"/>
          </w:tcPr>
          <w:p w14:paraId="78BE3603" w14:textId="0CE5A166" w:rsidR="00F632E9" w:rsidRPr="00B22115" w:rsidRDefault="00F632E9" w:rsidP="00020E6E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121,9</w:t>
            </w:r>
          </w:p>
        </w:tc>
        <w:tc>
          <w:tcPr>
            <w:tcW w:w="1134" w:type="dxa"/>
            <w:vAlign w:val="bottom"/>
          </w:tcPr>
          <w:p w14:paraId="342B1198" w14:textId="652C4D6F" w:rsidR="00F632E9" w:rsidRPr="00B22115" w:rsidRDefault="00F632E9" w:rsidP="00020E6E">
            <w:pPr>
              <w:ind w:right="85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в 729,7р.</w:t>
            </w:r>
          </w:p>
        </w:tc>
      </w:tr>
      <w:tr w:rsidR="00F632E9" w:rsidRPr="00F20B5B" w14:paraId="48E3EE83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2E7B0732" w14:textId="77777777" w:rsidR="00F632E9" w:rsidRPr="00F20B5B" w:rsidRDefault="00F632E9" w:rsidP="00F632E9">
            <w:pPr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>Рыба морская свежая или охлажденная, являющаяся продукцией рыбоводства</w:t>
            </w:r>
          </w:p>
        </w:tc>
        <w:tc>
          <w:tcPr>
            <w:tcW w:w="1134" w:type="dxa"/>
            <w:vAlign w:val="bottom"/>
          </w:tcPr>
          <w:p w14:paraId="40CFD4EB" w14:textId="71C36506" w:rsidR="00F632E9" w:rsidRPr="00B22115" w:rsidRDefault="00F632E9" w:rsidP="00F632E9">
            <w:pPr>
              <w:ind w:right="170"/>
              <w:jc w:val="right"/>
              <w:rPr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124,5</w:t>
            </w:r>
          </w:p>
        </w:tc>
        <w:tc>
          <w:tcPr>
            <w:tcW w:w="1134" w:type="dxa"/>
            <w:vAlign w:val="bottom"/>
          </w:tcPr>
          <w:p w14:paraId="0028075A" w14:textId="6CB4EE74" w:rsidR="00F632E9" w:rsidRPr="00B22115" w:rsidRDefault="00F632E9" w:rsidP="00F632E9">
            <w:pPr>
              <w:ind w:right="283"/>
              <w:jc w:val="right"/>
              <w:rPr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1AAEC238" w14:textId="72EB2DF6" w:rsidR="00F632E9" w:rsidRPr="00B22115" w:rsidRDefault="00F632E9" w:rsidP="00020E6E">
            <w:pPr>
              <w:ind w:right="266"/>
              <w:jc w:val="right"/>
              <w:rPr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3D5D8C80" w14:textId="4E74ED3D" w:rsidR="00F632E9" w:rsidRPr="00B22115" w:rsidRDefault="00F632E9" w:rsidP="001329BA">
            <w:pPr>
              <w:ind w:right="266"/>
              <w:jc w:val="right"/>
              <w:rPr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F632E9" w:rsidRPr="00F20B5B" w14:paraId="05C11AD8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6B41E5BD" w14:textId="77777777" w:rsidR="00F632E9" w:rsidRPr="00F20B5B" w:rsidRDefault="00F632E9" w:rsidP="00F632E9">
            <w:pPr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>Рыба пресноводная живая,</w:t>
            </w:r>
            <w:r w:rsidRPr="00F20B5B">
              <w:rPr>
                <w:b/>
                <w:sz w:val="20"/>
              </w:rPr>
              <w:br/>
              <w:t>являющаяся продукцией рыбоводства</w:t>
            </w:r>
          </w:p>
        </w:tc>
        <w:tc>
          <w:tcPr>
            <w:tcW w:w="1134" w:type="dxa"/>
            <w:vAlign w:val="bottom"/>
          </w:tcPr>
          <w:p w14:paraId="5A176ECE" w14:textId="7462D9BB" w:rsidR="00F632E9" w:rsidRPr="00B22115" w:rsidRDefault="00F632E9" w:rsidP="00F632E9">
            <w:pPr>
              <w:ind w:right="170"/>
              <w:jc w:val="right"/>
              <w:rPr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870,5</w:t>
            </w:r>
          </w:p>
        </w:tc>
        <w:tc>
          <w:tcPr>
            <w:tcW w:w="1134" w:type="dxa"/>
            <w:vAlign w:val="bottom"/>
          </w:tcPr>
          <w:p w14:paraId="5002CB72" w14:textId="51C2EA11" w:rsidR="00F632E9" w:rsidRPr="00B22115" w:rsidRDefault="00F632E9" w:rsidP="00F632E9">
            <w:pPr>
              <w:ind w:right="266"/>
              <w:jc w:val="right"/>
              <w:rPr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94,9</w:t>
            </w:r>
          </w:p>
        </w:tc>
        <w:tc>
          <w:tcPr>
            <w:tcW w:w="1134" w:type="dxa"/>
            <w:vAlign w:val="bottom"/>
          </w:tcPr>
          <w:p w14:paraId="1643C2DC" w14:textId="6775948C" w:rsidR="00F632E9" w:rsidRPr="00B22115" w:rsidRDefault="00F632E9" w:rsidP="00020E6E">
            <w:pPr>
              <w:ind w:right="283"/>
              <w:jc w:val="right"/>
              <w:rPr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59,0</w:t>
            </w:r>
          </w:p>
        </w:tc>
        <w:tc>
          <w:tcPr>
            <w:tcW w:w="1134" w:type="dxa"/>
            <w:vAlign w:val="bottom"/>
          </w:tcPr>
          <w:p w14:paraId="409741B9" w14:textId="7278F172" w:rsidR="00F632E9" w:rsidRPr="00B22115" w:rsidRDefault="00F632E9" w:rsidP="00020E6E">
            <w:pPr>
              <w:ind w:right="85"/>
              <w:jc w:val="right"/>
              <w:rPr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в 3,5р.</w:t>
            </w:r>
          </w:p>
        </w:tc>
      </w:tr>
      <w:tr w:rsidR="00F632E9" w:rsidRPr="00D94FC9" w14:paraId="29060DB5" w14:textId="77777777" w:rsidTr="00617976">
        <w:trPr>
          <w:trHeight w:val="227"/>
          <w:jc w:val="center"/>
        </w:trPr>
        <w:tc>
          <w:tcPr>
            <w:tcW w:w="4535" w:type="dxa"/>
            <w:vAlign w:val="bottom"/>
          </w:tcPr>
          <w:p w14:paraId="5C2F92A1" w14:textId="77777777" w:rsidR="00F632E9" w:rsidRPr="00F20B5B" w:rsidRDefault="00F632E9" w:rsidP="00F632E9">
            <w:pPr>
              <w:jc w:val="left"/>
              <w:rPr>
                <w:b/>
                <w:sz w:val="20"/>
              </w:rPr>
            </w:pPr>
            <w:r w:rsidRPr="00F20B5B">
              <w:rPr>
                <w:b/>
                <w:sz w:val="20"/>
              </w:rPr>
              <w:t>Рыба свежая или охлажденная, пресноводная,</w:t>
            </w:r>
            <w:r w:rsidRPr="00F20B5B">
              <w:rPr>
                <w:b/>
                <w:sz w:val="20"/>
              </w:rPr>
              <w:br/>
              <w:t>являющаяся продукцией рыбоводства</w:t>
            </w:r>
          </w:p>
        </w:tc>
        <w:tc>
          <w:tcPr>
            <w:tcW w:w="1134" w:type="dxa"/>
            <w:vAlign w:val="bottom"/>
          </w:tcPr>
          <w:p w14:paraId="2819133D" w14:textId="640450BC" w:rsidR="00F632E9" w:rsidRPr="00B22115" w:rsidRDefault="00F632E9" w:rsidP="00F632E9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1480,4</w:t>
            </w:r>
          </w:p>
        </w:tc>
        <w:tc>
          <w:tcPr>
            <w:tcW w:w="1134" w:type="dxa"/>
            <w:vAlign w:val="bottom"/>
          </w:tcPr>
          <w:p w14:paraId="6503E273" w14:textId="7A078394" w:rsidR="00F632E9" w:rsidRPr="00B22115" w:rsidRDefault="00F632E9" w:rsidP="00F632E9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61134711" w14:textId="44FFB566" w:rsidR="00F632E9" w:rsidRPr="00B22115" w:rsidRDefault="00F632E9" w:rsidP="00020E6E">
            <w:pPr>
              <w:ind w:right="266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3B9A4998" w14:textId="2346A971" w:rsidR="00F632E9" w:rsidRPr="00B22115" w:rsidRDefault="00F632E9" w:rsidP="001329BA">
            <w:pPr>
              <w:ind w:right="266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94D6F">
              <w:rPr>
                <w:b/>
                <w:bCs/>
                <w:color w:val="000000"/>
                <w:sz w:val="20"/>
              </w:rPr>
              <w:t>…</w:t>
            </w:r>
          </w:p>
        </w:tc>
      </w:tr>
    </w:tbl>
    <w:p w14:paraId="6848A926" w14:textId="04F72786" w:rsidR="0031223F" w:rsidRPr="002760B1" w:rsidRDefault="0031223F" w:rsidP="006E12FB">
      <w:pPr>
        <w:pStyle w:val="2"/>
        <w:spacing w:before="600" w:after="360"/>
        <w:rPr>
          <w:sz w:val="20"/>
        </w:rPr>
      </w:pPr>
      <w:bookmarkStart w:id="42" w:name="_Toc181255907"/>
      <w:bookmarkStart w:id="43" w:name="_Hlk173412964"/>
      <w:bookmarkEnd w:id="33"/>
      <w:r w:rsidRPr="002760B1">
        <w:rPr>
          <w:sz w:val="20"/>
        </w:rPr>
        <w:t>СТРОИТЕЛЬСТВО</w:t>
      </w:r>
      <w:bookmarkEnd w:id="38"/>
      <w:bookmarkEnd w:id="39"/>
      <w:bookmarkEnd w:id="42"/>
    </w:p>
    <w:p w14:paraId="468E1330" w14:textId="1FBF3E8F" w:rsidR="0031223F" w:rsidRPr="00471EEB" w:rsidRDefault="0031223F" w:rsidP="002C0FB2">
      <w:pPr>
        <w:pStyle w:val="3"/>
        <w:ind w:right="0" w:firstLine="709"/>
        <w:jc w:val="both"/>
        <w:rPr>
          <w:b w:val="0"/>
        </w:rPr>
      </w:pPr>
      <w:bookmarkStart w:id="44" w:name="_Toc436038873"/>
      <w:bookmarkStart w:id="45" w:name="_Toc493779727"/>
      <w:bookmarkStart w:id="46" w:name="_Toc181255908"/>
      <w:r w:rsidRPr="003343C5">
        <w:rPr>
          <w:szCs w:val="24"/>
        </w:rPr>
        <w:t>Строительная деятельность.</w:t>
      </w:r>
      <w:r w:rsidRPr="003343C5">
        <w:rPr>
          <w:b w:val="0"/>
          <w:szCs w:val="24"/>
        </w:rPr>
        <w:t xml:space="preserve"> </w:t>
      </w:r>
      <w:r w:rsidR="00617976" w:rsidRPr="003343C5">
        <w:rPr>
          <w:b w:val="0"/>
          <w:szCs w:val="24"/>
        </w:rPr>
        <w:t>Объем работ, выполненных по виду экономической деятельности</w:t>
      </w:r>
      <w:r w:rsidR="00162EDB" w:rsidRPr="003343C5">
        <w:rPr>
          <w:b w:val="0"/>
          <w:szCs w:val="24"/>
        </w:rPr>
        <w:t xml:space="preserve"> «Строительство», в январе-</w:t>
      </w:r>
      <w:r w:rsidR="0010109E">
        <w:rPr>
          <w:b w:val="0"/>
          <w:szCs w:val="24"/>
        </w:rPr>
        <w:t>сентябре</w:t>
      </w:r>
      <w:r w:rsidR="00617976" w:rsidRPr="003343C5">
        <w:rPr>
          <w:b w:val="0"/>
          <w:szCs w:val="24"/>
        </w:rPr>
        <w:t xml:space="preserve"> 2024 года составил</w:t>
      </w:r>
      <w:r w:rsidR="00617976" w:rsidRPr="003343C5">
        <w:rPr>
          <w:b w:val="0"/>
          <w:szCs w:val="24"/>
        </w:rPr>
        <w:br/>
      </w:r>
      <w:r w:rsidR="00E239CE" w:rsidRPr="00E77071">
        <w:rPr>
          <w:b w:val="0"/>
          <w:szCs w:val="24"/>
        </w:rPr>
        <w:t>2</w:t>
      </w:r>
      <w:r w:rsidR="00E77071" w:rsidRPr="00E77071">
        <w:rPr>
          <w:b w:val="0"/>
          <w:szCs w:val="24"/>
        </w:rPr>
        <w:t>9842,0</w:t>
      </w:r>
      <w:r w:rsidR="00E239CE" w:rsidRPr="00E77071">
        <w:rPr>
          <w:b w:val="0"/>
          <w:szCs w:val="24"/>
        </w:rPr>
        <w:t xml:space="preserve"> </w:t>
      </w:r>
      <w:r w:rsidR="00617976" w:rsidRPr="00E77071">
        <w:rPr>
          <w:b w:val="0"/>
          <w:szCs w:val="24"/>
        </w:rPr>
        <w:t xml:space="preserve">млн рублей или </w:t>
      </w:r>
      <w:r w:rsidR="00E239CE" w:rsidRPr="00E77071">
        <w:rPr>
          <w:b w:val="0"/>
          <w:szCs w:val="24"/>
        </w:rPr>
        <w:t>1</w:t>
      </w:r>
      <w:r w:rsidR="00E77071" w:rsidRPr="00E77071">
        <w:rPr>
          <w:b w:val="0"/>
          <w:szCs w:val="24"/>
        </w:rPr>
        <w:t>38</w:t>
      </w:r>
      <w:r w:rsidR="00E239CE" w:rsidRPr="00E77071">
        <w:rPr>
          <w:b w:val="0"/>
          <w:szCs w:val="24"/>
        </w:rPr>
        <w:t>,</w:t>
      </w:r>
      <w:r w:rsidR="00E77071" w:rsidRPr="00E77071">
        <w:rPr>
          <w:b w:val="0"/>
          <w:szCs w:val="24"/>
        </w:rPr>
        <w:t>3</w:t>
      </w:r>
      <w:r w:rsidR="00617976" w:rsidRPr="00E77071">
        <w:rPr>
          <w:b w:val="0"/>
          <w:szCs w:val="24"/>
        </w:rPr>
        <w:t>%</w:t>
      </w:r>
      <w:r w:rsidR="00617976" w:rsidRPr="003343C5">
        <w:rPr>
          <w:b w:val="0"/>
          <w:szCs w:val="24"/>
        </w:rPr>
        <w:t xml:space="preserve"> (в сопоставимых ценах) </w:t>
      </w:r>
      <w:r w:rsidR="004C2F24" w:rsidRPr="003343C5">
        <w:rPr>
          <w:b w:val="0"/>
          <w:szCs w:val="24"/>
        </w:rPr>
        <w:t>к</w:t>
      </w:r>
      <w:r w:rsidR="00617976" w:rsidRPr="003343C5">
        <w:rPr>
          <w:b w:val="0"/>
          <w:szCs w:val="24"/>
        </w:rPr>
        <w:t xml:space="preserve"> уровн</w:t>
      </w:r>
      <w:r w:rsidR="004C2F24" w:rsidRPr="003343C5">
        <w:rPr>
          <w:b w:val="0"/>
          <w:szCs w:val="24"/>
        </w:rPr>
        <w:t>ю</w:t>
      </w:r>
      <w:r w:rsidR="00617976" w:rsidRPr="003343C5">
        <w:rPr>
          <w:b w:val="0"/>
          <w:szCs w:val="24"/>
        </w:rPr>
        <w:t xml:space="preserve"> соответствующего периода предыдущего года</w:t>
      </w:r>
      <w:r w:rsidRPr="003343C5">
        <w:rPr>
          <w:b w:val="0"/>
          <w:szCs w:val="24"/>
        </w:rPr>
        <w:t>.</w:t>
      </w:r>
      <w:bookmarkEnd w:id="44"/>
      <w:bookmarkEnd w:id="45"/>
      <w:bookmarkEnd w:id="46"/>
    </w:p>
    <w:p w14:paraId="5382DFFE" w14:textId="77777777" w:rsidR="0031223F" w:rsidRPr="009152DB" w:rsidRDefault="0031223F" w:rsidP="006E12FB">
      <w:pPr>
        <w:pStyle w:val="3"/>
        <w:spacing w:before="360" w:after="360"/>
        <w:ind w:right="0"/>
        <w:rPr>
          <w:szCs w:val="24"/>
          <w:vertAlign w:val="superscript"/>
        </w:rPr>
      </w:pPr>
      <w:bookmarkStart w:id="47" w:name="_Toc436038874"/>
      <w:bookmarkStart w:id="48" w:name="_Toc493779728"/>
      <w:bookmarkStart w:id="49" w:name="_Toc181255909"/>
      <w:r w:rsidRPr="00471EEB">
        <w:rPr>
          <w:szCs w:val="24"/>
        </w:rPr>
        <w:t>Динамика объема работ,</w:t>
      </w:r>
      <w:r w:rsidRPr="00134AE7">
        <w:rPr>
          <w:szCs w:val="24"/>
        </w:rPr>
        <w:t xml:space="preserve"> </w:t>
      </w:r>
      <w:r w:rsidR="005C40BF">
        <w:rPr>
          <w:szCs w:val="24"/>
        </w:rPr>
        <w:br/>
      </w:r>
      <w:r w:rsidRPr="00134AE7">
        <w:rPr>
          <w:szCs w:val="24"/>
        </w:rPr>
        <w:t>выполненных</w:t>
      </w:r>
      <w:r w:rsidR="005C40BF">
        <w:rPr>
          <w:szCs w:val="24"/>
        </w:rPr>
        <w:t xml:space="preserve"> </w:t>
      </w:r>
      <w:r w:rsidRPr="00134AE7">
        <w:rPr>
          <w:szCs w:val="24"/>
        </w:rPr>
        <w:t>по виду экономической деятельности «Строительство»</w:t>
      </w:r>
      <w:bookmarkEnd w:id="47"/>
      <w:bookmarkEnd w:id="48"/>
      <w:bookmarkEnd w:id="49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1701"/>
        <w:gridCol w:w="1701"/>
      </w:tblGrid>
      <w:tr w:rsidR="00617976" w:rsidRPr="00116CBC" w14:paraId="40C965A1" w14:textId="77777777" w:rsidTr="00617976">
        <w:trPr>
          <w:trHeight w:val="283"/>
          <w:jc w:val="center"/>
        </w:trPr>
        <w:tc>
          <w:tcPr>
            <w:tcW w:w="3969" w:type="dxa"/>
            <w:vMerge w:val="restart"/>
            <w:vAlign w:val="center"/>
          </w:tcPr>
          <w:p w14:paraId="5ED7FF05" w14:textId="77777777" w:rsidR="00617976" w:rsidRPr="00116CBC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14:paraId="1F5F444D" w14:textId="77777777" w:rsidR="00617976" w:rsidRPr="00116CBC" w:rsidRDefault="00617976" w:rsidP="00617976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Млн</w:t>
            </w:r>
            <w:r>
              <w:rPr>
                <w:b/>
                <w:sz w:val="20"/>
              </w:rPr>
              <w:br/>
            </w:r>
            <w:r w:rsidRPr="00116CBC">
              <w:rPr>
                <w:b/>
                <w:sz w:val="20"/>
              </w:rPr>
              <w:t>рублей</w:t>
            </w:r>
          </w:p>
        </w:tc>
        <w:tc>
          <w:tcPr>
            <w:tcW w:w="3402" w:type="dxa"/>
            <w:gridSpan w:val="2"/>
            <w:vAlign w:val="center"/>
          </w:tcPr>
          <w:p w14:paraId="24CBFD84" w14:textId="77777777" w:rsidR="00617976" w:rsidRPr="00116CBC" w:rsidRDefault="00617976" w:rsidP="00617976">
            <w:pPr>
              <w:jc w:val="center"/>
              <w:rPr>
                <w:b/>
                <w:sz w:val="20"/>
              </w:rPr>
            </w:pPr>
            <w:proofErr w:type="gramStart"/>
            <w:r w:rsidRPr="00116CBC">
              <w:rPr>
                <w:b/>
                <w:sz w:val="20"/>
              </w:rPr>
              <w:t xml:space="preserve">В </w:t>
            </w:r>
            <w:r>
              <w:rPr>
                <w:b/>
                <w:sz w:val="20"/>
              </w:rPr>
              <w:t xml:space="preserve"> </w:t>
            </w:r>
            <w:r w:rsidRPr="00116CBC">
              <w:rPr>
                <w:b/>
                <w:sz w:val="20"/>
              </w:rPr>
              <w:t>%</w:t>
            </w:r>
            <w:proofErr w:type="gramEnd"/>
            <w:r>
              <w:rPr>
                <w:b/>
                <w:sz w:val="20"/>
              </w:rPr>
              <w:t xml:space="preserve"> </w:t>
            </w:r>
            <w:r w:rsidRPr="00116CBC">
              <w:rPr>
                <w:b/>
                <w:sz w:val="20"/>
              </w:rPr>
              <w:t xml:space="preserve"> к</w:t>
            </w:r>
          </w:p>
        </w:tc>
      </w:tr>
      <w:tr w:rsidR="00617976" w:rsidRPr="00116CBC" w14:paraId="74B6E557" w14:textId="77777777" w:rsidTr="00617976">
        <w:trPr>
          <w:trHeight w:val="227"/>
          <w:jc w:val="center"/>
        </w:trPr>
        <w:tc>
          <w:tcPr>
            <w:tcW w:w="3969" w:type="dxa"/>
            <w:vMerge/>
            <w:vAlign w:val="center"/>
          </w:tcPr>
          <w:p w14:paraId="094C9F91" w14:textId="77777777" w:rsidR="00617976" w:rsidRPr="00116CBC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5B923B7E" w14:textId="77777777" w:rsidR="00617976" w:rsidRPr="00116CBC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140124FF" w14:textId="77777777" w:rsidR="00617976" w:rsidRPr="00116CBC" w:rsidRDefault="00617976" w:rsidP="00617976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с</w:t>
            </w:r>
            <w:r w:rsidRPr="00116CBC">
              <w:rPr>
                <w:b/>
                <w:sz w:val="20"/>
              </w:rPr>
              <w:t>оответствую</w:t>
            </w:r>
            <w:r>
              <w:rPr>
                <w:b/>
                <w:sz w:val="20"/>
              </w:rPr>
              <w:t>-</w:t>
            </w:r>
            <w:proofErr w:type="spellStart"/>
            <w:r w:rsidRPr="00116CBC">
              <w:rPr>
                <w:b/>
                <w:sz w:val="20"/>
              </w:rPr>
              <w:t>щему</w:t>
            </w:r>
            <w:proofErr w:type="spellEnd"/>
            <w:proofErr w:type="gramEnd"/>
            <w:r w:rsidRPr="00116CBC">
              <w:rPr>
                <w:b/>
                <w:sz w:val="20"/>
              </w:rPr>
              <w:t xml:space="preserve"> периоду предыдущего года</w:t>
            </w:r>
          </w:p>
        </w:tc>
        <w:tc>
          <w:tcPr>
            <w:tcW w:w="1701" w:type="dxa"/>
            <w:vAlign w:val="center"/>
          </w:tcPr>
          <w:p w14:paraId="0AF50469" w14:textId="77777777" w:rsidR="00617976" w:rsidRPr="00116CBC" w:rsidRDefault="00617976" w:rsidP="00617976">
            <w:pPr>
              <w:jc w:val="center"/>
              <w:rPr>
                <w:b/>
                <w:sz w:val="20"/>
              </w:rPr>
            </w:pPr>
            <w:r w:rsidRPr="00116CBC">
              <w:rPr>
                <w:b/>
                <w:sz w:val="20"/>
              </w:rPr>
              <w:t>предыдущему периоду</w:t>
            </w:r>
          </w:p>
        </w:tc>
      </w:tr>
      <w:tr w:rsidR="00617976" w:rsidRPr="00116CBC" w14:paraId="566E2B46" w14:textId="77777777" w:rsidTr="00617976">
        <w:trPr>
          <w:trHeight w:val="28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893976" w14:textId="77777777" w:rsidR="00617976" w:rsidRPr="008B5E56" w:rsidRDefault="00617976" w:rsidP="00617976">
            <w:pPr>
              <w:jc w:val="center"/>
              <w:rPr>
                <w:b/>
                <w:sz w:val="20"/>
              </w:rPr>
            </w:pPr>
            <w:r w:rsidRPr="00531E60">
              <w:rPr>
                <w:b/>
                <w:sz w:val="20"/>
              </w:rPr>
              <w:t>2023</w:t>
            </w:r>
          </w:p>
        </w:tc>
      </w:tr>
      <w:tr w:rsidR="00E239CE" w:rsidRPr="00116CBC" w14:paraId="2A7DB697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7EFA3D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52DFE3" w14:textId="44B19635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1965,9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63C641" w14:textId="7B6BC0B8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118,7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B98DB2" w14:textId="2F6B6DF9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19,0</w:t>
            </w:r>
          </w:p>
        </w:tc>
      </w:tr>
      <w:tr w:rsidR="00E239CE" w:rsidRPr="00116CBC" w14:paraId="4F8DE190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278ED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75ED2C" w14:textId="4D0B8485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2184,0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1878FE" w14:textId="51493840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6711B" w14:textId="708A40BF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108,6</w:t>
            </w:r>
          </w:p>
        </w:tc>
      </w:tr>
      <w:tr w:rsidR="00E239CE" w:rsidRPr="00116CBC" w14:paraId="59B7EA04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133977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05024" w14:textId="554F39A4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2276,6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5F3A9D" w14:textId="04AAF15F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586218" w14:textId="1E386300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103,6</w:t>
            </w:r>
          </w:p>
        </w:tc>
      </w:tr>
      <w:tr w:rsidR="00E239CE" w:rsidRPr="00116CBC" w14:paraId="07404475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99773D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805AF1" w14:textId="0E0BE98F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6426,6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2DAC17" w14:textId="31520F10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2FAE57" w14:textId="31990D34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37,0</w:t>
            </w:r>
          </w:p>
        </w:tc>
      </w:tr>
      <w:tr w:rsidR="00E239CE" w:rsidRPr="00116CBC" w14:paraId="386B9E0F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8F0050" w14:textId="77777777" w:rsidR="00E239CE" w:rsidRPr="00842DE2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0BE5A9" w14:textId="24D5DFD5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2842,1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6741C" w14:textId="4E600978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156,2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14FB5" w14:textId="3073A091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124,2</w:t>
            </w:r>
          </w:p>
        </w:tc>
      </w:tr>
      <w:tr w:rsidR="00E239CE" w:rsidRPr="00116CBC" w14:paraId="359BA9F3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9B6DFC" w14:textId="77777777" w:rsidR="00E239CE" w:rsidRPr="00842DE2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D7096E" w14:textId="5D8EA048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1579,2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1933B" w14:textId="1A8EEBD7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45,5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CA2935" w14:textId="5964F848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54,8</w:t>
            </w:r>
          </w:p>
        </w:tc>
      </w:tr>
      <w:tr w:rsidR="00E239CE" w:rsidRPr="00116CBC" w14:paraId="4CBF1A61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ED2DED" w14:textId="77777777" w:rsidR="00E239CE" w:rsidRPr="00A059B0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A059B0">
              <w:rPr>
                <w:b/>
                <w:sz w:val="20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07A3C2" w14:textId="38EF7096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2216,0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2207F7" w14:textId="3BA66A20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112,5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87B4D" w14:textId="5621DB36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138,9</w:t>
            </w:r>
          </w:p>
        </w:tc>
      </w:tr>
      <w:tr w:rsidR="00E239CE" w:rsidRPr="00116CBC" w14:paraId="65C9851E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63DA2C" w14:textId="77777777" w:rsidR="00E239CE" w:rsidRPr="00A059B0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5A925" w14:textId="15F12A12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6637,4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26BE25" w14:textId="5553710E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91,6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5952C8" w14:textId="1107A6ED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100,5</w:t>
            </w:r>
          </w:p>
        </w:tc>
      </w:tr>
      <w:tr w:rsidR="00E239CE" w:rsidRPr="00116CBC" w14:paraId="76E8D987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04AE28" w14:textId="77777777" w:rsidR="00E239CE" w:rsidRPr="00465DA9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A21B3" w14:textId="03519F37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13064,0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0BC2E5" w14:textId="0BCAC040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09032" w14:textId="74F47ECE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х</w:t>
            </w:r>
          </w:p>
        </w:tc>
      </w:tr>
      <w:tr w:rsidR="00E239CE" w:rsidRPr="00116CBC" w14:paraId="33254B5E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E0A8D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179C77" w14:textId="542C4158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2023,0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DA4184" w14:textId="147C3050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31,2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105F4F" w14:textId="31A405E2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90,4</w:t>
            </w:r>
          </w:p>
        </w:tc>
      </w:tr>
      <w:tr w:rsidR="00E239CE" w:rsidRPr="00116CBC" w14:paraId="1019F762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C91DC1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874F54" w14:textId="3705D4A3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1917,9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B17AA" w14:textId="2C55341B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84,8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7BFE8" w14:textId="722F5264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94,4</w:t>
            </w:r>
          </w:p>
        </w:tc>
      </w:tr>
      <w:tr w:rsidR="00E239CE" w:rsidRPr="00116CBC" w14:paraId="3C65C8DE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3424BF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728B6E" w14:textId="2674C8EB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F310A6">
              <w:rPr>
                <w:b/>
                <w:color w:val="000000"/>
                <w:sz w:val="20"/>
              </w:rPr>
              <w:t>2785,5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5BBED9" w14:textId="3A179B97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F310A6">
              <w:rPr>
                <w:b/>
                <w:color w:val="000000"/>
                <w:sz w:val="20"/>
              </w:rPr>
              <w:t>56,4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55409" w14:textId="6994898B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F310A6">
              <w:rPr>
                <w:b/>
                <w:color w:val="000000"/>
                <w:sz w:val="20"/>
              </w:rPr>
              <w:t>143,9</w:t>
            </w:r>
          </w:p>
        </w:tc>
      </w:tr>
      <w:tr w:rsidR="00E239CE" w:rsidRPr="00116CBC" w14:paraId="11B2FAC2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7C032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505F3" w14:textId="3CC33258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6726,4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F1EF34" w14:textId="705CF249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49,1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727303" w14:textId="63D73721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98,3</w:t>
            </w:r>
          </w:p>
        </w:tc>
      </w:tr>
      <w:tr w:rsidR="00E239CE" w:rsidRPr="00116CBC" w14:paraId="36545FC7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4A8E97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CED7B" w14:textId="69EC700D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19790,4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3F4B1E" w14:textId="6CA84044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74,4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1AA05" w14:textId="26E61658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х</w:t>
            </w:r>
          </w:p>
        </w:tc>
      </w:tr>
      <w:tr w:rsidR="00E239CE" w:rsidRPr="00116CBC" w14:paraId="1EEC8F8B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EB2697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344BC5" w14:textId="2086A848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2008,2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4B8108" w14:textId="401F0E6C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A20026" w14:textId="7B11946D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71,1</w:t>
            </w:r>
          </w:p>
        </w:tc>
      </w:tr>
      <w:tr w:rsidR="00E239CE" w:rsidRPr="00116CBC" w14:paraId="271869C9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B83E3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0F84BE" w14:textId="54AE2B4D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2020,0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642871" w14:textId="3BC819C0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73,5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705277" w14:textId="758737E4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99,1</w:t>
            </w:r>
          </w:p>
        </w:tc>
      </w:tr>
      <w:tr w:rsidR="00E239CE" w:rsidRPr="00116CBC" w14:paraId="20F25BA6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F1397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F844F" w14:textId="1DA2E650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6880,5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43BFAA" w14:textId="42CB04D4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59,1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CA4FC" w14:textId="66DE2800" w:rsidR="00E239CE" w:rsidRPr="00B96736" w:rsidRDefault="00E239CE" w:rsidP="00E239CE">
            <w:pPr>
              <w:ind w:right="34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в 3,4р.</w:t>
            </w:r>
          </w:p>
        </w:tc>
      </w:tr>
      <w:tr w:rsidR="00E239CE" w:rsidRPr="00116CBC" w14:paraId="760EA041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B2ABC6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IV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7494CF" w14:textId="784DE35E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10908,7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7DA6C9" w14:textId="48AC2D34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57,0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7441D7" w14:textId="447F3D0A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156,2</w:t>
            </w:r>
          </w:p>
        </w:tc>
      </w:tr>
      <w:tr w:rsidR="00E239CE" w:rsidRPr="00116CBC" w14:paraId="643709C9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26E4EF" w14:textId="77777777" w:rsidR="00E239CE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298076" w14:textId="4E0D7003" w:rsidR="00E239CE" w:rsidRPr="00B96736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30699,1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320E54" w14:textId="2EC60E66" w:rsidR="00E239CE" w:rsidRPr="00B96736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67,4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C6FBA" w14:textId="03115479" w:rsidR="00E239CE" w:rsidRPr="00B96736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094CA1">
              <w:rPr>
                <w:b/>
                <w:color w:val="000000"/>
                <w:sz w:val="20"/>
              </w:rPr>
              <w:t>х</w:t>
            </w:r>
          </w:p>
        </w:tc>
      </w:tr>
      <w:tr w:rsidR="00617976" w:rsidRPr="00116CBC" w14:paraId="64ED5624" w14:textId="77777777" w:rsidTr="00617976">
        <w:trPr>
          <w:trHeight w:val="28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4E58" w14:textId="77777777" w:rsidR="00617976" w:rsidRPr="00B96736" w:rsidRDefault="00617976" w:rsidP="00617976">
            <w:pPr>
              <w:jc w:val="center"/>
              <w:rPr>
                <w:b/>
                <w:sz w:val="20"/>
              </w:rPr>
            </w:pPr>
            <w:r w:rsidRPr="00B96736">
              <w:rPr>
                <w:b/>
                <w:sz w:val="20"/>
              </w:rPr>
              <w:t>2024</w:t>
            </w:r>
          </w:p>
        </w:tc>
      </w:tr>
      <w:tr w:rsidR="00E239CE" w:rsidRPr="00116CBC" w14:paraId="53AF1D2C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E8A8F" w14:textId="77777777" w:rsidR="00E239CE" w:rsidRPr="00E77071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E63D81" w14:textId="1B2BC887" w:rsidR="00E239CE" w:rsidRPr="00E77071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5673,1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D2687D" w14:textId="3CEE55E6" w:rsidR="00E239CE" w:rsidRPr="00E77071" w:rsidRDefault="00E239CE" w:rsidP="00E239CE">
            <w:pPr>
              <w:tabs>
                <w:tab w:val="left" w:pos="1168"/>
              </w:tabs>
              <w:ind w:right="34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в 2,5р.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FF56BA" w14:textId="3668330E"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81,8</w:t>
            </w:r>
          </w:p>
        </w:tc>
      </w:tr>
      <w:tr w:rsidR="00E239CE" w:rsidRPr="00116CBC" w14:paraId="12EA6128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FF07B5" w14:textId="77777777" w:rsidR="00E239CE" w:rsidRPr="00E77071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7AC14" w14:textId="5B03FF21" w:rsidR="00E239CE" w:rsidRPr="00E77071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860,7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F168E2" w14:textId="4102F77A" w:rsidR="00E239CE" w:rsidRPr="00E77071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35,6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519C69" w14:textId="1B3F66FF"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15,2</w:t>
            </w:r>
          </w:p>
        </w:tc>
      </w:tr>
      <w:tr w:rsidR="00E239CE" w:rsidRPr="00116CBC" w14:paraId="6424D461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9DFC6B" w14:textId="77777777" w:rsidR="00E239CE" w:rsidRPr="00E77071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E97A3F" w14:textId="5BB41BED" w:rsidR="00E239CE" w:rsidRPr="00E77071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8117,6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3B9DF" w14:textId="4802782F" w:rsidR="00E239CE" w:rsidRPr="00E77071" w:rsidRDefault="00E239CE" w:rsidP="00E239CE">
            <w:pPr>
              <w:tabs>
                <w:tab w:val="left" w:pos="1168"/>
              </w:tabs>
              <w:ind w:right="34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в 3,2р.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E8AEE" w14:textId="4C705029" w:rsidR="00E239CE" w:rsidRPr="00E77071" w:rsidRDefault="00E239CE" w:rsidP="00E239CE">
            <w:pPr>
              <w:ind w:right="340"/>
              <w:jc w:val="right"/>
              <w:rPr>
                <w:sz w:val="20"/>
              </w:rPr>
            </w:pPr>
            <w:r w:rsidRPr="00E77071">
              <w:rPr>
                <w:b/>
                <w:sz w:val="20"/>
              </w:rPr>
              <w:t>в 9,4р.</w:t>
            </w:r>
          </w:p>
        </w:tc>
      </w:tr>
      <w:tr w:rsidR="00E239CE" w:rsidRPr="00116CBC" w14:paraId="6A39B445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F47A42" w14:textId="77777777" w:rsidR="00E239CE" w:rsidRPr="00E77071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  <w:lang w:val="en-US"/>
              </w:rPr>
              <w:t xml:space="preserve">I </w:t>
            </w:r>
            <w:r w:rsidRPr="00E77071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031AD5" w14:textId="5FEB6C06" w:rsidR="00E239CE" w:rsidRPr="00E77071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14651,4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2923BC" w14:textId="2BF21F8F" w:rsidR="00E239CE" w:rsidRPr="00E77071" w:rsidRDefault="00E239CE" w:rsidP="00E239CE">
            <w:pPr>
              <w:tabs>
                <w:tab w:val="left" w:pos="1168"/>
              </w:tabs>
              <w:ind w:right="34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в 2,0р.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4CD2A4" w14:textId="6E770C73"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132,7</w:t>
            </w:r>
          </w:p>
        </w:tc>
      </w:tr>
      <w:tr w:rsidR="00E239CE" w:rsidRPr="00116CBC" w14:paraId="0C705CFF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C59AFA" w14:textId="77777777" w:rsidR="00E239CE" w:rsidRPr="00E77071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D72F7B" w14:textId="05D9DA23" w:rsidR="00E239CE" w:rsidRPr="00E77071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1601,8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45402D" w14:textId="2F77927B" w:rsidR="00E239CE" w:rsidRPr="00E77071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51,0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BBC48F" w14:textId="1307D9CC"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19,6</w:t>
            </w:r>
          </w:p>
        </w:tc>
      </w:tr>
      <w:tr w:rsidR="00E239CE" w:rsidRPr="00116CBC" w14:paraId="2D857C77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C5B35" w14:textId="77777777" w:rsidR="00E239CE" w:rsidRPr="00E77071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33DF69" w14:textId="087DA96B" w:rsidR="00E239CE" w:rsidRPr="00E77071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1895,4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0EB336" w14:textId="41CCAEE4" w:rsidR="00E239CE" w:rsidRPr="00E77071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110,6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FDDFF5" w14:textId="0BCCFD04"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118,8</w:t>
            </w:r>
          </w:p>
        </w:tc>
      </w:tr>
      <w:tr w:rsidR="00E239CE" w:rsidRPr="00116CBC" w14:paraId="210D530F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04BF7D" w14:textId="4D8A364D" w:rsidR="00E239CE" w:rsidRPr="00E77071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color w:val="000000"/>
                <w:sz w:val="20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330B94" w14:textId="45A9E167" w:rsidR="00E239CE" w:rsidRPr="00E77071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2312,7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501FA2" w14:textId="2102E28F" w:rsidR="00E239CE" w:rsidRPr="00E77071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96,9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DA4ECA" w14:textId="35550A6E"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121,7</w:t>
            </w:r>
          </w:p>
        </w:tc>
      </w:tr>
      <w:tr w:rsidR="00E239CE" w:rsidRPr="00116CBC" w14:paraId="5AA68597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911974" w14:textId="3254DE27" w:rsidR="00E239CE" w:rsidRPr="00E77071" w:rsidRDefault="00E239CE" w:rsidP="00E239CE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E77071">
              <w:rPr>
                <w:b/>
                <w:color w:val="000000"/>
                <w:sz w:val="20"/>
                <w:lang w:val="en-US"/>
              </w:rPr>
              <w:t>II</w:t>
            </w:r>
            <w:r w:rsidRPr="00E77071">
              <w:rPr>
                <w:b/>
                <w:color w:val="000000"/>
                <w:sz w:val="20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8A3840" w14:textId="6B22C177" w:rsidR="00E239CE" w:rsidRPr="00E77071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5809,9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9CE989" w14:textId="4BE99E59" w:rsidR="00E239CE" w:rsidRPr="00E77071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80,3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B7F107" w14:textId="4D5C810F"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39,5</w:t>
            </w:r>
          </w:p>
        </w:tc>
      </w:tr>
      <w:tr w:rsidR="00E239CE" w:rsidRPr="00116CBC" w14:paraId="7BB84531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A69EC8" w14:textId="426263C0" w:rsidR="00E239CE" w:rsidRPr="00E77071" w:rsidRDefault="00E239CE" w:rsidP="00E239CE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E77071">
              <w:rPr>
                <w:b/>
                <w:color w:val="000000"/>
                <w:sz w:val="20"/>
              </w:rPr>
              <w:t>Январь-июнь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264109" w14:textId="781684CC" w:rsidR="00E239CE" w:rsidRPr="00E77071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20461,3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9E311" w14:textId="56757FE9" w:rsidR="00E239CE" w:rsidRPr="00E77071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142,2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A8D320" w14:textId="78E2402F"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х</w:t>
            </w:r>
          </w:p>
        </w:tc>
      </w:tr>
      <w:tr w:rsidR="00E239CE" w:rsidRPr="00116CBC" w14:paraId="31C6C3F3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AB6847" w14:textId="4A7A1790" w:rsidR="00E239CE" w:rsidRPr="00E77071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color w:val="000000"/>
                <w:sz w:val="20"/>
              </w:rPr>
              <w:t>Июль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C0F02" w14:textId="1D057EA1" w:rsidR="00E239CE" w:rsidRPr="00E77071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3210,8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8A7CE" w14:textId="4B622610" w:rsidR="00E239CE" w:rsidRPr="00E77071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147,9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FA48C7" w14:textId="32081E46"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137,9</w:t>
            </w:r>
          </w:p>
        </w:tc>
      </w:tr>
      <w:tr w:rsidR="00E239CE" w:rsidRPr="00116CBC" w14:paraId="33217AAE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AD7F82" w14:textId="17C2CC39" w:rsidR="00E239CE" w:rsidRPr="00E77071" w:rsidRDefault="00E239CE" w:rsidP="00E239CE">
            <w:pPr>
              <w:tabs>
                <w:tab w:val="right" w:pos="1769"/>
              </w:tabs>
              <w:jc w:val="left"/>
              <w:rPr>
                <w:b/>
                <w:sz w:val="20"/>
              </w:rPr>
            </w:pPr>
            <w:r w:rsidRPr="00E77071">
              <w:rPr>
                <w:b/>
                <w:color w:val="000000"/>
                <w:sz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16BC6" w14:textId="1074A397" w:rsidR="00E239CE" w:rsidRPr="00E77071" w:rsidRDefault="00E239CE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3434,7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908B0E" w14:textId="593E19F7" w:rsidR="00E239CE" w:rsidRPr="00E77071" w:rsidRDefault="00E239CE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167,8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338927" w14:textId="75FF48CB"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107,0</w:t>
            </w:r>
          </w:p>
        </w:tc>
      </w:tr>
      <w:tr w:rsidR="00E239CE" w:rsidRPr="00116CBC" w14:paraId="2A807D59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196251" w14:textId="15C01C27" w:rsidR="00E239CE" w:rsidRPr="00E77071" w:rsidRDefault="00E77071" w:rsidP="00E239CE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E77071">
              <w:rPr>
                <w:b/>
                <w:color w:val="000000"/>
                <w:sz w:val="20"/>
              </w:rPr>
              <w:lastRenderedPageBreak/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DA80C" w14:textId="7A1C0302" w:rsidR="00E239CE" w:rsidRPr="00E77071" w:rsidRDefault="00E77071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2735,2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84C068" w14:textId="2D40CB2E" w:rsidR="00E77071" w:rsidRPr="00E77071" w:rsidRDefault="00E77071" w:rsidP="00E77071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62CC5" w14:textId="5997D21B" w:rsidR="00E239C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78,8</w:t>
            </w:r>
          </w:p>
        </w:tc>
      </w:tr>
      <w:tr w:rsidR="0010109E" w:rsidRPr="00116CBC" w14:paraId="721F63E4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A9AE7" w14:textId="7584D3D5" w:rsidR="0010109E" w:rsidRPr="00E77071" w:rsidRDefault="00E77071" w:rsidP="00E239CE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E77071">
              <w:rPr>
                <w:b/>
                <w:color w:val="000000"/>
                <w:sz w:val="20"/>
                <w:lang w:val="en-US"/>
              </w:rPr>
              <w:t>III</w:t>
            </w:r>
            <w:r w:rsidRPr="00E77071">
              <w:rPr>
                <w:b/>
                <w:color w:val="000000"/>
                <w:sz w:val="20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357E37" w14:textId="73500BC7" w:rsidR="0010109E" w:rsidRPr="00E77071" w:rsidRDefault="00E77071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9380,7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37C5D7" w14:textId="25085AA3" w:rsidR="0010109E" w:rsidRPr="00E77071" w:rsidRDefault="00E77071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130,5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DBC59" w14:textId="145C71C0" w:rsidR="0010109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159,8</w:t>
            </w:r>
          </w:p>
        </w:tc>
      </w:tr>
      <w:tr w:rsidR="00E77071" w:rsidRPr="00116CBC" w14:paraId="28989323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82CCE7" w14:textId="10CEDD32" w:rsidR="00E77071" w:rsidRPr="00E77071" w:rsidRDefault="00E77071" w:rsidP="00E239CE">
            <w:pPr>
              <w:tabs>
                <w:tab w:val="right" w:pos="1769"/>
              </w:tabs>
              <w:jc w:val="left"/>
              <w:rPr>
                <w:b/>
                <w:color w:val="000000"/>
                <w:sz w:val="20"/>
              </w:rPr>
            </w:pPr>
            <w:r w:rsidRPr="00E77071">
              <w:rPr>
                <w:b/>
                <w:color w:val="000000"/>
                <w:sz w:val="20"/>
              </w:rPr>
              <w:t>Январь-сентябрь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FB8D04" w14:textId="2BC3A208" w:rsidR="00E77071" w:rsidRPr="00E77071" w:rsidRDefault="00E77071" w:rsidP="00E239CE">
            <w:pPr>
              <w:ind w:right="397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29842,0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5D96CB" w14:textId="0A4E989B" w:rsidR="00E77071" w:rsidRPr="00E77071" w:rsidRDefault="00E77071" w:rsidP="00E239CE">
            <w:pPr>
              <w:tabs>
                <w:tab w:val="left" w:pos="1168"/>
              </w:tabs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138,3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6E900A" w14:textId="04411E85" w:rsidR="00E77071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х</w:t>
            </w:r>
          </w:p>
        </w:tc>
      </w:tr>
    </w:tbl>
    <w:p w14:paraId="1738185B" w14:textId="1B297D4C" w:rsidR="009152DB" w:rsidRPr="00424EFE" w:rsidRDefault="009152DB" w:rsidP="00DD3362">
      <w:pPr>
        <w:pStyle w:val="3"/>
        <w:spacing w:before="120" w:after="120"/>
        <w:ind w:right="0" w:firstLine="709"/>
        <w:jc w:val="both"/>
        <w:rPr>
          <w:b w:val="0"/>
        </w:rPr>
      </w:pPr>
      <w:bookmarkStart w:id="50" w:name="_Toc181255910"/>
      <w:r w:rsidRPr="00E85C4E">
        <w:t>Ввод в действие (в эксплуатацию) зданий.</w:t>
      </w:r>
      <w:r w:rsidRPr="00424EFE">
        <w:rPr>
          <w:b w:val="0"/>
        </w:rPr>
        <w:t xml:space="preserve"> </w:t>
      </w:r>
      <w:r w:rsidR="00E668A1" w:rsidRPr="003343C5">
        <w:rPr>
          <w:b w:val="0"/>
        </w:rPr>
        <w:t>Из числа введенных в действие</w:t>
      </w:r>
      <w:r w:rsidR="00E668A1" w:rsidRPr="003343C5">
        <w:rPr>
          <w:b w:val="0"/>
        </w:rPr>
        <w:br/>
        <w:t xml:space="preserve">в </w:t>
      </w:r>
      <w:r w:rsidR="00162EDB" w:rsidRPr="003343C5">
        <w:rPr>
          <w:b w:val="0"/>
        </w:rPr>
        <w:t>январе-</w:t>
      </w:r>
      <w:r w:rsidR="0010109E">
        <w:rPr>
          <w:b w:val="0"/>
        </w:rPr>
        <w:t>сентябре</w:t>
      </w:r>
      <w:r w:rsidR="00E668A1" w:rsidRPr="003343C5">
        <w:rPr>
          <w:b w:val="0"/>
        </w:rPr>
        <w:t xml:space="preserve"> 2024 года </w:t>
      </w:r>
      <w:r w:rsidR="00E668A1" w:rsidRPr="00E77071">
        <w:rPr>
          <w:b w:val="0"/>
        </w:rPr>
        <w:t xml:space="preserve">зданий </w:t>
      </w:r>
      <w:r w:rsidR="00E239CE" w:rsidRPr="00E77071">
        <w:rPr>
          <w:b w:val="0"/>
        </w:rPr>
        <w:t>97,</w:t>
      </w:r>
      <w:r w:rsidR="00E77071" w:rsidRPr="00E77071">
        <w:rPr>
          <w:b w:val="0"/>
        </w:rPr>
        <w:t>0</w:t>
      </w:r>
      <w:r w:rsidR="00E668A1" w:rsidRPr="00E77071">
        <w:rPr>
          <w:b w:val="0"/>
        </w:rPr>
        <w:t>% составляют</w:t>
      </w:r>
      <w:r w:rsidR="00E668A1" w:rsidRPr="003343C5">
        <w:rPr>
          <w:b w:val="0"/>
        </w:rPr>
        <w:t xml:space="preserve"> здания жилого назначения</w:t>
      </w:r>
      <w:r w:rsidRPr="003343C5">
        <w:rPr>
          <w:b w:val="0"/>
        </w:rPr>
        <w:t>.</w:t>
      </w:r>
      <w:bookmarkEnd w:id="50"/>
    </w:p>
    <w:p w14:paraId="5E0B0D7C" w14:textId="77BCFF5E" w:rsidR="009152DB" w:rsidRPr="00E85C4E" w:rsidRDefault="009152DB" w:rsidP="006E12FB">
      <w:pPr>
        <w:pStyle w:val="3"/>
        <w:spacing w:before="360" w:after="240"/>
        <w:ind w:right="0"/>
        <w:rPr>
          <w:szCs w:val="24"/>
        </w:rPr>
      </w:pPr>
      <w:bookmarkStart w:id="51" w:name="_Toc436038878"/>
      <w:bookmarkStart w:id="52" w:name="_Toc78896082"/>
      <w:bookmarkStart w:id="53" w:name="_Toc92984670"/>
      <w:bookmarkStart w:id="54" w:name="_Toc127177995"/>
      <w:bookmarkStart w:id="55" w:name="_Toc181255911"/>
      <w:r w:rsidRPr="00E85C4E">
        <w:rPr>
          <w:szCs w:val="24"/>
        </w:rPr>
        <w:t>Ввод в действие (в эксплуатацию) зданий по их видам</w:t>
      </w:r>
      <w:bookmarkEnd w:id="51"/>
      <w:bookmarkEnd w:id="52"/>
      <w:bookmarkEnd w:id="53"/>
      <w:bookmarkEnd w:id="54"/>
      <w:r w:rsidR="002329BA">
        <w:rPr>
          <w:szCs w:val="24"/>
        </w:rPr>
        <w:t xml:space="preserve"> </w:t>
      </w:r>
      <w:r w:rsidR="003116A1">
        <w:rPr>
          <w:szCs w:val="24"/>
        </w:rPr>
        <w:br/>
      </w:r>
      <w:r w:rsidRPr="00943238">
        <w:t xml:space="preserve">в </w:t>
      </w:r>
      <w:r w:rsidR="00162EDB" w:rsidRPr="00943238">
        <w:t>январе-</w:t>
      </w:r>
      <w:r w:rsidR="0010109E">
        <w:t>сентябре</w:t>
      </w:r>
      <w:r w:rsidR="00266CFC" w:rsidRPr="00943238">
        <w:t xml:space="preserve"> 2024</w:t>
      </w:r>
      <w:r w:rsidRPr="00943238">
        <w:t xml:space="preserve"> </w:t>
      </w:r>
      <w:r w:rsidRPr="00943238">
        <w:rPr>
          <w:szCs w:val="24"/>
        </w:rPr>
        <w:t>год</w:t>
      </w:r>
      <w:r w:rsidR="00266CFC" w:rsidRPr="00943238">
        <w:rPr>
          <w:szCs w:val="24"/>
        </w:rPr>
        <w:t>а</w:t>
      </w:r>
      <w:bookmarkEnd w:id="55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9"/>
        <w:gridCol w:w="1701"/>
        <w:gridCol w:w="1701"/>
      </w:tblGrid>
      <w:tr w:rsidR="00617976" w:rsidRPr="00E34D39" w14:paraId="6B088461" w14:textId="77777777" w:rsidTr="00617976">
        <w:trPr>
          <w:cantSplit/>
          <w:trHeight w:val="283"/>
          <w:jc w:val="center"/>
        </w:trPr>
        <w:tc>
          <w:tcPr>
            <w:tcW w:w="5669" w:type="dxa"/>
            <w:vAlign w:val="center"/>
          </w:tcPr>
          <w:p w14:paraId="69113140" w14:textId="77777777" w:rsidR="00617976" w:rsidRPr="00E34D39" w:rsidRDefault="00617976" w:rsidP="00617976">
            <w:pPr>
              <w:jc w:val="center"/>
              <w:rPr>
                <w:b/>
                <w:sz w:val="20"/>
              </w:rPr>
            </w:pPr>
            <w:bookmarkStart w:id="56" w:name="_Toc436038880"/>
          </w:p>
        </w:tc>
        <w:tc>
          <w:tcPr>
            <w:tcW w:w="1701" w:type="dxa"/>
            <w:vAlign w:val="center"/>
          </w:tcPr>
          <w:p w14:paraId="539B50F8" w14:textId="77777777" w:rsidR="00617976" w:rsidRPr="00E77071" w:rsidRDefault="00617976" w:rsidP="00617976">
            <w:pPr>
              <w:ind w:left="-85" w:right="-85"/>
              <w:jc w:val="center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Количество зданий,</w:t>
            </w:r>
            <w:r w:rsidRPr="00E77071">
              <w:rPr>
                <w:b/>
                <w:sz w:val="20"/>
              </w:rPr>
              <w:br/>
              <w:t>ед.</w:t>
            </w:r>
          </w:p>
        </w:tc>
        <w:tc>
          <w:tcPr>
            <w:tcW w:w="1701" w:type="dxa"/>
            <w:vAlign w:val="center"/>
          </w:tcPr>
          <w:p w14:paraId="087E2971" w14:textId="77777777" w:rsidR="00617976" w:rsidRPr="00E77071" w:rsidRDefault="00617976" w:rsidP="00617976">
            <w:pPr>
              <w:ind w:left="-85" w:right="-85"/>
              <w:jc w:val="center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 xml:space="preserve">Общая площадь зданий, </w:t>
            </w:r>
            <w:r w:rsidRPr="00E77071">
              <w:rPr>
                <w:b/>
                <w:sz w:val="20"/>
              </w:rPr>
              <w:br/>
              <w:t>тыс. м</w:t>
            </w:r>
            <w:r w:rsidRPr="00E77071">
              <w:rPr>
                <w:b/>
                <w:sz w:val="20"/>
                <w:vertAlign w:val="superscript"/>
              </w:rPr>
              <w:t>2</w:t>
            </w:r>
          </w:p>
        </w:tc>
      </w:tr>
      <w:tr w:rsidR="00E239CE" w:rsidRPr="00973C76" w14:paraId="36CEEF6A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40CB5D26" w14:textId="77777777" w:rsidR="00E239CE" w:rsidRPr="00E34D39" w:rsidRDefault="00E239CE" w:rsidP="00E239CE">
            <w:pPr>
              <w:jc w:val="left"/>
              <w:rPr>
                <w:b/>
                <w:sz w:val="20"/>
              </w:rPr>
            </w:pPr>
            <w:r w:rsidRPr="00E34D39">
              <w:rPr>
                <w:b/>
                <w:sz w:val="20"/>
              </w:rPr>
              <w:t>Введено в действие зданий</w:t>
            </w:r>
          </w:p>
        </w:tc>
        <w:tc>
          <w:tcPr>
            <w:tcW w:w="1701" w:type="dxa"/>
            <w:vAlign w:val="bottom"/>
          </w:tcPr>
          <w:p w14:paraId="54C14176" w14:textId="7280C85A" w:rsidR="00E239C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3467</w:t>
            </w:r>
          </w:p>
        </w:tc>
        <w:tc>
          <w:tcPr>
            <w:tcW w:w="1701" w:type="dxa"/>
            <w:vAlign w:val="bottom"/>
          </w:tcPr>
          <w:p w14:paraId="14F930B9" w14:textId="26A1E918" w:rsidR="00E239C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577,9</w:t>
            </w:r>
          </w:p>
        </w:tc>
      </w:tr>
      <w:tr w:rsidR="00617976" w:rsidRPr="00973C76" w14:paraId="59816DF1" w14:textId="77777777" w:rsidTr="00617976">
        <w:trPr>
          <w:cantSplit/>
          <w:trHeight w:val="227"/>
          <w:jc w:val="center"/>
        </w:trPr>
        <w:tc>
          <w:tcPr>
            <w:tcW w:w="9071" w:type="dxa"/>
            <w:gridSpan w:val="3"/>
            <w:vAlign w:val="bottom"/>
          </w:tcPr>
          <w:p w14:paraId="3BC396EA" w14:textId="77777777" w:rsidR="00617976" w:rsidRPr="00E77071" w:rsidRDefault="00617976" w:rsidP="00617976">
            <w:pPr>
              <w:ind w:left="340"/>
              <w:jc w:val="left"/>
              <w:rPr>
                <w:b/>
                <w:sz w:val="20"/>
                <w:lang w:val="en-US"/>
              </w:rPr>
            </w:pPr>
            <w:r w:rsidRPr="00E77071">
              <w:rPr>
                <w:b/>
                <w:sz w:val="20"/>
              </w:rPr>
              <w:t>в том числе:</w:t>
            </w:r>
          </w:p>
        </w:tc>
      </w:tr>
      <w:tr w:rsidR="00E239CE" w:rsidRPr="00973C76" w14:paraId="66836BF3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556395B5" w14:textId="77777777" w:rsidR="00E239CE" w:rsidRPr="00E34D39" w:rsidRDefault="00E239CE" w:rsidP="00E239CE">
            <w:pPr>
              <w:ind w:left="113"/>
              <w:jc w:val="left"/>
              <w:rPr>
                <w:b/>
                <w:sz w:val="20"/>
              </w:rPr>
            </w:pPr>
            <w:r w:rsidRPr="00E34D39">
              <w:rPr>
                <w:b/>
                <w:sz w:val="20"/>
              </w:rPr>
              <w:t>жилого назначения</w:t>
            </w:r>
          </w:p>
        </w:tc>
        <w:tc>
          <w:tcPr>
            <w:tcW w:w="1701" w:type="dxa"/>
            <w:vAlign w:val="bottom"/>
          </w:tcPr>
          <w:p w14:paraId="687334D1" w14:textId="6C672198" w:rsidR="00E239C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3363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26BE1DA1" w14:textId="193E742B" w:rsidR="00E239CE" w:rsidRPr="00E77071" w:rsidRDefault="00E77071" w:rsidP="00E77071">
            <w:pPr>
              <w:ind w:right="397"/>
              <w:jc w:val="right"/>
              <w:rPr>
                <w:b/>
                <w:sz w:val="20"/>
                <w:vertAlign w:val="superscript"/>
              </w:rPr>
            </w:pPr>
            <w:r w:rsidRPr="00E77071">
              <w:rPr>
                <w:b/>
                <w:sz w:val="20"/>
              </w:rPr>
              <w:t>501,7</w:t>
            </w:r>
            <w:r w:rsidRPr="00E77071">
              <w:rPr>
                <w:b/>
                <w:sz w:val="20"/>
                <w:vertAlign w:val="superscript"/>
              </w:rPr>
              <w:t>6)</w:t>
            </w:r>
          </w:p>
        </w:tc>
      </w:tr>
      <w:tr w:rsidR="00E239CE" w:rsidRPr="00973C76" w14:paraId="1C02D727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5AD12789" w14:textId="5523B5C4" w:rsidR="00E239CE" w:rsidRPr="007B5094" w:rsidRDefault="00E239CE" w:rsidP="00E239CE">
            <w:pPr>
              <w:ind w:left="113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</w:rPr>
              <w:t>не</w:t>
            </w:r>
            <w:r w:rsidRPr="00E34D39">
              <w:rPr>
                <w:b/>
                <w:sz w:val="20"/>
              </w:rPr>
              <w:t>жилого назначения</w:t>
            </w:r>
            <w:r w:rsidR="00E77071">
              <w:rPr>
                <w:b/>
                <w:sz w:val="20"/>
                <w:vertAlign w:val="superscript"/>
              </w:rPr>
              <w:t>7</w:t>
            </w:r>
            <w:r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1701" w:type="dxa"/>
            <w:vAlign w:val="bottom"/>
          </w:tcPr>
          <w:p w14:paraId="24E69FF1" w14:textId="7E52610E" w:rsidR="00E239C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104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E92ACFA" w14:textId="3757CC12" w:rsidR="00E239C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76,3</w:t>
            </w:r>
          </w:p>
        </w:tc>
      </w:tr>
      <w:tr w:rsidR="00617976" w:rsidRPr="00973C76" w14:paraId="32B8EB42" w14:textId="77777777" w:rsidTr="00617976">
        <w:trPr>
          <w:cantSplit/>
          <w:trHeight w:val="227"/>
          <w:jc w:val="center"/>
        </w:trPr>
        <w:tc>
          <w:tcPr>
            <w:tcW w:w="9071" w:type="dxa"/>
            <w:gridSpan w:val="3"/>
            <w:vAlign w:val="bottom"/>
          </w:tcPr>
          <w:p w14:paraId="3404AEF6" w14:textId="77777777" w:rsidR="00617976" w:rsidRPr="00E77071" w:rsidRDefault="00617976" w:rsidP="00617976">
            <w:pPr>
              <w:ind w:left="454"/>
              <w:jc w:val="lef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из них здания:</w:t>
            </w:r>
          </w:p>
        </w:tc>
      </w:tr>
      <w:tr w:rsidR="00E239CE" w:rsidRPr="00973C76" w14:paraId="7D8B4A3E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7B261F49" w14:textId="77777777" w:rsidR="00E239CE" w:rsidRDefault="00E239CE" w:rsidP="00E239CE">
            <w:pPr>
              <w:ind w:left="227"/>
              <w:jc w:val="left"/>
              <w:rPr>
                <w:b/>
                <w:sz w:val="20"/>
              </w:rPr>
            </w:pPr>
            <w:r w:rsidRPr="002C5C6C">
              <w:rPr>
                <w:b/>
                <w:sz w:val="20"/>
              </w:rPr>
              <w:t>промышленные</w:t>
            </w:r>
          </w:p>
        </w:tc>
        <w:tc>
          <w:tcPr>
            <w:tcW w:w="1701" w:type="dxa"/>
            <w:vAlign w:val="bottom"/>
          </w:tcPr>
          <w:p w14:paraId="008B2B56" w14:textId="0D419EE0" w:rsidR="00E239C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9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760A206F" w14:textId="37342D00"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8,</w:t>
            </w:r>
            <w:r w:rsidR="00E77071" w:rsidRPr="00E77071">
              <w:rPr>
                <w:b/>
                <w:sz w:val="20"/>
              </w:rPr>
              <w:t>8</w:t>
            </w:r>
          </w:p>
        </w:tc>
      </w:tr>
      <w:tr w:rsidR="00E239CE" w:rsidRPr="00973C76" w14:paraId="780F4008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63AC24EE" w14:textId="77777777" w:rsidR="00E239CE" w:rsidRPr="00E34D39" w:rsidRDefault="00E239CE" w:rsidP="00E239CE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сельскохозяйственные</w:t>
            </w:r>
          </w:p>
        </w:tc>
        <w:tc>
          <w:tcPr>
            <w:tcW w:w="1701" w:type="dxa"/>
            <w:vAlign w:val="bottom"/>
          </w:tcPr>
          <w:p w14:paraId="5E11BAC4" w14:textId="6CEB16A2"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936D827" w14:textId="7CC8297C"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4,5</w:t>
            </w:r>
          </w:p>
        </w:tc>
      </w:tr>
      <w:tr w:rsidR="00E239CE" w:rsidRPr="00973C76" w14:paraId="4C969EB0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7C187A60" w14:textId="77777777" w:rsidR="00E239CE" w:rsidRPr="005D6FD6" w:rsidRDefault="00E239CE" w:rsidP="00E239CE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к</w:t>
            </w:r>
            <w:r w:rsidRPr="004B4055">
              <w:rPr>
                <w:b/>
                <w:sz w:val="20"/>
              </w:rPr>
              <w:t>оммерческие</w:t>
            </w:r>
          </w:p>
        </w:tc>
        <w:tc>
          <w:tcPr>
            <w:tcW w:w="1701" w:type="dxa"/>
            <w:vAlign w:val="bottom"/>
          </w:tcPr>
          <w:p w14:paraId="521B9E4C" w14:textId="23A8B545" w:rsidR="00E239C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63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894B955" w14:textId="46A8D6F5" w:rsidR="00E239C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20,6</w:t>
            </w:r>
          </w:p>
        </w:tc>
      </w:tr>
      <w:tr w:rsidR="00E239CE" w:rsidRPr="00973C76" w14:paraId="56CE0B39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4952913D" w14:textId="77777777" w:rsidR="00E239CE" w:rsidRPr="004B4055" w:rsidRDefault="00E239CE" w:rsidP="00E239CE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</w:t>
            </w:r>
            <w:r w:rsidRPr="004B4055">
              <w:rPr>
                <w:b/>
                <w:sz w:val="20"/>
              </w:rPr>
              <w:t>дминистративные</w:t>
            </w:r>
          </w:p>
        </w:tc>
        <w:tc>
          <w:tcPr>
            <w:tcW w:w="1701" w:type="dxa"/>
            <w:vAlign w:val="bottom"/>
          </w:tcPr>
          <w:p w14:paraId="7F9AC00D" w14:textId="70DF3F75"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5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EC6AC54" w14:textId="6C5AF19B"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2,9</w:t>
            </w:r>
          </w:p>
        </w:tc>
      </w:tr>
      <w:tr w:rsidR="00E239CE" w:rsidRPr="00973C76" w14:paraId="6408F1C3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6B5AAB65" w14:textId="56B0288C" w:rsidR="00E239CE" w:rsidRDefault="00E239CE" w:rsidP="00E239CE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учебные</w:t>
            </w:r>
          </w:p>
        </w:tc>
        <w:tc>
          <w:tcPr>
            <w:tcW w:w="1701" w:type="dxa"/>
            <w:vAlign w:val="bottom"/>
          </w:tcPr>
          <w:p w14:paraId="106E2B0B" w14:textId="5C53F444"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6D760774" w14:textId="65F63A8B"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23,4</w:t>
            </w:r>
          </w:p>
        </w:tc>
      </w:tr>
      <w:tr w:rsidR="00E239CE" w:rsidRPr="00973C76" w14:paraId="4791CE38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39917B86" w14:textId="77777777" w:rsidR="00E239CE" w:rsidRDefault="00E239CE" w:rsidP="00E239CE">
            <w:pPr>
              <w:ind w:left="227"/>
              <w:jc w:val="left"/>
              <w:rPr>
                <w:b/>
                <w:sz w:val="20"/>
              </w:rPr>
            </w:pPr>
            <w:r w:rsidRPr="002C5C6C">
              <w:rPr>
                <w:b/>
                <w:sz w:val="20"/>
              </w:rPr>
              <w:t>здравоохранени</w:t>
            </w:r>
            <w:r>
              <w:rPr>
                <w:b/>
                <w:sz w:val="20"/>
              </w:rPr>
              <w:t>я</w:t>
            </w:r>
          </w:p>
        </w:tc>
        <w:tc>
          <w:tcPr>
            <w:tcW w:w="1701" w:type="dxa"/>
            <w:vAlign w:val="bottom"/>
          </w:tcPr>
          <w:p w14:paraId="1D3C9A26" w14:textId="79663EE2" w:rsidR="00E239C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38F26ECF" w14:textId="1F639E9A" w:rsidR="00E239C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1,9</w:t>
            </w:r>
          </w:p>
        </w:tc>
      </w:tr>
      <w:tr w:rsidR="00E239CE" w:rsidRPr="00973C76" w14:paraId="762DB348" w14:textId="77777777" w:rsidTr="00617976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3FA11E13" w14:textId="77777777" w:rsidR="00E239CE" w:rsidRPr="004B4055" w:rsidRDefault="00E239CE" w:rsidP="00E239CE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</w:t>
            </w:r>
            <w:r w:rsidRPr="004B4055">
              <w:rPr>
                <w:b/>
                <w:sz w:val="20"/>
              </w:rPr>
              <w:t>ругие</w:t>
            </w:r>
          </w:p>
        </w:tc>
        <w:tc>
          <w:tcPr>
            <w:tcW w:w="1701" w:type="dxa"/>
            <w:vAlign w:val="bottom"/>
          </w:tcPr>
          <w:p w14:paraId="230B8FAD" w14:textId="17D76521" w:rsidR="00E239CE" w:rsidRPr="00E77071" w:rsidRDefault="00E77071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16</w:t>
            </w:r>
          </w:p>
        </w:tc>
        <w:tc>
          <w:tcPr>
            <w:tcW w:w="1701" w:type="dxa"/>
            <w:shd w:val="clear" w:color="auto" w:fill="auto"/>
            <w:vAlign w:val="bottom"/>
          </w:tcPr>
          <w:p w14:paraId="0D93B259" w14:textId="22D24C1F" w:rsidR="00E239CE" w:rsidRPr="00E77071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E77071">
              <w:rPr>
                <w:b/>
                <w:sz w:val="20"/>
              </w:rPr>
              <w:t>1</w:t>
            </w:r>
            <w:r w:rsidR="00E77071" w:rsidRPr="00E77071">
              <w:rPr>
                <w:b/>
                <w:sz w:val="20"/>
              </w:rPr>
              <w:t>4,2</w:t>
            </w:r>
          </w:p>
        </w:tc>
      </w:tr>
    </w:tbl>
    <w:p w14:paraId="4ED1D4AC" w14:textId="7B635006" w:rsidR="00E77071" w:rsidRPr="00E77071" w:rsidRDefault="00E77071" w:rsidP="003E3D18">
      <w:pPr>
        <w:spacing w:before="120"/>
        <w:ind w:left="453" w:hanging="113"/>
        <w:rPr>
          <w:sz w:val="18"/>
          <w:szCs w:val="18"/>
        </w:rPr>
      </w:pPr>
      <w:r>
        <w:rPr>
          <w:sz w:val="18"/>
          <w:szCs w:val="18"/>
          <w:vertAlign w:val="superscript"/>
        </w:rPr>
        <w:t>6)</w:t>
      </w:r>
      <w:r>
        <w:rPr>
          <w:sz w:val="18"/>
          <w:szCs w:val="18"/>
        </w:rPr>
        <w:t>с учетом помещений общего пользования</w:t>
      </w:r>
    </w:p>
    <w:p w14:paraId="5243BEC7" w14:textId="773A7C30" w:rsidR="00EA4626" w:rsidRDefault="00E77071" w:rsidP="00E77071">
      <w:pPr>
        <w:spacing w:before="60"/>
        <w:ind w:left="453" w:hanging="113"/>
        <w:rPr>
          <w:sz w:val="18"/>
          <w:szCs w:val="18"/>
        </w:rPr>
      </w:pPr>
      <w:r>
        <w:rPr>
          <w:sz w:val="18"/>
          <w:szCs w:val="18"/>
          <w:vertAlign w:val="superscript"/>
        </w:rPr>
        <w:t>7</w:t>
      </w:r>
      <w:r w:rsidR="00EA4626" w:rsidRPr="003E3D18">
        <w:rPr>
          <w:sz w:val="18"/>
          <w:szCs w:val="18"/>
          <w:vertAlign w:val="superscript"/>
        </w:rPr>
        <w:t>)</w:t>
      </w:r>
      <w:r w:rsidR="00EA4626" w:rsidRPr="003E3D18">
        <w:rPr>
          <w:sz w:val="18"/>
          <w:szCs w:val="18"/>
        </w:rPr>
        <w:t>здания нежилого назначения распределены исходя из целей их ис</w:t>
      </w:r>
      <w:r>
        <w:rPr>
          <w:sz w:val="18"/>
          <w:szCs w:val="18"/>
        </w:rPr>
        <w:t>п</w:t>
      </w:r>
      <w:r w:rsidR="00EA4626" w:rsidRPr="003E3D18">
        <w:rPr>
          <w:sz w:val="18"/>
          <w:szCs w:val="18"/>
        </w:rPr>
        <w:t>ользования в соответствии</w:t>
      </w:r>
      <w:r w:rsidR="00EA4626" w:rsidRPr="003E3D18">
        <w:rPr>
          <w:sz w:val="18"/>
          <w:szCs w:val="18"/>
        </w:rPr>
        <w:br/>
        <w:t>с Общероссийским классификатором основных фондов</w:t>
      </w:r>
    </w:p>
    <w:p w14:paraId="61071444" w14:textId="1B112F9A" w:rsidR="0031223F" w:rsidRPr="002F1158" w:rsidRDefault="007E11A7" w:rsidP="00DD3362">
      <w:pPr>
        <w:pStyle w:val="3"/>
        <w:spacing w:before="120" w:after="120"/>
        <w:ind w:right="0" w:firstLine="709"/>
        <w:jc w:val="both"/>
        <w:rPr>
          <w:b w:val="0"/>
        </w:rPr>
      </w:pPr>
      <w:bookmarkStart w:id="57" w:name="_Toc181255912"/>
      <w:r w:rsidRPr="007E1B0A">
        <w:rPr>
          <w:szCs w:val="24"/>
        </w:rPr>
        <w:t xml:space="preserve">Жилищное </w:t>
      </w:r>
      <w:r w:rsidRPr="00DE7BF7">
        <w:rPr>
          <w:szCs w:val="24"/>
        </w:rPr>
        <w:t>строительство</w:t>
      </w:r>
      <w:r w:rsidR="00E77071">
        <w:rPr>
          <w:szCs w:val="24"/>
          <w:vertAlign w:val="superscript"/>
        </w:rPr>
        <w:t>8</w:t>
      </w:r>
      <w:r w:rsidRPr="00DE7BF7">
        <w:rPr>
          <w:szCs w:val="24"/>
          <w:vertAlign w:val="superscript"/>
        </w:rPr>
        <w:t>)</w:t>
      </w:r>
      <w:r w:rsidRPr="0022283C">
        <w:rPr>
          <w:b w:val="0"/>
          <w:bCs/>
          <w:szCs w:val="24"/>
        </w:rPr>
        <w:t>.</w:t>
      </w:r>
      <w:r w:rsidR="007A0CB6" w:rsidRPr="002F1158">
        <w:rPr>
          <w:b w:val="0"/>
          <w:szCs w:val="24"/>
        </w:rPr>
        <w:t xml:space="preserve"> </w:t>
      </w:r>
      <w:r w:rsidR="009C29DA" w:rsidRPr="002F1158">
        <w:rPr>
          <w:b w:val="0"/>
          <w:szCs w:val="24"/>
        </w:rPr>
        <w:t>В январе-</w:t>
      </w:r>
      <w:r w:rsidR="0010109E">
        <w:rPr>
          <w:b w:val="0"/>
          <w:szCs w:val="24"/>
        </w:rPr>
        <w:t>сентябре</w:t>
      </w:r>
      <w:r w:rsidR="00617976" w:rsidRPr="002F1158">
        <w:rPr>
          <w:b w:val="0"/>
          <w:szCs w:val="24"/>
        </w:rPr>
        <w:t xml:space="preserve"> 2024 года организациями всех форм собственности и индивидуальными застройщиками </w:t>
      </w:r>
      <w:r w:rsidR="00463A32" w:rsidRPr="002F1158">
        <w:rPr>
          <w:b w:val="0"/>
          <w:szCs w:val="24"/>
        </w:rPr>
        <w:t xml:space="preserve">построено </w:t>
      </w:r>
      <w:r w:rsidR="00AB4761">
        <w:rPr>
          <w:b w:val="0"/>
          <w:szCs w:val="24"/>
        </w:rPr>
        <w:t>4096</w:t>
      </w:r>
      <w:r w:rsidR="00463A32" w:rsidRPr="002F1158">
        <w:rPr>
          <w:b w:val="0"/>
          <w:szCs w:val="24"/>
        </w:rPr>
        <w:t xml:space="preserve"> новых квартир </w:t>
      </w:r>
      <w:r w:rsidR="00617976" w:rsidRPr="002F1158">
        <w:rPr>
          <w:b w:val="0"/>
          <w:szCs w:val="24"/>
        </w:rPr>
        <w:t xml:space="preserve">общей площадью </w:t>
      </w:r>
      <w:r w:rsidR="00E239CE" w:rsidRPr="00AB4761">
        <w:rPr>
          <w:b w:val="0"/>
          <w:szCs w:val="24"/>
        </w:rPr>
        <w:t>4</w:t>
      </w:r>
      <w:r w:rsidR="00AB4761" w:rsidRPr="00AB4761">
        <w:rPr>
          <w:b w:val="0"/>
          <w:szCs w:val="24"/>
        </w:rPr>
        <w:t>90,2</w:t>
      </w:r>
      <w:r w:rsidR="002F1158" w:rsidRPr="00AB4761">
        <w:rPr>
          <w:b w:val="0"/>
          <w:szCs w:val="24"/>
        </w:rPr>
        <w:t xml:space="preserve"> </w:t>
      </w:r>
      <w:r w:rsidR="00617976" w:rsidRPr="00AB4761">
        <w:rPr>
          <w:b w:val="0"/>
          <w:szCs w:val="24"/>
        </w:rPr>
        <w:t>тыс. м</w:t>
      </w:r>
      <w:r w:rsidR="00617976" w:rsidRPr="00AB4761">
        <w:rPr>
          <w:b w:val="0"/>
          <w:szCs w:val="24"/>
          <w:vertAlign w:val="superscript"/>
        </w:rPr>
        <w:t>2</w:t>
      </w:r>
      <w:r w:rsidR="00617976" w:rsidRPr="00AB4761">
        <w:rPr>
          <w:b w:val="0"/>
          <w:szCs w:val="24"/>
        </w:rPr>
        <w:t xml:space="preserve"> или </w:t>
      </w:r>
      <w:r w:rsidR="00E239CE" w:rsidRPr="00AB4761">
        <w:rPr>
          <w:b w:val="0"/>
          <w:szCs w:val="24"/>
        </w:rPr>
        <w:t>10</w:t>
      </w:r>
      <w:r w:rsidR="00AB4761" w:rsidRPr="00AB4761">
        <w:rPr>
          <w:b w:val="0"/>
          <w:szCs w:val="24"/>
        </w:rPr>
        <w:t>5</w:t>
      </w:r>
      <w:r w:rsidR="00E239CE" w:rsidRPr="00AB4761">
        <w:rPr>
          <w:b w:val="0"/>
          <w:szCs w:val="24"/>
        </w:rPr>
        <w:t>,</w:t>
      </w:r>
      <w:r w:rsidR="00AB4761" w:rsidRPr="00AB4761">
        <w:rPr>
          <w:b w:val="0"/>
          <w:szCs w:val="24"/>
        </w:rPr>
        <w:t>5</w:t>
      </w:r>
      <w:r w:rsidR="00617976" w:rsidRPr="00AB4761">
        <w:rPr>
          <w:b w:val="0"/>
          <w:szCs w:val="24"/>
        </w:rPr>
        <w:t>% к</w:t>
      </w:r>
      <w:r w:rsidR="00617976" w:rsidRPr="002F1158">
        <w:rPr>
          <w:b w:val="0"/>
          <w:szCs w:val="24"/>
        </w:rPr>
        <w:t xml:space="preserve"> уровню соответствующего периода предыдущего года</w:t>
      </w:r>
      <w:r w:rsidRPr="002F1158">
        <w:rPr>
          <w:b w:val="0"/>
        </w:rPr>
        <w:t>.</w:t>
      </w:r>
      <w:bookmarkEnd w:id="57"/>
    </w:p>
    <w:p w14:paraId="67A1574F" w14:textId="4A7B4CB4" w:rsidR="00D64CEC" w:rsidRPr="00285E2C" w:rsidRDefault="00E77071" w:rsidP="00D64CEC">
      <w:pPr>
        <w:spacing w:before="120"/>
        <w:ind w:left="425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8</w:t>
      </w:r>
      <w:r w:rsidR="00D64CEC" w:rsidRPr="002F1158">
        <w:rPr>
          <w:sz w:val="18"/>
          <w:szCs w:val="18"/>
          <w:vertAlign w:val="superscript"/>
        </w:rPr>
        <w:t>)</w:t>
      </w:r>
      <w:r w:rsidR="00A03FF3" w:rsidRPr="002F1158">
        <w:rPr>
          <w:sz w:val="18"/>
          <w:szCs w:val="18"/>
        </w:rPr>
        <w:t>с учетом жилых домов (квартир), построенных на земельных участках, предназначенных для ведения гражданами садоводства</w:t>
      </w:r>
    </w:p>
    <w:p w14:paraId="339F4D0A" w14:textId="77777777" w:rsidR="0031223F" w:rsidRPr="005D41C6" w:rsidRDefault="0031223F" w:rsidP="00DD3362">
      <w:pPr>
        <w:pStyle w:val="3"/>
        <w:spacing w:before="240" w:after="240"/>
        <w:ind w:right="0"/>
        <w:rPr>
          <w:szCs w:val="24"/>
          <w:vertAlign w:val="superscript"/>
        </w:rPr>
      </w:pPr>
      <w:bookmarkStart w:id="58" w:name="_Toc436038881"/>
      <w:bookmarkStart w:id="59" w:name="_Toc493779730"/>
      <w:bookmarkStart w:id="60" w:name="_Toc181255913"/>
      <w:bookmarkEnd w:id="56"/>
      <w:r w:rsidRPr="007E1B0A">
        <w:rPr>
          <w:szCs w:val="24"/>
        </w:rPr>
        <w:t>Динамика ввода в действие жилых домов</w:t>
      </w:r>
      <w:bookmarkEnd w:id="58"/>
      <w:bookmarkEnd w:id="59"/>
      <w:bookmarkEnd w:id="60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69"/>
        <w:gridCol w:w="1701"/>
        <w:gridCol w:w="1701"/>
        <w:gridCol w:w="1701"/>
      </w:tblGrid>
      <w:tr w:rsidR="00617976" w:rsidRPr="0021445B" w14:paraId="07965F3F" w14:textId="77777777" w:rsidTr="00617976">
        <w:trPr>
          <w:trHeight w:val="283"/>
          <w:jc w:val="center"/>
        </w:trPr>
        <w:tc>
          <w:tcPr>
            <w:tcW w:w="3969" w:type="dxa"/>
            <w:vMerge w:val="restart"/>
            <w:vAlign w:val="center"/>
          </w:tcPr>
          <w:p w14:paraId="015B3C39" w14:textId="77777777" w:rsidR="00617976" w:rsidRPr="00593A44" w:rsidRDefault="00617976" w:rsidP="00617976">
            <w:pPr>
              <w:jc w:val="center"/>
              <w:rPr>
                <w:b/>
                <w:sz w:val="20"/>
              </w:rPr>
            </w:pPr>
            <w:bookmarkStart w:id="61" w:name="_Toc493779731"/>
            <w:bookmarkEnd w:id="40"/>
            <w:bookmarkEnd w:id="41"/>
          </w:p>
        </w:tc>
        <w:tc>
          <w:tcPr>
            <w:tcW w:w="1701" w:type="dxa"/>
            <w:vMerge w:val="restart"/>
            <w:vAlign w:val="center"/>
          </w:tcPr>
          <w:p w14:paraId="2422040A" w14:textId="77777777" w:rsidR="00617976" w:rsidRPr="0021445B" w:rsidRDefault="00617976" w:rsidP="00617976">
            <w:pPr>
              <w:jc w:val="center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Тыс. м</w:t>
            </w:r>
            <w:r w:rsidRPr="0021445B">
              <w:rPr>
                <w:b/>
                <w:sz w:val="20"/>
                <w:vertAlign w:val="superscript"/>
              </w:rPr>
              <w:t>2</w:t>
            </w:r>
            <w:r w:rsidRPr="0021445B">
              <w:rPr>
                <w:b/>
                <w:sz w:val="20"/>
              </w:rPr>
              <w:br/>
              <w:t>общей площади</w:t>
            </w:r>
          </w:p>
        </w:tc>
        <w:tc>
          <w:tcPr>
            <w:tcW w:w="3402" w:type="dxa"/>
            <w:gridSpan w:val="2"/>
            <w:vAlign w:val="center"/>
          </w:tcPr>
          <w:p w14:paraId="4801C95A" w14:textId="77777777" w:rsidR="00617976" w:rsidRPr="0021445B" w:rsidRDefault="00617976" w:rsidP="00617976">
            <w:pPr>
              <w:jc w:val="center"/>
              <w:rPr>
                <w:b/>
                <w:sz w:val="20"/>
                <w:vertAlign w:val="superscript"/>
              </w:rPr>
            </w:pPr>
            <w:proofErr w:type="gramStart"/>
            <w:r w:rsidRPr="0021445B">
              <w:rPr>
                <w:b/>
                <w:sz w:val="20"/>
              </w:rPr>
              <w:t>В  %</w:t>
            </w:r>
            <w:proofErr w:type="gramEnd"/>
            <w:r w:rsidRPr="0021445B">
              <w:rPr>
                <w:b/>
                <w:sz w:val="20"/>
              </w:rPr>
              <w:t xml:space="preserve">  к</w:t>
            </w:r>
          </w:p>
        </w:tc>
      </w:tr>
      <w:tr w:rsidR="00617976" w:rsidRPr="0021445B" w14:paraId="51FBAA77" w14:textId="77777777" w:rsidTr="00617976">
        <w:trPr>
          <w:trHeight w:val="227"/>
          <w:jc w:val="center"/>
        </w:trPr>
        <w:tc>
          <w:tcPr>
            <w:tcW w:w="3969" w:type="dxa"/>
            <w:vMerge/>
            <w:vAlign w:val="center"/>
          </w:tcPr>
          <w:p w14:paraId="2ED0B214" w14:textId="77777777" w:rsidR="00617976" w:rsidRPr="0021445B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Merge/>
            <w:vAlign w:val="center"/>
          </w:tcPr>
          <w:p w14:paraId="174C79F7" w14:textId="77777777" w:rsidR="00617976" w:rsidRPr="0021445B" w:rsidRDefault="00617976" w:rsidP="00617976">
            <w:pPr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BEFC441" w14:textId="77777777" w:rsidR="00617976" w:rsidRPr="00116CBC" w:rsidRDefault="00617976" w:rsidP="00617976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с</w:t>
            </w:r>
            <w:r w:rsidRPr="00116CBC">
              <w:rPr>
                <w:b/>
                <w:sz w:val="20"/>
              </w:rPr>
              <w:t>оответствую</w:t>
            </w:r>
            <w:r>
              <w:rPr>
                <w:b/>
                <w:sz w:val="20"/>
              </w:rPr>
              <w:t>-</w:t>
            </w:r>
            <w:proofErr w:type="spellStart"/>
            <w:r w:rsidRPr="00116CBC">
              <w:rPr>
                <w:b/>
                <w:sz w:val="20"/>
              </w:rPr>
              <w:t>щему</w:t>
            </w:r>
            <w:proofErr w:type="spellEnd"/>
            <w:proofErr w:type="gramEnd"/>
            <w:r w:rsidRPr="00116CBC">
              <w:rPr>
                <w:b/>
                <w:sz w:val="20"/>
              </w:rPr>
              <w:t xml:space="preserve"> периоду предыдущего года</w:t>
            </w:r>
          </w:p>
        </w:tc>
        <w:tc>
          <w:tcPr>
            <w:tcW w:w="1701" w:type="dxa"/>
            <w:vAlign w:val="center"/>
          </w:tcPr>
          <w:p w14:paraId="6848F569" w14:textId="77777777" w:rsidR="00617976" w:rsidRPr="00116CBC" w:rsidRDefault="00617976" w:rsidP="00617976">
            <w:pPr>
              <w:jc w:val="center"/>
              <w:rPr>
                <w:b/>
                <w:sz w:val="20"/>
              </w:rPr>
            </w:pPr>
            <w:r w:rsidRPr="00116CBC">
              <w:rPr>
                <w:b/>
                <w:sz w:val="20"/>
              </w:rPr>
              <w:t>предыдущему периоду</w:t>
            </w:r>
          </w:p>
        </w:tc>
      </w:tr>
      <w:tr w:rsidR="00617976" w:rsidRPr="0021445B" w14:paraId="045DB04F" w14:textId="77777777" w:rsidTr="00617976">
        <w:trPr>
          <w:trHeight w:val="28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C77198" w14:textId="77777777" w:rsidR="00617976" w:rsidRPr="0021445B" w:rsidRDefault="00617976" w:rsidP="00617976">
            <w:pPr>
              <w:jc w:val="center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2023</w:t>
            </w:r>
          </w:p>
        </w:tc>
      </w:tr>
      <w:tr w:rsidR="00617976" w:rsidRPr="0021445B" w14:paraId="4D16FF96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41833E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54B260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53,2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4BBFFA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0AF04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135,4</w:t>
            </w:r>
          </w:p>
        </w:tc>
      </w:tr>
      <w:tr w:rsidR="00617976" w:rsidRPr="0021445B" w14:paraId="23350CA1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57F875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E3679C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AB3F8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72B4D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111,7</w:t>
            </w:r>
          </w:p>
        </w:tc>
      </w:tr>
      <w:tr w:rsidR="00617976" w:rsidRPr="0021445B" w14:paraId="29348C50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2464B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BF81DD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E5D43A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B7FD9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97,0</w:t>
            </w:r>
          </w:p>
        </w:tc>
      </w:tr>
      <w:tr w:rsidR="00617976" w:rsidRPr="00593A44" w14:paraId="09D36E08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F7A2CA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  <w:lang w:val="en-US"/>
              </w:rPr>
              <w:t xml:space="preserve">I </w:t>
            </w:r>
            <w:r w:rsidRPr="0021445B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2D1565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170,2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AA0C0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15D685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167,9</w:t>
            </w:r>
          </w:p>
        </w:tc>
      </w:tr>
      <w:tr w:rsidR="00617976" w:rsidRPr="00593A44" w14:paraId="1344602A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0E7D9" w14:textId="77777777" w:rsidR="00617976" w:rsidRPr="00842DE2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B397C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42,5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93918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97,6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0088B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73,8</w:t>
            </w:r>
          </w:p>
        </w:tc>
      </w:tr>
      <w:tr w:rsidR="00617976" w:rsidRPr="00593A44" w14:paraId="1DE760CE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29F06B" w14:textId="77777777" w:rsidR="00617976" w:rsidRPr="00842DE2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F90574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40,9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2D8AD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105,4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14F6520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96,2</w:t>
            </w:r>
          </w:p>
        </w:tc>
      </w:tr>
      <w:tr w:rsidR="00617976" w:rsidRPr="00593A44" w14:paraId="4440C170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DBF2F" w14:textId="77777777" w:rsidR="00617976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C35A1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66,3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F24D3D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128,7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89D86D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162,2</w:t>
            </w:r>
          </w:p>
        </w:tc>
      </w:tr>
      <w:tr w:rsidR="00617976" w:rsidRPr="00593A44" w14:paraId="799E0F42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9B8A3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  <w:lang w:val="en-US"/>
              </w:rPr>
              <w:t xml:space="preserve">II </w:t>
            </w:r>
            <w:r w:rsidRPr="0021445B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3CFB9D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149,8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8D8AEE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111,8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7B597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88,0</w:t>
            </w:r>
          </w:p>
        </w:tc>
      </w:tr>
      <w:tr w:rsidR="00617976" w:rsidRPr="00593A44" w14:paraId="3C17457A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C5A07" w14:textId="77777777" w:rsidR="00617976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D68C8B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319,9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A8DB5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98,4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7B3119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х</w:t>
            </w:r>
          </w:p>
        </w:tc>
      </w:tr>
      <w:tr w:rsidR="00617976" w:rsidRPr="00593A44" w14:paraId="6B5255DE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13867" w14:textId="77777777" w:rsidR="00617976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DB483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46,4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B2F169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135,2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E431AC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70,0</w:t>
            </w:r>
          </w:p>
        </w:tc>
      </w:tr>
      <w:tr w:rsidR="00617976" w:rsidRPr="00593A44" w14:paraId="20A2A155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B5234D" w14:textId="77777777" w:rsidR="00617976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183257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43,4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006A0" w14:textId="77777777" w:rsidR="00617976" w:rsidRPr="000C7193" w:rsidRDefault="00617976" w:rsidP="00617976">
            <w:pPr>
              <w:tabs>
                <w:tab w:val="left" w:pos="1734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1B0BDA" w14:textId="77777777" w:rsidR="00617976" w:rsidRPr="000C7193" w:rsidRDefault="00617976" w:rsidP="00617976">
            <w:pPr>
              <w:tabs>
                <w:tab w:val="left" w:pos="1734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93,5</w:t>
            </w:r>
          </w:p>
        </w:tc>
      </w:tr>
      <w:tr w:rsidR="00617976" w:rsidRPr="00593A44" w14:paraId="0814FDC2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140C61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2B9831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A570F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71,0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6AAA53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126,8</w:t>
            </w:r>
          </w:p>
        </w:tc>
      </w:tr>
      <w:tr w:rsidR="00617976" w:rsidRPr="00593A44" w14:paraId="3664EEEE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57B985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  <w:lang w:val="en-US"/>
              </w:rPr>
              <w:t>III</w:t>
            </w:r>
            <w:r w:rsidRPr="0021445B">
              <w:rPr>
                <w:b/>
                <w:sz w:val="20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74E614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144,9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AB6109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88,2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672F5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96,7</w:t>
            </w:r>
          </w:p>
        </w:tc>
      </w:tr>
      <w:tr w:rsidR="00617976" w:rsidRPr="00593A44" w14:paraId="405E20B8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EF6B4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Январь-сентябрь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BB33D9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464,8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C11195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C3D73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х</w:t>
            </w:r>
          </w:p>
        </w:tc>
      </w:tr>
      <w:tr w:rsidR="00617976" w:rsidRPr="00593A44" w14:paraId="5D268163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1A18AB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Октябрь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31528D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8E3EF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109,7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8D1334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92,0</w:t>
            </w:r>
          </w:p>
        </w:tc>
      </w:tr>
      <w:tr w:rsidR="00617976" w:rsidRPr="00593A44" w14:paraId="55A2941C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EA874" w14:textId="77777777" w:rsidR="00617976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Ноябрь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D13CC9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52,4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5D245" w14:textId="77777777" w:rsidR="00617976" w:rsidRPr="000C7193" w:rsidRDefault="00617976" w:rsidP="00617976">
            <w:pPr>
              <w:tabs>
                <w:tab w:val="left" w:pos="1593"/>
              </w:tabs>
              <w:ind w:right="34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в 3,3р.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308671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103,6</w:t>
            </w:r>
          </w:p>
        </w:tc>
      </w:tr>
      <w:tr w:rsidR="00617976" w:rsidRPr="00593A44" w14:paraId="79763AF6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8E823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</w:rPr>
              <w:t>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8E6B1F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64,2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B04707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A184F3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122,5</w:t>
            </w:r>
          </w:p>
        </w:tc>
      </w:tr>
      <w:tr w:rsidR="00617976" w:rsidRPr="00593A44" w14:paraId="2295DF3A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C0E3A8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 w:rsidRPr="0021445B">
              <w:rPr>
                <w:b/>
                <w:sz w:val="20"/>
                <w:lang w:val="en-US"/>
              </w:rPr>
              <w:t xml:space="preserve">IV </w:t>
            </w:r>
            <w:r w:rsidRPr="0021445B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EA7A46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61ABE4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165,0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0C2936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115,5</w:t>
            </w:r>
          </w:p>
        </w:tc>
      </w:tr>
      <w:tr w:rsidR="00617976" w:rsidRPr="00593A44" w14:paraId="7AD3FF5F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A1690B" w14:textId="77777777" w:rsidR="00617976" w:rsidRPr="0021445B" w:rsidRDefault="00617976" w:rsidP="00617976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Январь-декабрь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47B4F2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632,1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F57B9C" w14:textId="77777777" w:rsidR="00617976" w:rsidRPr="000C7193" w:rsidRDefault="00617976" w:rsidP="00617976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107,0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93E564" w14:textId="77777777" w:rsidR="00617976" w:rsidRPr="000C7193" w:rsidRDefault="00617976" w:rsidP="00617976">
            <w:pPr>
              <w:ind w:right="510"/>
              <w:jc w:val="right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х</w:t>
            </w:r>
          </w:p>
        </w:tc>
      </w:tr>
      <w:tr w:rsidR="00617976" w:rsidRPr="00593A44" w14:paraId="3312E828" w14:textId="77777777" w:rsidTr="00617976">
        <w:trPr>
          <w:trHeight w:val="283"/>
          <w:jc w:val="center"/>
        </w:trPr>
        <w:tc>
          <w:tcPr>
            <w:tcW w:w="90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F8DBBE" w14:textId="77777777" w:rsidR="00617976" w:rsidRPr="000C7193" w:rsidRDefault="00617976" w:rsidP="00617976">
            <w:pPr>
              <w:jc w:val="center"/>
              <w:rPr>
                <w:b/>
                <w:sz w:val="20"/>
              </w:rPr>
            </w:pPr>
            <w:r w:rsidRPr="000C7193">
              <w:rPr>
                <w:b/>
                <w:sz w:val="20"/>
              </w:rPr>
              <w:t>2024</w:t>
            </w:r>
          </w:p>
        </w:tc>
      </w:tr>
      <w:tr w:rsidR="002F1158" w:rsidRPr="00593A44" w14:paraId="54BFB8A2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612217" w14:textId="77777777" w:rsidR="002F1158" w:rsidRPr="00AC20AB" w:rsidRDefault="002F1158" w:rsidP="002F1158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Январь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5CB35" w14:textId="03FBAB60" w:rsidR="002F1158" w:rsidRPr="00AC20AB" w:rsidRDefault="002F1158" w:rsidP="002F1158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66,7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319E06" w14:textId="7BA05447" w:rsidR="002F1158" w:rsidRPr="00AC20AB" w:rsidRDefault="002F1158" w:rsidP="002F1158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125,5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8829FD" w14:textId="1048AEBB" w:rsidR="002F1158" w:rsidRPr="00AC20AB" w:rsidRDefault="002F1158" w:rsidP="002F1158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103,9</w:t>
            </w:r>
          </w:p>
        </w:tc>
      </w:tr>
      <w:tr w:rsidR="00E239CE" w:rsidRPr="00593A44" w14:paraId="00886E4B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1B0414" w14:textId="77777777" w:rsidR="00E239CE" w:rsidRPr="00AC20AB" w:rsidRDefault="00E239CE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Февраль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785C50" w14:textId="61C7F041"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37,9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7A5C39" w14:textId="4426E26B" w:rsidR="00E239CE" w:rsidRPr="00AC20AB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63,9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30FDE0" w14:textId="128E0F90"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56,9</w:t>
            </w:r>
          </w:p>
        </w:tc>
      </w:tr>
      <w:tr w:rsidR="00E239CE" w:rsidRPr="00593A44" w14:paraId="380651A5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BE6A6" w14:textId="77777777" w:rsidR="00E239CE" w:rsidRPr="00AC20AB" w:rsidRDefault="00E239CE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CC3903" w14:textId="2F69D8B4"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40,3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B3EABD" w14:textId="6860A8E1" w:rsidR="00E239CE" w:rsidRPr="00AC20AB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70,0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1311F" w14:textId="1022EA8A"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106,4</w:t>
            </w:r>
          </w:p>
        </w:tc>
      </w:tr>
      <w:tr w:rsidR="00E239CE" w:rsidRPr="00593A44" w14:paraId="1C4ED827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77098C" w14:textId="77777777" w:rsidR="00E239CE" w:rsidRPr="00AC20AB" w:rsidRDefault="00E239CE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  <w:lang w:val="en-US"/>
              </w:rPr>
              <w:t xml:space="preserve">I </w:t>
            </w:r>
            <w:r w:rsidRPr="00AC20AB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B61B33" w14:textId="73E45D2F"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145,0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3E371D" w14:textId="645680C8" w:rsidR="00E239CE" w:rsidRPr="00AC20AB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85,2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D5273B" w14:textId="7A55B785"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86,7</w:t>
            </w:r>
          </w:p>
        </w:tc>
      </w:tr>
      <w:tr w:rsidR="00E239CE" w:rsidRPr="00593A44" w14:paraId="6BBCE9F4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C72238" w14:textId="77777777" w:rsidR="00E239CE" w:rsidRPr="00AC20AB" w:rsidRDefault="00E239CE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Апрель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786DD9" w14:textId="3693D358"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37,8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1AFDD1" w14:textId="3A4D6CB1" w:rsidR="00E239CE" w:rsidRPr="00AC20AB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89,0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88088D" w14:textId="53204E85"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93,8</w:t>
            </w:r>
          </w:p>
        </w:tc>
      </w:tr>
      <w:tr w:rsidR="00E239CE" w:rsidRPr="00593A44" w14:paraId="4232969E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682296" w14:textId="77777777" w:rsidR="00E239CE" w:rsidRPr="00AC20AB" w:rsidRDefault="00E239CE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Май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03B287" w14:textId="2242E5DB"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43,9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E4BD50" w14:textId="60D829D8" w:rsidR="00E239CE" w:rsidRPr="00AC20AB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107,2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3F587D" w14:textId="6C17803A"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115,9</w:t>
            </w:r>
          </w:p>
        </w:tc>
      </w:tr>
      <w:tr w:rsidR="00E239CE" w:rsidRPr="00593A44" w14:paraId="6152648F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C8F1C2" w14:textId="31B09FA9" w:rsidR="00E239CE" w:rsidRPr="00AC20AB" w:rsidRDefault="00E239CE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EF6876" w14:textId="5D699345"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91,2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72733" w14:textId="59C2D57A" w:rsidR="00E239CE" w:rsidRPr="00AC20AB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137,5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F78913" w14:textId="54F57C09" w:rsidR="00E239CE" w:rsidRPr="00AC20AB" w:rsidRDefault="00E239CE" w:rsidP="00E239CE">
            <w:pPr>
              <w:ind w:right="34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в 2,1р.</w:t>
            </w:r>
          </w:p>
        </w:tc>
      </w:tr>
      <w:tr w:rsidR="00E239CE" w:rsidRPr="00593A44" w14:paraId="618BEBF0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EDEF3" w14:textId="5FE9E5AB" w:rsidR="00E239CE" w:rsidRPr="00AC20AB" w:rsidRDefault="00E239CE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  <w:lang w:val="en-US"/>
              </w:rPr>
              <w:t xml:space="preserve">II </w:t>
            </w:r>
            <w:r w:rsidRPr="00AC20AB">
              <w:rPr>
                <w:b/>
                <w:sz w:val="20"/>
              </w:rPr>
              <w:t>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4BF9A1" w14:textId="7F32D10F"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172,9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B457F4" w14:textId="02379748" w:rsidR="00E239CE" w:rsidRPr="00AC20AB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EE389" w14:textId="61C9201A"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119,2</w:t>
            </w:r>
          </w:p>
        </w:tc>
      </w:tr>
      <w:tr w:rsidR="00E239CE" w:rsidRPr="00593A44" w14:paraId="0622082D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2D10FA" w14:textId="2B1CB1B5" w:rsidR="00E239CE" w:rsidRPr="00AC20AB" w:rsidRDefault="00E239CE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Январь-июнь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F132DE" w14:textId="0FC0C8D1"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317,9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3945A5" w14:textId="6CDD1A16" w:rsidR="00E239CE" w:rsidRPr="00AC20AB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99,4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3179FE" w14:textId="7707D66D"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х</w:t>
            </w:r>
          </w:p>
        </w:tc>
      </w:tr>
      <w:tr w:rsidR="00E239CE" w:rsidRPr="00593A44" w14:paraId="54B6B38F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8899EC" w14:textId="656E1FB0" w:rsidR="00E239CE" w:rsidRPr="00AC20AB" w:rsidRDefault="00E239CE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Июль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5A397" w14:textId="354C0B9A"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56,0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E19BD1" w14:textId="7EB55E21" w:rsidR="00E239CE" w:rsidRPr="00AC20AB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120,6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237119" w14:textId="201558C1"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61,4</w:t>
            </w:r>
          </w:p>
        </w:tc>
      </w:tr>
      <w:tr w:rsidR="00E239CE" w:rsidRPr="00593A44" w14:paraId="43021A98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B7AF6" w14:textId="6CC7716C" w:rsidR="00E239CE" w:rsidRPr="00AC20AB" w:rsidRDefault="00E239CE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Август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591858" w14:textId="468FB43C"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51,7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07ADCE" w14:textId="7D06D33E" w:rsidR="00E239CE" w:rsidRPr="00AC20AB" w:rsidRDefault="00E239CE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119,2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A37667" w14:textId="619147A0" w:rsidR="00E239CE" w:rsidRPr="00AC20AB" w:rsidRDefault="00E239CE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92,4</w:t>
            </w:r>
          </w:p>
        </w:tc>
      </w:tr>
      <w:tr w:rsidR="00E239CE" w:rsidRPr="00593A44" w14:paraId="13CA8E4B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B9B20A" w14:textId="711A40F7" w:rsidR="00E239CE" w:rsidRPr="00AC20AB" w:rsidRDefault="00AC20AB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00112" w14:textId="59A369CF" w:rsidR="00E239CE" w:rsidRPr="00AC20AB" w:rsidRDefault="00AC20AB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660EC4" w14:textId="2A22BD1B" w:rsidR="00E239CE" w:rsidRPr="00AC20AB" w:rsidRDefault="00AC20AB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117,3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15F86" w14:textId="2DB5D666" w:rsidR="00E239CE" w:rsidRPr="00AC20AB" w:rsidRDefault="00AC20AB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124,7</w:t>
            </w:r>
          </w:p>
        </w:tc>
      </w:tr>
      <w:tr w:rsidR="0010109E" w:rsidRPr="00593A44" w14:paraId="735C3AA9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406671" w14:textId="333DCCAB" w:rsidR="0010109E" w:rsidRPr="00AC20AB" w:rsidRDefault="00AC20AB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  <w:lang w:val="en-US"/>
              </w:rPr>
              <w:t>III</w:t>
            </w:r>
            <w:r w:rsidRPr="00AC20AB">
              <w:rPr>
                <w:b/>
                <w:sz w:val="20"/>
              </w:rPr>
              <w:t xml:space="preserve"> квартал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A69BEC" w14:textId="207329E1" w:rsidR="0010109E" w:rsidRPr="00AC20AB" w:rsidRDefault="00AC20AB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B88047" w14:textId="2181B47E" w:rsidR="0010109E" w:rsidRPr="00AC20AB" w:rsidRDefault="00AC20AB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118,9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1E1D70" w14:textId="05C06FCA" w:rsidR="0010109E" w:rsidRPr="00AC20AB" w:rsidRDefault="00AC20AB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99,6</w:t>
            </w:r>
          </w:p>
        </w:tc>
      </w:tr>
      <w:tr w:rsidR="00AC20AB" w:rsidRPr="00593A44" w14:paraId="6F62ADE0" w14:textId="77777777" w:rsidTr="00617976">
        <w:trPr>
          <w:trHeight w:val="227"/>
          <w:jc w:val="center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D50870" w14:textId="03927970" w:rsidR="00AC20AB" w:rsidRPr="00AC20AB" w:rsidRDefault="00AC20AB" w:rsidP="00E239CE">
            <w:pPr>
              <w:jc w:val="lef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Январь-сентябрь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B180C9" w14:textId="13EC73D7" w:rsidR="00AC20AB" w:rsidRPr="00AC20AB" w:rsidRDefault="00AC20AB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490,2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A67F87" w14:textId="237A336C" w:rsidR="00AC20AB" w:rsidRPr="00AC20AB" w:rsidRDefault="00AC20AB" w:rsidP="00E239CE">
            <w:pPr>
              <w:tabs>
                <w:tab w:val="left" w:pos="1593"/>
              </w:tabs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105,5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773615" w14:textId="22136FEE" w:rsidR="00AC20AB" w:rsidRPr="00AC20AB" w:rsidRDefault="00AC20AB" w:rsidP="00E239CE">
            <w:pPr>
              <w:ind w:right="510"/>
              <w:jc w:val="right"/>
              <w:rPr>
                <w:b/>
                <w:sz w:val="20"/>
              </w:rPr>
            </w:pPr>
            <w:r w:rsidRPr="00AC20AB">
              <w:rPr>
                <w:b/>
                <w:sz w:val="20"/>
              </w:rPr>
              <w:t>х</w:t>
            </w:r>
          </w:p>
        </w:tc>
      </w:tr>
    </w:tbl>
    <w:p w14:paraId="30E8A6CE" w14:textId="6F9343EB" w:rsidR="0031223F" w:rsidRPr="00C51FFD" w:rsidRDefault="00617976" w:rsidP="00DD3362">
      <w:pPr>
        <w:spacing w:before="120" w:after="120"/>
        <w:ind w:firstLine="709"/>
        <w:rPr>
          <w:szCs w:val="24"/>
        </w:rPr>
      </w:pPr>
      <w:r w:rsidRPr="00E44F9A">
        <w:t xml:space="preserve">Индивидуальными </w:t>
      </w:r>
      <w:r w:rsidRPr="009D07CF">
        <w:t xml:space="preserve">застройщиками построено </w:t>
      </w:r>
      <w:r w:rsidR="00AC20AB" w:rsidRPr="00AC20AB">
        <w:t>3355</w:t>
      </w:r>
      <w:r w:rsidR="00AC20AB" w:rsidRPr="00AC20AB">
        <w:rPr>
          <w:vertAlign w:val="superscript"/>
        </w:rPr>
        <w:t>9</w:t>
      </w:r>
      <w:r w:rsidRPr="00AC20AB">
        <w:rPr>
          <w:vertAlign w:val="superscript"/>
        </w:rPr>
        <w:t>)</w:t>
      </w:r>
      <w:r w:rsidRPr="00AC20AB">
        <w:t xml:space="preserve"> дом</w:t>
      </w:r>
      <w:r w:rsidR="00A01E6D">
        <w:t>ов</w:t>
      </w:r>
      <w:r w:rsidRPr="00AC20AB">
        <w:t xml:space="preserve"> общей </w:t>
      </w:r>
      <w:r w:rsidRPr="00AC20AB">
        <w:rPr>
          <w:szCs w:val="24"/>
        </w:rPr>
        <w:t xml:space="preserve">площадью </w:t>
      </w:r>
      <w:r w:rsidRPr="00AC20AB">
        <w:rPr>
          <w:color w:val="000000"/>
          <w:szCs w:val="24"/>
        </w:rPr>
        <w:t>жилых помещений</w:t>
      </w:r>
      <w:r w:rsidRPr="00AC20AB">
        <w:rPr>
          <w:szCs w:val="24"/>
        </w:rPr>
        <w:t xml:space="preserve"> </w:t>
      </w:r>
      <w:r w:rsidR="00AC20AB" w:rsidRPr="00AC20AB">
        <w:rPr>
          <w:szCs w:val="24"/>
        </w:rPr>
        <w:t>448,6</w:t>
      </w:r>
      <w:r w:rsidR="00AC20AB" w:rsidRPr="00AC20AB">
        <w:rPr>
          <w:szCs w:val="24"/>
          <w:vertAlign w:val="superscript"/>
        </w:rPr>
        <w:t>9</w:t>
      </w:r>
      <w:r w:rsidRPr="00AC20AB">
        <w:rPr>
          <w:szCs w:val="24"/>
          <w:vertAlign w:val="superscript"/>
        </w:rPr>
        <w:t>)</w:t>
      </w:r>
      <w:r w:rsidRPr="00AC20AB">
        <w:t xml:space="preserve"> </w:t>
      </w:r>
      <w:r w:rsidRPr="00AC20AB">
        <w:rPr>
          <w:szCs w:val="24"/>
        </w:rPr>
        <w:t>тыс. м</w:t>
      </w:r>
      <w:r w:rsidRPr="00AC20AB">
        <w:rPr>
          <w:szCs w:val="24"/>
          <w:vertAlign w:val="superscript"/>
        </w:rPr>
        <w:t>2</w:t>
      </w:r>
      <w:r w:rsidRPr="00AC20AB">
        <w:rPr>
          <w:szCs w:val="24"/>
        </w:rPr>
        <w:t xml:space="preserve"> (из них </w:t>
      </w:r>
      <w:r w:rsidR="00AC20AB" w:rsidRPr="00AC20AB">
        <w:rPr>
          <w:szCs w:val="24"/>
        </w:rPr>
        <w:t>699</w:t>
      </w:r>
      <w:r w:rsidRPr="00AC20AB">
        <w:rPr>
          <w:szCs w:val="24"/>
        </w:rPr>
        <w:t xml:space="preserve"> дом</w:t>
      </w:r>
      <w:r w:rsidR="00AC20AB" w:rsidRPr="00AC20AB">
        <w:rPr>
          <w:szCs w:val="24"/>
        </w:rPr>
        <w:t>ов</w:t>
      </w:r>
      <w:r w:rsidRPr="00AC20AB">
        <w:rPr>
          <w:szCs w:val="24"/>
        </w:rPr>
        <w:t xml:space="preserve"> общей площадью </w:t>
      </w:r>
      <w:r w:rsidR="00AC20AB" w:rsidRPr="00AC20AB">
        <w:rPr>
          <w:szCs w:val="24"/>
        </w:rPr>
        <w:t>69,0</w:t>
      </w:r>
      <w:r w:rsidR="00CC165D" w:rsidRPr="00AC20AB">
        <w:rPr>
          <w:szCs w:val="24"/>
        </w:rPr>
        <w:t xml:space="preserve"> </w:t>
      </w:r>
      <w:r w:rsidRPr="00AC20AB">
        <w:rPr>
          <w:szCs w:val="24"/>
        </w:rPr>
        <w:t>тыс. м</w:t>
      </w:r>
      <w:r w:rsidRPr="00AC20AB">
        <w:rPr>
          <w:szCs w:val="24"/>
          <w:vertAlign w:val="superscript"/>
        </w:rPr>
        <w:t>2</w:t>
      </w:r>
      <w:r w:rsidRPr="00AC20AB">
        <w:rPr>
          <w:szCs w:val="24"/>
        </w:rPr>
        <w:t xml:space="preserve"> –</w:t>
      </w:r>
      <w:r w:rsidR="00172A35" w:rsidRPr="00AC20AB">
        <w:rPr>
          <w:szCs w:val="24"/>
        </w:rPr>
        <w:br/>
      </w:r>
      <w:r w:rsidRPr="00AC20AB">
        <w:rPr>
          <w:szCs w:val="24"/>
        </w:rPr>
        <w:t xml:space="preserve">на земельных участках, предназначенных для ведения садоводства) или </w:t>
      </w:r>
      <w:r w:rsidR="00AC20AB" w:rsidRPr="00AC20AB">
        <w:rPr>
          <w:szCs w:val="24"/>
        </w:rPr>
        <w:t>109,2</w:t>
      </w:r>
      <w:r w:rsidRPr="00AC20AB">
        <w:rPr>
          <w:szCs w:val="24"/>
        </w:rPr>
        <w:t>%</w:t>
      </w:r>
      <w:r w:rsidRPr="002F1158">
        <w:rPr>
          <w:szCs w:val="24"/>
        </w:rPr>
        <w:t xml:space="preserve"> </w:t>
      </w:r>
      <w:r w:rsidRPr="002F1158">
        <w:rPr>
          <w:szCs w:val="24"/>
        </w:rPr>
        <w:br/>
        <w:t>к уровню января-</w:t>
      </w:r>
      <w:r w:rsidR="0010109E">
        <w:rPr>
          <w:szCs w:val="24"/>
        </w:rPr>
        <w:t>сентябр</w:t>
      </w:r>
      <w:r w:rsidR="00A01E6D">
        <w:rPr>
          <w:szCs w:val="24"/>
        </w:rPr>
        <w:t>я</w:t>
      </w:r>
      <w:r w:rsidRPr="002F1158">
        <w:rPr>
          <w:szCs w:val="24"/>
        </w:rPr>
        <w:t xml:space="preserve"> 2023 года</w:t>
      </w:r>
      <w:r w:rsidR="0031223F" w:rsidRPr="002F1158">
        <w:rPr>
          <w:szCs w:val="24"/>
        </w:rPr>
        <w:t>.</w:t>
      </w:r>
    </w:p>
    <w:p w14:paraId="68C63AAE" w14:textId="4FB02691" w:rsidR="00463A32" w:rsidRPr="002F1158" w:rsidRDefault="00AC20AB" w:rsidP="002F1158">
      <w:pPr>
        <w:spacing w:before="100"/>
        <w:ind w:left="425" w:hanging="85"/>
        <w:rPr>
          <w:sz w:val="18"/>
          <w:szCs w:val="18"/>
        </w:rPr>
      </w:pPr>
      <w:r w:rsidRPr="00AC20AB">
        <w:rPr>
          <w:sz w:val="18"/>
          <w:szCs w:val="18"/>
          <w:vertAlign w:val="superscript"/>
        </w:rPr>
        <w:t>9</w:t>
      </w:r>
      <w:r w:rsidR="0031223F" w:rsidRPr="005A3771">
        <w:rPr>
          <w:rStyle w:val="af7"/>
          <w:sz w:val="18"/>
          <w:szCs w:val="18"/>
        </w:rPr>
        <w:t>)</w:t>
      </w:r>
      <w:r w:rsidR="00B91CF1">
        <w:rPr>
          <w:sz w:val="18"/>
          <w:szCs w:val="18"/>
        </w:rPr>
        <w:t>с учетом данных</w:t>
      </w:r>
      <w:r w:rsidR="00B91CF1" w:rsidRPr="00E73638">
        <w:rPr>
          <w:sz w:val="18"/>
          <w:szCs w:val="18"/>
        </w:rPr>
        <w:t xml:space="preserve"> </w:t>
      </w:r>
      <w:r w:rsidR="00B91CF1" w:rsidRPr="006E46B6">
        <w:rPr>
          <w:sz w:val="18"/>
          <w:szCs w:val="18"/>
        </w:rPr>
        <w:t xml:space="preserve">Управления Федеральной службы государственной регистрации, кадастра и картографии </w:t>
      </w:r>
      <w:r w:rsidR="00B91CF1">
        <w:rPr>
          <w:sz w:val="18"/>
          <w:szCs w:val="18"/>
        </w:rPr>
        <w:br/>
      </w:r>
      <w:r w:rsidR="00B91CF1" w:rsidRPr="006E46B6">
        <w:rPr>
          <w:sz w:val="18"/>
          <w:szCs w:val="18"/>
        </w:rPr>
        <w:t>по Астраханской области</w:t>
      </w:r>
    </w:p>
    <w:p w14:paraId="5FC9848C" w14:textId="77777777" w:rsidR="001A2DF8" w:rsidRDefault="001A2DF8">
      <w:pPr>
        <w:jc w:val="left"/>
        <w:rPr>
          <w:sz w:val="20"/>
        </w:rPr>
      </w:pPr>
      <w:bookmarkStart w:id="62" w:name="_Toc420420947"/>
      <w:bookmarkStart w:id="63" w:name="_Toc493779735"/>
      <w:bookmarkStart w:id="64" w:name="_Toc393370739"/>
      <w:bookmarkStart w:id="65" w:name="_Toc385585569"/>
      <w:bookmarkStart w:id="66" w:name="_Toc383161983"/>
      <w:bookmarkEnd w:id="43"/>
      <w:bookmarkEnd w:id="61"/>
    </w:p>
    <w:p w14:paraId="760EB03F" w14:textId="0C7FFE1A" w:rsidR="001A2DF8" w:rsidRPr="00F75F14" w:rsidRDefault="001A2DF8" w:rsidP="00BA2DAE">
      <w:pPr>
        <w:pStyle w:val="3"/>
        <w:ind w:right="0" w:firstLine="709"/>
        <w:jc w:val="both"/>
        <w:rPr>
          <w:b w:val="0"/>
          <w:bCs/>
          <w:szCs w:val="24"/>
        </w:rPr>
      </w:pPr>
      <w:bookmarkStart w:id="67" w:name="_Toc181255914"/>
      <w:r w:rsidRPr="00F75F14">
        <w:t>Строительство объектов социально-культурной сферы</w:t>
      </w:r>
      <w:r w:rsidRPr="00F75F14">
        <w:rPr>
          <w:b w:val="0"/>
          <w:bCs/>
        </w:rPr>
        <w:t xml:space="preserve">. Помимо жилищного </w:t>
      </w:r>
      <w:r w:rsidRPr="00F75F14">
        <w:rPr>
          <w:b w:val="0"/>
          <w:bCs/>
          <w:szCs w:val="24"/>
        </w:rPr>
        <w:t xml:space="preserve">строительства в области в январе-сентябре 2024 года осуществлялся ввод социальных объектов. Введены: распределительные газопроводы 26,7 км, теплоснабжение </w:t>
      </w:r>
      <w:r w:rsidR="00305089" w:rsidRPr="00F75F14">
        <w:rPr>
          <w:b w:val="0"/>
          <w:bCs/>
          <w:szCs w:val="24"/>
        </w:rPr>
        <w:br/>
      </w:r>
      <w:r w:rsidRPr="00F75F14">
        <w:rPr>
          <w:b w:val="0"/>
          <w:bCs/>
          <w:szCs w:val="24"/>
        </w:rPr>
        <w:t>на 60 Гкал/час, торгово-офисные центры общей площадью 3034 м</w:t>
      </w:r>
      <w:r w:rsidRPr="00F75F14">
        <w:rPr>
          <w:b w:val="0"/>
          <w:bCs/>
          <w:szCs w:val="24"/>
          <w:vertAlign w:val="superscript"/>
        </w:rPr>
        <w:t>2</w:t>
      </w:r>
      <w:r w:rsidRPr="00F75F14">
        <w:rPr>
          <w:b w:val="0"/>
          <w:bCs/>
          <w:szCs w:val="24"/>
        </w:rPr>
        <w:t xml:space="preserve">, 3 гостиницы </w:t>
      </w:r>
      <w:r w:rsidR="00305089" w:rsidRPr="00F75F14">
        <w:rPr>
          <w:b w:val="0"/>
          <w:bCs/>
          <w:szCs w:val="24"/>
        </w:rPr>
        <w:br/>
      </w:r>
      <w:r w:rsidRPr="00F75F14">
        <w:rPr>
          <w:b w:val="0"/>
          <w:bCs/>
          <w:szCs w:val="24"/>
        </w:rPr>
        <w:t xml:space="preserve">на 49 мест, дошкольная организация на 120 мест, общеобразовательные организации </w:t>
      </w:r>
      <w:r w:rsidR="00305089" w:rsidRPr="00F75F14">
        <w:rPr>
          <w:b w:val="0"/>
          <w:bCs/>
          <w:szCs w:val="24"/>
        </w:rPr>
        <w:br/>
      </w:r>
      <w:r w:rsidRPr="00F75F14">
        <w:rPr>
          <w:b w:val="0"/>
          <w:bCs/>
          <w:szCs w:val="24"/>
        </w:rPr>
        <w:t xml:space="preserve">на 1220 мест, больничная организация на 9 коек, учреждения культуры клубного типа </w:t>
      </w:r>
      <w:r w:rsidR="00305089" w:rsidRPr="00F75F14">
        <w:rPr>
          <w:b w:val="0"/>
          <w:bCs/>
          <w:szCs w:val="24"/>
        </w:rPr>
        <w:br/>
      </w:r>
      <w:r w:rsidRPr="00F75F14">
        <w:rPr>
          <w:b w:val="0"/>
          <w:bCs/>
          <w:szCs w:val="24"/>
        </w:rPr>
        <w:t>на 300 мест, один физкультурно-оздоровительный комплекс, комбинаты бытового обслуживания населения и дома быта на 1 рабочее место, салон красоты на 5 посадочных мест.</w:t>
      </w:r>
      <w:bookmarkEnd w:id="67"/>
    </w:p>
    <w:p w14:paraId="35FD0A3B" w14:textId="7089953D" w:rsidR="00305089" w:rsidRPr="00F75F14" w:rsidRDefault="00305089" w:rsidP="00BA2DAE">
      <w:pPr>
        <w:pStyle w:val="3"/>
        <w:spacing w:after="240"/>
        <w:rPr>
          <w:bCs/>
          <w:szCs w:val="24"/>
        </w:rPr>
      </w:pPr>
      <w:bookmarkStart w:id="68" w:name="_Toc181255915"/>
      <w:r w:rsidRPr="00F75F14">
        <w:rPr>
          <w:bCs/>
          <w:szCs w:val="24"/>
        </w:rPr>
        <w:t xml:space="preserve">Ввод в действие производственных мощностей </w:t>
      </w:r>
      <w:r w:rsidRPr="00F75F14">
        <w:rPr>
          <w:bCs/>
          <w:szCs w:val="24"/>
        </w:rPr>
        <w:br/>
        <w:t>в январе-сентябре 2024 года</w:t>
      </w:r>
      <w:bookmarkEnd w:id="68"/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1"/>
        <w:gridCol w:w="1701"/>
        <w:gridCol w:w="1695"/>
      </w:tblGrid>
      <w:tr w:rsidR="00305089" w:rsidRPr="009056AC" w14:paraId="66731BEE" w14:textId="77777777" w:rsidTr="00B57B9E">
        <w:trPr>
          <w:cantSplit/>
          <w:trHeight w:val="414"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9D5AB" w14:textId="77777777" w:rsidR="00305089" w:rsidRPr="009056AC" w:rsidRDefault="00305089" w:rsidP="0092404D">
            <w:pPr>
              <w:ind w:left="3" w:hanging="3"/>
              <w:jc w:val="center"/>
              <w:rPr>
                <w:b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6BF9D" w14:textId="57DDBE92" w:rsidR="00305089" w:rsidRPr="009056AC" w:rsidRDefault="00305089" w:rsidP="0092404D">
            <w:pPr>
              <w:ind w:left="3" w:hanging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</w:t>
            </w:r>
            <w:r w:rsidRPr="009056AC">
              <w:rPr>
                <w:b/>
                <w:sz w:val="20"/>
              </w:rPr>
              <w:t>нварь-сентябрь</w:t>
            </w:r>
            <w:r>
              <w:rPr>
                <w:b/>
                <w:sz w:val="20"/>
              </w:rPr>
              <w:br/>
            </w:r>
            <w:r w:rsidRPr="009056AC">
              <w:rPr>
                <w:b/>
                <w:sz w:val="20"/>
              </w:rPr>
              <w:t>2024г.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1B03E" w14:textId="75807A9F" w:rsidR="00305089" w:rsidRPr="009056AC" w:rsidRDefault="00305089" w:rsidP="0092404D">
            <w:pPr>
              <w:ind w:left="3" w:hanging="3"/>
              <w:jc w:val="center"/>
              <w:rPr>
                <w:b/>
                <w:sz w:val="20"/>
              </w:rPr>
            </w:pPr>
            <w:proofErr w:type="gramStart"/>
            <w:r w:rsidRPr="009056AC">
              <w:rPr>
                <w:b/>
                <w:sz w:val="20"/>
              </w:rPr>
              <w:t>В</w:t>
            </w:r>
            <w:r>
              <w:rPr>
                <w:b/>
                <w:sz w:val="20"/>
              </w:rPr>
              <w:t xml:space="preserve"> </w:t>
            </w:r>
            <w:r w:rsidRPr="009056AC">
              <w:rPr>
                <w:b/>
                <w:sz w:val="20"/>
              </w:rPr>
              <w:t xml:space="preserve"> %</w:t>
            </w:r>
            <w:proofErr w:type="gramEnd"/>
            <w:r w:rsidRPr="009056AC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  <w:r w:rsidRPr="009056AC">
              <w:rPr>
                <w:b/>
                <w:sz w:val="20"/>
              </w:rPr>
              <w:t xml:space="preserve">к </w:t>
            </w:r>
            <w:r>
              <w:rPr>
                <w:b/>
                <w:sz w:val="20"/>
              </w:rPr>
              <w:br/>
            </w:r>
            <w:r w:rsidRPr="009056AC">
              <w:rPr>
                <w:b/>
                <w:sz w:val="20"/>
              </w:rPr>
              <w:t xml:space="preserve">январю-сентябрю </w:t>
            </w:r>
            <w:r>
              <w:rPr>
                <w:b/>
                <w:sz w:val="20"/>
              </w:rPr>
              <w:br/>
            </w:r>
            <w:r w:rsidRPr="009056AC">
              <w:rPr>
                <w:b/>
                <w:sz w:val="20"/>
              </w:rPr>
              <w:t>2023г.</w:t>
            </w:r>
          </w:p>
        </w:tc>
      </w:tr>
      <w:tr w:rsidR="00305089" w:rsidRPr="009056AC" w14:paraId="210E51E5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9035865" w14:textId="77777777" w:rsidR="00305089" w:rsidRPr="00B57B9E" w:rsidRDefault="00305089" w:rsidP="0092404D">
            <w:pPr>
              <w:jc w:val="left"/>
              <w:rPr>
                <w:b/>
                <w:sz w:val="20"/>
              </w:rPr>
            </w:pPr>
            <w:r w:rsidRPr="00B57B9E">
              <w:rPr>
                <w:b/>
                <w:sz w:val="20"/>
              </w:rPr>
              <w:t>Помещения для крупного рогатого скота, тыс. мест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062F9DA" w14:textId="77777777" w:rsidR="00305089" w:rsidRPr="009056AC" w:rsidRDefault="00305089" w:rsidP="00C47AAC">
            <w:pPr>
              <w:ind w:right="567"/>
              <w:jc w:val="right"/>
              <w:rPr>
                <w:b/>
                <w:sz w:val="20"/>
              </w:rPr>
            </w:pPr>
            <w:r w:rsidRPr="009056AC">
              <w:rPr>
                <w:b/>
                <w:sz w:val="20"/>
              </w:rPr>
              <w:t>0,2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17EDE6" w14:textId="195C5003" w:rsidR="00305089" w:rsidRPr="009056AC" w:rsidRDefault="00305089" w:rsidP="00643167">
            <w:pPr>
              <w:tabs>
                <w:tab w:val="left" w:pos="1260"/>
              </w:tabs>
              <w:ind w:right="567"/>
              <w:jc w:val="right"/>
              <w:rPr>
                <w:b/>
                <w:sz w:val="20"/>
                <w:highlight w:val="yellow"/>
              </w:rPr>
            </w:pPr>
            <w:r w:rsidRPr="002A7F53">
              <w:rPr>
                <w:b/>
                <w:sz w:val="20"/>
              </w:rPr>
              <w:t>100</w:t>
            </w:r>
            <w:r w:rsidR="00C47AAC">
              <w:rPr>
                <w:b/>
                <w:sz w:val="20"/>
              </w:rPr>
              <w:t>,0</w:t>
            </w:r>
          </w:p>
        </w:tc>
      </w:tr>
      <w:tr w:rsidR="00305089" w:rsidRPr="009056AC" w14:paraId="6994B491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880A7" w14:textId="77777777" w:rsidR="00305089" w:rsidRPr="00B57B9E" w:rsidRDefault="00305089" w:rsidP="0092404D">
            <w:pPr>
              <w:jc w:val="left"/>
              <w:rPr>
                <w:b/>
                <w:sz w:val="20"/>
              </w:rPr>
            </w:pPr>
            <w:r w:rsidRPr="00B57B9E">
              <w:rPr>
                <w:b/>
                <w:sz w:val="20"/>
              </w:rPr>
              <w:t>Помещения для овец, тыс. мест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C64ED" w14:textId="77777777" w:rsidR="00305089" w:rsidRPr="009056AC" w:rsidRDefault="00305089" w:rsidP="00C47AAC">
            <w:pPr>
              <w:ind w:right="567"/>
              <w:jc w:val="right"/>
              <w:rPr>
                <w:b/>
                <w:sz w:val="20"/>
              </w:rPr>
            </w:pPr>
            <w:r w:rsidRPr="009056AC">
              <w:rPr>
                <w:b/>
                <w:sz w:val="20"/>
              </w:rPr>
              <w:t>0,5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8C544" w14:textId="2473FAB4" w:rsidR="00305089" w:rsidRPr="009056AC" w:rsidRDefault="00305089" w:rsidP="00643167">
            <w:pPr>
              <w:tabs>
                <w:tab w:val="left" w:pos="1260"/>
              </w:tabs>
              <w:ind w:right="567"/>
              <w:jc w:val="right"/>
              <w:rPr>
                <w:b/>
                <w:sz w:val="20"/>
                <w:highlight w:val="yellow"/>
              </w:rPr>
            </w:pPr>
            <w:r w:rsidRPr="002A7F53">
              <w:rPr>
                <w:b/>
                <w:sz w:val="20"/>
              </w:rPr>
              <w:t>100</w:t>
            </w:r>
            <w:r w:rsidR="00C47AAC">
              <w:rPr>
                <w:b/>
                <w:sz w:val="20"/>
              </w:rPr>
              <w:t>,0</w:t>
            </w:r>
          </w:p>
        </w:tc>
      </w:tr>
      <w:tr w:rsidR="00305089" w:rsidRPr="009056AC" w14:paraId="054185A1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E00A0D" w14:textId="2CAC4D3A" w:rsidR="00305089" w:rsidRPr="009E28BF" w:rsidRDefault="00305089" w:rsidP="0092404D">
            <w:pPr>
              <w:jc w:val="left"/>
              <w:rPr>
                <w:b/>
                <w:sz w:val="20"/>
              </w:rPr>
            </w:pPr>
            <w:proofErr w:type="spellStart"/>
            <w:r w:rsidRPr="009E28BF">
              <w:rPr>
                <w:b/>
                <w:sz w:val="20"/>
              </w:rPr>
              <w:t>Зерносеменохранилища</w:t>
            </w:r>
            <w:proofErr w:type="spellEnd"/>
            <w:r w:rsidRPr="009E28BF">
              <w:rPr>
                <w:b/>
                <w:sz w:val="20"/>
              </w:rPr>
              <w:t>, тыс. т единовременного хранения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EE535E" w14:textId="77777777" w:rsidR="00305089" w:rsidRPr="007E1A8F" w:rsidRDefault="00305089" w:rsidP="00C47AAC">
            <w:pPr>
              <w:ind w:right="567"/>
              <w:jc w:val="right"/>
              <w:rPr>
                <w:b/>
                <w:sz w:val="20"/>
              </w:rPr>
            </w:pPr>
            <w:r w:rsidRPr="007E1A8F">
              <w:rPr>
                <w:b/>
                <w:sz w:val="20"/>
              </w:rPr>
              <w:t>2,0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00EAED" w14:textId="77777777" w:rsidR="00305089" w:rsidRPr="009056AC" w:rsidRDefault="00305089" w:rsidP="00643167">
            <w:pPr>
              <w:tabs>
                <w:tab w:val="left" w:pos="1260"/>
              </w:tabs>
              <w:ind w:right="567"/>
              <w:jc w:val="right"/>
              <w:rPr>
                <w:b/>
                <w:sz w:val="20"/>
                <w:highlight w:val="yellow"/>
              </w:rPr>
            </w:pPr>
            <w:r w:rsidRPr="00A900E7">
              <w:rPr>
                <w:b/>
                <w:sz w:val="20"/>
              </w:rPr>
              <w:t>х</w:t>
            </w:r>
          </w:p>
        </w:tc>
      </w:tr>
      <w:tr w:rsidR="00305089" w:rsidRPr="009056AC" w14:paraId="3AECFCA5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B02AF5" w14:textId="77777777" w:rsidR="00305089" w:rsidRPr="009E28BF" w:rsidRDefault="00305089" w:rsidP="0092404D">
            <w:pPr>
              <w:jc w:val="left"/>
              <w:rPr>
                <w:b/>
                <w:sz w:val="20"/>
              </w:rPr>
            </w:pPr>
            <w:r w:rsidRPr="009E28BF">
              <w:rPr>
                <w:b/>
                <w:sz w:val="20"/>
              </w:rPr>
              <w:t>Хранилища для картофеля, овощей и фруктов, тыс. т единовременного хранения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6CDF0F" w14:textId="77777777" w:rsidR="00305089" w:rsidRPr="007E1A8F" w:rsidRDefault="00305089" w:rsidP="00C47AAC">
            <w:pPr>
              <w:ind w:right="56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B60510" w14:textId="77777777" w:rsidR="00305089" w:rsidRPr="009056AC" w:rsidRDefault="00305089" w:rsidP="00643167">
            <w:pPr>
              <w:tabs>
                <w:tab w:val="left" w:pos="1260"/>
              </w:tabs>
              <w:ind w:right="567"/>
              <w:jc w:val="right"/>
              <w:rPr>
                <w:b/>
                <w:sz w:val="20"/>
                <w:highlight w:val="yellow"/>
              </w:rPr>
            </w:pPr>
            <w:r w:rsidRPr="00C94EC0">
              <w:rPr>
                <w:b/>
                <w:sz w:val="20"/>
              </w:rPr>
              <w:t>3,7</w:t>
            </w:r>
          </w:p>
        </w:tc>
      </w:tr>
      <w:tr w:rsidR="00305089" w:rsidRPr="009056AC" w14:paraId="44317884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A52ADF" w14:textId="77777777" w:rsidR="00305089" w:rsidRPr="009E28BF" w:rsidRDefault="00305089" w:rsidP="0092404D">
            <w:pPr>
              <w:jc w:val="left"/>
              <w:rPr>
                <w:b/>
                <w:sz w:val="20"/>
              </w:rPr>
            </w:pPr>
            <w:r w:rsidRPr="009E28BF">
              <w:rPr>
                <w:b/>
                <w:sz w:val="20"/>
              </w:rPr>
              <w:t>Ремонтные мастерские, условный ремонт/год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6A7A30" w14:textId="77777777" w:rsidR="00305089" w:rsidRPr="007E1A8F" w:rsidRDefault="00305089" w:rsidP="00C47AAC">
            <w:pPr>
              <w:ind w:right="56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DE60B9" w14:textId="77777777" w:rsidR="00305089" w:rsidRPr="009056AC" w:rsidRDefault="00305089" w:rsidP="00643167">
            <w:pPr>
              <w:tabs>
                <w:tab w:val="left" w:pos="1260"/>
              </w:tabs>
              <w:ind w:right="567"/>
              <w:jc w:val="right"/>
              <w:rPr>
                <w:b/>
                <w:sz w:val="20"/>
                <w:highlight w:val="yellow"/>
              </w:rPr>
            </w:pPr>
            <w:r w:rsidRPr="00C94EC0">
              <w:rPr>
                <w:b/>
                <w:sz w:val="20"/>
              </w:rPr>
              <w:t>48</w:t>
            </w:r>
            <w:r>
              <w:rPr>
                <w:b/>
                <w:sz w:val="20"/>
              </w:rPr>
              <w:t>,0</w:t>
            </w:r>
          </w:p>
        </w:tc>
      </w:tr>
      <w:tr w:rsidR="00305089" w:rsidRPr="009056AC" w14:paraId="1D5A796F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E93B97" w14:textId="77777777" w:rsidR="00305089" w:rsidRPr="00B57B9E" w:rsidRDefault="00305089" w:rsidP="0092404D">
            <w:pPr>
              <w:jc w:val="left"/>
              <w:rPr>
                <w:b/>
                <w:sz w:val="20"/>
                <w:lang w:val="en-US"/>
              </w:rPr>
            </w:pPr>
            <w:r w:rsidRPr="00B57B9E">
              <w:rPr>
                <w:b/>
                <w:sz w:val="20"/>
                <w:lang w:val="en-US"/>
              </w:rPr>
              <w:t>Рыборазводное предприятие, млн 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9FEF50" w14:textId="77777777" w:rsidR="00305089" w:rsidRPr="00307A6D" w:rsidRDefault="00305089" w:rsidP="00C47AAC">
            <w:pPr>
              <w:ind w:right="567"/>
              <w:jc w:val="righ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1,0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CB9A4" w14:textId="77777777" w:rsidR="00305089" w:rsidRPr="009056AC" w:rsidRDefault="00305089" w:rsidP="00643167">
            <w:pPr>
              <w:tabs>
                <w:tab w:val="left" w:pos="1260"/>
              </w:tabs>
              <w:ind w:right="567"/>
              <w:jc w:val="right"/>
              <w:rPr>
                <w:b/>
                <w:sz w:val="20"/>
                <w:highlight w:val="yellow"/>
              </w:rPr>
            </w:pPr>
            <w:r w:rsidRPr="00A900E7">
              <w:rPr>
                <w:b/>
                <w:sz w:val="20"/>
              </w:rPr>
              <w:t>х</w:t>
            </w:r>
          </w:p>
        </w:tc>
      </w:tr>
      <w:tr w:rsidR="00305089" w:rsidRPr="009056AC" w14:paraId="6FDFC649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F15B49" w14:textId="77777777" w:rsidR="00305089" w:rsidRPr="00B57B9E" w:rsidRDefault="00305089" w:rsidP="0092404D">
            <w:pPr>
              <w:jc w:val="left"/>
              <w:rPr>
                <w:b/>
                <w:sz w:val="20"/>
                <w:lang w:val="en-US"/>
              </w:rPr>
            </w:pPr>
            <w:r w:rsidRPr="00B57B9E">
              <w:rPr>
                <w:b/>
                <w:sz w:val="20"/>
                <w:lang w:val="en-US"/>
              </w:rPr>
              <w:t>Скважины газовые эксплуатационного бурения: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47CFB1" w14:textId="77777777" w:rsidR="00305089" w:rsidRPr="00307A6D" w:rsidRDefault="00305089" w:rsidP="00C47AAC">
            <w:pPr>
              <w:ind w:right="567"/>
              <w:jc w:val="right"/>
              <w:rPr>
                <w:b/>
                <w:sz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DF7A0C8" w14:textId="77777777" w:rsidR="00305089" w:rsidRPr="009056AC" w:rsidRDefault="00305089" w:rsidP="00643167">
            <w:pPr>
              <w:tabs>
                <w:tab w:val="left" w:pos="1260"/>
              </w:tabs>
              <w:ind w:right="567"/>
              <w:jc w:val="right"/>
              <w:rPr>
                <w:b/>
                <w:sz w:val="20"/>
                <w:highlight w:val="yellow"/>
              </w:rPr>
            </w:pPr>
          </w:p>
        </w:tc>
      </w:tr>
      <w:tr w:rsidR="00305089" w:rsidRPr="009056AC" w14:paraId="416CE58B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C6D01C" w14:textId="77777777" w:rsidR="00305089" w:rsidRPr="00307A6D" w:rsidRDefault="00305089" w:rsidP="0092404D">
            <w:pPr>
              <w:ind w:left="170"/>
              <w:jc w:val="lef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2AAA19" w14:textId="77777777" w:rsidR="00305089" w:rsidRPr="00307A6D" w:rsidRDefault="00305089" w:rsidP="00C47AAC">
            <w:pPr>
              <w:ind w:right="56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CC5886" w14:textId="77777777" w:rsidR="00305089" w:rsidRPr="00F813E5" w:rsidRDefault="00305089" w:rsidP="00643167">
            <w:pPr>
              <w:tabs>
                <w:tab w:val="left" w:pos="1260"/>
              </w:tabs>
              <w:ind w:right="567"/>
              <w:jc w:val="right"/>
              <w:rPr>
                <w:b/>
                <w:sz w:val="20"/>
              </w:rPr>
            </w:pPr>
            <w:r w:rsidRPr="00F813E5">
              <w:rPr>
                <w:b/>
                <w:sz w:val="20"/>
              </w:rPr>
              <w:t>х</w:t>
            </w:r>
          </w:p>
        </w:tc>
      </w:tr>
      <w:tr w:rsidR="00305089" w:rsidRPr="009056AC" w14:paraId="0FF1147C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AEEFAC" w14:textId="77777777" w:rsidR="00305089" w:rsidRPr="00307A6D" w:rsidRDefault="00305089" w:rsidP="0092404D">
            <w:pPr>
              <w:ind w:left="17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тыс. м</w:t>
            </w:r>
            <w:r w:rsidRPr="00F5128F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2D5BB9" w14:textId="77777777" w:rsidR="00305089" w:rsidRPr="00307A6D" w:rsidRDefault="00305089" w:rsidP="00C47AAC">
            <w:pPr>
              <w:ind w:right="567"/>
              <w:jc w:val="right"/>
              <w:rPr>
                <w:b/>
                <w:sz w:val="20"/>
              </w:rPr>
            </w:pPr>
            <w:r w:rsidRPr="00F5128F">
              <w:rPr>
                <w:b/>
                <w:sz w:val="20"/>
              </w:rPr>
              <w:t>417195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249190" w14:textId="77777777" w:rsidR="00305089" w:rsidRPr="00F813E5" w:rsidRDefault="00305089" w:rsidP="00643167">
            <w:pPr>
              <w:tabs>
                <w:tab w:val="left" w:pos="1260"/>
              </w:tabs>
              <w:ind w:right="567"/>
              <w:jc w:val="right"/>
              <w:rPr>
                <w:b/>
                <w:sz w:val="20"/>
              </w:rPr>
            </w:pPr>
            <w:r w:rsidRPr="00F813E5">
              <w:rPr>
                <w:b/>
                <w:sz w:val="20"/>
              </w:rPr>
              <w:t>х</w:t>
            </w:r>
          </w:p>
        </w:tc>
      </w:tr>
      <w:tr w:rsidR="00305089" w:rsidRPr="009056AC" w14:paraId="788D4AB2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ABA45A" w14:textId="77777777" w:rsidR="00305089" w:rsidRPr="00F5128F" w:rsidRDefault="00305089" w:rsidP="0092404D">
            <w:pPr>
              <w:jc w:val="left"/>
              <w:rPr>
                <w:b/>
                <w:sz w:val="20"/>
              </w:rPr>
            </w:pPr>
            <w:r w:rsidRPr="00F5128F">
              <w:rPr>
                <w:b/>
                <w:sz w:val="20"/>
              </w:rPr>
              <w:t>Производство нетканых материалов типов тканей, млн м</w:t>
            </w:r>
            <w:r w:rsidRPr="00F5128F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CCD93B" w14:textId="77777777" w:rsidR="00305089" w:rsidRPr="00F5128F" w:rsidRDefault="00305089" w:rsidP="00C47AAC">
            <w:pPr>
              <w:ind w:right="567"/>
              <w:jc w:val="right"/>
              <w:rPr>
                <w:b/>
                <w:sz w:val="20"/>
              </w:rPr>
            </w:pPr>
            <w:r w:rsidRPr="00F5128F">
              <w:rPr>
                <w:b/>
                <w:sz w:val="20"/>
              </w:rPr>
              <w:t>2,0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65952" w14:textId="77777777" w:rsidR="00305089" w:rsidRPr="009056AC" w:rsidRDefault="00305089" w:rsidP="00643167">
            <w:pPr>
              <w:tabs>
                <w:tab w:val="left" w:pos="1260"/>
              </w:tabs>
              <w:ind w:right="567"/>
              <w:jc w:val="right"/>
              <w:rPr>
                <w:b/>
                <w:sz w:val="20"/>
                <w:highlight w:val="yellow"/>
              </w:rPr>
            </w:pPr>
            <w:r w:rsidRPr="00F813E5">
              <w:rPr>
                <w:b/>
                <w:sz w:val="20"/>
              </w:rPr>
              <w:t>66,7</w:t>
            </w:r>
          </w:p>
        </w:tc>
      </w:tr>
      <w:tr w:rsidR="00305089" w:rsidRPr="009056AC" w14:paraId="031F45D7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77796F" w14:textId="77777777" w:rsidR="00305089" w:rsidRPr="00F5128F" w:rsidRDefault="00305089" w:rsidP="0092404D">
            <w:pPr>
              <w:jc w:val="left"/>
              <w:rPr>
                <w:b/>
                <w:sz w:val="20"/>
              </w:rPr>
            </w:pPr>
            <w:r w:rsidRPr="00F5128F">
              <w:rPr>
                <w:b/>
                <w:sz w:val="20"/>
              </w:rPr>
              <w:t>Производство швейных изделий (в нормативной стоимости обработки), млн руб.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7A9163" w14:textId="77777777" w:rsidR="00305089" w:rsidRPr="00F5128F" w:rsidRDefault="00305089" w:rsidP="00C47AAC">
            <w:pPr>
              <w:ind w:right="567"/>
              <w:jc w:val="right"/>
              <w:rPr>
                <w:b/>
                <w:sz w:val="20"/>
              </w:rPr>
            </w:pPr>
            <w:r w:rsidRPr="00F5128F">
              <w:rPr>
                <w:b/>
                <w:sz w:val="20"/>
              </w:rPr>
              <w:t>415,4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83252" w14:textId="77777777" w:rsidR="00305089" w:rsidRPr="00A900E7" w:rsidRDefault="00305089" w:rsidP="00643167">
            <w:pPr>
              <w:tabs>
                <w:tab w:val="left" w:pos="1260"/>
              </w:tabs>
              <w:ind w:right="567"/>
              <w:jc w:val="right"/>
              <w:rPr>
                <w:b/>
                <w:sz w:val="20"/>
              </w:rPr>
            </w:pPr>
            <w:r w:rsidRPr="00A900E7">
              <w:rPr>
                <w:b/>
                <w:sz w:val="20"/>
              </w:rPr>
              <w:t>х</w:t>
            </w:r>
          </w:p>
        </w:tc>
      </w:tr>
      <w:tr w:rsidR="00305089" w:rsidRPr="009056AC" w14:paraId="33D97010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C6F89C" w14:textId="77777777" w:rsidR="00305089" w:rsidRPr="00307A6D" w:rsidRDefault="00305089" w:rsidP="0092404D">
            <w:pPr>
              <w:jc w:val="lef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Станции технического обслуживания легковых автомобилей, ед.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3C58A9" w14:textId="77777777" w:rsidR="00305089" w:rsidRPr="00307A6D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2209AA" w14:textId="77777777" w:rsidR="00305089" w:rsidRPr="00A900E7" w:rsidRDefault="00305089" w:rsidP="001E2115">
            <w:pPr>
              <w:tabs>
                <w:tab w:val="left" w:pos="1260"/>
              </w:tabs>
              <w:ind w:right="567"/>
              <w:jc w:val="right"/>
              <w:rPr>
                <w:b/>
                <w:sz w:val="20"/>
              </w:rPr>
            </w:pPr>
            <w:r w:rsidRPr="00A900E7">
              <w:rPr>
                <w:b/>
                <w:sz w:val="20"/>
              </w:rPr>
              <w:t>х</w:t>
            </w:r>
          </w:p>
        </w:tc>
      </w:tr>
      <w:tr w:rsidR="00305089" w:rsidRPr="009056AC" w14:paraId="3718500F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ACDD38" w14:textId="77777777" w:rsidR="00305089" w:rsidRPr="007E1A8F" w:rsidRDefault="00305089" w:rsidP="0092404D">
            <w:pPr>
              <w:jc w:val="left"/>
              <w:rPr>
                <w:b/>
                <w:sz w:val="20"/>
              </w:rPr>
            </w:pPr>
            <w:r w:rsidRPr="007E1A8F">
              <w:rPr>
                <w:b/>
                <w:sz w:val="20"/>
              </w:rPr>
              <w:t>Автомойка (моечных постов), мест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AF8B27" w14:textId="77777777" w:rsidR="00305089" w:rsidRPr="007E1A8F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A40E4" w14:textId="77777777" w:rsidR="00305089" w:rsidRPr="009056AC" w:rsidRDefault="00305089" w:rsidP="001E2115">
            <w:pPr>
              <w:tabs>
                <w:tab w:val="left" w:pos="1260"/>
              </w:tabs>
              <w:ind w:right="397"/>
              <w:jc w:val="right"/>
              <w:rPr>
                <w:b/>
                <w:sz w:val="20"/>
                <w:highlight w:val="yellow"/>
              </w:rPr>
            </w:pPr>
            <w:r w:rsidRPr="00F813E5">
              <w:rPr>
                <w:b/>
                <w:sz w:val="20"/>
              </w:rPr>
              <w:t>в 2,0р.</w:t>
            </w:r>
          </w:p>
        </w:tc>
      </w:tr>
      <w:tr w:rsidR="00305089" w:rsidRPr="009056AC" w14:paraId="41250B64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C41223" w14:textId="77777777" w:rsidR="00305089" w:rsidRPr="007E1A8F" w:rsidRDefault="00305089" w:rsidP="0092404D">
            <w:pPr>
              <w:jc w:val="left"/>
              <w:rPr>
                <w:b/>
                <w:sz w:val="20"/>
              </w:rPr>
            </w:pPr>
            <w:r w:rsidRPr="007E1A8F">
              <w:rPr>
                <w:b/>
                <w:sz w:val="20"/>
              </w:rPr>
              <w:lastRenderedPageBreak/>
              <w:t>Торговые предприятия, тыс. м</w:t>
            </w:r>
            <w:r w:rsidRPr="007E1A8F">
              <w:rPr>
                <w:b/>
                <w:sz w:val="20"/>
                <w:vertAlign w:val="superscript"/>
              </w:rPr>
              <w:t>2</w:t>
            </w:r>
            <w:r w:rsidRPr="007E1A8F">
              <w:rPr>
                <w:b/>
                <w:sz w:val="20"/>
              </w:rPr>
              <w:t xml:space="preserve"> торговой площади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F89585" w14:textId="77777777" w:rsidR="00305089" w:rsidRPr="007E1A8F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5,8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8CC9C2" w14:textId="77777777" w:rsidR="00305089" w:rsidRPr="009056AC" w:rsidRDefault="00305089" w:rsidP="001E2115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 w:rsidRPr="00F813E5">
              <w:rPr>
                <w:b/>
                <w:sz w:val="20"/>
              </w:rPr>
              <w:t>95,1</w:t>
            </w:r>
          </w:p>
        </w:tc>
      </w:tr>
      <w:tr w:rsidR="00305089" w:rsidRPr="009056AC" w14:paraId="1D25FD71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32D52B" w14:textId="77777777" w:rsidR="00305089" w:rsidRPr="007E1A8F" w:rsidRDefault="00305089" w:rsidP="0092404D">
            <w:pPr>
              <w:jc w:val="left"/>
              <w:rPr>
                <w:b/>
                <w:sz w:val="20"/>
              </w:rPr>
            </w:pPr>
            <w:r w:rsidRPr="002A7F53">
              <w:rPr>
                <w:b/>
                <w:sz w:val="20"/>
              </w:rPr>
              <w:t>Газопроводы магистральные и отводы от них</w:t>
            </w:r>
            <w:r>
              <w:rPr>
                <w:b/>
                <w:sz w:val="20"/>
              </w:rPr>
              <w:t>, 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28A44B" w14:textId="77777777" w:rsidR="00305089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33AAA3" w14:textId="77777777" w:rsidR="00305089" w:rsidRPr="009056AC" w:rsidRDefault="00305089" w:rsidP="001E2115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 w:rsidRPr="00F813E5">
              <w:rPr>
                <w:b/>
                <w:sz w:val="20"/>
              </w:rPr>
              <w:t>х</w:t>
            </w:r>
          </w:p>
        </w:tc>
      </w:tr>
      <w:tr w:rsidR="00305089" w:rsidRPr="009056AC" w14:paraId="2F63EEEF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78A3CD" w14:textId="77777777" w:rsidR="00305089" w:rsidRPr="002A7F53" w:rsidRDefault="00305089" w:rsidP="0092404D">
            <w:pPr>
              <w:jc w:val="left"/>
              <w:rPr>
                <w:b/>
                <w:sz w:val="20"/>
              </w:rPr>
            </w:pPr>
            <w:r w:rsidRPr="002A7F53">
              <w:rPr>
                <w:b/>
                <w:sz w:val="20"/>
              </w:rPr>
              <w:t>Автомобильные дороги с твердым покрытием</w:t>
            </w:r>
            <w:r>
              <w:rPr>
                <w:b/>
                <w:sz w:val="20"/>
              </w:rPr>
              <w:t>, 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30E1D1" w14:textId="77777777" w:rsidR="00305089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2,8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53C972" w14:textId="77777777" w:rsidR="00305089" w:rsidRPr="009056AC" w:rsidRDefault="00305089" w:rsidP="001E2115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F813E5">
              <w:rPr>
                <w:b/>
                <w:sz w:val="20"/>
              </w:rPr>
              <w:t>в 2,</w:t>
            </w:r>
            <w:r>
              <w:rPr>
                <w:b/>
                <w:sz w:val="20"/>
              </w:rPr>
              <w:t>8</w:t>
            </w:r>
            <w:r w:rsidRPr="00F813E5">
              <w:rPr>
                <w:b/>
                <w:sz w:val="20"/>
              </w:rPr>
              <w:t>р.</w:t>
            </w:r>
          </w:p>
        </w:tc>
      </w:tr>
      <w:tr w:rsidR="00305089" w:rsidRPr="009056AC" w14:paraId="72392390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D21C78" w14:textId="77777777" w:rsidR="00305089" w:rsidRPr="007E1A8F" w:rsidRDefault="00305089" w:rsidP="0092404D">
            <w:pPr>
              <w:jc w:val="left"/>
              <w:rPr>
                <w:b/>
                <w:sz w:val="20"/>
              </w:rPr>
            </w:pPr>
            <w:r w:rsidRPr="007E1A8F">
              <w:rPr>
                <w:b/>
                <w:sz w:val="20"/>
              </w:rPr>
              <w:t>Рынки и павильоны, мест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9AF2AC" w14:textId="77777777" w:rsidR="00305089" w:rsidRPr="007E1A8F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 w:rsidRPr="007E1A8F">
              <w:rPr>
                <w:b/>
                <w:sz w:val="20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5C8A79" w14:textId="77777777" w:rsidR="00305089" w:rsidRPr="009056AC" w:rsidRDefault="00305089" w:rsidP="001E2115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 w:rsidRPr="00F813E5">
              <w:rPr>
                <w:b/>
                <w:sz w:val="20"/>
              </w:rPr>
              <w:t>14,3</w:t>
            </w:r>
          </w:p>
        </w:tc>
      </w:tr>
      <w:tr w:rsidR="00305089" w:rsidRPr="00F813E5" w14:paraId="0819E78D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1642D3" w14:textId="77777777" w:rsidR="00305089" w:rsidRPr="00307A6D" w:rsidRDefault="00305089" w:rsidP="0092404D">
            <w:pPr>
              <w:jc w:val="left"/>
              <w:rPr>
                <w:b/>
                <w:sz w:val="20"/>
              </w:rPr>
            </w:pPr>
            <w:proofErr w:type="spellStart"/>
            <w:r w:rsidRPr="00307A6D">
              <w:rPr>
                <w:b/>
                <w:sz w:val="20"/>
              </w:rPr>
              <w:t>Общетоварные</w:t>
            </w:r>
            <w:proofErr w:type="spellEnd"/>
            <w:r w:rsidRPr="00307A6D">
              <w:rPr>
                <w:b/>
                <w:sz w:val="20"/>
              </w:rPr>
              <w:t xml:space="preserve"> склады, тыс. м</w:t>
            </w:r>
            <w:r w:rsidRPr="00307A6D">
              <w:rPr>
                <w:b/>
                <w:sz w:val="20"/>
                <w:vertAlign w:val="superscript"/>
              </w:rPr>
              <w:t>2</w:t>
            </w:r>
            <w:r w:rsidRPr="00307A6D">
              <w:rPr>
                <w:b/>
                <w:sz w:val="20"/>
              </w:rPr>
              <w:t xml:space="preserve"> общей площади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0E67B4" w14:textId="77777777" w:rsidR="00305089" w:rsidRPr="00307A6D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4,8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AD3011" w14:textId="77777777" w:rsidR="00305089" w:rsidRPr="00F813E5" w:rsidRDefault="00305089" w:rsidP="001E2115">
            <w:pPr>
              <w:ind w:right="397"/>
              <w:jc w:val="right"/>
              <w:rPr>
                <w:b/>
                <w:sz w:val="20"/>
              </w:rPr>
            </w:pPr>
            <w:r w:rsidRPr="00F813E5">
              <w:rPr>
                <w:b/>
                <w:sz w:val="20"/>
              </w:rPr>
              <w:t>в 3,0р.</w:t>
            </w:r>
          </w:p>
        </w:tc>
      </w:tr>
      <w:tr w:rsidR="00305089" w:rsidRPr="009056AC" w14:paraId="540C804F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D4CADC" w14:textId="77777777" w:rsidR="00305089" w:rsidRPr="00307A6D" w:rsidRDefault="00305089" w:rsidP="0092404D">
            <w:pPr>
              <w:jc w:val="lef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Предприятия общественного питания, посадочных мест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77546E" w14:textId="77777777" w:rsidR="00305089" w:rsidRPr="00307A6D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269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EED920" w14:textId="77777777" w:rsidR="00305089" w:rsidRPr="009056AC" w:rsidRDefault="00305089" w:rsidP="001E2115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F813E5">
              <w:rPr>
                <w:b/>
                <w:sz w:val="20"/>
              </w:rPr>
              <w:t xml:space="preserve">в </w:t>
            </w:r>
            <w:r>
              <w:rPr>
                <w:b/>
                <w:sz w:val="20"/>
              </w:rPr>
              <w:t>17,9</w:t>
            </w:r>
            <w:r w:rsidRPr="00F813E5">
              <w:rPr>
                <w:b/>
                <w:sz w:val="20"/>
              </w:rPr>
              <w:t>р.</w:t>
            </w:r>
          </w:p>
        </w:tc>
      </w:tr>
      <w:tr w:rsidR="00305089" w:rsidRPr="009056AC" w14:paraId="7B2EA980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A32ED0" w14:textId="77777777" w:rsidR="00305089" w:rsidRPr="00307A6D" w:rsidRDefault="00305089" w:rsidP="0092404D">
            <w:pPr>
              <w:jc w:val="lef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Радиорелейные линии связи, км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7D2C7" w14:textId="77777777" w:rsidR="00305089" w:rsidRPr="00307A6D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92,7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6E07D1" w14:textId="77777777" w:rsidR="00305089" w:rsidRPr="009056AC" w:rsidRDefault="00305089" w:rsidP="001E2115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F813E5">
              <w:rPr>
                <w:b/>
                <w:sz w:val="20"/>
              </w:rPr>
              <w:t>в 2,2р.</w:t>
            </w:r>
          </w:p>
        </w:tc>
      </w:tr>
      <w:tr w:rsidR="00305089" w:rsidRPr="009056AC" w14:paraId="7091E24A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2985C4" w14:textId="77777777" w:rsidR="00305089" w:rsidRPr="00307A6D" w:rsidRDefault="00305089" w:rsidP="0092404D">
            <w:pPr>
              <w:jc w:val="lef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Антенно-мачтовые сооружения для сотовой связи, штук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FD8A30" w14:textId="77777777" w:rsidR="00305089" w:rsidRPr="00307A6D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1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AB5969" w14:textId="77777777" w:rsidR="00305089" w:rsidRPr="009056AC" w:rsidRDefault="00305089" w:rsidP="001E2115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 w:rsidRPr="00F813E5">
              <w:rPr>
                <w:b/>
                <w:sz w:val="20"/>
              </w:rPr>
              <w:t>33,3</w:t>
            </w:r>
          </w:p>
        </w:tc>
      </w:tr>
      <w:tr w:rsidR="00305089" w:rsidRPr="009056AC" w14:paraId="162BC76A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A32639" w14:textId="77777777" w:rsidR="00305089" w:rsidRPr="00307A6D" w:rsidRDefault="00305089" w:rsidP="0092404D">
            <w:pPr>
              <w:jc w:val="lef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Капитальные гаражи: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FE1D91" w14:textId="77777777" w:rsidR="00305089" w:rsidRPr="00307A6D" w:rsidRDefault="00305089" w:rsidP="001737CC">
            <w:pPr>
              <w:ind w:right="567"/>
              <w:jc w:val="right"/>
              <w:rPr>
                <w:b/>
                <w:sz w:val="20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11ABF" w14:textId="77777777" w:rsidR="00305089" w:rsidRPr="009056AC" w:rsidRDefault="00305089" w:rsidP="001E2115">
            <w:pPr>
              <w:ind w:right="397"/>
              <w:jc w:val="right"/>
              <w:rPr>
                <w:b/>
                <w:sz w:val="20"/>
                <w:highlight w:val="yellow"/>
              </w:rPr>
            </w:pPr>
          </w:p>
        </w:tc>
      </w:tr>
      <w:tr w:rsidR="00305089" w:rsidRPr="009056AC" w14:paraId="79C18CAB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8DDF90" w14:textId="77777777" w:rsidR="00305089" w:rsidRPr="00307A6D" w:rsidRDefault="00305089" w:rsidP="0092404D">
            <w:pPr>
              <w:ind w:left="170"/>
              <w:jc w:val="lef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C657AD" w14:textId="77777777" w:rsidR="00305089" w:rsidRPr="00307A6D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5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1E62D1" w14:textId="77777777" w:rsidR="00305089" w:rsidRPr="009056AC" w:rsidRDefault="00305089" w:rsidP="001E2115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 w:rsidRPr="00F813E5">
              <w:rPr>
                <w:b/>
                <w:sz w:val="20"/>
              </w:rPr>
              <w:t>125,0</w:t>
            </w:r>
          </w:p>
        </w:tc>
      </w:tr>
      <w:tr w:rsidR="00305089" w:rsidRPr="009056AC" w14:paraId="3DD7908A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E646D" w14:textId="77777777" w:rsidR="00305089" w:rsidRPr="00307A6D" w:rsidRDefault="00305089" w:rsidP="0092404D">
            <w:pPr>
              <w:ind w:left="170"/>
              <w:jc w:val="lef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машиномест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F5715" w14:textId="77777777" w:rsidR="00305089" w:rsidRPr="00307A6D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22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DC7DEB" w14:textId="77777777" w:rsidR="00305089" w:rsidRPr="009056AC" w:rsidRDefault="00305089" w:rsidP="001E2115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 w:rsidRPr="00F813E5">
              <w:rPr>
                <w:b/>
                <w:sz w:val="20"/>
              </w:rPr>
              <w:t>в 2,0р.</w:t>
            </w:r>
          </w:p>
        </w:tc>
      </w:tr>
      <w:tr w:rsidR="00305089" w:rsidRPr="009056AC" w14:paraId="7BB1D2F2" w14:textId="77777777" w:rsidTr="00B57B9E">
        <w:trPr>
          <w:cantSplit/>
          <w:jc w:val="center"/>
        </w:trPr>
        <w:tc>
          <w:tcPr>
            <w:tcW w:w="5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D0D4D4" w14:textId="77777777" w:rsidR="00305089" w:rsidRPr="00307A6D" w:rsidRDefault="00305089" w:rsidP="0092404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Ветеринарный пункт, посещение/</w:t>
            </w:r>
            <w:r w:rsidRPr="00307A6D">
              <w:rPr>
                <w:b/>
                <w:sz w:val="20"/>
              </w:rPr>
              <w:t>смену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818290" w14:textId="77777777" w:rsidR="00305089" w:rsidRPr="00307A6D" w:rsidRDefault="00305089" w:rsidP="001737CC">
            <w:pPr>
              <w:ind w:right="567"/>
              <w:jc w:val="right"/>
              <w:rPr>
                <w:b/>
                <w:sz w:val="20"/>
              </w:rPr>
            </w:pPr>
            <w:r w:rsidRPr="00307A6D">
              <w:rPr>
                <w:b/>
                <w:sz w:val="20"/>
              </w:rPr>
              <w:t>6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7A94F8" w14:textId="77777777" w:rsidR="00305089" w:rsidRPr="009056AC" w:rsidRDefault="00305089" w:rsidP="001E2115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bookmarkStart w:id="69" w:name="_GoBack"/>
            <w:bookmarkEnd w:id="69"/>
            <w:r w:rsidRPr="00F813E5">
              <w:rPr>
                <w:b/>
                <w:sz w:val="20"/>
              </w:rPr>
              <w:t>х</w:t>
            </w:r>
          </w:p>
        </w:tc>
      </w:tr>
    </w:tbl>
    <w:p w14:paraId="779FCE66" w14:textId="6E83BB87" w:rsidR="0031223F" w:rsidRPr="00134E99" w:rsidRDefault="0031223F" w:rsidP="00705BC1">
      <w:pPr>
        <w:pStyle w:val="2"/>
        <w:spacing w:before="600" w:after="360"/>
        <w:rPr>
          <w:sz w:val="20"/>
        </w:rPr>
      </w:pPr>
      <w:bookmarkStart w:id="70" w:name="_Toc181255916"/>
      <w:r w:rsidRPr="007F766E">
        <w:rPr>
          <w:sz w:val="20"/>
        </w:rPr>
        <w:t>ТРАНСПОРТ</w:t>
      </w:r>
      <w:bookmarkEnd w:id="62"/>
      <w:bookmarkEnd w:id="63"/>
      <w:bookmarkEnd w:id="70"/>
    </w:p>
    <w:p w14:paraId="48BE245A" w14:textId="164E4E51" w:rsidR="00B07BBD" w:rsidRDefault="0031223F" w:rsidP="00DD3362">
      <w:pPr>
        <w:pStyle w:val="3"/>
        <w:spacing w:before="120" w:after="360"/>
        <w:ind w:right="0" w:firstLine="709"/>
        <w:jc w:val="both"/>
        <w:rPr>
          <w:b w:val="0"/>
          <w:szCs w:val="24"/>
        </w:rPr>
      </w:pPr>
      <w:bookmarkStart w:id="71" w:name="_Toc385585568"/>
      <w:bookmarkStart w:id="72" w:name="_Toc383161982"/>
      <w:bookmarkStart w:id="73" w:name="_Toc420420948"/>
      <w:bookmarkStart w:id="74" w:name="_Toc493779736"/>
      <w:bookmarkStart w:id="75" w:name="_Toc181255917"/>
      <w:bookmarkStart w:id="76" w:name="_Hlk173413757"/>
      <w:r w:rsidRPr="007E1B0A">
        <w:rPr>
          <w:bCs/>
        </w:rPr>
        <w:t>Автомобильный транспорт.</w:t>
      </w:r>
      <w:r w:rsidRPr="007E1B0A">
        <w:rPr>
          <w:b w:val="0"/>
        </w:rPr>
        <w:t xml:space="preserve"> </w:t>
      </w:r>
      <w:bookmarkEnd w:id="71"/>
      <w:bookmarkEnd w:id="72"/>
      <w:bookmarkEnd w:id="73"/>
      <w:bookmarkEnd w:id="74"/>
      <w:r w:rsidR="00BF75F6" w:rsidRPr="00B341D1">
        <w:rPr>
          <w:b w:val="0"/>
        </w:rPr>
        <w:t>Объемы перевозок грузов грузовыми автомобилями организаций всех видов деятельности, не относящихся к субъектам малого предпринимательства, с численностью работников свыше 15 человек</w:t>
      </w:r>
      <w:r w:rsidR="00BF75F6" w:rsidRPr="00B341D1">
        <w:rPr>
          <w:b w:val="0"/>
        </w:rPr>
        <w:br/>
      </w:r>
      <w:r w:rsidR="00BF75F6" w:rsidRPr="00D4566C">
        <w:rPr>
          <w:b w:val="0"/>
        </w:rPr>
        <w:t xml:space="preserve">и грузооборот в </w:t>
      </w:r>
      <w:r w:rsidR="00D4566C" w:rsidRPr="00D4566C">
        <w:rPr>
          <w:b w:val="0"/>
        </w:rPr>
        <w:t>январе-</w:t>
      </w:r>
      <w:r w:rsidR="0010109E">
        <w:rPr>
          <w:b w:val="0"/>
        </w:rPr>
        <w:t>сентябре</w:t>
      </w:r>
      <w:r w:rsidR="00BF75F6" w:rsidRPr="00D4566C">
        <w:rPr>
          <w:b w:val="0"/>
        </w:rPr>
        <w:t xml:space="preserve"> 2024</w:t>
      </w:r>
      <w:r w:rsidR="00BF75F6" w:rsidRPr="00B341D1">
        <w:rPr>
          <w:b w:val="0"/>
        </w:rPr>
        <w:t xml:space="preserve"> года характеризуются данными:</w:t>
      </w:r>
      <w:bookmarkEnd w:id="75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7A2433" w:rsidRPr="00B732A2" w14:paraId="0EFD031B" w14:textId="77777777" w:rsidTr="007A2433">
        <w:trPr>
          <w:trHeight w:val="283"/>
          <w:jc w:val="center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14:paraId="41856FEE" w14:textId="77777777" w:rsidR="007A2433" w:rsidRPr="00772EB4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723D221" w14:textId="4D5D1442" w:rsidR="007A2433" w:rsidRPr="00D4566C" w:rsidRDefault="0010109E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Сентябрь</w:t>
            </w:r>
            <w:r w:rsidR="007A2433" w:rsidRPr="00D4566C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11F91" w14:textId="77777777" w:rsidR="007A2433" w:rsidRPr="00D4566C" w:rsidRDefault="007A2433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proofErr w:type="gramStart"/>
            <w:r w:rsidRPr="00D4566C">
              <w:rPr>
                <w:b/>
                <w:bCs/>
                <w:sz w:val="20"/>
              </w:rPr>
              <w:t>В  %</w:t>
            </w:r>
            <w:proofErr w:type="gramEnd"/>
            <w:r w:rsidRPr="00D4566C">
              <w:rPr>
                <w:b/>
                <w:bCs/>
                <w:sz w:val="20"/>
              </w:rPr>
              <w:t xml:space="preserve">  к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64E6E1" w14:textId="5F2B763F" w:rsidR="007A2433" w:rsidRPr="00D4566C" w:rsidRDefault="00D4566C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D4566C">
              <w:rPr>
                <w:b/>
                <w:bCs/>
                <w:sz w:val="20"/>
              </w:rPr>
              <w:t>Январь-</w:t>
            </w:r>
            <w:r w:rsidR="0010109E">
              <w:rPr>
                <w:b/>
                <w:bCs/>
                <w:sz w:val="20"/>
              </w:rPr>
              <w:t>сентябрь</w:t>
            </w:r>
            <w:r w:rsidR="007A2433" w:rsidRPr="00D4566C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F9FA1E" w14:textId="1B0CCBA3" w:rsidR="007A2433" w:rsidRPr="00D4566C" w:rsidRDefault="007A2433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proofErr w:type="gramStart"/>
            <w:r w:rsidRPr="00D4566C">
              <w:rPr>
                <w:b/>
                <w:bCs/>
                <w:sz w:val="20"/>
              </w:rPr>
              <w:t>В  %</w:t>
            </w:r>
            <w:proofErr w:type="gramEnd"/>
            <w:r w:rsidRPr="00D4566C">
              <w:rPr>
                <w:b/>
                <w:bCs/>
                <w:sz w:val="20"/>
              </w:rPr>
              <w:t xml:space="preserve">  к</w:t>
            </w:r>
            <w:r w:rsidRPr="00D4566C">
              <w:rPr>
                <w:b/>
                <w:bCs/>
                <w:sz w:val="20"/>
              </w:rPr>
              <w:br/>
            </w:r>
            <w:r w:rsidR="00D4566C" w:rsidRPr="00D4566C">
              <w:rPr>
                <w:b/>
                <w:bCs/>
                <w:sz w:val="20"/>
              </w:rPr>
              <w:t>январю-</w:t>
            </w:r>
            <w:r w:rsidR="0010109E">
              <w:rPr>
                <w:b/>
                <w:bCs/>
                <w:sz w:val="20"/>
              </w:rPr>
              <w:t>сентябрю</w:t>
            </w:r>
            <w:r w:rsidRPr="00D4566C">
              <w:rPr>
                <w:b/>
                <w:bCs/>
                <w:sz w:val="20"/>
              </w:rPr>
              <w:br/>
              <w:t>2023</w:t>
            </w:r>
          </w:p>
        </w:tc>
      </w:tr>
      <w:tr w:rsidR="007A2433" w:rsidRPr="00B732A2" w14:paraId="4B980D66" w14:textId="77777777" w:rsidTr="007A2433">
        <w:trPr>
          <w:trHeight w:val="227"/>
          <w:jc w:val="center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CD640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41042" w14:textId="77777777" w:rsidR="007A2433" w:rsidRPr="000C0433" w:rsidRDefault="007A2433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07C3F" w14:textId="05B6574E" w:rsidR="007A2433" w:rsidRPr="00D4566C" w:rsidRDefault="0010109E" w:rsidP="007A2433">
            <w:pPr>
              <w:tabs>
                <w:tab w:val="left" w:pos="1202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сентябрю</w:t>
            </w:r>
            <w:r w:rsidR="007A2433" w:rsidRPr="00D4566C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B4AF7" w14:textId="32A26BDD" w:rsidR="007A2433" w:rsidRPr="00D4566C" w:rsidRDefault="0010109E" w:rsidP="007A2433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августу</w:t>
            </w:r>
            <w:r w:rsidR="007A2433" w:rsidRPr="00D4566C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7A38D" w14:textId="77777777" w:rsidR="007A2433" w:rsidRPr="000C0433" w:rsidRDefault="007A2433" w:rsidP="007A2433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0A0613" w14:textId="77777777" w:rsidR="007A2433" w:rsidRPr="000C0433" w:rsidRDefault="007A2433" w:rsidP="007A2433">
            <w:pPr>
              <w:tabs>
                <w:tab w:val="left" w:pos="805"/>
              </w:tabs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</w:p>
        </w:tc>
      </w:tr>
      <w:tr w:rsidR="00643167" w:rsidRPr="00B732A2" w14:paraId="779FE597" w14:textId="77777777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6DDB2" w14:textId="2DB1E8B3" w:rsidR="00643167" w:rsidRPr="00B732A2" w:rsidRDefault="00643167" w:rsidP="00643167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Перевозки грузов</w:t>
            </w:r>
            <w:r>
              <w:rPr>
                <w:b/>
                <w:sz w:val="20"/>
                <w:vertAlign w:val="superscript"/>
              </w:rPr>
              <w:t>10</w:t>
            </w:r>
            <w:r w:rsidRPr="00B732A2">
              <w:rPr>
                <w:b/>
                <w:sz w:val="20"/>
                <w:vertAlign w:val="superscript"/>
              </w:rPr>
              <w:t>)</w:t>
            </w:r>
            <w:r w:rsidRPr="00B732A2">
              <w:rPr>
                <w:b/>
                <w:sz w:val="20"/>
              </w:rPr>
              <w:t>, тыс. 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B3AEC2" w14:textId="79CF5F6C" w:rsidR="00643167" w:rsidRPr="0010109E" w:rsidRDefault="00643167" w:rsidP="0064316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44320D" w14:textId="674D285E" w:rsidR="00643167" w:rsidRPr="0010109E" w:rsidRDefault="00643167" w:rsidP="00643167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40F404" w14:textId="5F668180" w:rsidR="00643167" w:rsidRPr="0010109E" w:rsidRDefault="00643167" w:rsidP="00643167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65,2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E0861" w14:textId="0D654C99" w:rsidR="00643167" w:rsidRPr="0010109E" w:rsidRDefault="00643167" w:rsidP="00643167">
            <w:pPr>
              <w:tabs>
                <w:tab w:val="left" w:pos="846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1033,5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F463A7" w14:textId="40A84FD9" w:rsidR="00643167" w:rsidRPr="0010109E" w:rsidRDefault="00643167" w:rsidP="00643167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97,6</w:t>
            </w:r>
          </w:p>
        </w:tc>
      </w:tr>
      <w:tr w:rsidR="007A2433" w:rsidRPr="00B732A2" w14:paraId="14237F8B" w14:textId="77777777" w:rsidTr="007A2433">
        <w:trPr>
          <w:trHeight w:val="227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37CF96" w14:textId="77777777" w:rsidR="007A2433" w:rsidRPr="00B732A2" w:rsidRDefault="007A2433" w:rsidP="007A2433">
            <w:pPr>
              <w:tabs>
                <w:tab w:val="left" w:pos="559"/>
              </w:tabs>
              <w:ind w:left="340"/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в том числе</w:t>
            </w:r>
          </w:p>
        </w:tc>
      </w:tr>
      <w:tr w:rsidR="00643167" w:rsidRPr="00B732A2" w14:paraId="40BF4260" w14:textId="77777777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0E0A700" w14:textId="77777777" w:rsidR="00643167" w:rsidRPr="00B732A2" w:rsidRDefault="00643167" w:rsidP="00643167">
            <w:pPr>
              <w:ind w:left="113"/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организациями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738AFC" w14:textId="7672F2FC" w:rsidR="00643167" w:rsidRPr="0010109E" w:rsidRDefault="00643167" w:rsidP="0064316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32,6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A7B32D" w14:textId="7079504A" w:rsidR="00643167" w:rsidRPr="0010109E" w:rsidRDefault="00643167" w:rsidP="00643167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17FB8" w14:textId="14DAF0B5" w:rsidR="00643167" w:rsidRPr="0010109E" w:rsidRDefault="00643167" w:rsidP="00643167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DD7C6D" w14:textId="746BC64F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FB3F7C" w14:textId="579A5A18" w:rsidR="00643167" w:rsidRPr="0010109E" w:rsidRDefault="00643167" w:rsidP="0064316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108,4</w:t>
            </w:r>
          </w:p>
        </w:tc>
      </w:tr>
      <w:tr w:rsidR="00643167" w:rsidRPr="00B732A2" w14:paraId="4EBA1EF2" w14:textId="77777777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4623DE9" w14:textId="4B6FBD3C" w:rsidR="00643167" w:rsidRPr="00B732A2" w:rsidRDefault="00643167" w:rsidP="00643167">
            <w:pPr>
              <w:jc w:val="lef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Грузооборот</w:t>
            </w:r>
            <w:r w:rsidRPr="00643167">
              <w:rPr>
                <w:b/>
                <w:bCs/>
                <w:sz w:val="20"/>
                <w:vertAlign w:val="superscript"/>
              </w:rPr>
              <w:t>10</w:t>
            </w:r>
            <w:r w:rsidRPr="00B732A2">
              <w:rPr>
                <w:b/>
                <w:bCs/>
                <w:sz w:val="20"/>
                <w:vertAlign w:val="superscript"/>
              </w:rPr>
              <w:t>)</w:t>
            </w:r>
            <w:r w:rsidRPr="00B732A2">
              <w:rPr>
                <w:b/>
                <w:bCs/>
                <w:sz w:val="20"/>
              </w:rPr>
              <w:t>, тыс. т-км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DCFBD" w14:textId="44EF2502" w:rsidR="00643167" w:rsidRPr="0010109E" w:rsidRDefault="00643167" w:rsidP="0064316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6978,8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75311" w14:textId="2AC5114F" w:rsidR="00643167" w:rsidRPr="0010109E" w:rsidRDefault="00643167" w:rsidP="00643167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4A58A5" w14:textId="5A3F59D1" w:rsidR="00643167" w:rsidRPr="0010109E" w:rsidRDefault="00643167" w:rsidP="00643167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75E87" w14:textId="1411A273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57282,7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321771" w14:textId="0D52583A" w:rsidR="00643167" w:rsidRPr="0010109E" w:rsidRDefault="00643167" w:rsidP="0064316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67,9</w:t>
            </w:r>
          </w:p>
        </w:tc>
      </w:tr>
      <w:tr w:rsidR="007A2433" w:rsidRPr="00B732A2" w14:paraId="5F6EC21B" w14:textId="77777777" w:rsidTr="007A2433">
        <w:trPr>
          <w:trHeight w:val="227"/>
          <w:jc w:val="center"/>
        </w:trPr>
        <w:tc>
          <w:tcPr>
            <w:tcW w:w="907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1FC09" w14:textId="77777777" w:rsidR="007A2433" w:rsidRPr="00B732A2" w:rsidRDefault="007A2433" w:rsidP="007A2433">
            <w:pPr>
              <w:tabs>
                <w:tab w:val="left" w:pos="559"/>
              </w:tabs>
              <w:ind w:left="340"/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в том числе</w:t>
            </w:r>
          </w:p>
        </w:tc>
      </w:tr>
      <w:tr w:rsidR="00643167" w:rsidRPr="00772EB4" w14:paraId="1F7283A1" w14:textId="77777777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371961AC" w14:textId="77777777" w:rsidR="00643167" w:rsidRPr="00B732A2" w:rsidRDefault="00643167" w:rsidP="00643167">
            <w:pPr>
              <w:ind w:left="113"/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организаций автомобильного транспорта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C4D17C" w14:textId="4B5D3BC1" w:rsidR="00643167" w:rsidRPr="0010109E" w:rsidRDefault="00643167" w:rsidP="0064316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3939,3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A55F43" w14:textId="317850A9" w:rsidR="00643167" w:rsidRPr="0010109E" w:rsidRDefault="00643167" w:rsidP="00643167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443F51" w14:textId="7AC1D424" w:rsidR="00643167" w:rsidRPr="0010109E" w:rsidRDefault="00643167" w:rsidP="00643167">
            <w:pPr>
              <w:tabs>
                <w:tab w:val="left" w:pos="559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DE62F" w14:textId="53554274"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28101,3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B47828" w14:textId="12411156" w:rsidR="00643167" w:rsidRPr="0010109E" w:rsidRDefault="00643167" w:rsidP="0064316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85,3</w:t>
            </w:r>
          </w:p>
        </w:tc>
      </w:tr>
    </w:tbl>
    <w:p w14:paraId="1ACEAB5B" w14:textId="12835261" w:rsidR="005417A0" w:rsidRDefault="00643167" w:rsidP="005417A0">
      <w:pPr>
        <w:spacing w:before="120"/>
        <w:ind w:left="436" w:hanging="96"/>
        <w:rPr>
          <w:sz w:val="18"/>
          <w:szCs w:val="18"/>
        </w:rPr>
      </w:pPr>
      <w:r>
        <w:rPr>
          <w:sz w:val="18"/>
          <w:szCs w:val="18"/>
          <w:vertAlign w:val="superscript"/>
        </w:rPr>
        <w:t>10</w:t>
      </w:r>
      <w:r w:rsidR="0031223F" w:rsidRPr="009F1C11">
        <w:rPr>
          <w:sz w:val="18"/>
          <w:szCs w:val="18"/>
          <w:vertAlign w:val="superscript"/>
        </w:rPr>
        <w:t>)</w:t>
      </w:r>
      <w:r w:rsidR="00634824">
        <w:rPr>
          <w:sz w:val="18"/>
          <w:szCs w:val="18"/>
        </w:rPr>
        <w:t>здесь и далее включая</w:t>
      </w:r>
      <w:r w:rsidR="0031223F" w:rsidRPr="009F1C11">
        <w:rPr>
          <w:sz w:val="18"/>
          <w:szCs w:val="18"/>
        </w:rPr>
        <w:t xml:space="preserve"> данные автомобильного транспорта всех видов эко</w:t>
      </w:r>
      <w:r w:rsidR="00F9745E">
        <w:rPr>
          <w:sz w:val="18"/>
          <w:szCs w:val="18"/>
        </w:rPr>
        <w:t>номической деятельности крупных</w:t>
      </w:r>
      <w:r w:rsidR="0031223F" w:rsidRPr="009F1C11">
        <w:rPr>
          <w:sz w:val="18"/>
          <w:szCs w:val="18"/>
        </w:rPr>
        <w:br/>
        <w:t>и средних организаций, средняя численность работников которых превышает 15 человек</w:t>
      </w:r>
      <w:bookmarkStart w:id="77" w:name="_Toc420420949"/>
      <w:bookmarkStart w:id="78" w:name="_Toc493779737"/>
    </w:p>
    <w:p w14:paraId="3D1D2991" w14:textId="5AB98921" w:rsidR="0031223F" w:rsidRPr="007079A3" w:rsidRDefault="0031223F" w:rsidP="00CB549B">
      <w:pPr>
        <w:pStyle w:val="3"/>
        <w:spacing w:before="360" w:after="200"/>
        <w:rPr>
          <w:bCs/>
        </w:rPr>
      </w:pPr>
      <w:bookmarkStart w:id="79" w:name="_Toc181255918"/>
      <w:r w:rsidRPr="007079A3">
        <w:rPr>
          <w:bCs/>
        </w:rPr>
        <w:t>Динамика грузооборота и пассажирооборота</w:t>
      </w:r>
      <w:r w:rsidR="00002A26" w:rsidRPr="007079A3">
        <w:rPr>
          <w:bCs/>
        </w:rPr>
        <w:t xml:space="preserve"> </w:t>
      </w:r>
      <w:r w:rsidR="00153A66" w:rsidRPr="007079A3">
        <w:rPr>
          <w:bCs/>
        </w:rPr>
        <w:br/>
      </w:r>
      <w:r w:rsidRPr="007079A3">
        <w:rPr>
          <w:bCs/>
        </w:rPr>
        <w:t>автомобильного транспорта</w:t>
      </w:r>
      <w:bookmarkEnd w:id="77"/>
      <w:bookmarkEnd w:id="78"/>
      <w:bookmarkEnd w:id="79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944"/>
        <w:gridCol w:w="945"/>
        <w:gridCol w:w="945"/>
        <w:gridCol w:w="945"/>
        <w:gridCol w:w="945"/>
        <w:gridCol w:w="945"/>
      </w:tblGrid>
      <w:tr w:rsidR="007A2433" w:rsidRPr="00B732A2" w14:paraId="003D4F71" w14:textId="77777777" w:rsidTr="007A2433">
        <w:trPr>
          <w:trHeight w:val="283"/>
          <w:jc w:val="center"/>
        </w:trPr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22D07B17" w14:textId="77777777" w:rsidR="007A2433" w:rsidRDefault="007A2433" w:rsidP="007A2433">
            <w:pPr>
              <w:ind w:right="-57"/>
              <w:jc w:val="center"/>
              <w:rPr>
                <w:b/>
                <w:sz w:val="20"/>
              </w:rPr>
            </w:pPr>
          </w:p>
        </w:tc>
        <w:tc>
          <w:tcPr>
            <w:tcW w:w="28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EEBE9" w14:textId="59625791"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Грузооборот</w:t>
            </w:r>
            <w:r w:rsidR="00643167">
              <w:rPr>
                <w:b/>
                <w:sz w:val="20"/>
                <w:vertAlign w:val="superscript"/>
              </w:rPr>
              <w:t>10</w:t>
            </w:r>
            <w:r w:rsidRPr="00B732A2">
              <w:rPr>
                <w:b/>
                <w:sz w:val="20"/>
                <w:vertAlign w:val="superscript"/>
              </w:rPr>
              <w:t>)</w:t>
            </w:r>
          </w:p>
        </w:tc>
        <w:tc>
          <w:tcPr>
            <w:tcW w:w="283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D1938" w14:textId="55B204DD"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Пассажирооборот</w:t>
            </w:r>
            <w:r w:rsidR="00643167">
              <w:rPr>
                <w:b/>
                <w:sz w:val="20"/>
                <w:vertAlign w:val="superscript"/>
              </w:rPr>
              <w:t>11</w:t>
            </w:r>
            <w:r w:rsidRPr="00B732A2">
              <w:rPr>
                <w:b/>
                <w:sz w:val="20"/>
                <w:vertAlign w:val="superscript"/>
              </w:rPr>
              <w:t>)</w:t>
            </w:r>
          </w:p>
        </w:tc>
      </w:tr>
      <w:tr w:rsidR="007A2433" w:rsidRPr="00B732A2" w14:paraId="1FFFF70C" w14:textId="77777777" w:rsidTr="007A2433">
        <w:trPr>
          <w:trHeight w:val="283"/>
          <w:jc w:val="center"/>
        </w:trPr>
        <w:tc>
          <w:tcPr>
            <w:tcW w:w="3403" w:type="dxa"/>
            <w:vMerge/>
            <w:tcBorders>
              <w:left w:val="single" w:sz="4" w:space="0" w:color="000000"/>
              <w:right w:val="single" w:sz="4" w:space="0" w:color="000000"/>
            </w:tcBorders>
            <w:vAlign w:val="bottom"/>
          </w:tcPr>
          <w:p w14:paraId="4B1D4A36" w14:textId="77777777" w:rsidR="007A2433" w:rsidRPr="00B732A2" w:rsidRDefault="007A2433" w:rsidP="007A2433">
            <w:pPr>
              <w:ind w:right="-57"/>
              <w:jc w:val="left"/>
              <w:rPr>
                <w:b/>
                <w:sz w:val="20"/>
              </w:rPr>
            </w:pPr>
          </w:p>
        </w:tc>
        <w:tc>
          <w:tcPr>
            <w:tcW w:w="94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DB4E13F" w14:textId="77777777"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тыс.</w:t>
            </w:r>
            <w:r w:rsidRPr="00B732A2">
              <w:rPr>
                <w:b/>
                <w:sz w:val="20"/>
              </w:rPr>
              <w:br/>
              <w:t>т-км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1F7C4" w14:textId="77777777"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proofErr w:type="gramStart"/>
            <w:r w:rsidRPr="00B732A2">
              <w:rPr>
                <w:b/>
                <w:sz w:val="20"/>
              </w:rPr>
              <w:t>в  %</w:t>
            </w:r>
            <w:proofErr w:type="gramEnd"/>
            <w:r w:rsidRPr="00B732A2">
              <w:rPr>
                <w:b/>
                <w:sz w:val="20"/>
              </w:rPr>
              <w:t xml:space="preserve">  к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AFAF7CB" w14:textId="77777777"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тыс.</w:t>
            </w:r>
            <w:r w:rsidRPr="00B732A2">
              <w:rPr>
                <w:b/>
                <w:sz w:val="20"/>
              </w:rPr>
              <w:br/>
              <w:t>пасс.-км</w:t>
            </w:r>
          </w:p>
        </w:tc>
        <w:tc>
          <w:tcPr>
            <w:tcW w:w="18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00D534" w14:textId="77777777"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proofErr w:type="gramStart"/>
            <w:r w:rsidRPr="00B732A2">
              <w:rPr>
                <w:b/>
                <w:sz w:val="20"/>
              </w:rPr>
              <w:t>в  %</w:t>
            </w:r>
            <w:proofErr w:type="gramEnd"/>
            <w:r w:rsidRPr="00B732A2">
              <w:rPr>
                <w:b/>
                <w:sz w:val="20"/>
              </w:rPr>
              <w:t xml:space="preserve">  к</w:t>
            </w:r>
          </w:p>
        </w:tc>
      </w:tr>
      <w:tr w:rsidR="007A2433" w:rsidRPr="00B732A2" w14:paraId="1219469A" w14:textId="77777777" w:rsidTr="007A2433">
        <w:trPr>
          <w:trHeight w:val="227"/>
          <w:jc w:val="center"/>
        </w:trPr>
        <w:tc>
          <w:tcPr>
            <w:tcW w:w="3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541F4" w14:textId="77777777" w:rsidR="007A2433" w:rsidRPr="00B732A2" w:rsidRDefault="007A2433" w:rsidP="007A2433">
            <w:pPr>
              <w:ind w:right="-57"/>
              <w:jc w:val="left"/>
              <w:rPr>
                <w:b/>
                <w:sz w:val="20"/>
              </w:rPr>
            </w:pPr>
          </w:p>
        </w:tc>
        <w:tc>
          <w:tcPr>
            <w:tcW w:w="94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B00920" w14:textId="77777777" w:rsidR="007A2433" w:rsidRPr="00B732A2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B0882" w14:textId="77777777" w:rsidR="007A2433" w:rsidRPr="00B732A2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B732A2">
              <w:rPr>
                <w:b/>
                <w:sz w:val="20"/>
              </w:rPr>
              <w:t>соот-ветст-вующему</w:t>
            </w:r>
            <w:proofErr w:type="spellEnd"/>
            <w:r w:rsidRPr="00B732A2">
              <w:rPr>
                <w:b/>
                <w:sz w:val="20"/>
              </w:rPr>
              <w:t xml:space="preserve"> периоду </w:t>
            </w:r>
            <w:r w:rsidRPr="00B732A2">
              <w:rPr>
                <w:b/>
                <w:sz w:val="20"/>
              </w:rPr>
              <w:br/>
            </w:r>
            <w:proofErr w:type="spellStart"/>
            <w:proofErr w:type="gramStart"/>
            <w:r w:rsidRPr="00B732A2">
              <w:rPr>
                <w:b/>
                <w:sz w:val="20"/>
              </w:rPr>
              <w:t>предыду-щего</w:t>
            </w:r>
            <w:proofErr w:type="spellEnd"/>
            <w:proofErr w:type="gramEnd"/>
            <w:r w:rsidRPr="00B732A2">
              <w:rPr>
                <w:b/>
                <w:sz w:val="20"/>
              </w:rPr>
              <w:t xml:space="preserve"> года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62550B" w14:textId="77777777" w:rsidR="007A2433" w:rsidRPr="00B732A2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B732A2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B732A2">
              <w:rPr>
                <w:b/>
                <w:sz w:val="20"/>
              </w:rPr>
              <w:t xml:space="preserve"> </w:t>
            </w:r>
            <w:r w:rsidRPr="00B732A2">
              <w:rPr>
                <w:b/>
                <w:sz w:val="20"/>
              </w:rPr>
              <w:br/>
              <w:t>периоду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655D89" w14:textId="77777777" w:rsidR="007A2433" w:rsidRPr="00B732A2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2491C" w14:textId="77777777" w:rsidR="007A2433" w:rsidRPr="00B732A2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B732A2">
              <w:rPr>
                <w:b/>
                <w:sz w:val="20"/>
              </w:rPr>
              <w:t>соот-ветст-вующему</w:t>
            </w:r>
            <w:proofErr w:type="spellEnd"/>
            <w:r w:rsidRPr="00B732A2">
              <w:rPr>
                <w:b/>
                <w:sz w:val="20"/>
              </w:rPr>
              <w:t xml:space="preserve"> периоду </w:t>
            </w:r>
            <w:r w:rsidRPr="00B732A2">
              <w:rPr>
                <w:b/>
                <w:sz w:val="20"/>
              </w:rPr>
              <w:br/>
            </w:r>
            <w:proofErr w:type="spellStart"/>
            <w:proofErr w:type="gramStart"/>
            <w:r w:rsidRPr="00B732A2">
              <w:rPr>
                <w:b/>
                <w:sz w:val="20"/>
              </w:rPr>
              <w:t>предыду-щего</w:t>
            </w:r>
            <w:proofErr w:type="spellEnd"/>
            <w:proofErr w:type="gramEnd"/>
            <w:r w:rsidRPr="00B732A2">
              <w:rPr>
                <w:b/>
                <w:sz w:val="20"/>
              </w:rPr>
              <w:t xml:space="preserve"> года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7B5FDC" w14:textId="77777777" w:rsidR="007A2433" w:rsidRPr="00B732A2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B732A2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B732A2">
              <w:rPr>
                <w:b/>
                <w:sz w:val="20"/>
              </w:rPr>
              <w:t xml:space="preserve"> </w:t>
            </w:r>
            <w:r w:rsidRPr="00B732A2">
              <w:rPr>
                <w:b/>
                <w:sz w:val="20"/>
              </w:rPr>
              <w:br/>
              <w:t>периоду</w:t>
            </w:r>
          </w:p>
        </w:tc>
      </w:tr>
      <w:tr w:rsidR="007A2433" w:rsidRPr="00B732A2" w14:paraId="61CCE3A4" w14:textId="77777777" w:rsidTr="007A2433">
        <w:trPr>
          <w:trHeight w:val="283"/>
          <w:jc w:val="center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B646F4" w14:textId="77777777"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2023</w:t>
            </w:r>
          </w:p>
        </w:tc>
      </w:tr>
      <w:tr w:rsidR="007A2433" w:rsidRPr="00B732A2" w14:paraId="22FC4907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60517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Январь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3DF627" w14:textId="77777777"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6997,8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5193C36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82,3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427E22D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79,0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91C83CE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70097,3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F95D2A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86,4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77DA3E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86,4</w:t>
            </w:r>
          </w:p>
        </w:tc>
      </w:tr>
      <w:tr w:rsidR="007A2433" w:rsidRPr="00B732A2" w14:paraId="3058C4E7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A567A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Февраль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24645B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7134,5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2ACF52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76,1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607BF1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102,0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7FAFC2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87484,9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866BD7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111,1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E3B9B8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124,8</w:t>
            </w:r>
          </w:p>
        </w:tc>
      </w:tr>
      <w:tr w:rsidR="007A2433" w:rsidRPr="00B732A2" w14:paraId="43655FDB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86A277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Март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13932F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10290,1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A0257C0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103,6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6ED4D3F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144,2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B94453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91376,3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7F0736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118,3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2445B09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104,4</w:t>
            </w:r>
          </w:p>
        </w:tc>
      </w:tr>
      <w:tr w:rsidR="007A2433" w:rsidRPr="00B732A2" w14:paraId="68531583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1B2A81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43A5773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24422,4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39C6A6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87,8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86890D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  <w:lang w:val="en-US"/>
              </w:rPr>
              <w:t>88</w:t>
            </w:r>
            <w:r w:rsidRPr="00B732A2">
              <w:rPr>
                <w:b/>
                <w:bCs/>
                <w:sz w:val="20"/>
              </w:rPr>
              <w:t>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0447AC8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248958,4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273A4E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105,0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1F46854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103,9</w:t>
            </w:r>
          </w:p>
        </w:tc>
      </w:tr>
      <w:tr w:rsidR="007A2433" w:rsidRPr="00B732A2" w14:paraId="0C1CDF6E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6D28DE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Апрель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C5A42A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11031,2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37BF18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108,8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AABB68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107,2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E46DC1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99090,5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537163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134,1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031A894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108,4</w:t>
            </w:r>
          </w:p>
        </w:tc>
      </w:tr>
      <w:tr w:rsidR="007A2433" w:rsidRPr="00B732A2" w14:paraId="1DB230D2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B43223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Май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DF45340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10627,3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2ABA69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80,8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3E00DE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96,3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B443BB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95840,8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9712D0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127,4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B959AD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96,7</w:t>
            </w:r>
          </w:p>
        </w:tc>
      </w:tr>
      <w:tr w:rsidR="007A2433" w:rsidRPr="00B732A2" w14:paraId="180CAF75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927DA1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Июнь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EA4E0D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11160,9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103EB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88,7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C014E1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105,0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DD2A7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122884,6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B7457C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162,7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1606B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128,2</w:t>
            </w:r>
          </w:p>
        </w:tc>
      </w:tr>
      <w:tr w:rsidR="007A2433" w:rsidRPr="00B732A2" w14:paraId="0D3D2125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3D307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II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37DDF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32819,4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0B50A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91,4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E4973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134,4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34B4B1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317815,9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4C425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141,5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56AC0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127,7</w:t>
            </w:r>
          </w:p>
        </w:tc>
      </w:tr>
      <w:tr w:rsidR="007A2433" w:rsidRPr="00B732A2" w14:paraId="028C2C83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2D304D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lastRenderedPageBreak/>
              <w:t xml:space="preserve">I </w:t>
            </w:r>
            <w:r w:rsidRPr="00B732A2">
              <w:rPr>
                <w:b/>
                <w:sz w:val="20"/>
              </w:rPr>
              <w:t>полугодие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2EC17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57241,7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47FA69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89,9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E4FA3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1CA3F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566774,3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58CF45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122,7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1451A0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х</w:t>
            </w:r>
          </w:p>
        </w:tc>
      </w:tr>
      <w:tr w:rsidR="007A2433" w:rsidRPr="00B732A2" w14:paraId="3580353C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458B5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Июль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1BFDA9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8767,3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F0813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4585E9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78,6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2F20A6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129757,3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045473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171,2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2898F1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105,6</w:t>
            </w:r>
          </w:p>
        </w:tc>
      </w:tr>
      <w:tr w:rsidR="007A2433" w:rsidRPr="00B732A2" w14:paraId="3DB6F68C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8716EA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Август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86D9DC" w14:textId="77777777"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9027,0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60B85E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71,7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8DDA1E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103,0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F5A749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128851,9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1F750F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174,0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DA9C9C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99,3</w:t>
            </w:r>
          </w:p>
        </w:tc>
      </w:tr>
      <w:tr w:rsidR="007A2433" w:rsidRPr="00B732A2" w14:paraId="6EC35D8B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D2596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Сентябрь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7C556" w14:textId="77777777"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9361,2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A1F8D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91,2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B93D9C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103,7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7D7E43" w14:textId="77777777" w:rsidR="007A2433" w:rsidRPr="00B732A2" w:rsidRDefault="007A2433" w:rsidP="007A2433">
            <w:pPr>
              <w:tabs>
                <w:tab w:val="left" w:pos="1168"/>
                <w:tab w:val="left" w:pos="1223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126692,7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19C17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159,5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AE10B2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98,3</w:t>
            </w:r>
          </w:p>
        </w:tc>
      </w:tr>
      <w:tr w:rsidR="007A2433" w:rsidRPr="00B732A2" w14:paraId="0BD9446C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89861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III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2A96E2" w14:textId="77777777"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27155,5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B272E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76,7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4AE9B3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82,7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457A2" w14:textId="77777777" w:rsidR="007A2433" w:rsidRPr="00B732A2" w:rsidRDefault="007A2433" w:rsidP="007A2433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385301,9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D2D95D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168,1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993D6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121,2</w:t>
            </w:r>
          </w:p>
        </w:tc>
      </w:tr>
      <w:tr w:rsidR="007A2433" w:rsidRPr="00B732A2" w14:paraId="787EAE81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2A83F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Январь-сентябрь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9D3787" w14:textId="77777777" w:rsidR="007A2433" w:rsidRPr="00B732A2" w:rsidRDefault="007A2433" w:rsidP="007A2433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84397,2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680A2F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85,2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5BAC9A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96FC7" w14:textId="77777777" w:rsidR="007A2433" w:rsidRPr="00B732A2" w:rsidRDefault="007A2433" w:rsidP="007A2433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952076,1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420B6C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137,8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CF7E3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х</w:t>
            </w:r>
          </w:p>
        </w:tc>
      </w:tr>
      <w:tr w:rsidR="007A2433" w:rsidRPr="00B732A2" w14:paraId="450A0123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9928F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Октябрь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84FFE" w14:textId="77777777"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8757,9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18729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89,0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CAF919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93,6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C31FAD" w14:textId="77777777" w:rsidR="007A2433" w:rsidRPr="00B732A2" w:rsidRDefault="007A2433" w:rsidP="007A2433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101652,2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A329C2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132,6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85BF56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80,2</w:t>
            </w:r>
          </w:p>
        </w:tc>
      </w:tr>
      <w:tr w:rsidR="007A2433" w:rsidRPr="00B732A2" w14:paraId="4F89C67F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DA6CB7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Ноябрь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896984" w14:textId="77777777"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7318,2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A1E045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81,4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257F85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83,6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9A03F6" w14:textId="77777777" w:rsidR="007A2433" w:rsidRPr="00B732A2" w:rsidRDefault="007A2433" w:rsidP="007A2433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95273,9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96A465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116,4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2DA116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93,7</w:t>
            </w:r>
          </w:p>
        </w:tc>
      </w:tr>
      <w:tr w:rsidR="007A2433" w:rsidRPr="00B732A2" w14:paraId="24A25EE3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0D990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Декабрь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F76AF1" w14:textId="77777777"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6514,1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E5C52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73,5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B8752F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89,0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432D0" w14:textId="77777777" w:rsidR="007A2433" w:rsidRPr="00B732A2" w:rsidRDefault="007A2433" w:rsidP="007A2433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183868,7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CE2BE1" w14:textId="77777777" w:rsidR="007A2433" w:rsidRPr="00B732A2" w:rsidRDefault="007A2433" w:rsidP="007A2433">
            <w:pPr>
              <w:ind w:right="-28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в 2,2р.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763A2A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193,0</w:t>
            </w:r>
          </w:p>
        </w:tc>
      </w:tr>
      <w:tr w:rsidR="007A2433" w:rsidRPr="00B732A2" w14:paraId="24134375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1EE73C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IV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99A830" w14:textId="77777777" w:rsidR="007A2433" w:rsidRPr="00B732A2" w:rsidRDefault="007A2433" w:rsidP="007A2433">
            <w:pPr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22590,2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D6068B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81,6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C5B273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83,2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5BC934" w14:textId="77777777" w:rsidR="007A2433" w:rsidRPr="00B732A2" w:rsidRDefault="007A2433" w:rsidP="007A2433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380794,8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42D183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158,9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6C9816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98,8</w:t>
            </w:r>
          </w:p>
        </w:tc>
      </w:tr>
      <w:tr w:rsidR="007A2433" w:rsidRPr="00B732A2" w14:paraId="6301D6BF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FB394" w14:textId="77777777" w:rsidR="007A2433" w:rsidRPr="00B732A2" w:rsidRDefault="007A2433" w:rsidP="007A2433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Год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68E098" w14:textId="77777777" w:rsidR="007A2433" w:rsidRPr="00B732A2" w:rsidRDefault="007A2433" w:rsidP="00E471C6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106987,4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7D3162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84,4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DC7AB4" w14:textId="77777777" w:rsidR="007A2433" w:rsidRPr="00B732A2" w:rsidRDefault="007A2433" w:rsidP="007A2433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C4034" w14:textId="77777777" w:rsidR="007A2433" w:rsidRPr="00B732A2" w:rsidRDefault="007A2433" w:rsidP="007A2433">
            <w:pPr>
              <w:ind w:left="-85" w:right="-57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1332870,9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17EB8D" w14:textId="77777777" w:rsidR="007A2433" w:rsidRPr="00B732A2" w:rsidRDefault="007A2433" w:rsidP="007A2433">
            <w:pPr>
              <w:ind w:right="142"/>
              <w:jc w:val="right"/>
              <w:rPr>
                <w:b/>
                <w:bCs/>
                <w:sz w:val="20"/>
              </w:rPr>
            </w:pPr>
            <w:r w:rsidRPr="00B732A2">
              <w:rPr>
                <w:b/>
                <w:bCs/>
                <w:sz w:val="20"/>
              </w:rPr>
              <w:t>143,1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B43FD7" w14:textId="77777777" w:rsidR="007A2433" w:rsidRPr="00B732A2" w:rsidRDefault="007A2433" w:rsidP="007A2433">
            <w:pPr>
              <w:ind w:right="142"/>
              <w:jc w:val="righ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х</w:t>
            </w:r>
          </w:p>
        </w:tc>
      </w:tr>
      <w:tr w:rsidR="007A2433" w:rsidRPr="00B732A2" w14:paraId="65E9D6F1" w14:textId="77777777" w:rsidTr="007A2433">
        <w:trPr>
          <w:trHeight w:val="283"/>
          <w:jc w:val="center"/>
        </w:trPr>
        <w:tc>
          <w:tcPr>
            <w:tcW w:w="907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84DB4" w14:textId="77777777" w:rsidR="007A2433" w:rsidRPr="00B732A2" w:rsidRDefault="007A2433" w:rsidP="007A2433">
            <w:pPr>
              <w:jc w:val="center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2024</w:t>
            </w:r>
          </w:p>
        </w:tc>
      </w:tr>
      <w:tr w:rsidR="00643167" w:rsidRPr="00B732A2" w14:paraId="1265FB1A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E7D29C" w14:textId="77777777" w:rsidR="00643167" w:rsidRPr="00B732A2" w:rsidRDefault="00643167" w:rsidP="00643167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Январь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879C91" w14:textId="682065DB" w:rsidR="00643167" w:rsidRPr="0010109E" w:rsidRDefault="00643167" w:rsidP="0064316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4488,2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8E1DBF" w14:textId="4E14AD2D" w:rsidR="00643167" w:rsidRPr="0010109E" w:rsidRDefault="00643167" w:rsidP="00643167">
            <w:pPr>
              <w:tabs>
                <w:tab w:val="left" w:pos="1168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64,1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815A2" w14:textId="7FC823D2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68,9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02BB66" w14:textId="45D2B4CD" w:rsidR="00643167" w:rsidRPr="0010109E" w:rsidRDefault="00643167" w:rsidP="00643167">
            <w:pPr>
              <w:tabs>
                <w:tab w:val="left" w:pos="1168"/>
                <w:tab w:val="left" w:pos="1223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92664,0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DBFFD5" w14:textId="1E6AD28E"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132,2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F28F08" w14:textId="734C7209"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50,4</w:t>
            </w:r>
          </w:p>
        </w:tc>
      </w:tr>
      <w:tr w:rsidR="00643167" w:rsidRPr="00B732A2" w14:paraId="02E8365C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5EDC13" w14:textId="77777777" w:rsidR="00643167" w:rsidRPr="00B732A2" w:rsidRDefault="00643167" w:rsidP="00643167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Февраль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DB79E" w14:textId="145F115C" w:rsidR="00643167" w:rsidRPr="0010109E" w:rsidRDefault="00643167" w:rsidP="00643167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4377,4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A05D5" w14:textId="3F0312C1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61,4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EEA9B3" w14:textId="56DC45FF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97,5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F11265" w14:textId="5D0EE114" w:rsidR="00643167" w:rsidRPr="0010109E" w:rsidRDefault="00643167" w:rsidP="00643167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86177,4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5B626B" w14:textId="37F0C32B"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98,5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DB5F6A" w14:textId="7612283F" w:rsidR="00643167" w:rsidRPr="0010109E" w:rsidRDefault="00643167" w:rsidP="0064316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3469D6">
              <w:rPr>
                <w:b/>
                <w:sz w:val="20"/>
              </w:rPr>
              <w:t>93,0</w:t>
            </w:r>
          </w:p>
        </w:tc>
      </w:tr>
      <w:tr w:rsidR="00643167" w:rsidRPr="00B732A2" w14:paraId="6B9537EF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A1A86" w14:textId="77777777" w:rsidR="00643167" w:rsidRPr="00B732A2" w:rsidRDefault="00643167" w:rsidP="00643167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Март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585BE0" w14:textId="372EE27D" w:rsidR="00643167" w:rsidRPr="0010109E" w:rsidRDefault="00643167" w:rsidP="00643167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4605,2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97F03" w14:textId="31B93A0E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44,8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1A5960" w14:textId="37E4A89B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105,2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E39610" w14:textId="5CD54E0D" w:rsidR="00643167" w:rsidRPr="0010109E" w:rsidRDefault="00643167" w:rsidP="00643167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99304,5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0A3A7" w14:textId="367DEA93"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108,7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930E37" w14:textId="769EAC06" w:rsidR="00643167" w:rsidRPr="0010109E" w:rsidRDefault="00643167" w:rsidP="0064316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3469D6">
              <w:rPr>
                <w:b/>
                <w:sz w:val="20"/>
              </w:rPr>
              <w:t>115,2</w:t>
            </w:r>
          </w:p>
        </w:tc>
      </w:tr>
      <w:tr w:rsidR="00643167" w:rsidRPr="00B732A2" w14:paraId="3BB90E34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8FB1A7" w14:textId="77777777" w:rsidR="00643167" w:rsidRPr="00B732A2" w:rsidRDefault="00643167" w:rsidP="00643167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  <w:lang w:val="en-US"/>
              </w:rPr>
              <w:t xml:space="preserve">I </w:t>
            </w:r>
            <w:r w:rsidRPr="00B732A2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9F27D0" w14:textId="18A3F4F5" w:rsidR="00643167" w:rsidRPr="0010109E" w:rsidRDefault="00643167" w:rsidP="00643167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13470,8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C72FBA" w14:textId="44341942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55,2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7ED241" w14:textId="7BCE199F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59,6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54DFBB" w14:textId="730B7ED2" w:rsidR="00643167" w:rsidRPr="0010109E" w:rsidRDefault="00643167" w:rsidP="00643167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278146,0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17D3CA" w14:textId="671D4E57"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111,7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4B178" w14:textId="1B97F97C" w:rsidR="00643167" w:rsidRPr="0010109E" w:rsidRDefault="00643167" w:rsidP="0064316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3469D6">
              <w:rPr>
                <w:b/>
                <w:sz w:val="20"/>
              </w:rPr>
              <w:t>73,0</w:t>
            </w:r>
          </w:p>
        </w:tc>
      </w:tr>
      <w:tr w:rsidR="00643167" w:rsidRPr="00B732A2" w14:paraId="7765658E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2B0EA" w14:textId="77777777" w:rsidR="00643167" w:rsidRPr="00B732A2" w:rsidRDefault="00643167" w:rsidP="00643167">
            <w:pPr>
              <w:jc w:val="left"/>
              <w:rPr>
                <w:b/>
                <w:sz w:val="20"/>
              </w:rPr>
            </w:pPr>
            <w:r w:rsidRPr="00B732A2">
              <w:rPr>
                <w:b/>
                <w:sz w:val="20"/>
              </w:rPr>
              <w:t>Апрель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29DA8B" w14:textId="4229C340" w:rsidR="00643167" w:rsidRPr="0010109E" w:rsidRDefault="00643167" w:rsidP="00643167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7006,1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B20906" w14:textId="0DCC745D" w:rsidR="00643167" w:rsidRPr="0010109E" w:rsidRDefault="00643167" w:rsidP="00643167">
            <w:pPr>
              <w:tabs>
                <w:tab w:val="left" w:pos="559"/>
              </w:tabs>
              <w:ind w:right="14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63,5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0EED7" w14:textId="3D06F128" w:rsidR="00643167" w:rsidRPr="0010109E" w:rsidRDefault="00643167" w:rsidP="00643167">
            <w:pPr>
              <w:tabs>
                <w:tab w:val="left" w:pos="559"/>
              </w:tabs>
              <w:ind w:right="14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152,1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A788C5" w14:textId="15724A0D" w:rsidR="00643167" w:rsidRPr="0010109E" w:rsidRDefault="00643167" w:rsidP="00643167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99585,3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6BF2A" w14:textId="097A1D6D"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100,5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5080AE" w14:textId="01359DD1" w:rsidR="00643167" w:rsidRPr="0010109E" w:rsidRDefault="00643167" w:rsidP="00643167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3469D6">
              <w:rPr>
                <w:b/>
                <w:sz w:val="20"/>
              </w:rPr>
              <w:t>100,3</w:t>
            </w:r>
          </w:p>
        </w:tc>
      </w:tr>
      <w:tr w:rsidR="00643167" w:rsidRPr="00B732A2" w14:paraId="00783510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F5EA55" w14:textId="77777777" w:rsidR="00643167" w:rsidRPr="007C4C31" w:rsidRDefault="00643167" w:rsidP="00643167">
            <w:pPr>
              <w:jc w:val="left"/>
              <w:rPr>
                <w:b/>
                <w:sz w:val="20"/>
              </w:rPr>
            </w:pPr>
            <w:r w:rsidRPr="007C4C31">
              <w:rPr>
                <w:b/>
                <w:sz w:val="20"/>
              </w:rPr>
              <w:t>Май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B682B" w14:textId="2E5211A9" w:rsidR="00643167" w:rsidRPr="0010109E" w:rsidRDefault="00643167" w:rsidP="00643167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6999,4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47F052" w14:textId="45554946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65,9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DB4433" w14:textId="477B0316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99,9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40231" w14:textId="00C5268B" w:rsidR="00643167" w:rsidRPr="0010109E" w:rsidRDefault="00643167" w:rsidP="00643167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95079,8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64C4FA" w14:textId="6F466587"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99,2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E586FC" w14:textId="15F657CB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95,5</w:t>
            </w:r>
          </w:p>
        </w:tc>
      </w:tr>
      <w:tr w:rsidR="00643167" w:rsidRPr="001046A8" w14:paraId="0D349D21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84D2E" w14:textId="4E5592E8" w:rsidR="00643167" w:rsidRPr="007C4C31" w:rsidRDefault="00643167" w:rsidP="00643167">
            <w:pPr>
              <w:jc w:val="left"/>
              <w:rPr>
                <w:b/>
                <w:sz w:val="20"/>
              </w:rPr>
            </w:pPr>
            <w:r w:rsidRPr="003469D6">
              <w:rPr>
                <w:b/>
                <w:sz w:val="20"/>
              </w:rPr>
              <w:t>Июнь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D59CAF" w14:textId="650D793E" w:rsidR="00643167" w:rsidRPr="0010109E" w:rsidRDefault="00643167" w:rsidP="00643167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7651,0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E8D541" w14:textId="4C7815AE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68,6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4A0185" w14:textId="1E2443A3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109,3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291C2A" w14:textId="67CC4D8A" w:rsidR="00643167" w:rsidRPr="0010109E" w:rsidRDefault="00643167" w:rsidP="00643167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97253,4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A50B8" w14:textId="3A690293"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79,1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679E66" w14:textId="03CCB9F1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</w:tr>
      <w:tr w:rsidR="00643167" w:rsidRPr="001046A8" w14:paraId="64ADB1F9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22BC1C" w14:textId="43F1A3A0" w:rsidR="00643167" w:rsidRPr="007C4C31" w:rsidRDefault="00643167" w:rsidP="00643167">
            <w:pPr>
              <w:jc w:val="left"/>
              <w:rPr>
                <w:b/>
                <w:sz w:val="20"/>
              </w:rPr>
            </w:pPr>
            <w:r w:rsidRPr="003D7F9E">
              <w:rPr>
                <w:b/>
                <w:sz w:val="20"/>
              </w:rPr>
              <w:t xml:space="preserve">II </w:t>
            </w:r>
            <w:r w:rsidRPr="003469D6">
              <w:rPr>
                <w:b/>
                <w:sz w:val="20"/>
              </w:rPr>
              <w:t>квартал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9785DD" w14:textId="637AFCB2" w:rsidR="00643167" w:rsidRPr="0010109E" w:rsidRDefault="00643167" w:rsidP="00643167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21656,4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F76DB1" w14:textId="428B6A12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66,0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37E330" w14:textId="7F0E18A4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160,8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371A5" w14:textId="1CF90E94" w:rsidR="00643167" w:rsidRPr="0010109E" w:rsidRDefault="00643167" w:rsidP="00643167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291918,4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FB8C2D" w14:textId="37B8D84A"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91,9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D6DE5" w14:textId="5C236045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105,0</w:t>
            </w:r>
          </w:p>
        </w:tc>
      </w:tr>
      <w:tr w:rsidR="00643167" w:rsidRPr="001046A8" w14:paraId="0CB97A69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0D782F" w14:textId="281F06B2" w:rsidR="00643167" w:rsidRPr="007C4C31" w:rsidRDefault="00643167" w:rsidP="00643167">
            <w:pPr>
              <w:jc w:val="left"/>
              <w:rPr>
                <w:b/>
                <w:sz w:val="20"/>
              </w:rPr>
            </w:pPr>
            <w:r w:rsidRPr="003D7F9E">
              <w:rPr>
                <w:b/>
                <w:sz w:val="20"/>
              </w:rPr>
              <w:t xml:space="preserve">I </w:t>
            </w:r>
            <w:r w:rsidRPr="003469D6">
              <w:rPr>
                <w:b/>
                <w:sz w:val="20"/>
              </w:rPr>
              <w:t>полугодие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C84E01" w14:textId="7D5ED80A" w:rsidR="00643167" w:rsidRPr="0010109E" w:rsidRDefault="00643167" w:rsidP="00643167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35127,2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57FA3" w14:textId="3263081D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61,4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DE730C" w14:textId="22B1C393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05D3D" w14:textId="18EAF424" w:rsidR="00643167" w:rsidRPr="0010109E" w:rsidRDefault="00643167" w:rsidP="00643167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570064,4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35CABF" w14:textId="35E1E2BB"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AFD634" w14:textId="36558083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D7F9E">
              <w:rPr>
                <w:b/>
                <w:bCs/>
                <w:sz w:val="20"/>
              </w:rPr>
              <w:t>х</w:t>
            </w:r>
          </w:p>
        </w:tc>
      </w:tr>
      <w:tr w:rsidR="00643167" w:rsidRPr="001046A8" w14:paraId="6CCA9229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28651A" w14:textId="3C2DA977" w:rsidR="00643167" w:rsidRPr="003D7F9E" w:rsidRDefault="00643167" w:rsidP="00643167">
            <w:pPr>
              <w:jc w:val="left"/>
              <w:rPr>
                <w:b/>
                <w:sz w:val="20"/>
              </w:rPr>
            </w:pPr>
            <w:r w:rsidRPr="0046119A">
              <w:rPr>
                <w:b/>
                <w:sz w:val="20"/>
              </w:rPr>
              <w:t>Июль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BB77A0" w14:textId="1182947D" w:rsidR="00643167" w:rsidRPr="0010109E" w:rsidRDefault="00643167" w:rsidP="00643167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7207,3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E92584" w14:textId="33FCD186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82,2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12479" w14:textId="3F5AF8F2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94,2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F128E5" w14:textId="37524D96" w:rsidR="00643167" w:rsidRPr="0010109E" w:rsidRDefault="00643167" w:rsidP="00643167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46119A">
              <w:rPr>
                <w:b/>
                <w:bCs/>
                <w:sz w:val="20"/>
              </w:rPr>
              <w:t>101286,3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BACB9B" w14:textId="5926BB56"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78,1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21E13C" w14:textId="6462171B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104,1</w:t>
            </w:r>
          </w:p>
        </w:tc>
      </w:tr>
      <w:tr w:rsidR="00643167" w:rsidRPr="001046A8" w14:paraId="610ADC1B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EB180" w14:textId="4D42F6F2" w:rsidR="00643167" w:rsidRPr="003D7F9E" w:rsidRDefault="00643167" w:rsidP="00643167">
            <w:pPr>
              <w:jc w:val="left"/>
              <w:rPr>
                <w:b/>
                <w:sz w:val="20"/>
              </w:rPr>
            </w:pPr>
            <w:r w:rsidRPr="003469D6">
              <w:rPr>
                <w:b/>
                <w:sz w:val="20"/>
              </w:rPr>
              <w:t>Август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7C5C4F" w14:textId="5A8D4C36" w:rsidR="00643167" w:rsidRPr="0010109E" w:rsidRDefault="00643167" w:rsidP="00643167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7969,5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EE1040" w14:textId="2F1EAA0D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88,3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24104" w14:textId="1963075E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110,6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B50128" w14:textId="342AF292" w:rsidR="00643167" w:rsidRPr="0010109E" w:rsidRDefault="00643167" w:rsidP="00643167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 w:rsidRPr="008927DC">
              <w:rPr>
                <w:b/>
                <w:bCs/>
                <w:sz w:val="20"/>
              </w:rPr>
              <w:t>93</w:t>
            </w:r>
            <w:r>
              <w:rPr>
                <w:b/>
                <w:bCs/>
                <w:sz w:val="20"/>
              </w:rPr>
              <w:t>292,1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A390B" w14:textId="5520B08D"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72,4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6B28D9" w14:textId="49A29DBA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92,1</w:t>
            </w:r>
          </w:p>
        </w:tc>
      </w:tr>
      <w:tr w:rsidR="00643167" w:rsidRPr="001046A8" w14:paraId="1F892C59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0CD0C3" w14:textId="46827917" w:rsidR="00643167" w:rsidRPr="0046119A" w:rsidRDefault="00643167" w:rsidP="0064316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B193B2" w14:textId="05F9C790" w:rsidR="00643167" w:rsidRPr="0010109E" w:rsidRDefault="00643167" w:rsidP="00643167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6978,8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BD8C0" w14:textId="1DE3B00F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74,6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7035D" w14:textId="0AD49207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87,6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88B072" w14:textId="59DAE0DD" w:rsidR="00643167" w:rsidRPr="0010109E" w:rsidRDefault="00643167" w:rsidP="00643167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89829,0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E5DEF4" w14:textId="14CB32E6"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70,9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A712CE" w14:textId="23684A2A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96,3</w:t>
            </w:r>
          </w:p>
        </w:tc>
      </w:tr>
      <w:tr w:rsidR="00643167" w:rsidRPr="001046A8" w14:paraId="5CA307F8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346D62" w14:textId="166C2F5D" w:rsidR="00643167" w:rsidRDefault="00643167" w:rsidP="0064316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9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52B82" w14:textId="72F1E8F9" w:rsidR="00643167" w:rsidRPr="0010109E" w:rsidRDefault="00643167" w:rsidP="00643167">
            <w:pPr>
              <w:tabs>
                <w:tab w:val="left" w:pos="559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57282,7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72EB13" w14:textId="45838FBE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67,9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B1115E" w14:textId="632E4C74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469D6">
              <w:rPr>
                <w:b/>
                <w:bCs/>
                <w:sz w:val="20"/>
              </w:rPr>
              <w:t>х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F41858" w14:textId="0237F595" w:rsidR="00643167" w:rsidRPr="0010109E" w:rsidRDefault="00643167" w:rsidP="00643167">
            <w:pPr>
              <w:tabs>
                <w:tab w:val="left" w:pos="1168"/>
              </w:tabs>
              <w:ind w:left="-85"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854471,9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56AF9A" w14:textId="37D4F6C6" w:rsidR="00643167" w:rsidRPr="0010109E" w:rsidRDefault="00643167" w:rsidP="00643167">
            <w:pPr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89,7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9B734B" w14:textId="000BD2C4" w:rsidR="00643167" w:rsidRPr="0010109E" w:rsidRDefault="00643167" w:rsidP="00643167">
            <w:pPr>
              <w:tabs>
                <w:tab w:val="left" w:pos="559"/>
              </w:tabs>
              <w:ind w:right="142"/>
              <w:jc w:val="right"/>
              <w:rPr>
                <w:b/>
                <w:bCs/>
                <w:sz w:val="20"/>
                <w:highlight w:val="yellow"/>
              </w:rPr>
            </w:pPr>
            <w:r w:rsidRPr="003D7F9E">
              <w:rPr>
                <w:b/>
                <w:bCs/>
                <w:sz w:val="20"/>
              </w:rPr>
              <w:t>х</w:t>
            </w:r>
          </w:p>
        </w:tc>
      </w:tr>
    </w:tbl>
    <w:p w14:paraId="367CA7F2" w14:textId="3511F986" w:rsidR="0031223F" w:rsidRDefault="00643167" w:rsidP="00DC4136">
      <w:pPr>
        <w:spacing w:before="120"/>
        <w:ind w:left="453" w:hanging="113"/>
        <w:rPr>
          <w:sz w:val="18"/>
          <w:szCs w:val="18"/>
        </w:rPr>
      </w:pPr>
      <w:r>
        <w:rPr>
          <w:sz w:val="18"/>
          <w:szCs w:val="18"/>
          <w:vertAlign w:val="superscript"/>
        </w:rPr>
        <w:t>11</w:t>
      </w:r>
      <w:r w:rsidR="0031223F" w:rsidRPr="001046A8">
        <w:rPr>
          <w:sz w:val="18"/>
          <w:szCs w:val="18"/>
          <w:vertAlign w:val="superscript"/>
        </w:rPr>
        <w:t>)</w:t>
      </w:r>
      <w:r w:rsidR="008903BB" w:rsidRPr="001046A8">
        <w:rPr>
          <w:sz w:val="18"/>
          <w:szCs w:val="18"/>
        </w:rPr>
        <w:t xml:space="preserve">здесь и далее </w:t>
      </w:r>
      <w:r w:rsidR="008903BB" w:rsidRPr="00EE7976">
        <w:rPr>
          <w:sz w:val="18"/>
          <w:szCs w:val="18"/>
        </w:rPr>
        <w:t>по данным органов исполнительной власти субъектов Российской Федерации и органов местного самоуправления, а также юридических лиц (кроме микропредприятий), осуществляющих регулярные перевозки пассажиров по автобусным маршрутам общего пользования на коммерческой основе</w:t>
      </w:r>
    </w:p>
    <w:p w14:paraId="4D1E7714" w14:textId="3E344B35" w:rsidR="007F766E" w:rsidRPr="004304BB" w:rsidRDefault="0031223F" w:rsidP="00465ED5">
      <w:pPr>
        <w:pStyle w:val="3"/>
        <w:spacing w:before="240" w:after="240"/>
        <w:ind w:right="0" w:firstLine="709"/>
        <w:jc w:val="both"/>
        <w:rPr>
          <w:b w:val="0"/>
          <w:szCs w:val="24"/>
        </w:rPr>
      </w:pPr>
      <w:bookmarkStart w:id="80" w:name="_Toc420420950"/>
      <w:bookmarkStart w:id="81" w:name="_Toc493779738"/>
      <w:bookmarkStart w:id="82" w:name="_Toc181255919"/>
      <w:r w:rsidRPr="00601370">
        <w:t>Работа эксплуатационных автобусов (маршрутных таксомоторов)</w:t>
      </w:r>
      <w:r w:rsidRPr="00601370">
        <w:br/>
        <w:t xml:space="preserve">по маршрутам </w:t>
      </w:r>
      <w:r w:rsidRPr="00601370">
        <w:rPr>
          <w:szCs w:val="24"/>
        </w:rPr>
        <w:t>регулярных перевозок</w:t>
      </w:r>
      <w:r w:rsidRPr="00A52797">
        <w:rPr>
          <w:b w:val="0"/>
          <w:szCs w:val="24"/>
        </w:rPr>
        <w:t xml:space="preserve"> </w:t>
      </w:r>
      <w:bookmarkEnd w:id="80"/>
      <w:bookmarkEnd w:id="81"/>
      <w:r w:rsidR="007F766E" w:rsidRPr="004304BB">
        <w:rPr>
          <w:b w:val="0"/>
          <w:szCs w:val="24"/>
        </w:rPr>
        <w:t xml:space="preserve">в </w:t>
      </w:r>
      <w:r w:rsidR="00D4566C">
        <w:rPr>
          <w:b w:val="0"/>
          <w:szCs w:val="24"/>
        </w:rPr>
        <w:t>январе-</w:t>
      </w:r>
      <w:r w:rsidR="0010109E">
        <w:rPr>
          <w:b w:val="0"/>
          <w:szCs w:val="24"/>
        </w:rPr>
        <w:t>сентябре</w:t>
      </w:r>
      <w:r w:rsidR="007F766E" w:rsidRPr="00D4566C">
        <w:rPr>
          <w:b w:val="0"/>
          <w:szCs w:val="24"/>
        </w:rPr>
        <w:t xml:space="preserve"> </w:t>
      </w:r>
      <w:r w:rsidR="007F766E" w:rsidRPr="00D4566C">
        <w:rPr>
          <w:b w:val="0"/>
        </w:rPr>
        <w:t>2024</w:t>
      </w:r>
      <w:r w:rsidR="007F766E" w:rsidRPr="004304BB">
        <w:rPr>
          <w:b w:val="0"/>
        </w:rPr>
        <w:t xml:space="preserve"> года характеризуется следующими данными</w:t>
      </w:r>
      <w:r w:rsidR="007F766E" w:rsidRPr="004304BB">
        <w:rPr>
          <w:b w:val="0"/>
          <w:szCs w:val="24"/>
        </w:rPr>
        <w:t>:</w:t>
      </w:r>
      <w:bookmarkEnd w:id="82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7A2433" w:rsidRPr="007E661E" w14:paraId="142D71DC" w14:textId="77777777" w:rsidTr="007A2433">
        <w:trPr>
          <w:trHeight w:val="283"/>
          <w:jc w:val="center"/>
        </w:trPr>
        <w:tc>
          <w:tcPr>
            <w:tcW w:w="340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266D2" w14:textId="77777777" w:rsidR="007A2433" w:rsidRPr="007E661E" w:rsidRDefault="007A2433" w:rsidP="007A2433">
            <w:pPr>
              <w:ind w:left="-85" w:right="-85"/>
              <w:jc w:val="center"/>
              <w:rPr>
                <w:b/>
                <w:bCs/>
                <w:sz w:val="20"/>
                <w:highlight w:val="yellow"/>
              </w:rPr>
            </w:pPr>
            <w:bookmarkStart w:id="83" w:name="_Toc493779739"/>
            <w:bookmarkStart w:id="84" w:name="_Toc383161985"/>
            <w:bookmarkStart w:id="85" w:name="_Toc385585571"/>
            <w:bookmarkEnd w:id="64"/>
            <w:bookmarkEnd w:id="65"/>
            <w:bookmarkEnd w:id="66"/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F5A49" w14:textId="52259E0C" w:rsidR="007A2433" w:rsidRPr="00D4566C" w:rsidRDefault="0010109E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Сентябрь</w:t>
            </w:r>
            <w:r w:rsidR="007F766E" w:rsidRPr="00D4566C">
              <w:rPr>
                <w:b/>
                <w:bCs/>
                <w:sz w:val="20"/>
              </w:rPr>
              <w:br/>
            </w:r>
            <w:r w:rsidR="007A2433" w:rsidRPr="00D4566C">
              <w:rPr>
                <w:b/>
                <w:bCs/>
                <w:sz w:val="20"/>
              </w:rPr>
              <w:t>2024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76DC0" w14:textId="77777777" w:rsidR="007A2433" w:rsidRPr="00D4566C" w:rsidRDefault="007A2433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proofErr w:type="gramStart"/>
            <w:r w:rsidRPr="00D4566C">
              <w:rPr>
                <w:b/>
                <w:bCs/>
                <w:sz w:val="20"/>
              </w:rPr>
              <w:t>В  %</w:t>
            </w:r>
            <w:proofErr w:type="gramEnd"/>
            <w:r w:rsidRPr="00D4566C">
              <w:rPr>
                <w:b/>
                <w:bCs/>
                <w:sz w:val="20"/>
              </w:rPr>
              <w:t xml:space="preserve">  к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00A2051" w14:textId="13742013" w:rsidR="007A2433" w:rsidRPr="00D4566C" w:rsidRDefault="00D4566C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 w:rsidRPr="00D4566C">
              <w:rPr>
                <w:b/>
                <w:bCs/>
                <w:sz w:val="20"/>
              </w:rPr>
              <w:t>Январь-</w:t>
            </w:r>
            <w:r w:rsidR="0010109E">
              <w:rPr>
                <w:b/>
                <w:bCs/>
                <w:sz w:val="20"/>
              </w:rPr>
              <w:t>сентябрь</w:t>
            </w:r>
            <w:r w:rsidRPr="00D4566C">
              <w:rPr>
                <w:b/>
                <w:bCs/>
                <w:sz w:val="20"/>
              </w:rPr>
              <w:br/>
            </w:r>
            <w:r w:rsidR="007A2433" w:rsidRPr="00D4566C">
              <w:rPr>
                <w:b/>
                <w:bCs/>
                <w:sz w:val="20"/>
              </w:rPr>
              <w:t>2024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F86746D" w14:textId="01196727" w:rsidR="007A2433" w:rsidRPr="00D4566C" w:rsidRDefault="007A2433" w:rsidP="007A2433">
            <w:pPr>
              <w:tabs>
                <w:tab w:val="left" w:pos="805"/>
              </w:tabs>
              <w:ind w:left="-57" w:right="-57"/>
              <w:jc w:val="center"/>
              <w:rPr>
                <w:b/>
                <w:bCs/>
                <w:sz w:val="20"/>
              </w:rPr>
            </w:pPr>
            <w:proofErr w:type="gramStart"/>
            <w:r w:rsidRPr="00D4566C">
              <w:rPr>
                <w:b/>
                <w:bCs/>
                <w:sz w:val="20"/>
              </w:rPr>
              <w:t>В  %</w:t>
            </w:r>
            <w:proofErr w:type="gramEnd"/>
            <w:r w:rsidRPr="00D4566C">
              <w:rPr>
                <w:b/>
                <w:bCs/>
                <w:sz w:val="20"/>
              </w:rPr>
              <w:t xml:space="preserve">  к</w:t>
            </w:r>
            <w:r w:rsidRPr="00D4566C">
              <w:rPr>
                <w:b/>
                <w:bCs/>
                <w:sz w:val="20"/>
              </w:rPr>
              <w:br/>
            </w:r>
            <w:r w:rsidR="00D4566C" w:rsidRPr="00D4566C">
              <w:rPr>
                <w:b/>
                <w:bCs/>
                <w:sz w:val="20"/>
              </w:rPr>
              <w:t>январю-</w:t>
            </w:r>
            <w:r w:rsidR="0010109E">
              <w:rPr>
                <w:b/>
                <w:bCs/>
                <w:sz w:val="20"/>
              </w:rPr>
              <w:t>сентябрю</w:t>
            </w:r>
            <w:r w:rsidRPr="00D4566C">
              <w:rPr>
                <w:b/>
                <w:bCs/>
                <w:sz w:val="20"/>
              </w:rPr>
              <w:br/>
              <w:t>2023</w:t>
            </w:r>
          </w:p>
        </w:tc>
      </w:tr>
      <w:tr w:rsidR="007A2433" w:rsidRPr="007E661E" w14:paraId="2FA4FBBC" w14:textId="77777777" w:rsidTr="007A2433">
        <w:trPr>
          <w:trHeight w:val="227"/>
          <w:jc w:val="center"/>
        </w:trPr>
        <w:tc>
          <w:tcPr>
            <w:tcW w:w="34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5CCEE" w14:textId="77777777" w:rsidR="007A2433" w:rsidRPr="00601370" w:rsidRDefault="007A2433" w:rsidP="007A2433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38F4A" w14:textId="77777777" w:rsidR="007A2433" w:rsidRPr="000C0433" w:rsidRDefault="007A2433" w:rsidP="007A2433">
            <w:pPr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CF900" w14:textId="4AB04432" w:rsidR="007A2433" w:rsidRPr="00D4566C" w:rsidRDefault="0010109E" w:rsidP="007A2433">
            <w:pPr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сентябрю</w:t>
            </w:r>
            <w:r w:rsidR="007A2433" w:rsidRPr="00D4566C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495D3B" w14:textId="6242A12F" w:rsidR="007A2433" w:rsidRPr="00D4566C" w:rsidRDefault="0010109E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августу</w:t>
            </w:r>
            <w:r w:rsidR="007A2433" w:rsidRPr="00D4566C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A46F2" w14:textId="77777777" w:rsidR="007A2433" w:rsidRPr="000C0433" w:rsidRDefault="007A2433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099B0" w14:textId="77777777" w:rsidR="007A2433" w:rsidRPr="000C0433" w:rsidRDefault="007A2433" w:rsidP="007A2433">
            <w:pPr>
              <w:tabs>
                <w:tab w:val="left" w:pos="748"/>
              </w:tabs>
              <w:ind w:left="-57" w:right="-57"/>
              <w:jc w:val="center"/>
              <w:rPr>
                <w:b/>
                <w:bCs/>
                <w:sz w:val="20"/>
                <w:highlight w:val="yellow"/>
              </w:rPr>
            </w:pPr>
          </w:p>
        </w:tc>
      </w:tr>
      <w:tr w:rsidR="00643167" w:rsidRPr="0018692F" w14:paraId="489696BF" w14:textId="77777777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675A2C71" w14:textId="71BFF5F7" w:rsidR="00643167" w:rsidRPr="0018692F" w:rsidRDefault="00643167" w:rsidP="00643167">
            <w:pPr>
              <w:jc w:val="left"/>
              <w:rPr>
                <w:b/>
                <w:bCs/>
                <w:sz w:val="20"/>
              </w:rPr>
            </w:pPr>
            <w:r w:rsidRPr="0018692F">
              <w:rPr>
                <w:b/>
                <w:bCs/>
                <w:sz w:val="20"/>
              </w:rPr>
              <w:t>Перевезено пассажиров</w:t>
            </w:r>
            <w:r>
              <w:rPr>
                <w:b/>
                <w:bCs/>
                <w:sz w:val="20"/>
                <w:vertAlign w:val="superscript"/>
              </w:rPr>
              <w:t>11)</w:t>
            </w:r>
            <w:r w:rsidRPr="0018692F">
              <w:rPr>
                <w:b/>
                <w:bCs/>
                <w:sz w:val="20"/>
              </w:rPr>
              <w:t xml:space="preserve">, </w:t>
            </w:r>
            <w:r>
              <w:rPr>
                <w:b/>
                <w:bCs/>
                <w:sz w:val="20"/>
              </w:rPr>
              <w:br/>
            </w:r>
            <w:r w:rsidRPr="0018692F">
              <w:rPr>
                <w:b/>
                <w:bCs/>
                <w:sz w:val="20"/>
              </w:rPr>
              <w:t>тыс. человек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67E064" w14:textId="32A32C60" w:rsidR="00643167" w:rsidRPr="0010109E" w:rsidRDefault="00643167" w:rsidP="00643167">
            <w:pPr>
              <w:tabs>
                <w:tab w:val="left" w:pos="1168"/>
                <w:tab w:val="left" w:pos="1223"/>
              </w:tabs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4284,5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182109" w14:textId="0C6C17B5" w:rsidR="00643167" w:rsidRPr="0010109E" w:rsidRDefault="00643167" w:rsidP="0064316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B845C3" w14:textId="1A508CBE" w:rsidR="00643167" w:rsidRPr="0010109E" w:rsidRDefault="00643167" w:rsidP="00643167">
            <w:pPr>
              <w:tabs>
                <w:tab w:val="left" w:pos="1168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592E78" w14:textId="2E6FB78C" w:rsidR="00643167" w:rsidRPr="0010109E" w:rsidRDefault="00643167" w:rsidP="00643167">
            <w:pPr>
              <w:tabs>
                <w:tab w:val="left" w:pos="1168"/>
              </w:tabs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32933,0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588942" w14:textId="726B3256" w:rsidR="00643167" w:rsidRPr="0010109E" w:rsidRDefault="00643167" w:rsidP="00643167">
            <w:pPr>
              <w:tabs>
                <w:tab w:val="left" w:pos="1168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173BC">
              <w:rPr>
                <w:b/>
                <w:bCs/>
                <w:sz w:val="20"/>
              </w:rPr>
              <w:t>13</w:t>
            </w:r>
            <w:r>
              <w:rPr>
                <w:b/>
                <w:bCs/>
                <w:sz w:val="20"/>
              </w:rPr>
              <w:t>2,7</w:t>
            </w:r>
          </w:p>
        </w:tc>
      </w:tr>
      <w:tr w:rsidR="00643167" w:rsidRPr="0018692F" w14:paraId="1B85D541" w14:textId="77777777" w:rsidTr="007A2433">
        <w:trPr>
          <w:trHeight w:val="227"/>
          <w:jc w:val="center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5421FB45" w14:textId="37810B89" w:rsidR="00643167" w:rsidRPr="0018692F" w:rsidRDefault="00643167" w:rsidP="00643167">
            <w:pPr>
              <w:jc w:val="left"/>
              <w:rPr>
                <w:b/>
                <w:bCs/>
                <w:sz w:val="20"/>
              </w:rPr>
            </w:pPr>
            <w:r w:rsidRPr="0018692F">
              <w:rPr>
                <w:b/>
                <w:bCs/>
                <w:sz w:val="20"/>
              </w:rPr>
              <w:t>Пассажирооборот</w:t>
            </w:r>
            <w:r>
              <w:rPr>
                <w:b/>
                <w:bCs/>
                <w:sz w:val="20"/>
                <w:vertAlign w:val="superscript"/>
              </w:rPr>
              <w:t>11</w:t>
            </w:r>
            <w:r w:rsidRPr="0018692F">
              <w:rPr>
                <w:b/>
                <w:bCs/>
                <w:sz w:val="20"/>
                <w:vertAlign w:val="superscript"/>
              </w:rPr>
              <w:t>)</w:t>
            </w:r>
            <w:r w:rsidRPr="0018692F">
              <w:rPr>
                <w:b/>
                <w:bCs/>
                <w:sz w:val="20"/>
              </w:rPr>
              <w:t xml:space="preserve">, </w:t>
            </w:r>
            <w:r>
              <w:rPr>
                <w:b/>
                <w:bCs/>
                <w:sz w:val="20"/>
              </w:rPr>
              <w:br/>
            </w:r>
            <w:r w:rsidRPr="0018692F">
              <w:rPr>
                <w:b/>
                <w:bCs/>
                <w:sz w:val="20"/>
              </w:rPr>
              <w:t>тыс. пасс.-км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176C2" w14:textId="13F81867" w:rsidR="00643167" w:rsidRPr="0010109E" w:rsidRDefault="00643167" w:rsidP="00643167">
            <w:pPr>
              <w:tabs>
                <w:tab w:val="left" w:pos="1168"/>
                <w:tab w:val="left" w:pos="1223"/>
              </w:tabs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89829,0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25D182" w14:textId="6520C4E2" w:rsidR="00643167" w:rsidRPr="0010109E" w:rsidRDefault="00643167" w:rsidP="0064316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E34AAF" w14:textId="3E87A54D" w:rsidR="00643167" w:rsidRPr="0010109E" w:rsidRDefault="00643167" w:rsidP="0064316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96,3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B4E8F9" w14:textId="679BBD4C" w:rsidR="00643167" w:rsidRPr="0010109E" w:rsidRDefault="00643167" w:rsidP="00643167">
            <w:pPr>
              <w:tabs>
                <w:tab w:val="left" w:pos="1168"/>
              </w:tabs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854471,9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5A8AA6" w14:textId="64854788" w:rsidR="00643167" w:rsidRPr="0010109E" w:rsidRDefault="00643167" w:rsidP="00643167">
            <w:pPr>
              <w:tabs>
                <w:tab w:val="left" w:pos="1168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89,7</w:t>
            </w:r>
          </w:p>
        </w:tc>
      </w:tr>
    </w:tbl>
    <w:p w14:paraId="7852D502" w14:textId="77777777" w:rsidR="0031223F" w:rsidRPr="00601370" w:rsidRDefault="0031223F" w:rsidP="00A22290">
      <w:pPr>
        <w:pStyle w:val="2"/>
        <w:spacing w:before="360" w:after="240"/>
        <w:rPr>
          <w:sz w:val="20"/>
        </w:rPr>
      </w:pPr>
      <w:bookmarkStart w:id="86" w:name="_Toc181255920"/>
      <w:bookmarkEnd w:id="76"/>
      <w:r w:rsidRPr="00601370">
        <w:rPr>
          <w:sz w:val="20"/>
        </w:rPr>
        <w:t>ПОЧТОВАЯ СВЯЗЬ</w:t>
      </w:r>
      <w:r w:rsidR="002329BA">
        <w:rPr>
          <w:sz w:val="20"/>
        </w:rPr>
        <w:t xml:space="preserve"> </w:t>
      </w:r>
      <w:r w:rsidR="003116A1">
        <w:rPr>
          <w:sz w:val="20"/>
        </w:rPr>
        <w:br/>
      </w:r>
      <w:r w:rsidRPr="00601370">
        <w:rPr>
          <w:sz w:val="20"/>
        </w:rPr>
        <w:t>И КУРЬЕРСКАЯ ДЕЯТЕЛЬНОСТЬ</w:t>
      </w:r>
      <w:bookmarkEnd w:id="83"/>
      <w:bookmarkEnd w:id="86"/>
    </w:p>
    <w:p w14:paraId="2E412542" w14:textId="77777777" w:rsidR="00994103" w:rsidRDefault="007F766E" w:rsidP="00994103">
      <w:pPr>
        <w:ind w:firstLine="709"/>
        <w:sectPr w:rsidR="00994103" w:rsidSect="001F3C7A">
          <w:headerReference w:type="default" r:id="rId18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  <w:bookmarkStart w:id="87" w:name="_Hlk173414008"/>
      <w:bookmarkEnd w:id="84"/>
      <w:bookmarkEnd w:id="85"/>
      <w:r w:rsidRPr="00D4566C">
        <w:t xml:space="preserve">В </w:t>
      </w:r>
      <w:r w:rsidR="00D4566C" w:rsidRPr="00D4566C">
        <w:t>январе-</w:t>
      </w:r>
      <w:r w:rsidR="0010109E">
        <w:t>сентябре</w:t>
      </w:r>
      <w:r w:rsidRPr="00D4566C">
        <w:rPr>
          <w:szCs w:val="24"/>
        </w:rPr>
        <w:t xml:space="preserve"> </w:t>
      </w:r>
      <w:r w:rsidRPr="00D4566C">
        <w:t xml:space="preserve">2024 года общий объем выполненных работ и услуг собственными силами организациями почтовой связи и курьерской доставки, </w:t>
      </w:r>
      <w:r w:rsidRPr="00D4566C">
        <w:br/>
        <w:t xml:space="preserve">не относящимися к субъектам малого предпринимательства, с численностью работников свыше 15 человек составил </w:t>
      </w:r>
      <w:r w:rsidR="00643167">
        <w:t xml:space="preserve">725,3 </w:t>
      </w:r>
      <w:r w:rsidRPr="00643167">
        <w:t xml:space="preserve">млн рублей и по сравнению </w:t>
      </w:r>
      <w:r w:rsidRPr="00643167">
        <w:br/>
      </w:r>
      <w:r w:rsidR="00D4566C" w:rsidRPr="00643167">
        <w:t>с январем-</w:t>
      </w:r>
      <w:r w:rsidR="0010109E" w:rsidRPr="00643167">
        <w:t>сентябрем</w:t>
      </w:r>
      <w:r w:rsidR="00D4566C" w:rsidRPr="00643167">
        <w:t xml:space="preserve"> </w:t>
      </w:r>
      <w:r w:rsidRPr="00643167">
        <w:t xml:space="preserve">2023 года увеличился на </w:t>
      </w:r>
      <w:r w:rsidR="00643167" w:rsidRPr="00643167">
        <w:t>10,2</w:t>
      </w:r>
      <w:r w:rsidRPr="00643167">
        <w:t xml:space="preserve">% (в фактических ценах, без НДС </w:t>
      </w:r>
      <w:r w:rsidR="00DD6424" w:rsidRPr="00643167">
        <w:br/>
      </w:r>
      <w:r w:rsidRPr="00643167">
        <w:t>и других аналогичных платежей)</w:t>
      </w:r>
      <w:bookmarkStart w:id="88" w:name="_Toc493779740"/>
      <w:bookmarkEnd w:id="87"/>
      <w:r w:rsidR="008325F4" w:rsidRPr="00643167">
        <w:t>.</w:t>
      </w:r>
    </w:p>
    <w:p w14:paraId="087DC1C3" w14:textId="77777777" w:rsidR="001F3C7A" w:rsidRDefault="001F3C7A" w:rsidP="00994103">
      <w:pPr>
        <w:spacing w:after="600"/>
        <w:ind w:left="-737" w:firstLine="709"/>
        <w:jc w:val="center"/>
        <w:rPr>
          <w:b/>
          <w:bCs/>
          <w:szCs w:val="24"/>
        </w:rPr>
      </w:pPr>
    </w:p>
    <w:p w14:paraId="15A04DC2" w14:textId="45C0976B" w:rsidR="0031223F" w:rsidRPr="00F75F14" w:rsidRDefault="0031223F" w:rsidP="00BA2DAE">
      <w:pPr>
        <w:pStyle w:val="1"/>
        <w:spacing w:after="360"/>
        <w:rPr>
          <w:szCs w:val="24"/>
        </w:rPr>
      </w:pPr>
      <w:bookmarkStart w:id="89" w:name="_Toc181255921"/>
      <w:r w:rsidRPr="00F75F14">
        <w:rPr>
          <w:szCs w:val="24"/>
        </w:rPr>
        <w:lastRenderedPageBreak/>
        <w:t>РЫНКИ ТОВАРОВ И УСЛУ</w:t>
      </w:r>
      <w:bookmarkEnd w:id="88"/>
      <w:r w:rsidRPr="00F75F14">
        <w:rPr>
          <w:szCs w:val="24"/>
        </w:rPr>
        <w:t>Г</w:t>
      </w:r>
      <w:bookmarkEnd w:id="89"/>
    </w:p>
    <w:p w14:paraId="41D3D9DA" w14:textId="7BD7516C" w:rsidR="0031223F" w:rsidRPr="00FD6999" w:rsidRDefault="0031223F" w:rsidP="00AA2072">
      <w:pPr>
        <w:pStyle w:val="2"/>
        <w:spacing w:after="360"/>
        <w:rPr>
          <w:sz w:val="20"/>
        </w:rPr>
      </w:pPr>
      <w:bookmarkStart w:id="90" w:name="_Toc414870588"/>
      <w:bookmarkStart w:id="91" w:name="_Toc493779741"/>
      <w:bookmarkStart w:id="92" w:name="_Toc181255922"/>
      <w:r w:rsidRPr="00FD6999">
        <w:rPr>
          <w:sz w:val="20"/>
        </w:rPr>
        <w:t>РОЗНИЧНАЯ ТОР</w:t>
      </w:r>
      <w:r>
        <w:rPr>
          <w:sz w:val="20"/>
        </w:rPr>
        <w:t>Г</w:t>
      </w:r>
      <w:r w:rsidRPr="00FD6999">
        <w:rPr>
          <w:sz w:val="20"/>
        </w:rPr>
        <w:t>ОВЛЯ</w:t>
      </w:r>
      <w:bookmarkEnd w:id="90"/>
      <w:bookmarkEnd w:id="91"/>
      <w:bookmarkEnd w:id="92"/>
    </w:p>
    <w:p w14:paraId="775959E2" w14:textId="04B0F946" w:rsidR="0031223F" w:rsidRPr="003C49F8" w:rsidRDefault="00AC73CF" w:rsidP="00465ED5">
      <w:pPr>
        <w:pStyle w:val="3"/>
        <w:ind w:right="0" w:firstLine="709"/>
        <w:jc w:val="both"/>
        <w:rPr>
          <w:b w:val="0"/>
        </w:rPr>
      </w:pPr>
      <w:bookmarkStart w:id="93" w:name="_Toc414870589"/>
      <w:bookmarkStart w:id="94" w:name="_Toc493779742"/>
      <w:bookmarkStart w:id="95" w:name="_Toc181255923"/>
      <w:bookmarkStart w:id="96" w:name="_Toc417301671"/>
      <w:bookmarkStart w:id="97" w:name="_Toc414870590"/>
      <w:bookmarkStart w:id="98" w:name="_Hlk173414078"/>
      <w:r w:rsidRPr="00AC73CF">
        <w:rPr>
          <w:bCs/>
        </w:rPr>
        <w:t>Оборот розничной торговли</w:t>
      </w:r>
      <w:r w:rsidRPr="00AC73CF">
        <w:rPr>
          <w:b w:val="0"/>
          <w:bCs/>
        </w:rPr>
        <w:t xml:space="preserve"> </w:t>
      </w:r>
      <w:bookmarkEnd w:id="93"/>
      <w:bookmarkEnd w:id="94"/>
      <w:r w:rsidR="00997D18" w:rsidRPr="00D4566C">
        <w:rPr>
          <w:b w:val="0"/>
        </w:rPr>
        <w:t xml:space="preserve">в </w:t>
      </w:r>
      <w:r w:rsidR="001D5F89" w:rsidRPr="00D4566C">
        <w:rPr>
          <w:b w:val="0"/>
        </w:rPr>
        <w:t>январе-</w:t>
      </w:r>
      <w:r w:rsidR="0010109E">
        <w:rPr>
          <w:b w:val="0"/>
        </w:rPr>
        <w:t>сентябре</w:t>
      </w:r>
      <w:r w:rsidR="005D77D3" w:rsidRPr="00D4566C">
        <w:rPr>
          <w:b w:val="0"/>
        </w:rPr>
        <w:t xml:space="preserve"> 2024</w:t>
      </w:r>
      <w:r w:rsidR="00997D18" w:rsidRPr="00D4566C">
        <w:rPr>
          <w:b w:val="0"/>
        </w:rPr>
        <w:t xml:space="preserve"> год</w:t>
      </w:r>
      <w:r w:rsidR="005D77D3" w:rsidRPr="00D4566C">
        <w:rPr>
          <w:b w:val="0"/>
        </w:rPr>
        <w:t>а</w:t>
      </w:r>
      <w:r w:rsidR="00997D18" w:rsidRPr="00D4566C">
        <w:rPr>
          <w:b w:val="0"/>
        </w:rPr>
        <w:t xml:space="preserve"> составил</w:t>
      </w:r>
      <w:r w:rsidR="00D75831" w:rsidRPr="00D4566C">
        <w:rPr>
          <w:b w:val="0"/>
        </w:rPr>
        <w:br/>
      </w:r>
      <w:r w:rsidR="00643167" w:rsidRPr="00643167">
        <w:rPr>
          <w:b w:val="0"/>
          <w:bCs/>
          <w:lang w:eastAsia="x-none"/>
        </w:rPr>
        <w:t xml:space="preserve">181139,6 </w:t>
      </w:r>
      <w:r w:rsidR="008024EE" w:rsidRPr="00643167">
        <w:rPr>
          <w:b w:val="0"/>
          <w:bCs/>
        </w:rPr>
        <w:t>млн</w:t>
      </w:r>
      <w:r w:rsidR="008024EE" w:rsidRPr="00643167">
        <w:rPr>
          <w:b w:val="0"/>
        </w:rPr>
        <w:t xml:space="preserve"> р</w:t>
      </w:r>
      <w:r w:rsidR="008024EE" w:rsidRPr="00D4566C">
        <w:rPr>
          <w:b w:val="0"/>
        </w:rPr>
        <w:t xml:space="preserve">ублей, что </w:t>
      </w:r>
      <w:r w:rsidR="008024EE" w:rsidRPr="00D4566C">
        <w:rPr>
          <w:b w:val="0"/>
          <w:lang w:val="x-none" w:eastAsia="x-none"/>
        </w:rPr>
        <w:t xml:space="preserve">в товарной массе </w:t>
      </w:r>
      <w:r w:rsidR="008024EE" w:rsidRPr="00643167">
        <w:rPr>
          <w:b w:val="0"/>
          <w:lang w:val="x-none" w:eastAsia="x-none"/>
        </w:rPr>
        <w:t xml:space="preserve">на </w:t>
      </w:r>
      <w:r w:rsidR="00643167" w:rsidRPr="00643167">
        <w:rPr>
          <w:b w:val="0"/>
          <w:lang w:eastAsia="x-none"/>
        </w:rPr>
        <w:t>5,9</w:t>
      </w:r>
      <w:r w:rsidR="008024EE" w:rsidRPr="00643167">
        <w:rPr>
          <w:b w:val="0"/>
          <w:lang w:val="x-none" w:eastAsia="x-none"/>
        </w:rPr>
        <w:t xml:space="preserve">% </w:t>
      </w:r>
      <w:r w:rsidR="008024EE" w:rsidRPr="00643167">
        <w:rPr>
          <w:b w:val="0"/>
          <w:lang w:eastAsia="x-none"/>
        </w:rPr>
        <w:t>больше</w:t>
      </w:r>
      <w:r w:rsidR="00FA5B8E" w:rsidRPr="00D4566C">
        <w:rPr>
          <w:b w:val="0"/>
          <w:lang w:val="x-none" w:eastAsia="x-none"/>
        </w:rPr>
        <w:t xml:space="preserve">, чем в </w:t>
      </w:r>
      <w:r w:rsidR="001D5F89" w:rsidRPr="00D4566C">
        <w:rPr>
          <w:b w:val="0"/>
          <w:lang w:eastAsia="x-none"/>
        </w:rPr>
        <w:t>январе-</w:t>
      </w:r>
      <w:r w:rsidR="0010109E">
        <w:rPr>
          <w:b w:val="0"/>
          <w:lang w:eastAsia="x-none"/>
        </w:rPr>
        <w:t>сентябре</w:t>
      </w:r>
      <w:r w:rsidR="00FA5B8E" w:rsidRPr="00D4566C">
        <w:rPr>
          <w:b w:val="0"/>
        </w:rPr>
        <w:t xml:space="preserve"> </w:t>
      </w:r>
      <w:r w:rsidR="00725A2C">
        <w:rPr>
          <w:b w:val="0"/>
        </w:rPr>
        <w:br/>
      </w:r>
      <w:r w:rsidR="00FA5B8E" w:rsidRPr="00D4566C">
        <w:rPr>
          <w:b w:val="0"/>
          <w:lang w:val="x-none" w:eastAsia="x-none"/>
        </w:rPr>
        <w:t>202</w:t>
      </w:r>
      <w:r w:rsidR="00FA5B8E" w:rsidRPr="00D4566C">
        <w:rPr>
          <w:b w:val="0"/>
          <w:lang w:eastAsia="x-none"/>
        </w:rPr>
        <w:t>3</w:t>
      </w:r>
      <w:r w:rsidR="00FA5B8E" w:rsidRPr="00D4566C">
        <w:rPr>
          <w:b w:val="0"/>
          <w:lang w:val="x-none" w:eastAsia="x-none"/>
        </w:rPr>
        <w:t xml:space="preserve"> год</w:t>
      </w:r>
      <w:r w:rsidR="00FA5B8E" w:rsidRPr="00D4566C">
        <w:rPr>
          <w:b w:val="0"/>
          <w:lang w:eastAsia="x-none"/>
        </w:rPr>
        <w:t>а</w:t>
      </w:r>
      <w:r w:rsidR="0098044F" w:rsidRPr="00D4566C">
        <w:rPr>
          <w:b w:val="0"/>
        </w:rPr>
        <w:t>.</w:t>
      </w:r>
      <w:bookmarkEnd w:id="95"/>
    </w:p>
    <w:p w14:paraId="39DA1D33" w14:textId="77777777" w:rsidR="0031223F" w:rsidRPr="009B49E8" w:rsidRDefault="0031223F" w:rsidP="00FA48EF">
      <w:pPr>
        <w:pStyle w:val="3"/>
        <w:spacing w:before="240" w:after="240"/>
        <w:rPr>
          <w:b w:val="0"/>
          <w:bCs/>
          <w:sz w:val="18"/>
        </w:rPr>
      </w:pPr>
      <w:bookmarkStart w:id="99" w:name="_Toc493779743"/>
      <w:bookmarkStart w:id="100" w:name="_Toc181255924"/>
      <w:r w:rsidRPr="003C49F8">
        <w:rPr>
          <w:bCs/>
        </w:rPr>
        <w:t>Динамика оборота розничной торговли</w:t>
      </w:r>
      <w:bookmarkEnd w:id="96"/>
      <w:bookmarkEnd w:id="99"/>
      <w:bookmarkEnd w:id="100"/>
    </w:p>
    <w:bookmarkEnd w:id="97"/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2268"/>
        <w:gridCol w:w="2268"/>
      </w:tblGrid>
      <w:tr w:rsidR="008024EE" w:rsidRPr="00C33ECE" w14:paraId="638A2543" w14:textId="77777777" w:rsidTr="008024EE">
        <w:trPr>
          <w:cantSplit/>
          <w:trHeight w:val="283"/>
          <w:jc w:val="center"/>
        </w:trPr>
        <w:tc>
          <w:tcPr>
            <w:tcW w:w="2268" w:type="dxa"/>
            <w:vMerge w:val="restart"/>
            <w:vAlign w:val="center"/>
          </w:tcPr>
          <w:p w14:paraId="7F9F0F28" w14:textId="77777777" w:rsidR="008024EE" w:rsidRPr="00AD69A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14156560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Млн</w:t>
            </w:r>
            <w:r w:rsidRPr="00C33ECE">
              <w:rPr>
                <w:b/>
                <w:bCs/>
                <w:sz w:val="20"/>
              </w:rPr>
              <w:br/>
              <w:t>рублей</w:t>
            </w:r>
          </w:p>
        </w:tc>
        <w:tc>
          <w:tcPr>
            <w:tcW w:w="4536" w:type="dxa"/>
            <w:gridSpan w:val="2"/>
            <w:vAlign w:val="center"/>
          </w:tcPr>
          <w:p w14:paraId="13DEC076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C33ECE">
              <w:rPr>
                <w:b/>
                <w:bCs/>
                <w:sz w:val="20"/>
              </w:rPr>
              <w:t>В  %</w:t>
            </w:r>
            <w:proofErr w:type="gramEnd"/>
            <w:r w:rsidRPr="00C33ECE">
              <w:rPr>
                <w:b/>
                <w:bCs/>
                <w:sz w:val="20"/>
              </w:rPr>
              <w:t xml:space="preserve">  к</w:t>
            </w:r>
          </w:p>
        </w:tc>
      </w:tr>
      <w:tr w:rsidR="008024EE" w:rsidRPr="00C33ECE" w14:paraId="2CDA91D3" w14:textId="77777777" w:rsidTr="008024EE">
        <w:trPr>
          <w:cantSplit/>
          <w:trHeight w:val="227"/>
          <w:jc w:val="center"/>
        </w:trPr>
        <w:tc>
          <w:tcPr>
            <w:tcW w:w="2268" w:type="dxa"/>
            <w:vMerge/>
            <w:vAlign w:val="center"/>
          </w:tcPr>
          <w:p w14:paraId="45C47699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1D069DB5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268" w:type="dxa"/>
            <w:vAlign w:val="center"/>
          </w:tcPr>
          <w:p w14:paraId="21DCDF3B" w14:textId="77777777" w:rsidR="008024EE" w:rsidRPr="00C33ECE" w:rsidRDefault="008024EE" w:rsidP="008024E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соответствующему периоду предыдущего года</w:t>
            </w:r>
          </w:p>
        </w:tc>
        <w:tc>
          <w:tcPr>
            <w:tcW w:w="2268" w:type="dxa"/>
            <w:vAlign w:val="center"/>
          </w:tcPr>
          <w:p w14:paraId="316C8FEF" w14:textId="77777777" w:rsidR="008024EE" w:rsidRPr="00C33ECE" w:rsidRDefault="008024EE" w:rsidP="008024E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предыдущему периоду</w:t>
            </w:r>
          </w:p>
        </w:tc>
      </w:tr>
      <w:tr w:rsidR="008024EE" w:rsidRPr="00C33ECE" w14:paraId="58417EA0" w14:textId="77777777" w:rsidTr="008024EE">
        <w:trPr>
          <w:cantSplit/>
          <w:trHeight w:val="283"/>
          <w:jc w:val="center"/>
        </w:trPr>
        <w:tc>
          <w:tcPr>
            <w:tcW w:w="9072" w:type="dxa"/>
            <w:gridSpan w:val="4"/>
            <w:vAlign w:val="center"/>
          </w:tcPr>
          <w:p w14:paraId="581928DD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sz w:val="20"/>
              </w:rPr>
              <w:t>2023</w:t>
            </w:r>
          </w:p>
        </w:tc>
      </w:tr>
      <w:tr w:rsidR="008024EE" w:rsidRPr="00C33ECE" w14:paraId="39D9D880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63A39FE2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17398030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17133,9</w:t>
            </w:r>
          </w:p>
        </w:tc>
        <w:tc>
          <w:tcPr>
            <w:tcW w:w="2268" w:type="dxa"/>
            <w:vAlign w:val="bottom"/>
          </w:tcPr>
          <w:p w14:paraId="13F7782C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97,5</w:t>
            </w:r>
          </w:p>
        </w:tc>
        <w:tc>
          <w:tcPr>
            <w:tcW w:w="2268" w:type="dxa"/>
            <w:vAlign w:val="bottom"/>
          </w:tcPr>
          <w:p w14:paraId="17C9F572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86,4</w:t>
            </w:r>
          </w:p>
        </w:tc>
      </w:tr>
      <w:tr w:rsidR="008024EE" w:rsidRPr="00C33ECE" w14:paraId="1F1C43D7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75538847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20A00D92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16677,3</w:t>
            </w:r>
          </w:p>
        </w:tc>
        <w:tc>
          <w:tcPr>
            <w:tcW w:w="2268" w:type="dxa"/>
            <w:vAlign w:val="bottom"/>
          </w:tcPr>
          <w:p w14:paraId="37356498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94,1</w:t>
            </w:r>
          </w:p>
        </w:tc>
        <w:tc>
          <w:tcPr>
            <w:tcW w:w="2268" w:type="dxa"/>
            <w:vAlign w:val="bottom"/>
          </w:tcPr>
          <w:p w14:paraId="1660EACC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96,7</w:t>
            </w:r>
          </w:p>
        </w:tc>
      </w:tr>
      <w:tr w:rsidR="008024EE" w:rsidRPr="00C33ECE" w14:paraId="091D115F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1A635DA2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14:paraId="710BD11D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17167,3</w:t>
            </w:r>
          </w:p>
        </w:tc>
        <w:tc>
          <w:tcPr>
            <w:tcW w:w="2268" w:type="dxa"/>
            <w:vAlign w:val="bottom"/>
          </w:tcPr>
          <w:p w14:paraId="6D622764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93,7</w:t>
            </w:r>
          </w:p>
        </w:tc>
        <w:tc>
          <w:tcPr>
            <w:tcW w:w="2268" w:type="dxa"/>
            <w:vAlign w:val="bottom"/>
          </w:tcPr>
          <w:p w14:paraId="698E09DB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102,7</w:t>
            </w:r>
          </w:p>
        </w:tc>
      </w:tr>
      <w:tr w:rsidR="008024EE" w:rsidRPr="00C33ECE" w14:paraId="48C86A45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3B3011D3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3E289ADA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50978,6</w:t>
            </w:r>
          </w:p>
        </w:tc>
        <w:tc>
          <w:tcPr>
            <w:tcW w:w="2268" w:type="dxa"/>
            <w:vAlign w:val="bottom"/>
          </w:tcPr>
          <w:p w14:paraId="36C976CF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95,1</w:t>
            </w:r>
          </w:p>
        </w:tc>
        <w:tc>
          <w:tcPr>
            <w:tcW w:w="2268" w:type="dxa"/>
            <w:vAlign w:val="bottom"/>
          </w:tcPr>
          <w:p w14:paraId="69DFC654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1883B161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4BA1A62B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137095F1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17108,2</w:t>
            </w:r>
          </w:p>
        </w:tc>
        <w:tc>
          <w:tcPr>
            <w:tcW w:w="2268" w:type="dxa"/>
            <w:vAlign w:val="bottom"/>
          </w:tcPr>
          <w:p w14:paraId="6134FB9E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99,7</w:t>
            </w:r>
          </w:p>
        </w:tc>
        <w:tc>
          <w:tcPr>
            <w:tcW w:w="2268" w:type="dxa"/>
            <w:vAlign w:val="bottom"/>
          </w:tcPr>
          <w:p w14:paraId="48A5B7A9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99,6</w:t>
            </w:r>
          </w:p>
        </w:tc>
      </w:tr>
      <w:tr w:rsidR="008024EE" w:rsidRPr="00C33ECE" w14:paraId="544EA723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0F3887B2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14:paraId="06BA66A6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17223,5</w:t>
            </w:r>
          </w:p>
        </w:tc>
        <w:tc>
          <w:tcPr>
            <w:tcW w:w="2268" w:type="dxa"/>
            <w:vAlign w:val="bottom"/>
          </w:tcPr>
          <w:p w14:paraId="38009D83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100,1</w:t>
            </w:r>
          </w:p>
        </w:tc>
        <w:tc>
          <w:tcPr>
            <w:tcW w:w="2268" w:type="dxa"/>
            <w:vAlign w:val="bottom"/>
          </w:tcPr>
          <w:p w14:paraId="0AA76EB4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100,6</w:t>
            </w:r>
          </w:p>
        </w:tc>
      </w:tr>
      <w:tr w:rsidR="008024EE" w:rsidRPr="00C33ECE" w14:paraId="30D06366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2710829F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14:paraId="3F6FDC70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17112,7</w:t>
            </w:r>
          </w:p>
        </w:tc>
        <w:tc>
          <w:tcPr>
            <w:tcW w:w="2268" w:type="dxa"/>
            <w:vAlign w:val="bottom"/>
          </w:tcPr>
          <w:p w14:paraId="416883E3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99,7</w:t>
            </w:r>
          </w:p>
        </w:tc>
        <w:tc>
          <w:tcPr>
            <w:tcW w:w="2268" w:type="dxa"/>
            <w:vAlign w:val="bottom"/>
          </w:tcPr>
          <w:p w14:paraId="61987514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99,3</w:t>
            </w:r>
          </w:p>
        </w:tc>
      </w:tr>
      <w:tr w:rsidR="008024EE" w:rsidRPr="00C33ECE" w14:paraId="3B4D9C66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4581FF72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>II</w:t>
            </w:r>
            <w:r w:rsidRPr="00C33ECE">
              <w:rPr>
                <w:b/>
                <w:bCs/>
                <w:sz w:val="20"/>
              </w:rPr>
              <w:t xml:space="preserve"> квартал</w:t>
            </w:r>
          </w:p>
        </w:tc>
        <w:tc>
          <w:tcPr>
            <w:tcW w:w="2268" w:type="dxa"/>
            <w:vAlign w:val="bottom"/>
          </w:tcPr>
          <w:p w14:paraId="27318584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51444,4</w:t>
            </w:r>
          </w:p>
        </w:tc>
        <w:tc>
          <w:tcPr>
            <w:tcW w:w="2268" w:type="dxa"/>
            <w:vAlign w:val="bottom"/>
          </w:tcPr>
          <w:p w14:paraId="31DBEF46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99,8</w:t>
            </w:r>
          </w:p>
        </w:tc>
        <w:tc>
          <w:tcPr>
            <w:tcW w:w="2268" w:type="dxa"/>
            <w:vAlign w:val="bottom"/>
          </w:tcPr>
          <w:p w14:paraId="5D770D7F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7186FDAB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2B75D809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полугодие</w:t>
            </w:r>
          </w:p>
        </w:tc>
        <w:tc>
          <w:tcPr>
            <w:tcW w:w="2268" w:type="dxa"/>
            <w:vAlign w:val="bottom"/>
          </w:tcPr>
          <w:p w14:paraId="62EDA915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102423,0</w:t>
            </w:r>
          </w:p>
        </w:tc>
        <w:tc>
          <w:tcPr>
            <w:tcW w:w="2268" w:type="dxa"/>
            <w:vAlign w:val="bottom"/>
          </w:tcPr>
          <w:p w14:paraId="527C8656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97,5</w:t>
            </w:r>
          </w:p>
        </w:tc>
        <w:tc>
          <w:tcPr>
            <w:tcW w:w="2268" w:type="dxa"/>
            <w:vAlign w:val="bottom"/>
          </w:tcPr>
          <w:p w14:paraId="0E3A66D0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7CD2C47D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62BE8D98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14:paraId="434ADF74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18616,3</w:t>
            </w:r>
          </w:p>
        </w:tc>
        <w:tc>
          <w:tcPr>
            <w:tcW w:w="2268" w:type="dxa"/>
            <w:vAlign w:val="bottom"/>
          </w:tcPr>
          <w:p w14:paraId="2A6B39D0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104,5</w:t>
            </w:r>
          </w:p>
        </w:tc>
        <w:tc>
          <w:tcPr>
            <w:tcW w:w="2268" w:type="dxa"/>
            <w:vAlign w:val="bottom"/>
          </w:tcPr>
          <w:p w14:paraId="6E959DC7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108,8</w:t>
            </w:r>
          </w:p>
        </w:tc>
      </w:tr>
      <w:tr w:rsidR="008024EE" w:rsidRPr="00C33ECE" w14:paraId="65BE8194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3CC8F083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03BFAA3C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19507,4</w:t>
            </w:r>
          </w:p>
        </w:tc>
        <w:tc>
          <w:tcPr>
            <w:tcW w:w="2268" w:type="dxa"/>
            <w:vAlign w:val="bottom"/>
          </w:tcPr>
          <w:p w14:paraId="6AF26EB3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104,0</w:t>
            </w:r>
          </w:p>
        </w:tc>
        <w:tc>
          <w:tcPr>
            <w:tcW w:w="2268" w:type="dxa"/>
            <w:vAlign w:val="bottom"/>
          </w:tcPr>
          <w:p w14:paraId="718DBDFD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104,1</w:t>
            </w:r>
          </w:p>
        </w:tc>
      </w:tr>
      <w:tr w:rsidR="0008546F" w:rsidRPr="00C33ECE" w14:paraId="36B401FC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587DEF8B" w14:textId="77777777"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725B8D19" w14:textId="77777777"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19259,0</w:t>
            </w:r>
          </w:p>
        </w:tc>
        <w:tc>
          <w:tcPr>
            <w:tcW w:w="2268" w:type="dxa"/>
            <w:vAlign w:val="bottom"/>
          </w:tcPr>
          <w:p w14:paraId="3D40DD9C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104,9</w:t>
            </w:r>
          </w:p>
        </w:tc>
        <w:tc>
          <w:tcPr>
            <w:tcW w:w="2268" w:type="dxa"/>
            <w:vAlign w:val="bottom"/>
          </w:tcPr>
          <w:p w14:paraId="7C82884E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98,1</w:t>
            </w:r>
          </w:p>
        </w:tc>
      </w:tr>
      <w:tr w:rsidR="0008546F" w:rsidRPr="00C33ECE" w14:paraId="68ED08A9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32BCFEE2" w14:textId="77777777"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178AF1E1" w14:textId="77777777"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57382,8</w:t>
            </w:r>
          </w:p>
        </w:tc>
        <w:tc>
          <w:tcPr>
            <w:tcW w:w="2268" w:type="dxa"/>
            <w:vAlign w:val="bottom"/>
          </w:tcPr>
          <w:p w14:paraId="486E0D0B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104,5</w:t>
            </w:r>
          </w:p>
        </w:tc>
        <w:tc>
          <w:tcPr>
            <w:tcW w:w="2268" w:type="dxa"/>
            <w:vAlign w:val="bottom"/>
          </w:tcPr>
          <w:p w14:paraId="40F743B3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14:paraId="28144B9E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6872250B" w14:textId="77777777"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14:paraId="7E03F52D" w14:textId="77777777"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159805,8</w:t>
            </w:r>
          </w:p>
        </w:tc>
        <w:tc>
          <w:tcPr>
            <w:tcW w:w="2268" w:type="dxa"/>
            <w:vAlign w:val="bottom"/>
          </w:tcPr>
          <w:p w14:paraId="78E1CBE9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99,9</w:t>
            </w:r>
          </w:p>
        </w:tc>
        <w:tc>
          <w:tcPr>
            <w:tcW w:w="2268" w:type="dxa"/>
            <w:vAlign w:val="bottom"/>
          </w:tcPr>
          <w:p w14:paraId="0958A08F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14:paraId="73921E30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2DA5B2AF" w14:textId="77777777"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14:paraId="48C4A596" w14:textId="77777777"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19830,6</w:t>
            </w:r>
          </w:p>
        </w:tc>
        <w:tc>
          <w:tcPr>
            <w:tcW w:w="2268" w:type="dxa"/>
            <w:vAlign w:val="bottom"/>
          </w:tcPr>
          <w:p w14:paraId="3B11464E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105,2</w:t>
            </w:r>
          </w:p>
        </w:tc>
        <w:tc>
          <w:tcPr>
            <w:tcW w:w="2268" w:type="dxa"/>
            <w:vAlign w:val="bottom"/>
          </w:tcPr>
          <w:p w14:paraId="20C2FDDF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102,0</w:t>
            </w:r>
          </w:p>
        </w:tc>
      </w:tr>
      <w:tr w:rsidR="0008546F" w:rsidRPr="00C33ECE" w14:paraId="21583095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479D10E5" w14:textId="77777777"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Ноябрь</w:t>
            </w:r>
          </w:p>
        </w:tc>
        <w:tc>
          <w:tcPr>
            <w:tcW w:w="2268" w:type="dxa"/>
            <w:vAlign w:val="bottom"/>
          </w:tcPr>
          <w:p w14:paraId="6F9E0BF6" w14:textId="77777777"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19399,1</w:t>
            </w:r>
          </w:p>
        </w:tc>
        <w:tc>
          <w:tcPr>
            <w:tcW w:w="2268" w:type="dxa"/>
            <w:vAlign w:val="bottom"/>
          </w:tcPr>
          <w:p w14:paraId="1D3DD65A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104,4</w:t>
            </w:r>
          </w:p>
        </w:tc>
        <w:tc>
          <w:tcPr>
            <w:tcW w:w="2268" w:type="dxa"/>
            <w:vAlign w:val="bottom"/>
          </w:tcPr>
          <w:p w14:paraId="68550971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96,8</w:t>
            </w:r>
          </w:p>
        </w:tc>
      </w:tr>
      <w:tr w:rsidR="0008546F" w:rsidRPr="00C33ECE" w14:paraId="2BFF42C4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4F4C999F" w14:textId="77777777"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Декабрь</w:t>
            </w:r>
          </w:p>
        </w:tc>
        <w:tc>
          <w:tcPr>
            <w:tcW w:w="2268" w:type="dxa"/>
            <w:vAlign w:val="bottom"/>
          </w:tcPr>
          <w:p w14:paraId="48AE4C44" w14:textId="77777777"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22092,3</w:t>
            </w:r>
          </w:p>
        </w:tc>
        <w:tc>
          <w:tcPr>
            <w:tcW w:w="2268" w:type="dxa"/>
            <w:vAlign w:val="bottom"/>
          </w:tcPr>
          <w:p w14:paraId="61B0AEEF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105,4</w:t>
            </w:r>
          </w:p>
        </w:tc>
        <w:tc>
          <w:tcPr>
            <w:tcW w:w="2268" w:type="dxa"/>
            <w:vAlign w:val="bottom"/>
          </w:tcPr>
          <w:p w14:paraId="5233E5AF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112,5</w:t>
            </w:r>
          </w:p>
        </w:tc>
      </w:tr>
      <w:tr w:rsidR="0008546F" w:rsidRPr="00C33ECE" w14:paraId="2E77ACF5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7AB12B06" w14:textId="77777777"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IV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79CC6C81" w14:textId="77777777"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61322,0</w:t>
            </w:r>
          </w:p>
        </w:tc>
        <w:tc>
          <w:tcPr>
            <w:tcW w:w="2268" w:type="dxa"/>
            <w:vAlign w:val="bottom"/>
          </w:tcPr>
          <w:p w14:paraId="326B7D49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105,0</w:t>
            </w:r>
          </w:p>
        </w:tc>
        <w:tc>
          <w:tcPr>
            <w:tcW w:w="2268" w:type="dxa"/>
            <w:vAlign w:val="bottom"/>
          </w:tcPr>
          <w:p w14:paraId="60B22D10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14:paraId="02F1CAB9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40330D4B" w14:textId="77777777" w:rsidR="0008546F" w:rsidRPr="00C33ECE" w:rsidRDefault="0008546F" w:rsidP="0008546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Год</w:t>
            </w:r>
          </w:p>
        </w:tc>
        <w:tc>
          <w:tcPr>
            <w:tcW w:w="2268" w:type="dxa"/>
            <w:vAlign w:val="bottom"/>
          </w:tcPr>
          <w:p w14:paraId="0191CB5E" w14:textId="77777777" w:rsidR="0008546F" w:rsidRPr="00C33ECE" w:rsidRDefault="0008546F" w:rsidP="0008546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221127,7</w:t>
            </w:r>
          </w:p>
        </w:tc>
        <w:tc>
          <w:tcPr>
            <w:tcW w:w="2268" w:type="dxa"/>
            <w:vAlign w:val="bottom"/>
          </w:tcPr>
          <w:p w14:paraId="513395D0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101,3</w:t>
            </w:r>
          </w:p>
        </w:tc>
        <w:tc>
          <w:tcPr>
            <w:tcW w:w="2268" w:type="dxa"/>
            <w:vAlign w:val="bottom"/>
          </w:tcPr>
          <w:p w14:paraId="43071D09" w14:textId="77777777" w:rsidR="0008546F" w:rsidRPr="00C33ECE" w:rsidRDefault="0008546F" w:rsidP="0008546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14:paraId="0208938B" w14:textId="77777777" w:rsidTr="008024EE">
        <w:trPr>
          <w:cantSplit/>
          <w:trHeight w:val="283"/>
          <w:jc w:val="center"/>
        </w:trPr>
        <w:tc>
          <w:tcPr>
            <w:tcW w:w="9072" w:type="dxa"/>
            <w:gridSpan w:val="4"/>
            <w:vAlign w:val="center"/>
          </w:tcPr>
          <w:p w14:paraId="10FAD6A1" w14:textId="77777777" w:rsidR="0008546F" w:rsidRPr="00C33ECE" w:rsidRDefault="0008546F" w:rsidP="0008546F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2024</w:t>
            </w:r>
          </w:p>
        </w:tc>
      </w:tr>
      <w:tr w:rsidR="00ED2428" w:rsidRPr="00D117C2" w14:paraId="19153A93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1E10F6B1" w14:textId="36032B04" w:rsidR="00ED2428" w:rsidRPr="00D117C2" w:rsidRDefault="00ED2428" w:rsidP="00ED2428">
            <w:pPr>
              <w:jc w:val="left"/>
              <w:rPr>
                <w:b/>
                <w:bCs/>
                <w:sz w:val="20"/>
              </w:rPr>
            </w:pPr>
            <w:r w:rsidRPr="00D117C2">
              <w:rPr>
                <w:b/>
                <w:bCs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0BD4AAD0" w14:textId="0B18D7AF" w:rsidR="00ED2428" w:rsidRPr="0010109E" w:rsidRDefault="00ED2428" w:rsidP="00ED2428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18246,8</w:t>
            </w:r>
          </w:p>
        </w:tc>
        <w:tc>
          <w:tcPr>
            <w:tcW w:w="2268" w:type="dxa"/>
            <w:vAlign w:val="bottom"/>
          </w:tcPr>
          <w:p w14:paraId="78A9B51E" w14:textId="340A3E80"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99,8</w:t>
            </w:r>
          </w:p>
        </w:tc>
        <w:tc>
          <w:tcPr>
            <w:tcW w:w="2268" w:type="dxa"/>
            <w:vAlign w:val="bottom"/>
          </w:tcPr>
          <w:p w14:paraId="21962BA6" w14:textId="64E5AF77"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81,7</w:t>
            </w:r>
          </w:p>
        </w:tc>
      </w:tr>
      <w:tr w:rsidR="00ED2428" w:rsidRPr="00D117C2" w14:paraId="5CC20681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5E74E6E0" w14:textId="4299154C" w:rsidR="00ED2428" w:rsidRPr="00D117C2" w:rsidRDefault="00ED2428" w:rsidP="00ED2428">
            <w:pPr>
              <w:jc w:val="left"/>
              <w:rPr>
                <w:b/>
                <w:bCs/>
                <w:sz w:val="20"/>
              </w:rPr>
            </w:pPr>
            <w:r w:rsidRPr="00D117C2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45CA1889" w14:textId="61815E23" w:rsidR="00ED2428" w:rsidRPr="0010109E" w:rsidRDefault="00ED2428" w:rsidP="00ED2428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18469,7</w:t>
            </w:r>
          </w:p>
        </w:tc>
        <w:tc>
          <w:tcPr>
            <w:tcW w:w="2268" w:type="dxa"/>
            <w:vAlign w:val="bottom"/>
          </w:tcPr>
          <w:p w14:paraId="751C0E97" w14:textId="553D483D"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103,8</w:t>
            </w:r>
          </w:p>
        </w:tc>
        <w:tc>
          <w:tcPr>
            <w:tcW w:w="2268" w:type="dxa"/>
            <w:vAlign w:val="bottom"/>
          </w:tcPr>
          <w:p w14:paraId="5068BA5B" w14:textId="18402878"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100,7</w:t>
            </w:r>
          </w:p>
        </w:tc>
      </w:tr>
      <w:tr w:rsidR="00ED2428" w:rsidRPr="00D117C2" w14:paraId="198B626A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1A806DB7" w14:textId="058FF4BF" w:rsidR="00ED2428" w:rsidRPr="00D117C2" w:rsidRDefault="00ED2428" w:rsidP="00ED2428">
            <w:pPr>
              <w:jc w:val="left"/>
              <w:rPr>
                <w:b/>
                <w:bCs/>
                <w:sz w:val="20"/>
              </w:rPr>
            </w:pPr>
            <w:r w:rsidRPr="00D117C2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14:paraId="4BFDB9B5" w14:textId="44C5ABD0" w:rsidR="00ED2428" w:rsidRPr="0010109E" w:rsidRDefault="00ED2428" w:rsidP="00ED2428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19921,3</w:t>
            </w:r>
          </w:p>
        </w:tc>
        <w:tc>
          <w:tcPr>
            <w:tcW w:w="2268" w:type="dxa"/>
            <w:vAlign w:val="bottom"/>
          </w:tcPr>
          <w:p w14:paraId="5FCA1F62" w14:textId="05925D5F"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108,7</w:t>
            </w:r>
          </w:p>
        </w:tc>
        <w:tc>
          <w:tcPr>
            <w:tcW w:w="2268" w:type="dxa"/>
            <w:vAlign w:val="bottom"/>
          </w:tcPr>
          <w:p w14:paraId="6822C924" w14:textId="44461C60"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107,5</w:t>
            </w:r>
          </w:p>
        </w:tc>
      </w:tr>
      <w:tr w:rsidR="00ED2428" w:rsidRPr="00D117C2" w14:paraId="3878C87C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134B4B69" w14:textId="4CE349D1" w:rsidR="00ED2428" w:rsidRPr="00D117C2" w:rsidRDefault="00ED2428" w:rsidP="00ED2428">
            <w:pPr>
              <w:jc w:val="left"/>
              <w:rPr>
                <w:b/>
                <w:bCs/>
                <w:sz w:val="20"/>
              </w:rPr>
            </w:pPr>
            <w:r w:rsidRPr="00D117C2">
              <w:rPr>
                <w:b/>
                <w:bCs/>
                <w:sz w:val="20"/>
                <w:lang w:val="en-US"/>
              </w:rPr>
              <w:t xml:space="preserve">I </w:t>
            </w:r>
            <w:r w:rsidRPr="00D117C2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4A98B8E3" w14:textId="425C32C1" w:rsidR="00ED2428" w:rsidRPr="0010109E" w:rsidRDefault="00ED2428" w:rsidP="00ED2428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56637,8</w:t>
            </w:r>
          </w:p>
        </w:tc>
        <w:tc>
          <w:tcPr>
            <w:tcW w:w="2268" w:type="dxa"/>
            <w:vAlign w:val="bottom"/>
          </w:tcPr>
          <w:p w14:paraId="5FF9A9B7" w14:textId="25313D97"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104,1</w:t>
            </w:r>
          </w:p>
        </w:tc>
        <w:tc>
          <w:tcPr>
            <w:tcW w:w="2268" w:type="dxa"/>
            <w:vAlign w:val="bottom"/>
          </w:tcPr>
          <w:p w14:paraId="07F0B5BD" w14:textId="4B0F7E63"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ED2428" w:rsidRPr="00D117C2" w14:paraId="2B64B8B9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0CB01910" w14:textId="678FB6ED" w:rsidR="00ED2428" w:rsidRPr="0008546F" w:rsidRDefault="00ED2428" w:rsidP="00ED2428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5ABE3063" w14:textId="744F8FE1" w:rsidR="00ED2428" w:rsidRPr="0010109E" w:rsidRDefault="00ED2428" w:rsidP="00ED2428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054C2">
              <w:rPr>
                <w:b/>
                <w:color w:val="000000"/>
                <w:sz w:val="20"/>
              </w:rPr>
              <w:t>20185</w:t>
            </w:r>
            <w:r>
              <w:rPr>
                <w:b/>
                <w:color w:val="000000"/>
                <w:sz w:val="20"/>
              </w:rPr>
              <w:t>,6</w:t>
            </w:r>
          </w:p>
        </w:tc>
        <w:tc>
          <w:tcPr>
            <w:tcW w:w="2268" w:type="dxa"/>
            <w:vAlign w:val="bottom"/>
          </w:tcPr>
          <w:p w14:paraId="4D531AEF" w14:textId="2AB3ED6B"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110,2</w:t>
            </w:r>
          </w:p>
        </w:tc>
        <w:tc>
          <w:tcPr>
            <w:tcW w:w="2268" w:type="dxa"/>
            <w:vAlign w:val="bottom"/>
          </w:tcPr>
          <w:p w14:paraId="083D1BEB" w14:textId="6E22AA47"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101,0</w:t>
            </w:r>
          </w:p>
        </w:tc>
      </w:tr>
      <w:tr w:rsidR="00ED2428" w:rsidRPr="00D117C2" w14:paraId="2E97734E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520F6D71" w14:textId="628CD541" w:rsidR="00ED2428" w:rsidRPr="0008546F" w:rsidRDefault="00ED2428" w:rsidP="00ED2428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14:paraId="34E678E5" w14:textId="5B10E0D4" w:rsidR="00ED2428" w:rsidRPr="0010109E" w:rsidRDefault="00ED2428" w:rsidP="00ED2428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054C2">
              <w:rPr>
                <w:b/>
                <w:color w:val="000000"/>
                <w:sz w:val="20"/>
              </w:rPr>
              <w:t>20197</w:t>
            </w:r>
            <w:r>
              <w:rPr>
                <w:b/>
                <w:color w:val="000000"/>
                <w:sz w:val="20"/>
              </w:rPr>
              <w:t>,</w:t>
            </w:r>
            <w:r w:rsidRPr="00C054C2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2268" w:type="dxa"/>
            <w:vAlign w:val="bottom"/>
          </w:tcPr>
          <w:p w14:paraId="08B8B1CD" w14:textId="323169CE"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109,7</w:t>
            </w:r>
          </w:p>
        </w:tc>
        <w:tc>
          <w:tcPr>
            <w:tcW w:w="2268" w:type="dxa"/>
            <w:vAlign w:val="bottom"/>
          </w:tcPr>
          <w:p w14:paraId="3089B953" w14:textId="30FF6F27"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100,1</w:t>
            </w:r>
          </w:p>
        </w:tc>
      </w:tr>
      <w:tr w:rsidR="00ED2428" w:rsidRPr="00D117C2" w14:paraId="74A4C10B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032F3C20" w14:textId="15657FB7" w:rsidR="00ED2428" w:rsidRPr="0008546F" w:rsidRDefault="00ED2428" w:rsidP="00ED2428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14:paraId="4622415C" w14:textId="11E53C05" w:rsidR="00ED2428" w:rsidRPr="0010109E" w:rsidRDefault="00ED2428" w:rsidP="00ED2428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054C2">
              <w:rPr>
                <w:b/>
                <w:color w:val="000000"/>
                <w:sz w:val="20"/>
              </w:rPr>
              <w:t>20022</w:t>
            </w:r>
            <w:r>
              <w:rPr>
                <w:b/>
                <w:color w:val="000000"/>
                <w:sz w:val="20"/>
              </w:rPr>
              <w:t>,</w:t>
            </w:r>
            <w:r w:rsidRPr="00C054C2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2268" w:type="dxa"/>
            <w:vAlign w:val="bottom"/>
          </w:tcPr>
          <w:p w14:paraId="2B3246EF" w14:textId="7C9CCEAE"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54C2">
              <w:rPr>
                <w:b/>
                <w:bCs/>
                <w:sz w:val="20"/>
              </w:rPr>
              <w:t>108,7</w:t>
            </w:r>
          </w:p>
        </w:tc>
        <w:tc>
          <w:tcPr>
            <w:tcW w:w="2268" w:type="dxa"/>
            <w:vAlign w:val="bottom"/>
          </w:tcPr>
          <w:p w14:paraId="42D80781" w14:textId="1411E549"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54C2">
              <w:rPr>
                <w:b/>
                <w:bCs/>
                <w:sz w:val="20"/>
              </w:rPr>
              <w:t>98,4</w:t>
            </w:r>
          </w:p>
        </w:tc>
      </w:tr>
      <w:tr w:rsidR="00ED2428" w:rsidRPr="00D117C2" w14:paraId="39DCF39D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01ED2371" w14:textId="6BE08B02" w:rsidR="00ED2428" w:rsidRPr="0008546F" w:rsidRDefault="00ED2428" w:rsidP="00ED2428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  <w:lang w:val="en-US"/>
              </w:rPr>
              <w:t>II</w:t>
            </w:r>
            <w:r w:rsidRPr="00D117C2">
              <w:rPr>
                <w:b/>
                <w:bCs/>
                <w:sz w:val="20"/>
              </w:rPr>
              <w:t xml:space="preserve"> квартал</w:t>
            </w:r>
          </w:p>
        </w:tc>
        <w:tc>
          <w:tcPr>
            <w:tcW w:w="2268" w:type="dxa"/>
            <w:vAlign w:val="bottom"/>
          </w:tcPr>
          <w:p w14:paraId="0175485F" w14:textId="4C20FDE1" w:rsidR="00ED2428" w:rsidRPr="0010109E" w:rsidRDefault="00ED2428" w:rsidP="00ED2428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986EF2">
              <w:rPr>
                <w:b/>
                <w:color w:val="000000"/>
                <w:sz w:val="20"/>
              </w:rPr>
              <w:t>60405</w:t>
            </w:r>
            <w:r>
              <w:rPr>
                <w:b/>
                <w:color w:val="000000"/>
                <w:sz w:val="20"/>
              </w:rPr>
              <w:t>,</w:t>
            </w:r>
            <w:r w:rsidRPr="00986EF2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2268" w:type="dxa"/>
            <w:vAlign w:val="bottom"/>
          </w:tcPr>
          <w:p w14:paraId="0B661F56" w14:textId="4AB31560"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109,5</w:t>
            </w:r>
          </w:p>
        </w:tc>
        <w:tc>
          <w:tcPr>
            <w:tcW w:w="2268" w:type="dxa"/>
            <w:vAlign w:val="bottom"/>
          </w:tcPr>
          <w:p w14:paraId="67CCE0E7" w14:textId="05373C7F"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ED2428" w:rsidRPr="00D117C2" w14:paraId="3E025BC4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77EF6A79" w14:textId="13622771" w:rsidR="00ED2428" w:rsidRPr="0008546F" w:rsidRDefault="00ED2428" w:rsidP="00ED2428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D117C2">
              <w:rPr>
                <w:b/>
                <w:bCs/>
                <w:sz w:val="20"/>
                <w:lang w:val="en-US"/>
              </w:rPr>
              <w:t xml:space="preserve">I </w:t>
            </w:r>
            <w:r w:rsidRPr="00D117C2">
              <w:rPr>
                <w:b/>
                <w:bCs/>
                <w:sz w:val="20"/>
              </w:rPr>
              <w:t>полугодие</w:t>
            </w:r>
          </w:p>
        </w:tc>
        <w:tc>
          <w:tcPr>
            <w:tcW w:w="2268" w:type="dxa"/>
            <w:vAlign w:val="bottom"/>
          </w:tcPr>
          <w:p w14:paraId="36D495ED" w14:textId="4D70D6B8" w:rsidR="00ED2428" w:rsidRPr="0010109E" w:rsidRDefault="00ED2428" w:rsidP="00ED2428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054C2">
              <w:rPr>
                <w:b/>
                <w:color w:val="000000"/>
                <w:sz w:val="20"/>
              </w:rPr>
              <w:t>117043</w:t>
            </w:r>
            <w:r>
              <w:rPr>
                <w:b/>
                <w:color w:val="000000"/>
                <w:sz w:val="20"/>
              </w:rPr>
              <w:t>,1</w:t>
            </w:r>
          </w:p>
        </w:tc>
        <w:tc>
          <w:tcPr>
            <w:tcW w:w="2268" w:type="dxa"/>
            <w:vAlign w:val="bottom"/>
          </w:tcPr>
          <w:p w14:paraId="14886337" w14:textId="3D2F7BDC"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54C2">
              <w:rPr>
                <w:b/>
                <w:bCs/>
                <w:sz w:val="20"/>
              </w:rPr>
              <w:t>106,8</w:t>
            </w:r>
          </w:p>
        </w:tc>
        <w:tc>
          <w:tcPr>
            <w:tcW w:w="2268" w:type="dxa"/>
            <w:vAlign w:val="bottom"/>
          </w:tcPr>
          <w:p w14:paraId="4F52FEB6" w14:textId="25A941FA"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ED2428" w:rsidRPr="00D117C2" w14:paraId="22452FA1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5945E7BE" w14:textId="22456BCC" w:rsidR="00ED2428" w:rsidRPr="0008546F" w:rsidRDefault="00ED2428" w:rsidP="00ED2428">
            <w:pPr>
              <w:jc w:val="left"/>
              <w:rPr>
                <w:b/>
                <w:bCs/>
                <w:sz w:val="20"/>
                <w:vertAlign w:val="superscript"/>
                <w:lang w:val="en-US"/>
              </w:rPr>
            </w:pPr>
            <w:r>
              <w:rPr>
                <w:b/>
                <w:bCs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14:paraId="69D84641" w14:textId="7998C4CA" w:rsidR="00ED2428" w:rsidRPr="0010109E" w:rsidRDefault="00ED2428" w:rsidP="00ED2428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986EF2">
              <w:rPr>
                <w:b/>
                <w:color w:val="000000"/>
                <w:sz w:val="20"/>
              </w:rPr>
              <w:t>20928</w:t>
            </w:r>
            <w:r>
              <w:rPr>
                <w:b/>
                <w:color w:val="000000"/>
                <w:sz w:val="20"/>
              </w:rPr>
              <w:t>,</w:t>
            </w:r>
            <w:r w:rsidRPr="00986EF2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2268" w:type="dxa"/>
            <w:vAlign w:val="bottom"/>
          </w:tcPr>
          <w:p w14:paraId="290C0A79" w14:textId="614C9D6E"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986EF2">
              <w:rPr>
                <w:b/>
                <w:bCs/>
                <w:sz w:val="20"/>
              </w:rPr>
              <w:t>104,5</w:t>
            </w:r>
          </w:p>
        </w:tc>
        <w:tc>
          <w:tcPr>
            <w:tcW w:w="2268" w:type="dxa"/>
            <w:vAlign w:val="bottom"/>
          </w:tcPr>
          <w:p w14:paraId="4DFA9C26" w14:textId="6AE5C916"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986EF2">
              <w:rPr>
                <w:b/>
                <w:bCs/>
                <w:sz w:val="20"/>
              </w:rPr>
              <w:t>104,7</w:t>
            </w:r>
          </w:p>
        </w:tc>
      </w:tr>
      <w:tr w:rsidR="00ED2428" w:rsidRPr="00D117C2" w14:paraId="3DA9CB18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7F0CD622" w14:textId="76789EB6" w:rsidR="00ED2428" w:rsidRPr="00D117C2" w:rsidRDefault="00ED2428" w:rsidP="00ED2428">
            <w:pPr>
              <w:jc w:val="lef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2A7FCC84" w14:textId="637CDAEA" w:rsidR="00ED2428" w:rsidRPr="0010109E" w:rsidRDefault="00ED2428" w:rsidP="00ED2428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126B6">
              <w:rPr>
                <w:b/>
                <w:color w:val="000000"/>
                <w:sz w:val="20"/>
              </w:rPr>
              <w:t>21547,1</w:t>
            </w:r>
          </w:p>
        </w:tc>
        <w:tc>
          <w:tcPr>
            <w:tcW w:w="2268" w:type="dxa"/>
            <w:vAlign w:val="bottom"/>
          </w:tcPr>
          <w:p w14:paraId="03D5A8AB" w14:textId="08D19C6E"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ED1BD3">
              <w:rPr>
                <w:b/>
                <w:bCs/>
                <w:sz w:val="20"/>
              </w:rPr>
              <w:t>103,0</w:t>
            </w:r>
          </w:p>
        </w:tc>
        <w:tc>
          <w:tcPr>
            <w:tcW w:w="2268" w:type="dxa"/>
            <w:vAlign w:val="bottom"/>
          </w:tcPr>
          <w:p w14:paraId="36B44AE4" w14:textId="5A180D5E"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ED1BD3">
              <w:rPr>
                <w:b/>
                <w:bCs/>
                <w:sz w:val="20"/>
              </w:rPr>
              <w:t>102,6</w:t>
            </w:r>
          </w:p>
        </w:tc>
      </w:tr>
      <w:tr w:rsidR="00ED2428" w:rsidRPr="00D117C2" w14:paraId="716DB398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06C9F525" w14:textId="6832EE5F" w:rsidR="00ED2428" w:rsidRDefault="00ED2428" w:rsidP="00ED2428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0CCE4012" w14:textId="26C82E60" w:rsidR="00ED2428" w:rsidRPr="0010109E" w:rsidRDefault="00ED2428" w:rsidP="00ED2428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D4D7B">
              <w:rPr>
                <w:b/>
                <w:color w:val="000000"/>
                <w:sz w:val="20"/>
              </w:rPr>
              <w:t>21620</w:t>
            </w:r>
            <w:r>
              <w:rPr>
                <w:b/>
                <w:color w:val="000000"/>
                <w:sz w:val="20"/>
              </w:rPr>
              <w:t>,7</w:t>
            </w:r>
          </w:p>
        </w:tc>
        <w:tc>
          <w:tcPr>
            <w:tcW w:w="2268" w:type="dxa"/>
            <w:vAlign w:val="bottom"/>
          </w:tcPr>
          <w:p w14:paraId="5F7CABC8" w14:textId="0A7991CD"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105,2</w:t>
            </w:r>
          </w:p>
        </w:tc>
        <w:tc>
          <w:tcPr>
            <w:tcW w:w="2268" w:type="dxa"/>
            <w:vAlign w:val="bottom"/>
          </w:tcPr>
          <w:p w14:paraId="4CD70F2B" w14:textId="11EC0FE3" w:rsidR="00ED2428" w:rsidRPr="0010109E" w:rsidRDefault="00ED2428" w:rsidP="00ED2428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100,2</w:t>
            </w:r>
          </w:p>
        </w:tc>
      </w:tr>
      <w:tr w:rsidR="002874CC" w:rsidRPr="00D117C2" w14:paraId="21191798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1F771567" w14:textId="3F48A83E" w:rsidR="002874CC" w:rsidRPr="002874CC" w:rsidRDefault="002874CC" w:rsidP="002874CC">
            <w:pPr>
              <w:jc w:val="left"/>
              <w:rPr>
                <w:b/>
                <w:bCs/>
                <w:sz w:val="20"/>
              </w:rPr>
            </w:pPr>
            <w:r w:rsidRPr="002874CC">
              <w:rPr>
                <w:b/>
                <w:bCs/>
                <w:sz w:val="20"/>
                <w:lang w:val="en-US"/>
              </w:rPr>
              <w:t xml:space="preserve">III </w:t>
            </w:r>
            <w:r w:rsidRPr="002874CC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367CCFE2" w14:textId="616B1AFA" w:rsidR="002874CC" w:rsidRPr="002874CC" w:rsidRDefault="002874CC" w:rsidP="002874CC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2874CC">
              <w:rPr>
                <w:b/>
                <w:color w:val="000000"/>
                <w:sz w:val="20"/>
              </w:rPr>
              <w:t>64096,4</w:t>
            </w:r>
          </w:p>
        </w:tc>
        <w:tc>
          <w:tcPr>
            <w:tcW w:w="2268" w:type="dxa"/>
            <w:vAlign w:val="bottom"/>
          </w:tcPr>
          <w:p w14:paraId="6D3FE52B" w14:textId="64F6DB75" w:rsidR="002874CC" w:rsidRPr="002874CC" w:rsidRDefault="002874CC" w:rsidP="002874CC">
            <w:pPr>
              <w:ind w:right="794"/>
              <w:jc w:val="right"/>
              <w:rPr>
                <w:b/>
                <w:bCs/>
                <w:sz w:val="20"/>
              </w:rPr>
            </w:pPr>
            <w:r w:rsidRPr="002874CC">
              <w:rPr>
                <w:b/>
                <w:bCs/>
                <w:sz w:val="20"/>
              </w:rPr>
              <w:t>104,3</w:t>
            </w:r>
          </w:p>
        </w:tc>
        <w:tc>
          <w:tcPr>
            <w:tcW w:w="2268" w:type="dxa"/>
            <w:vAlign w:val="bottom"/>
          </w:tcPr>
          <w:p w14:paraId="47479B2E" w14:textId="6D4E1442" w:rsidR="002874CC" w:rsidRPr="002874CC" w:rsidRDefault="002874CC" w:rsidP="002874CC">
            <w:pPr>
              <w:ind w:right="794"/>
              <w:jc w:val="right"/>
              <w:rPr>
                <w:b/>
                <w:bCs/>
                <w:sz w:val="20"/>
              </w:rPr>
            </w:pPr>
            <w:r w:rsidRPr="002874CC">
              <w:rPr>
                <w:b/>
                <w:bCs/>
                <w:sz w:val="20"/>
              </w:rPr>
              <w:t>х</w:t>
            </w:r>
          </w:p>
        </w:tc>
      </w:tr>
      <w:tr w:rsidR="002874CC" w:rsidRPr="00D117C2" w14:paraId="5F34DD66" w14:textId="77777777" w:rsidTr="008024EE">
        <w:trPr>
          <w:cantSplit/>
          <w:trHeight w:val="227"/>
          <w:jc w:val="center"/>
        </w:trPr>
        <w:tc>
          <w:tcPr>
            <w:tcW w:w="2268" w:type="dxa"/>
            <w:vAlign w:val="bottom"/>
          </w:tcPr>
          <w:p w14:paraId="699D58A5" w14:textId="04EF9891" w:rsidR="002874CC" w:rsidRDefault="002874CC" w:rsidP="002874CC">
            <w:pPr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14:paraId="545E8E54" w14:textId="282A326F" w:rsidR="002874CC" w:rsidRPr="0010109E" w:rsidRDefault="002874CC" w:rsidP="002874CC">
            <w:pPr>
              <w:ind w:right="68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D4D7B">
              <w:rPr>
                <w:b/>
                <w:color w:val="000000"/>
                <w:sz w:val="20"/>
              </w:rPr>
              <w:t>181139</w:t>
            </w:r>
            <w:r>
              <w:rPr>
                <w:b/>
                <w:color w:val="000000"/>
                <w:sz w:val="20"/>
              </w:rPr>
              <w:t>,</w:t>
            </w:r>
            <w:r w:rsidRPr="00CD4D7B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2268" w:type="dxa"/>
            <w:vAlign w:val="bottom"/>
          </w:tcPr>
          <w:p w14:paraId="4A8704EE" w14:textId="75DDA449" w:rsidR="002874CC" w:rsidRPr="0010109E" w:rsidRDefault="002874CC" w:rsidP="002874CC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105,9</w:t>
            </w:r>
          </w:p>
        </w:tc>
        <w:tc>
          <w:tcPr>
            <w:tcW w:w="2268" w:type="dxa"/>
            <w:vAlign w:val="bottom"/>
          </w:tcPr>
          <w:p w14:paraId="38D50530" w14:textId="52F48E29" w:rsidR="002874CC" w:rsidRPr="0010109E" w:rsidRDefault="002874CC" w:rsidP="002874CC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</w:tbl>
    <w:p w14:paraId="5084C87C" w14:textId="746B6899" w:rsidR="0031223F" w:rsidRPr="005B43AE" w:rsidRDefault="008024EE" w:rsidP="005A66EF">
      <w:pPr>
        <w:spacing w:before="240"/>
        <w:ind w:firstLine="709"/>
      </w:pPr>
      <w:r w:rsidRPr="00ED2428">
        <w:t xml:space="preserve">В </w:t>
      </w:r>
      <w:r w:rsidR="001D5F89" w:rsidRPr="00ED2428">
        <w:t>январе-</w:t>
      </w:r>
      <w:r w:rsidR="0010109E" w:rsidRPr="00ED2428">
        <w:t>сентябре</w:t>
      </w:r>
      <w:r w:rsidRPr="00ED2428">
        <w:t xml:space="preserve"> 2024 года оборот розничной торговли на </w:t>
      </w:r>
      <w:r w:rsidR="0008546F" w:rsidRPr="00ED2428">
        <w:rPr>
          <w:noProof/>
        </w:rPr>
        <w:t>97,4</w:t>
      </w:r>
      <w:r w:rsidRPr="00ED2428">
        <w:t xml:space="preserve">% формировался </w:t>
      </w:r>
      <w:r w:rsidRPr="00ED2428">
        <w:rPr>
          <w:b/>
        </w:rPr>
        <w:t>торгующими организациями и индивидуальными предпринимателями</w:t>
      </w:r>
      <w:r w:rsidRPr="00ED2428">
        <w:t>, осуществляющими деятельность в стационарной торговой сети (вне рынка);</w:t>
      </w:r>
      <w:r w:rsidRPr="00ED2428">
        <w:br/>
      </w:r>
      <w:r w:rsidRPr="00ED2428">
        <w:rPr>
          <w:b/>
        </w:rPr>
        <w:t>доля</w:t>
      </w:r>
      <w:r w:rsidRPr="00ED2428">
        <w:t xml:space="preserve"> </w:t>
      </w:r>
      <w:r w:rsidRPr="00ED2428">
        <w:rPr>
          <w:b/>
        </w:rPr>
        <w:t>розничных рынков и ярмарок</w:t>
      </w:r>
      <w:r w:rsidRPr="00ED2428">
        <w:t xml:space="preserve"> составила </w:t>
      </w:r>
      <w:r w:rsidR="0008546F" w:rsidRPr="00ED2428">
        <w:rPr>
          <w:noProof/>
        </w:rPr>
        <w:t>2,6</w:t>
      </w:r>
      <w:r w:rsidR="001D5F89" w:rsidRPr="00ED2428">
        <w:t>% (в январе-</w:t>
      </w:r>
      <w:r w:rsidR="0010109E" w:rsidRPr="00ED2428">
        <w:t>сентябре</w:t>
      </w:r>
      <w:r w:rsidRPr="00ED2428">
        <w:t xml:space="preserve"> 2023 года – соответственно </w:t>
      </w:r>
      <w:r w:rsidR="0008546F" w:rsidRPr="00ED2428">
        <w:rPr>
          <w:noProof/>
        </w:rPr>
        <w:t xml:space="preserve">97,3 </w:t>
      </w:r>
      <w:r w:rsidR="0008546F" w:rsidRPr="00ED2428">
        <w:t xml:space="preserve"> и </w:t>
      </w:r>
      <w:r w:rsidR="0008546F" w:rsidRPr="00ED2428">
        <w:rPr>
          <w:noProof/>
        </w:rPr>
        <w:t>2,7</w:t>
      </w:r>
      <w:r w:rsidR="001F1983" w:rsidRPr="00ED2428">
        <w:t>%)</w:t>
      </w:r>
      <w:r w:rsidR="004D1E8D" w:rsidRPr="00ED2428">
        <w:t>.</w:t>
      </w:r>
    </w:p>
    <w:p w14:paraId="110C3011" w14:textId="77777777" w:rsidR="009B0535" w:rsidRPr="00617976" w:rsidRDefault="0031223F" w:rsidP="00336CF7">
      <w:pPr>
        <w:pStyle w:val="3"/>
        <w:spacing w:before="240" w:after="240"/>
        <w:rPr>
          <w:bCs/>
        </w:rPr>
      </w:pPr>
      <w:bookmarkStart w:id="101" w:name="_Toc414870591"/>
      <w:bookmarkStart w:id="102" w:name="_Toc493779744"/>
      <w:bookmarkStart w:id="103" w:name="_Toc181255925"/>
      <w:r w:rsidRPr="00304D78">
        <w:rPr>
          <w:bCs/>
        </w:rPr>
        <w:lastRenderedPageBreak/>
        <w:t>Изменение оборота</w:t>
      </w:r>
      <w:r w:rsidRPr="00054C30">
        <w:rPr>
          <w:bCs/>
        </w:rPr>
        <w:t xml:space="preserve"> розничной торговли торгующих организаций</w:t>
      </w:r>
      <w:r w:rsidRPr="00054C30">
        <w:rPr>
          <w:bCs/>
        </w:rPr>
        <w:br/>
        <w:t>и продажи товаров на розничных рынках и ярмарках</w:t>
      </w:r>
      <w:bookmarkEnd w:id="101"/>
      <w:bookmarkEnd w:id="102"/>
      <w:bookmarkEnd w:id="103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134"/>
        <w:gridCol w:w="1134"/>
        <w:gridCol w:w="1134"/>
        <w:gridCol w:w="1134"/>
        <w:gridCol w:w="1134"/>
        <w:gridCol w:w="1134"/>
      </w:tblGrid>
      <w:tr w:rsidR="008024EE" w:rsidRPr="00C33ECE" w14:paraId="7BC7C82E" w14:textId="77777777" w:rsidTr="008024EE">
        <w:trPr>
          <w:trHeight w:val="283"/>
          <w:jc w:val="center"/>
        </w:trPr>
        <w:tc>
          <w:tcPr>
            <w:tcW w:w="2268" w:type="dxa"/>
            <w:vMerge w:val="restart"/>
            <w:shd w:val="clear" w:color="auto" w:fill="auto"/>
            <w:vAlign w:val="center"/>
          </w:tcPr>
          <w:p w14:paraId="1B9CA8B0" w14:textId="77777777" w:rsidR="008024EE" w:rsidRPr="00D83B1C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400175E" w14:textId="77777777" w:rsidR="008024EE" w:rsidRPr="00ED3075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ED3075">
              <w:rPr>
                <w:b/>
                <w:bCs/>
                <w:sz w:val="20"/>
              </w:rPr>
              <w:t xml:space="preserve">Млн </w:t>
            </w:r>
            <w:r w:rsidR="0083070D" w:rsidRPr="00ED3075">
              <w:rPr>
                <w:b/>
                <w:bCs/>
                <w:sz w:val="20"/>
              </w:rPr>
              <w:br/>
            </w:r>
            <w:r w:rsidRPr="00ED3075">
              <w:rPr>
                <w:b/>
                <w:bCs/>
                <w:sz w:val="20"/>
              </w:rPr>
              <w:t>рублей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728D4A29" w14:textId="77777777" w:rsidR="008024EE" w:rsidRPr="00ED3075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gramStart"/>
            <w:r w:rsidRPr="00ED3075">
              <w:rPr>
                <w:b/>
                <w:bCs/>
                <w:sz w:val="20"/>
              </w:rPr>
              <w:t>В  %</w:t>
            </w:r>
            <w:proofErr w:type="gramEnd"/>
            <w:r w:rsidRPr="00ED3075">
              <w:rPr>
                <w:b/>
                <w:bCs/>
                <w:sz w:val="20"/>
              </w:rPr>
              <w:t xml:space="preserve">  к</w:t>
            </w:r>
          </w:p>
        </w:tc>
        <w:tc>
          <w:tcPr>
            <w:tcW w:w="1134" w:type="dxa"/>
            <w:vMerge w:val="restart"/>
            <w:vAlign w:val="center"/>
          </w:tcPr>
          <w:p w14:paraId="3162FF01" w14:textId="177B14D7" w:rsidR="008024EE" w:rsidRPr="00ED3075" w:rsidRDefault="0010109E" w:rsidP="008024EE">
            <w:pPr>
              <w:ind w:left="-113" w:right="-113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Сентябрь</w:t>
            </w:r>
            <w:r w:rsidR="001D5F89" w:rsidRPr="00ED3075">
              <w:rPr>
                <w:b/>
                <w:bCs/>
                <w:sz w:val="20"/>
              </w:rPr>
              <w:br/>
              <w:t>2024</w:t>
            </w:r>
            <w:r w:rsidR="001D5F89" w:rsidRPr="00ED3075">
              <w:rPr>
                <w:b/>
                <w:bCs/>
                <w:sz w:val="20"/>
              </w:rPr>
              <w:br/>
            </w:r>
            <w:proofErr w:type="gramStart"/>
            <w:r w:rsidR="001D5F89" w:rsidRPr="00ED3075">
              <w:rPr>
                <w:b/>
                <w:bCs/>
                <w:sz w:val="20"/>
              </w:rPr>
              <w:t>в  %</w:t>
            </w:r>
            <w:proofErr w:type="gramEnd"/>
            <w:r w:rsidR="001D5F89" w:rsidRPr="00ED3075">
              <w:rPr>
                <w:b/>
                <w:bCs/>
                <w:sz w:val="20"/>
              </w:rPr>
              <w:t xml:space="preserve">  к</w:t>
            </w:r>
            <w:r w:rsidR="001D5F89" w:rsidRPr="00ED3075">
              <w:rPr>
                <w:b/>
                <w:bCs/>
                <w:sz w:val="20"/>
              </w:rPr>
              <w:br/>
            </w:r>
            <w:r>
              <w:rPr>
                <w:b/>
                <w:bCs/>
                <w:sz w:val="20"/>
              </w:rPr>
              <w:t>августу</w:t>
            </w:r>
            <w:r w:rsidR="00ED3075" w:rsidRPr="00ED3075">
              <w:rPr>
                <w:b/>
                <w:bCs/>
                <w:sz w:val="20"/>
              </w:rPr>
              <w:br/>
            </w:r>
            <w:r w:rsidR="008024EE" w:rsidRPr="00ED3075">
              <w:rPr>
                <w:b/>
                <w:bCs/>
                <w:sz w:val="20"/>
              </w:rPr>
              <w:t>2024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14:paraId="3DDDA9CC" w14:textId="140AB2B8" w:rsidR="008024EE" w:rsidRPr="00ED3075" w:rsidRDefault="001D5F89" w:rsidP="008024EE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r w:rsidRPr="00ED3075">
              <w:rPr>
                <w:b/>
                <w:bCs/>
                <w:sz w:val="20"/>
              </w:rPr>
              <w:t>Справочно</w:t>
            </w:r>
            <w:proofErr w:type="spellEnd"/>
            <w:r w:rsidRPr="00ED3075">
              <w:rPr>
                <w:b/>
                <w:bCs/>
                <w:sz w:val="20"/>
              </w:rPr>
              <w:t>:</w:t>
            </w:r>
            <w:r w:rsidRPr="00ED3075">
              <w:rPr>
                <w:b/>
                <w:bCs/>
                <w:sz w:val="20"/>
              </w:rPr>
              <w:br/>
              <w:t>январь-</w:t>
            </w:r>
            <w:r w:rsidRPr="00ED3075">
              <w:rPr>
                <w:b/>
                <w:bCs/>
                <w:sz w:val="20"/>
              </w:rPr>
              <w:br/>
            </w:r>
            <w:r w:rsidR="0010109E">
              <w:rPr>
                <w:b/>
                <w:bCs/>
                <w:sz w:val="20"/>
              </w:rPr>
              <w:t>сентябрь</w:t>
            </w:r>
            <w:r w:rsidRPr="00ED3075">
              <w:rPr>
                <w:b/>
                <w:bCs/>
                <w:sz w:val="20"/>
              </w:rPr>
              <w:br/>
              <w:t>2023</w:t>
            </w:r>
            <w:r w:rsidRPr="00ED3075">
              <w:rPr>
                <w:b/>
                <w:bCs/>
                <w:sz w:val="20"/>
              </w:rPr>
              <w:br/>
            </w:r>
            <w:proofErr w:type="gramStart"/>
            <w:r w:rsidRPr="00ED3075">
              <w:rPr>
                <w:b/>
                <w:bCs/>
                <w:sz w:val="20"/>
              </w:rPr>
              <w:t>в  %</w:t>
            </w:r>
            <w:proofErr w:type="gramEnd"/>
            <w:r w:rsidRPr="00ED3075">
              <w:rPr>
                <w:b/>
                <w:bCs/>
                <w:sz w:val="20"/>
              </w:rPr>
              <w:t xml:space="preserve">  к</w:t>
            </w:r>
            <w:r w:rsidRPr="00ED3075">
              <w:rPr>
                <w:b/>
                <w:bCs/>
                <w:sz w:val="20"/>
              </w:rPr>
              <w:br/>
              <w:t>январю-</w:t>
            </w:r>
            <w:r w:rsidR="0010109E">
              <w:rPr>
                <w:b/>
                <w:bCs/>
                <w:sz w:val="20"/>
              </w:rPr>
              <w:t>сентябрю</w:t>
            </w:r>
            <w:r w:rsidR="00D117C2" w:rsidRPr="00ED3075">
              <w:rPr>
                <w:b/>
                <w:bCs/>
                <w:sz w:val="20"/>
              </w:rPr>
              <w:br/>
            </w:r>
            <w:r w:rsidR="008024EE" w:rsidRPr="00ED3075">
              <w:rPr>
                <w:b/>
                <w:bCs/>
                <w:sz w:val="20"/>
              </w:rPr>
              <w:t>2022</w:t>
            </w:r>
          </w:p>
        </w:tc>
      </w:tr>
      <w:tr w:rsidR="008024EE" w:rsidRPr="00C33ECE" w14:paraId="4C693F42" w14:textId="77777777" w:rsidTr="008024EE">
        <w:trPr>
          <w:trHeight w:val="227"/>
          <w:jc w:val="center"/>
        </w:trPr>
        <w:tc>
          <w:tcPr>
            <w:tcW w:w="2268" w:type="dxa"/>
            <w:vMerge/>
            <w:shd w:val="clear" w:color="auto" w:fill="auto"/>
          </w:tcPr>
          <w:p w14:paraId="3A577B15" w14:textId="77777777" w:rsidR="008024EE" w:rsidRPr="00C33ECE" w:rsidRDefault="008024EE" w:rsidP="008024EE">
            <w:pPr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9199D89" w14:textId="51F94DFE" w:rsidR="008024EE" w:rsidRPr="00ED3075" w:rsidRDefault="0010109E" w:rsidP="008024EE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8024EE" w:rsidRPr="00ED3075">
              <w:rPr>
                <w:b/>
                <w:sz w:val="20"/>
              </w:rPr>
              <w:br/>
              <w:t>2024</w:t>
            </w:r>
          </w:p>
        </w:tc>
        <w:tc>
          <w:tcPr>
            <w:tcW w:w="1134" w:type="dxa"/>
            <w:vAlign w:val="center"/>
          </w:tcPr>
          <w:p w14:paraId="76BD607D" w14:textId="73232D93" w:rsidR="008024EE" w:rsidRPr="00ED3075" w:rsidRDefault="001D5F89" w:rsidP="008024E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ED3075">
              <w:rPr>
                <w:b/>
                <w:bCs/>
                <w:sz w:val="20"/>
              </w:rPr>
              <w:t>январь-</w:t>
            </w:r>
            <w:r w:rsidR="0010109E">
              <w:rPr>
                <w:b/>
                <w:bCs/>
                <w:sz w:val="20"/>
              </w:rPr>
              <w:t>сентябрь</w:t>
            </w:r>
            <w:r w:rsidR="008024EE" w:rsidRPr="00ED3075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2BA5CD" w14:textId="2511FE0F" w:rsidR="008024EE" w:rsidRPr="00ED3075" w:rsidRDefault="0010109E" w:rsidP="008024EE">
            <w:pPr>
              <w:ind w:left="-57" w:right="-5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8024EE" w:rsidRPr="00ED3075">
              <w:rPr>
                <w:b/>
                <w:sz w:val="20"/>
              </w:rPr>
              <w:br/>
              <w:t>2023</w:t>
            </w:r>
          </w:p>
        </w:tc>
        <w:tc>
          <w:tcPr>
            <w:tcW w:w="1134" w:type="dxa"/>
            <w:vAlign w:val="center"/>
          </w:tcPr>
          <w:p w14:paraId="57849631" w14:textId="207D089D" w:rsidR="008024EE" w:rsidRPr="00ED3075" w:rsidRDefault="001D5F89" w:rsidP="008024EE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ED3075">
              <w:rPr>
                <w:b/>
                <w:bCs/>
                <w:sz w:val="20"/>
              </w:rPr>
              <w:t>январю-</w:t>
            </w:r>
            <w:r w:rsidR="0010109E">
              <w:rPr>
                <w:b/>
                <w:bCs/>
                <w:sz w:val="20"/>
              </w:rPr>
              <w:t>сентябрю</w:t>
            </w:r>
            <w:r w:rsidR="008024EE" w:rsidRPr="00ED3075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134" w:type="dxa"/>
            <w:vMerge/>
          </w:tcPr>
          <w:p w14:paraId="1482C526" w14:textId="77777777" w:rsidR="008024EE" w:rsidRPr="000C0433" w:rsidRDefault="008024EE" w:rsidP="008024EE">
            <w:pPr>
              <w:ind w:left="-57" w:right="-57"/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14:paraId="77D1F321" w14:textId="77777777" w:rsidR="008024EE" w:rsidRPr="000C0433" w:rsidRDefault="008024EE" w:rsidP="008024EE">
            <w:pPr>
              <w:ind w:left="-57" w:right="-57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92404D" w:rsidRPr="00C33ECE" w14:paraId="5BB34FAD" w14:textId="77777777" w:rsidTr="008024EE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14:paraId="7CACB3FE" w14:textId="77777777" w:rsidR="0092404D" w:rsidRPr="00C33ECE" w:rsidRDefault="0092404D" w:rsidP="0092404D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bCs/>
                <w:sz w:val="20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882227E" w14:textId="5DDAE4F6" w:rsidR="0092404D" w:rsidRPr="0010109E" w:rsidRDefault="0092404D" w:rsidP="0092404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CD4D7B">
              <w:rPr>
                <w:b/>
                <w:color w:val="000000"/>
                <w:sz w:val="20"/>
              </w:rPr>
              <w:t>21620</w:t>
            </w:r>
            <w:r>
              <w:rPr>
                <w:b/>
                <w:color w:val="000000"/>
                <w:sz w:val="20"/>
              </w:rPr>
              <w:t>,7</w:t>
            </w:r>
          </w:p>
        </w:tc>
        <w:tc>
          <w:tcPr>
            <w:tcW w:w="1134" w:type="dxa"/>
            <w:vAlign w:val="bottom"/>
          </w:tcPr>
          <w:p w14:paraId="03720223" w14:textId="4473C271" w:rsidR="0092404D" w:rsidRPr="0010109E" w:rsidRDefault="0092404D" w:rsidP="0092404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CD4D7B">
              <w:rPr>
                <w:b/>
                <w:color w:val="000000"/>
                <w:sz w:val="20"/>
              </w:rPr>
              <w:t>181139</w:t>
            </w:r>
            <w:r>
              <w:rPr>
                <w:b/>
                <w:color w:val="000000"/>
                <w:sz w:val="20"/>
              </w:rPr>
              <w:t>,</w:t>
            </w:r>
            <w:r w:rsidRPr="00CD4D7B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7C89B55" w14:textId="56351AD3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105,2</w:t>
            </w:r>
          </w:p>
        </w:tc>
        <w:tc>
          <w:tcPr>
            <w:tcW w:w="1134" w:type="dxa"/>
            <w:vAlign w:val="bottom"/>
          </w:tcPr>
          <w:p w14:paraId="75FBE291" w14:textId="5DFAB572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105,9</w:t>
            </w:r>
          </w:p>
        </w:tc>
        <w:tc>
          <w:tcPr>
            <w:tcW w:w="1134" w:type="dxa"/>
            <w:vAlign w:val="bottom"/>
          </w:tcPr>
          <w:p w14:paraId="5B2FDAF2" w14:textId="52D8400F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5EF62EF" w14:textId="23F793A8" w:rsidR="0092404D" w:rsidRPr="0010109E" w:rsidRDefault="0092404D" w:rsidP="0092404D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99,9</w:t>
            </w:r>
          </w:p>
        </w:tc>
      </w:tr>
      <w:tr w:rsidR="008024EE" w:rsidRPr="00C33ECE" w14:paraId="0E8BC648" w14:textId="77777777" w:rsidTr="008024EE">
        <w:trPr>
          <w:trHeight w:val="227"/>
          <w:jc w:val="center"/>
        </w:trPr>
        <w:tc>
          <w:tcPr>
            <w:tcW w:w="9072" w:type="dxa"/>
            <w:gridSpan w:val="7"/>
            <w:shd w:val="clear" w:color="auto" w:fill="auto"/>
            <w:vAlign w:val="bottom"/>
          </w:tcPr>
          <w:p w14:paraId="09048C6C" w14:textId="77777777" w:rsidR="008024EE" w:rsidRPr="00C33ECE" w:rsidRDefault="008024EE" w:rsidP="008024EE">
            <w:pPr>
              <w:ind w:left="340"/>
              <w:jc w:val="left"/>
              <w:rPr>
                <w:b/>
                <w:sz w:val="20"/>
              </w:rPr>
            </w:pPr>
            <w:r w:rsidRPr="00C33ECE">
              <w:rPr>
                <w:b/>
                <w:bCs/>
                <w:sz w:val="20"/>
              </w:rPr>
              <w:t>в том числе:</w:t>
            </w:r>
          </w:p>
        </w:tc>
      </w:tr>
      <w:tr w:rsidR="0092404D" w:rsidRPr="00C33ECE" w14:paraId="70C3EE77" w14:textId="77777777" w:rsidTr="008024EE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14:paraId="234270BB" w14:textId="77777777" w:rsidR="0092404D" w:rsidRPr="00C33ECE" w:rsidRDefault="0092404D" w:rsidP="0092404D">
            <w:pPr>
              <w:ind w:left="113" w:right="-57"/>
              <w:jc w:val="left"/>
              <w:rPr>
                <w:b/>
                <w:sz w:val="20"/>
              </w:rPr>
            </w:pPr>
            <w:r w:rsidRPr="00C33ECE">
              <w:rPr>
                <w:b/>
                <w:bCs/>
                <w:sz w:val="20"/>
              </w:rPr>
              <w:t xml:space="preserve">оборот торгующих организаций, </w:t>
            </w:r>
            <w:proofErr w:type="spellStart"/>
            <w:proofErr w:type="gramStart"/>
            <w:r w:rsidRPr="00C33ECE">
              <w:rPr>
                <w:b/>
                <w:bCs/>
                <w:sz w:val="20"/>
              </w:rPr>
              <w:t>индиви</w:t>
            </w:r>
            <w:proofErr w:type="spellEnd"/>
            <w:r w:rsidRPr="00C33ECE">
              <w:rPr>
                <w:b/>
                <w:bCs/>
                <w:sz w:val="20"/>
              </w:rPr>
              <w:t>-дуальных</w:t>
            </w:r>
            <w:proofErr w:type="gramEnd"/>
            <w:r w:rsidRPr="00C33ECE">
              <w:rPr>
                <w:b/>
                <w:bCs/>
                <w:sz w:val="20"/>
              </w:rPr>
              <w:t xml:space="preserve"> </w:t>
            </w:r>
            <w:proofErr w:type="spellStart"/>
            <w:r w:rsidRPr="00C33ECE">
              <w:rPr>
                <w:b/>
                <w:bCs/>
                <w:sz w:val="20"/>
              </w:rPr>
              <w:t>предприни-мателей</w:t>
            </w:r>
            <w:proofErr w:type="spellEnd"/>
            <w:r w:rsidRPr="00C33ECE">
              <w:rPr>
                <w:b/>
                <w:bCs/>
                <w:sz w:val="20"/>
              </w:rPr>
              <w:t xml:space="preserve"> вне рынка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6EB6EBB" w14:textId="029E29D6" w:rsidR="0092404D" w:rsidRPr="0010109E" w:rsidRDefault="0092404D" w:rsidP="0092404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933D38">
              <w:rPr>
                <w:b/>
                <w:bCs/>
                <w:sz w:val="20"/>
              </w:rPr>
              <w:t>21025</w:t>
            </w:r>
            <w:r>
              <w:rPr>
                <w:b/>
                <w:bCs/>
                <w:sz w:val="20"/>
              </w:rPr>
              <w:t>,</w:t>
            </w:r>
            <w:r w:rsidRPr="00933D38">
              <w:rPr>
                <w:b/>
                <w:bCs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14:paraId="5103C9A2" w14:textId="0B881B50" w:rsidR="0092404D" w:rsidRPr="0010109E" w:rsidRDefault="0092404D" w:rsidP="0092404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933D38">
              <w:rPr>
                <w:b/>
                <w:bCs/>
                <w:sz w:val="20"/>
              </w:rPr>
              <w:t>176434</w:t>
            </w:r>
            <w:r>
              <w:rPr>
                <w:b/>
                <w:bCs/>
                <w:sz w:val="20"/>
              </w:rPr>
              <w:t>,</w:t>
            </w:r>
            <w:r w:rsidRPr="00933D38">
              <w:rPr>
                <w:b/>
                <w:bCs/>
                <w:sz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95B338E" w14:textId="4A86F805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105,4</w:t>
            </w:r>
          </w:p>
        </w:tc>
        <w:tc>
          <w:tcPr>
            <w:tcW w:w="1134" w:type="dxa"/>
            <w:vAlign w:val="bottom"/>
          </w:tcPr>
          <w:p w14:paraId="5AD5910C" w14:textId="273EB04A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106,0</w:t>
            </w:r>
          </w:p>
        </w:tc>
        <w:tc>
          <w:tcPr>
            <w:tcW w:w="1134" w:type="dxa"/>
            <w:vAlign w:val="bottom"/>
          </w:tcPr>
          <w:p w14:paraId="4E2A579E" w14:textId="641F5EDE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703592" w14:textId="3B5835B4" w:rsidR="0092404D" w:rsidRPr="0010109E" w:rsidRDefault="0092404D" w:rsidP="0092404D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</w:tr>
      <w:tr w:rsidR="0092404D" w:rsidRPr="00D83B1C" w14:paraId="7B776779" w14:textId="77777777" w:rsidTr="008024EE">
        <w:trPr>
          <w:trHeight w:val="227"/>
          <w:jc w:val="center"/>
        </w:trPr>
        <w:tc>
          <w:tcPr>
            <w:tcW w:w="2268" w:type="dxa"/>
            <w:shd w:val="clear" w:color="auto" w:fill="auto"/>
            <w:vAlign w:val="bottom"/>
          </w:tcPr>
          <w:p w14:paraId="27A02F90" w14:textId="77777777" w:rsidR="0092404D" w:rsidRPr="00C33ECE" w:rsidRDefault="0092404D" w:rsidP="0092404D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bCs/>
                <w:sz w:val="20"/>
              </w:rPr>
              <w:t xml:space="preserve">продажа товаров </w:t>
            </w:r>
            <w:r w:rsidRPr="00C33ECE">
              <w:rPr>
                <w:b/>
                <w:bCs/>
                <w:sz w:val="20"/>
              </w:rPr>
              <w:br/>
              <w:t>на розничных рынках и ярмарках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74D632E" w14:textId="2195CBE3" w:rsidR="0092404D" w:rsidRPr="0010109E" w:rsidRDefault="0092404D" w:rsidP="0092404D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933D38">
              <w:rPr>
                <w:b/>
                <w:bCs/>
                <w:sz w:val="20"/>
              </w:rPr>
              <w:t>595</w:t>
            </w:r>
            <w:r>
              <w:rPr>
                <w:b/>
                <w:bCs/>
                <w:sz w:val="20"/>
              </w:rPr>
              <w:t>,3</w:t>
            </w:r>
          </w:p>
        </w:tc>
        <w:tc>
          <w:tcPr>
            <w:tcW w:w="1134" w:type="dxa"/>
            <w:vAlign w:val="bottom"/>
          </w:tcPr>
          <w:p w14:paraId="7EE2BA91" w14:textId="57FF287E" w:rsidR="0092404D" w:rsidRPr="0010109E" w:rsidRDefault="0092404D" w:rsidP="0092404D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933D38">
              <w:rPr>
                <w:b/>
                <w:bCs/>
                <w:sz w:val="20"/>
              </w:rPr>
              <w:t>4704</w:t>
            </w:r>
            <w:r>
              <w:rPr>
                <w:b/>
                <w:bCs/>
                <w:sz w:val="20"/>
              </w:rPr>
              <w:t>,</w:t>
            </w:r>
            <w:r w:rsidRPr="00933D38">
              <w:rPr>
                <w:b/>
                <w:bCs/>
                <w:sz w:val="20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B1C4B3A" w14:textId="7E0ECFE4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99,9</w:t>
            </w:r>
          </w:p>
        </w:tc>
        <w:tc>
          <w:tcPr>
            <w:tcW w:w="1134" w:type="dxa"/>
            <w:vAlign w:val="bottom"/>
          </w:tcPr>
          <w:p w14:paraId="677EE854" w14:textId="5282479F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102,1</w:t>
            </w:r>
          </w:p>
        </w:tc>
        <w:tc>
          <w:tcPr>
            <w:tcW w:w="1134" w:type="dxa"/>
            <w:vAlign w:val="bottom"/>
          </w:tcPr>
          <w:p w14:paraId="0AA3CCD0" w14:textId="5A2F8E3A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8F5096D" w14:textId="02DC0E9D" w:rsidR="0092404D" w:rsidRPr="0010109E" w:rsidRDefault="0092404D" w:rsidP="0092404D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98,9</w:t>
            </w:r>
          </w:p>
        </w:tc>
      </w:tr>
    </w:tbl>
    <w:p w14:paraId="2EC974BC" w14:textId="55C9D887" w:rsidR="0031223F" w:rsidRPr="00B60A22" w:rsidRDefault="008024EE" w:rsidP="005417A0">
      <w:pPr>
        <w:spacing w:before="240"/>
        <w:ind w:firstLine="709"/>
      </w:pPr>
      <w:r w:rsidRPr="00ED3075">
        <w:t xml:space="preserve">В </w:t>
      </w:r>
      <w:r w:rsidR="001D5F89" w:rsidRPr="00ED3075">
        <w:t>январе-</w:t>
      </w:r>
      <w:r w:rsidR="0010109E">
        <w:t>сентябре</w:t>
      </w:r>
      <w:r w:rsidRPr="00ED3075">
        <w:t xml:space="preserve"> 2024 года в структуре оборота розничной торговли удельный вес </w:t>
      </w:r>
      <w:r w:rsidRPr="00ED3075">
        <w:rPr>
          <w:b/>
        </w:rPr>
        <w:t>пищевых продуктов, включая напитки, и табачных изделий</w:t>
      </w:r>
      <w:r w:rsidRPr="00ED3075">
        <w:t xml:space="preserve"> составил </w:t>
      </w:r>
      <w:r w:rsidR="0092404D" w:rsidRPr="0092404D">
        <w:rPr>
          <w:noProof/>
        </w:rPr>
        <w:t>43,4</w:t>
      </w:r>
      <w:r w:rsidRPr="0092404D">
        <w:t xml:space="preserve">%, </w:t>
      </w:r>
      <w:r w:rsidRPr="0092404D">
        <w:rPr>
          <w:b/>
        </w:rPr>
        <w:t>непродовольственных товаров</w:t>
      </w:r>
      <w:r w:rsidRPr="0092404D">
        <w:t xml:space="preserve"> – </w:t>
      </w:r>
      <w:r w:rsidR="0092404D" w:rsidRPr="0092404D">
        <w:rPr>
          <w:noProof/>
        </w:rPr>
        <w:t>56,6</w:t>
      </w:r>
      <w:r w:rsidRPr="0092404D">
        <w:t xml:space="preserve">% (в </w:t>
      </w:r>
      <w:r w:rsidR="001D5F89" w:rsidRPr="0092404D">
        <w:t>январе-</w:t>
      </w:r>
      <w:r w:rsidR="0010109E" w:rsidRPr="0092404D">
        <w:t>сентябре</w:t>
      </w:r>
      <w:r w:rsidRPr="0092404D">
        <w:t xml:space="preserve"> 2023 года – </w:t>
      </w:r>
      <w:r w:rsidR="0092404D" w:rsidRPr="0092404D">
        <w:t>45,3 и 54,7</w:t>
      </w:r>
      <w:r w:rsidRPr="0092404D">
        <w:t>% соответственно</w:t>
      </w:r>
      <w:r w:rsidR="00BF1261" w:rsidRPr="0092404D">
        <w:t>)</w:t>
      </w:r>
      <w:r w:rsidR="004D1E8D" w:rsidRPr="0092404D">
        <w:t>.</w:t>
      </w:r>
    </w:p>
    <w:p w14:paraId="019019CE" w14:textId="77777777" w:rsidR="0031223F" w:rsidRPr="003E355C" w:rsidRDefault="0031223F" w:rsidP="00A232D3">
      <w:pPr>
        <w:pStyle w:val="3"/>
        <w:spacing w:before="200" w:after="200"/>
        <w:ind w:right="0"/>
        <w:rPr>
          <w:bCs/>
        </w:rPr>
      </w:pPr>
      <w:bookmarkStart w:id="104" w:name="_Toc414870593"/>
      <w:bookmarkStart w:id="105" w:name="_Toc493779745"/>
      <w:bookmarkStart w:id="106" w:name="_Toc181255926"/>
      <w:r w:rsidRPr="00B60A22">
        <w:rPr>
          <w:bCs/>
        </w:rPr>
        <w:t xml:space="preserve">Динамика оборота розничной торговли </w:t>
      </w:r>
      <w:r w:rsidR="001D5F89">
        <w:rPr>
          <w:bCs/>
        </w:rPr>
        <w:br/>
      </w:r>
      <w:r w:rsidRPr="00B60A22">
        <w:rPr>
          <w:bCs/>
        </w:rPr>
        <w:t>пищевыми продуктами,</w:t>
      </w:r>
      <w:r w:rsidR="00304D78">
        <w:rPr>
          <w:bCs/>
        </w:rPr>
        <w:t xml:space="preserve"> </w:t>
      </w:r>
      <w:r w:rsidRPr="003E355C">
        <w:rPr>
          <w:bCs/>
        </w:rPr>
        <w:t>включая напитки, и табачными изделиями, непродовольственными товарами</w:t>
      </w:r>
      <w:bookmarkEnd w:id="104"/>
      <w:bookmarkEnd w:id="105"/>
      <w:bookmarkEnd w:id="106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9"/>
        <w:gridCol w:w="1134"/>
        <w:gridCol w:w="1134"/>
        <w:gridCol w:w="1134"/>
        <w:gridCol w:w="1134"/>
        <w:gridCol w:w="1134"/>
        <w:gridCol w:w="1133"/>
      </w:tblGrid>
      <w:tr w:rsidR="008024EE" w:rsidRPr="00C33ECE" w14:paraId="629C9FF1" w14:textId="77777777" w:rsidTr="008024EE">
        <w:trPr>
          <w:trHeight w:val="227"/>
          <w:jc w:val="center"/>
        </w:trPr>
        <w:tc>
          <w:tcPr>
            <w:tcW w:w="2269" w:type="dxa"/>
            <w:vMerge w:val="restart"/>
            <w:vAlign w:val="center"/>
          </w:tcPr>
          <w:p w14:paraId="103AAE95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36484D31" w14:textId="77777777" w:rsidR="008024EE" w:rsidRPr="00C33ECE" w:rsidRDefault="008024EE" w:rsidP="00FE691B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Пищевые продукты, включая напитки, и табачные изделия</w:t>
            </w:r>
          </w:p>
        </w:tc>
        <w:tc>
          <w:tcPr>
            <w:tcW w:w="3401" w:type="dxa"/>
            <w:gridSpan w:val="3"/>
            <w:vAlign w:val="center"/>
          </w:tcPr>
          <w:p w14:paraId="0EC62596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Непродовольственные товары</w:t>
            </w:r>
          </w:p>
        </w:tc>
      </w:tr>
      <w:tr w:rsidR="008024EE" w:rsidRPr="00C33ECE" w14:paraId="73771A3B" w14:textId="77777777" w:rsidTr="008024EE">
        <w:trPr>
          <w:trHeight w:val="283"/>
          <w:jc w:val="center"/>
        </w:trPr>
        <w:tc>
          <w:tcPr>
            <w:tcW w:w="2269" w:type="dxa"/>
            <w:vMerge/>
            <w:vAlign w:val="center"/>
          </w:tcPr>
          <w:p w14:paraId="2DB0C016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70C5D62B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2268" w:type="dxa"/>
            <w:gridSpan w:val="2"/>
            <w:vAlign w:val="center"/>
          </w:tcPr>
          <w:p w14:paraId="70B62914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C33ECE">
              <w:rPr>
                <w:b/>
                <w:bCs/>
                <w:sz w:val="20"/>
              </w:rPr>
              <w:t>в  %</w:t>
            </w:r>
            <w:proofErr w:type="gramEnd"/>
            <w:r w:rsidRPr="00C33ECE">
              <w:rPr>
                <w:b/>
                <w:bCs/>
                <w:sz w:val="20"/>
              </w:rPr>
              <w:t xml:space="preserve">  к</w:t>
            </w:r>
          </w:p>
        </w:tc>
        <w:tc>
          <w:tcPr>
            <w:tcW w:w="1134" w:type="dxa"/>
            <w:vMerge w:val="restart"/>
            <w:vAlign w:val="center"/>
          </w:tcPr>
          <w:p w14:paraId="1752CF0B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2267" w:type="dxa"/>
            <w:gridSpan w:val="2"/>
            <w:vAlign w:val="center"/>
          </w:tcPr>
          <w:p w14:paraId="5EDD8653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C33ECE">
              <w:rPr>
                <w:b/>
                <w:bCs/>
                <w:sz w:val="20"/>
              </w:rPr>
              <w:t>в  %</w:t>
            </w:r>
            <w:proofErr w:type="gramEnd"/>
            <w:r w:rsidRPr="00C33ECE">
              <w:rPr>
                <w:b/>
                <w:bCs/>
                <w:sz w:val="20"/>
              </w:rPr>
              <w:t xml:space="preserve">  к</w:t>
            </w:r>
          </w:p>
        </w:tc>
      </w:tr>
      <w:tr w:rsidR="008024EE" w:rsidRPr="00C33ECE" w14:paraId="5F56E4CC" w14:textId="77777777" w:rsidTr="008024EE">
        <w:trPr>
          <w:trHeight w:val="227"/>
          <w:jc w:val="center"/>
        </w:trPr>
        <w:tc>
          <w:tcPr>
            <w:tcW w:w="2269" w:type="dxa"/>
            <w:vMerge/>
            <w:vAlign w:val="center"/>
          </w:tcPr>
          <w:p w14:paraId="3B3641D8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2B88D16A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AD69019" w14:textId="77777777" w:rsidR="008024EE" w:rsidRPr="00C33ECE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 w:rsidRPr="00C33ECE">
              <w:rPr>
                <w:b/>
                <w:bCs/>
                <w:sz w:val="20"/>
              </w:rPr>
              <w:t>соответст-вующему</w:t>
            </w:r>
            <w:proofErr w:type="spellEnd"/>
            <w:proofErr w:type="gramEnd"/>
            <w:r w:rsidRPr="00C33ECE">
              <w:rPr>
                <w:b/>
                <w:bCs/>
                <w:sz w:val="20"/>
              </w:rPr>
              <w:t xml:space="preserve"> периоду </w:t>
            </w:r>
            <w:proofErr w:type="spellStart"/>
            <w:r w:rsidRPr="00C33ECE">
              <w:rPr>
                <w:b/>
                <w:bCs/>
                <w:sz w:val="20"/>
              </w:rPr>
              <w:t>предыду-щего</w:t>
            </w:r>
            <w:proofErr w:type="spellEnd"/>
            <w:r w:rsidRPr="00C33ECE">
              <w:rPr>
                <w:b/>
                <w:bCs/>
                <w:sz w:val="20"/>
              </w:rPr>
              <w:t xml:space="preserve"> года</w:t>
            </w:r>
          </w:p>
        </w:tc>
        <w:tc>
          <w:tcPr>
            <w:tcW w:w="1134" w:type="dxa"/>
            <w:vAlign w:val="center"/>
          </w:tcPr>
          <w:p w14:paraId="5462D896" w14:textId="77777777" w:rsidR="008024EE" w:rsidRPr="00C33ECE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 w:rsidRPr="00C33ECE">
              <w:rPr>
                <w:b/>
                <w:bCs/>
                <w:sz w:val="20"/>
              </w:rPr>
              <w:t>предыду-щему</w:t>
            </w:r>
            <w:proofErr w:type="spellEnd"/>
            <w:proofErr w:type="gramEnd"/>
            <w:r w:rsidRPr="00C33ECE">
              <w:rPr>
                <w:b/>
                <w:bCs/>
                <w:sz w:val="20"/>
              </w:rPr>
              <w:t xml:space="preserve"> периоду</w:t>
            </w:r>
          </w:p>
        </w:tc>
        <w:tc>
          <w:tcPr>
            <w:tcW w:w="1134" w:type="dxa"/>
            <w:vMerge/>
            <w:vAlign w:val="center"/>
          </w:tcPr>
          <w:p w14:paraId="6F1BD399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9917E02" w14:textId="77777777" w:rsidR="008024EE" w:rsidRPr="00C33ECE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 w:rsidRPr="00C33ECE">
              <w:rPr>
                <w:b/>
                <w:bCs/>
                <w:sz w:val="20"/>
              </w:rPr>
              <w:t>соответст-вующему</w:t>
            </w:r>
            <w:proofErr w:type="spellEnd"/>
            <w:proofErr w:type="gramEnd"/>
            <w:r w:rsidRPr="00C33ECE">
              <w:rPr>
                <w:b/>
                <w:bCs/>
                <w:sz w:val="20"/>
              </w:rPr>
              <w:t xml:space="preserve"> периоду </w:t>
            </w:r>
            <w:proofErr w:type="spellStart"/>
            <w:r w:rsidRPr="00C33ECE">
              <w:rPr>
                <w:b/>
                <w:bCs/>
                <w:sz w:val="20"/>
              </w:rPr>
              <w:t>предыду-щего</w:t>
            </w:r>
            <w:proofErr w:type="spellEnd"/>
            <w:r w:rsidRPr="00C33ECE">
              <w:rPr>
                <w:b/>
                <w:bCs/>
                <w:sz w:val="20"/>
              </w:rPr>
              <w:t xml:space="preserve"> года</w:t>
            </w:r>
          </w:p>
        </w:tc>
        <w:tc>
          <w:tcPr>
            <w:tcW w:w="1133" w:type="dxa"/>
            <w:vAlign w:val="center"/>
          </w:tcPr>
          <w:p w14:paraId="7D9BDC14" w14:textId="77777777" w:rsidR="008024EE" w:rsidRPr="00C33ECE" w:rsidRDefault="008024EE" w:rsidP="008024EE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 w:rsidRPr="00C33ECE">
              <w:rPr>
                <w:b/>
                <w:bCs/>
                <w:sz w:val="20"/>
              </w:rPr>
              <w:t>предыду-щему</w:t>
            </w:r>
            <w:proofErr w:type="spellEnd"/>
            <w:proofErr w:type="gramEnd"/>
            <w:r w:rsidRPr="00C33ECE">
              <w:rPr>
                <w:b/>
                <w:bCs/>
                <w:sz w:val="20"/>
              </w:rPr>
              <w:t xml:space="preserve"> периоду</w:t>
            </w:r>
          </w:p>
        </w:tc>
      </w:tr>
      <w:tr w:rsidR="008024EE" w:rsidRPr="00C33ECE" w14:paraId="0CFDF591" w14:textId="77777777" w:rsidTr="008024EE">
        <w:trPr>
          <w:trHeight w:val="283"/>
          <w:jc w:val="center"/>
        </w:trPr>
        <w:tc>
          <w:tcPr>
            <w:tcW w:w="9072" w:type="dxa"/>
            <w:gridSpan w:val="7"/>
            <w:vAlign w:val="center"/>
          </w:tcPr>
          <w:p w14:paraId="239457ED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2023</w:t>
            </w:r>
          </w:p>
        </w:tc>
      </w:tr>
      <w:tr w:rsidR="008024EE" w:rsidRPr="00C33ECE" w14:paraId="36EA6E76" w14:textId="77777777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14:paraId="05C286AF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Январь</w:t>
            </w:r>
          </w:p>
        </w:tc>
        <w:tc>
          <w:tcPr>
            <w:tcW w:w="1134" w:type="dxa"/>
            <w:vAlign w:val="bottom"/>
          </w:tcPr>
          <w:p w14:paraId="12B5943C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7714,5</w:t>
            </w:r>
          </w:p>
        </w:tc>
        <w:tc>
          <w:tcPr>
            <w:tcW w:w="1134" w:type="dxa"/>
            <w:vAlign w:val="bottom"/>
          </w:tcPr>
          <w:p w14:paraId="5B047F29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103,2</w:t>
            </w:r>
          </w:p>
        </w:tc>
        <w:tc>
          <w:tcPr>
            <w:tcW w:w="1134" w:type="dxa"/>
            <w:vAlign w:val="bottom"/>
          </w:tcPr>
          <w:p w14:paraId="568F3F08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83,4</w:t>
            </w:r>
          </w:p>
        </w:tc>
        <w:tc>
          <w:tcPr>
            <w:tcW w:w="1134" w:type="dxa"/>
            <w:vAlign w:val="bottom"/>
          </w:tcPr>
          <w:p w14:paraId="5071E867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9419,4</w:t>
            </w:r>
          </w:p>
        </w:tc>
        <w:tc>
          <w:tcPr>
            <w:tcW w:w="1134" w:type="dxa"/>
            <w:vAlign w:val="bottom"/>
          </w:tcPr>
          <w:p w14:paraId="3CED90BC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93,1</w:t>
            </w:r>
          </w:p>
        </w:tc>
        <w:tc>
          <w:tcPr>
            <w:tcW w:w="1133" w:type="dxa"/>
            <w:vAlign w:val="bottom"/>
          </w:tcPr>
          <w:p w14:paraId="00D6438F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88,9</w:t>
            </w:r>
          </w:p>
        </w:tc>
      </w:tr>
      <w:tr w:rsidR="008024EE" w:rsidRPr="00C33ECE" w14:paraId="4524ED7F" w14:textId="77777777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14:paraId="5A9C7078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1134" w:type="dxa"/>
            <w:vAlign w:val="bottom"/>
          </w:tcPr>
          <w:p w14:paraId="3E939B76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7711,9</w:t>
            </w:r>
          </w:p>
        </w:tc>
        <w:tc>
          <w:tcPr>
            <w:tcW w:w="1134" w:type="dxa"/>
            <w:vAlign w:val="bottom"/>
          </w:tcPr>
          <w:p w14:paraId="3FBFDEF9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102,7</w:t>
            </w:r>
          </w:p>
        </w:tc>
        <w:tc>
          <w:tcPr>
            <w:tcW w:w="1134" w:type="dxa"/>
            <w:vAlign w:val="bottom"/>
          </w:tcPr>
          <w:p w14:paraId="3ED9DFE2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98,7</w:t>
            </w:r>
          </w:p>
        </w:tc>
        <w:tc>
          <w:tcPr>
            <w:tcW w:w="1134" w:type="dxa"/>
            <w:vAlign w:val="bottom"/>
          </w:tcPr>
          <w:p w14:paraId="476EAA62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8965,5</w:t>
            </w:r>
          </w:p>
        </w:tc>
        <w:tc>
          <w:tcPr>
            <w:tcW w:w="1134" w:type="dxa"/>
            <w:vAlign w:val="bottom"/>
          </w:tcPr>
          <w:p w14:paraId="7B8B3DCD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87,6</w:t>
            </w:r>
          </w:p>
        </w:tc>
        <w:tc>
          <w:tcPr>
            <w:tcW w:w="1133" w:type="dxa"/>
            <w:vAlign w:val="bottom"/>
          </w:tcPr>
          <w:p w14:paraId="27CED743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95,1</w:t>
            </w:r>
          </w:p>
        </w:tc>
      </w:tr>
      <w:tr w:rsidR="008024EE" w:rsidRPr="00C33ECE" w14:paraId="74FB17EF" w14:textId="77777777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14:paraId="34B7F7E8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1134" w:type="dxa"/>
            <w:vAlign w:val="bottom"/>
          </w:tcPr>
          <w:p w14:paraId="10AE3FCC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7942,4</w:t>
            </w:r>
          </w:p>
        </w:tc>
        <w:tc>
          <w:tcPr>
            <w:tcW w:w="1134" w:type="dxa"/>
            <w:vAlign w:val="bottom"/>
          </w:tcPr>
          <w:p w14:paraId="07D237A6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97,6</w:t>
            </w:r>
          </w:p>
        </w:tc>
        <w:tc>
          <w:tcPr>
            <w:tcW w:w="1134" w:type="dxa"/>
            <w:vAlign w:val="bottom"/>
          </w:tcPr>
          <w:p w14:paraId="26AD9A2C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102,4</w:t>
            </w:r>
          </w:p>
        </w:tc>
        <w:tc>
          <w:tcPr>
            <w:tcW w:w="1134" w:type="dxa"/>
            <w:vAlign w:val="bottom"/>
          </w:tcPr>
          <w:p w14:paraId="6D004CAB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9224,9</w:t>
            </w:r>
          </w:p>
        </w:tc>
        <w:tc>
          <w:tcPr>
            <w:tcW w:w="1134" w:type="dxa"/>
            <w:vAlign w:val="bottom"/>
          </w:tcPr>
          <w:p w14:paraId="3F8A2F49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90,7</w:t>
            </w:r>
          </w:p>
        </w:tc>
        <w:tc>
          <w:tcPr>
            <w:tcW w:w="1133" w:type="dxa"/>
            <w:vAlign w:val="bottom"/>
          </w:tcPr>
          <w:p w14:paraId="3344E467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102,9</w:t>
            </w:r>
          </w:p>
        </w:tc>
      </w:tr>
      <w:tr w:rsidR="008024EE" w:rsidRPr="00C33ECE" w14:paraId="43EADF71" w14:textId="77777777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14:paraId="5FD227D4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1C4EE189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23368,8</w:t>
            </w:r>
          </w:p>
        </w:tc>
        <w:tc>
          <w:tcPr>
            <w:tcW w:w="1134" w:type="dxa"/>
            <w:vAlign w:val="bottom"/>
          </w:tcPr>
          <w:p w14:paraId="192EFF5E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101,0</w:t>
            </w:r>
          </w:p>
        </w:tc>
        <w:tc>
          <w:tcPr>
            <w:tcW w:w="1134" w:type="dxa"/>
            <w:vAlign w:val="bottom"/>
          </w:tcPr>
          <w:p w14:paraId="3B076E46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271E44F4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27609,8</w:t>
            </w:r>
          </w:p>
        </w:tc>
        <w:tc>
          <w:tcPr>
            <w:tcW w:w="1134" w:type="dxa"/>
            <w:vAlign w:val="bottom"/>
          </w:tcPr>
          <w:p w14:paraId="4F481018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90,4</w:t>
            </w:r>
          </w:p>
        </w:tc>
        <w:tc>
          <w:tcPr>
            <w:tcW w:w="1133" w:type="dxa"/>
            <w:vAlign w:val="bottom"/>
          </w:tcPr>
          <w:p w14:paraId="1A9E3F30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02ED79D9" w14:textId="77777777" w:rsidTr="008024EE">
        <w:trPr>
          <w:trHeight w:val="227"/>
          <w:jc w:val="center"/>
        </w:trPr>
        <w:tc>
          <w:tcPr>
            <w:tcW w:w="2269" w:type="dxa"/>
            <w:vAlign w:val="bottom"/>
          </w:tcPr>
          <w:p w14:paraId="248AC513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</w:p>
        </w:tc>
        <w:tc>
          <w:tcPr>
            <w:tcW w:w="1134" w:type="dxa"/>
            <w:vAlign w:val="bottom"/>
          </w:tcPr>
          <w:p w14:paraId="7AB72744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7987,8</w:t>
            </w:r>
          </w:p>
        </w:tc>
        <w:tc>
          <w:tcPr>
            <w:tcW w:w="1134" w:type="dxa"/>
            <w:vAlign w:val="bottom"/>
          </w:tcPr>
          <w:p w14:paraId="5F6A52D6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101,0</w:t>
            </w:r>
          </w:p>
        </w:tc>
        <w:tc>
          <w:tcPr>
            <w:tcW w:w="1134" w:type="dxa"/>
            <w:vAlign w:val="bottom"/>
          </w:tcPr>
          <w:p w14:paraId="0CF8D4C1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100,5</w:t>
            </w:r>
          </w:p>
        </w:tc>
        <w:tc>
          <w:tcPr>
            <w:tcW w:w="1134" w:type="dxa"/>
            <w:vAlign w:val="bottom"/>
          </w:tcPr>
          <w:p w14:paraId="4106B100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9120,4</w:t>
            </w:r>
          </w:p>
        </w:tc>
        <w:tc>
          <w:tcPr>
            <w:tcW w:w="1134" w:type="dxa"/>
            <w:vAlign w:val="bottom"/>
          </w:tcPr>
          <w:p w14:paraId="38C13261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98,5</w:t>
            </w:r>
          </w:p>
        </w:tc>
        <w:tc>
          <w:tcPr>
            <w:tcW w:w="1133" w:type="dxa"/>
            <w:vAlign w:val="bottom"/>
          </w:tcPr>
          <w:p w14:paraId="66B683DC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98,9</w:t>
            </w:r>
          </w:p>
        </w:tc>
      </w:tr>
      <w:tr w:rsidR="008024EE" w:rsidRPr="00C33ECE" w14:paraId="23E8153F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6B683506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Май</w:t>
            </w:r>
          </w:p>
        </w:tc>
        <w:tc>
          <w:tcPr>
            <w:tcW w:w="1134" w:type="dxa"/>
            <w:vAlign w:val="bottom"/>
          </w:tcPr>
          <w:p w14:paraId="17C7140E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7991,2</w:t>
            </w:r>
          </w:p>
        </w:tc>
        <w:tc>
          <w:tcPr>
            <w:tcW w:w="1134" w:type="dxa"/>
            <w:vAlign w:val="bottom"/>
          </w:tcPr>
          <w:p w14:paraId="4B5924A4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101,4</w:t>
            </w:r>
          </w:p>
        </w:tc>
        <w:tc>
          <w:tcPr>
            <w:tcW w:w="1134" w:type="dxa"/>
            <w:vAlign w:val="bottom"/>
          </w:tcPr>
          <w:p w14:paraId="35DF9353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14:paraId="5D23B8A2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9232,3</w:t>
            </w:r>
          </w:p>
        </w:tc>
        <w:tc>
          <w:tcPr>
            <w:tcW w:w="1134" w:type="dxa"/>
            <w:vAlign w:val="bottom"/>
          </w:tcPr>
          <w:p w14:paraId="3E6F04C1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99,0</w:t>
            </w:r>
          </w:p>
        </w:tc>
        <w:tc>
          <w:tcPr>
            <w:tcW w:w="1133" w:type="dxa"/>
            <w:vAlign w:val="bottom"/>
          </w:tcPr>
          <w:p w14:paraId="44163B27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101,1</w:t>
            </w:r>
          </w:p>
        </w:tc>
      </w:tr>
      <w:tr w:rsidR="008024EE" w:rsidRPr="00C33ECE" w14:paraId="2FCCCB8A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733F7EEB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Июнь</w:t>
            </w:r>
          </w:p>
        </w:tc>
        <w:tc>
          <w:tcPr>
            <w:tcW w:w="1134" w:type="dxa"/>
            <w:vAlign w:val="bottom"/>
          </w:tcPr>
          <w:p w14:paraId="65F4E4D8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7805,2</w:t>
            </w:r>
          </w:p>
        </w:tc>
        <w:tc>
          <w:tcPr>
            <w:tcW w:w="1134" w:type="dxa"/>
            <w:vAlign w:val="bottom"/>
          </w:tcPr>
          <w:p w14:paraId="7EFC2CD3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100,5</w:t>
            </w:r>
          </w:p>
        </w:tc>
        <w:tc>
          <w:tcPr>
            <w:tcW w:w="1134" w:type="dxa"/>
            <w:vAlign w:val="bottom"/>
          </w:tcPr>
          <w:p w14:paraId="2B508C3F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98,0</w:t>
            </w:r>
          </w:p>
        </w:tc>
        <w:tc>
          <w:tcPr>
            <w:tcW w:w="1134" w:type="dxa"/>
            <w:vAlign w:val="bottom"/>
          </w:tcPr>
          <w:p w14:paraId="4C210E73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9307,5</w:t>
            </w:r>
          </w:p>
        </w:tc>
        <w:tc>
          <w:tcPr>
            <w:tcW w:w="1134" w:type="dxa"/>
            <w:vAlign w:val="bottom"/>
          </w:tcPr>
          <w:p w14:paraId="2B342925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99,1</w:t>
            </w:r>
          </w:p>
        </w:tc>
        <w:tc>
          <w:tcPr>
            <w:tcW w:w="1133" w:type="dxa"/>
            <w:vAlign w:val="bottom"/>
          </w:tcPr>
          <w:p w14:paraId="0B1B4257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100,5</w:t>
            </w:r>
          </w:p>
        </w:tc>
      </w:tr>
      <w:tr w:rsidR="008024EE" w:rsidRPr="00C33ECE" w14:paraId="52EAF933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5EA92EFE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1B7CB984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23784,2</w:t>
            </w:r>
          </w:p>
        </w:tc>
        <w:tc>
          <w:tcPr>
            <w:tcW w:w="1134" w:type="dxa"/>
            <w:vAlign w:val="bottom"/>
          </w:tcPr>
          <w:p w14:paraId="1AE5BE5E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101,0</w:t>
            </w:r>
          </w:p>
        </w:tc>
        <w:tc>
          <w:tcPr>
            <w:tcW w:w="1134" w:type="dxa"/>
            <w:vAlign w:val="bottom"/>
          </w:tcPr>
          <w:p w14:paraId="7AC4E593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6EA838E7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27660,2</w:t>
            </w:r>
          </w:p>
        </w:tc>
        <w:tc>
          <w:tcPr>
            <w:tcW w:w="1134" w:type="dxa"/>
            <w:vAlign w:val="bottom"/>
          </w:tcPr>
          <w:p w14:paraId="469BE38A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98,9</w:t>
            </w:r>
          </w:p>
        </w:tc>
        <w:tc>
          <w:tcPr>
            <w:tcW w:w="1133" w:type="dxa"/>
            <w:vAlign w:val="bottom"/>
          </w:tcPr>
          <w:p w14:paraId="6574F514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52C03D94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1B66F9D0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полугодие</w:t>
            </w:r>
          </w:p>
        </w:tc>
        <w:tc>
          <w:tcPr>
            <w:tcW w:w="1134" w:type="dxa"/>
            <w:vAlign w:val="bottom"/>
          </w:tcPr>
          <w:p w14:paraId="588A63B2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47153,0</w:t>
            </w:r>
          </w:p>
        </w:tc>
        <w:tc>
          <w:tcPr>
            <w:tcW w:w="1134" w:type="dxa"/>
            <w:vAlign w:val="bottom"/>
          </w:tcPr>
          <w:p w14:paraId="501F9A46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101,0</w:t>
            </w:r>
          </w:p>
        </w:tc>
        <w:tc>
          <w:tcPr>
            <w:tcW w:w="1134" w:type="dxa"/>
            <w:vAlign w:val="bottom"/>
          </w:tcPr>
          <w:p w14:paraId="676E5DDF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10142A2D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55270,0</w:t>
            </w:r>
          </w:p>
        </w:tc>
        <w:tc>
          <w:tcPr>
            <w:tcW w:w="1134" w:type="dxa"/>
            <w:vAlign w:val="bottom"/>
          </w:tcPr>
          <w:p w14:paraId="70A2C4FB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94,6</w:t>
            </w:r>
          </w:p>
        </w:tc>
        <w:tc>
          <w:tcPr>
            <w:tcW w:w="1133" w:type="dxa"/>
            <w:vAlign w:val="bottom"/>
          </w:tcPr>
          <w:p w14:paraId="2F6BB9B6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43A6B974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34073507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Июль</w:t>
            </w:r>
          </w:p>
        </w:tc>
        <w:tc>
          <w:tcPr>
            <w:tcW w:w="1134" w:type="dxa"/>
            <w:vAlign w:val="bottom"/>
          </w:tcPr>
          <w:p w14:paraId="138A145A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8231,7</w:t>
            </w:r>
          </w:p>
        </w:tc>
        <w:tc>
          <w:tcPr>
            <w:tcW w:w="1134" w:type="dxa"/>
            <w:vAlign w:val="bottom"/>
          </w:tcPr>
          <w:p w14:paraId="333B8D20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101,3</w:t>
            </w:r>
          </w:p>
        </w:tc>
        <w:tc>
          <w:tcPr>
            <w:tcW w:w="1134" w:type="dxa"/>
            <w:vAlign w:val="bottom"/>
          </w:tcPr>
          <w:p w14:paraId="0EA1C298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105,9</w:t>
            </w:r>
          </w:p>
        </w:tc>
        <w:tc>
          <w:tcPr>
            <w:tcW w:w="1134" w:type="dxa"/>
            <w:vAlign w:val="bottom"/>
          </w:tcPr>
          <w:p w14:paraId="6EB2FD02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10384,7</w:t>
            </w:r>
          </w:p>
        </w:tc>
        <w:tc>
          <w:tcPr>
            <w:tcW w:w="1134" w:type="dxa"/>
            <w:vAlign w:val="bottom"/>
          </w:tcPr>
          <w:p w14:paraId="63A133FB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107,2</w:t>
            </w:r>
          </w:p>
        </w:tc>
        <w:tc>
          <w:tcPr>
            <w:tcW w:w="1133" w:type="dxa"/>
            <w:vAlign w:val="bottom"/>
          </w:tcPr>
          <w:p w14:paraId="3A540092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111,3</w:t>
            </w:r>
          </w:p>
        </w:tc>
      </w:tr>
      <w:tr w:rsidR="008024EE" w:rsidRPr="00C33ECE" w14:paraId="20B49B96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6E257DDD" w14:textId="77777777" w:rsidR="008024EE" w:rsidRPr="00C33ECE" w:rsidRDefault="008024EE" w:rsidP="008024EE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2F5A889D" w14:textId="77777777" w:rsidR="008024EE" w:rsidRPr="00C33ECE" w:rsidRDefault="008024EE" w:rsidP="008024EE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8563,5</w:t>
            </w:r>
          </w:p>
        </w:tc>
        <w:tc>
          <w:tcPr>
            <w:tcW w:w="1134" w:type="dxa"/>
            <w:vAlign w:val="bottom"/>
          </w:tcPr>
          <w:p w14:paraId="3F37B64B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102,1</w:t>
            </w:r>
          </w:p>
        </w:tc>
        <w:tc>
          <w:tcPr>
            <w:tcW w:w="1134" w:type="dxa"/>
            <w:vAlign w:val="bottom"/>
          </w:tcPr>
          <w:p w14:paraId="57592B1E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103,5</w:t>
            </w:r>
          </w:p>
        </w:tc>
        <w:tc>
          <w:tcPr>
            <w:tcW w:w="1134" w:type="dxa"/>
            <w:vAlign w:val="bottom"/>
          </w:tcPr>
          <w:p w14:paraId="12D80FDE" w14:textId="77777777" w:rsidR="008024EE" w:rsidRPr="00C33ECE" w:rsidRDefault="008024EE" w:rsidP="008024EE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10944,0</w:t>
            </w:r>
          </w:p>
        </w:tc>
        <w:tc>
          <w:tcPr>
            <w:tcW w:w="1134" w:type="dxa"/>
            <w:vAlign w:val="bottom"/>
          </w:tcPr>
          <w:p w14:paraId="05E575B1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105,5</w:t>
            </w:r>
          </w:p>
        </w:tc>
        <w:tc>
          <w:tcPr>
            <w:tcW w:w="1133" w:type="dxa"/>
            <w:vAlign w:val="bottom"/>
          </w:tcPr>
          <w:p w14:paraId="4EE0CA10" w14:textId="77777777" w:rsidR="008024EE" w:rsidRPr="00C33ECE" w:rsidRDefault="008024EE" w:rsidP="008024EE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104,6</w:t>
            </w:r>
          </w:p>
        </w:tc>
      </w:tr>
      <w:tr w:rsidR="0008546F" w:rsidRPr="00C33ECE" w14:paraId="16E15A80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226EA487" w14:textId="309F25A8"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Январь-август</w:t>
            </w:r>
          </w:p>
        </w:tc>
        <w:tc>
          <w:tcPr>
            <w:tcW w:w="1134" w:type="dxa"/>
            <w:vAlign w:val="bottom"/>
          </w:tcPr>
          <w:p w14:paraId="09AAA31E" w14:textId="6474649D"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63948,</w:t>
            </w:r>
            <w:r w:rsidRPr="00721529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14:paraId="724061BB" w14:textId="6044CFEC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721529">
              <w:rPr>
                <w:b/>
                <w:bCs/>
                <w:sz w:val="20"/>
              </w:rPr>
              <w:t>101,2</w:t>
            </w:r>
          </w:p>
        </w:tc>
        <w:tc>
          <w:tcPr>
            <w:tcW w:w="1134" w:type="dxa"/>
            <w:vAlign w:val="bottom"/>
          </w:tcPr>
          <w:p w14:paraId="2AF226BD" w14:textId="4AE9785C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26C4F867" w14:textId="79BB4346"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76598,6</w:t>
            </w:r>
          </w:p>
        </w:tc>
        <w:tc>
          <w:tcPr>
            <w:tcW w:w="1134" w:type="dxa"/>
            <w:vAlign w:val="bottom"/>
          </w:tcPr>
          <w:p w14:paraId="6D7A55CA" w14:textId="2010DD2D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721529">
              <w:rPr>
                <w:b/>
                <w:bCs/>
                <w:sz w:val="20"/>
              </w:rPr>
              <w:t>97,7</w:t>
            </w:r>
          </w:p>
        </w:tc>
        <w:tc>
          <w:tcPr>
            <w:tcW w:w="1133" w:type="dxa"/>
            <w:vAlign w:val="bottom"/>
          </w:tcPr>
          <w:p w14:paraId="093A2670" w14:textId="4201CDDB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08546F" w:rsidRPr="00C33ECE" w14:paraId="1EB3A0D4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4BC17FD1" w14:textId="77777777"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1134" w:type="dxa"/>
            <w:vAlign w:val="bottom"/>
          </w:tcPr>
          <w:p w14:paraId="595142DA" w14:textId="77777777"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8396,7</w:t>
            </w:r>
          </w:p>
        </w:tc>
        <w:tc>
          <w:tcPr>
            <w:tcW w:w="1134" w:type="dxa"/>
            <w:vAlign w:val="bottom"/>
          </w:tcPr>
          <w:p w14:paraId="1D7E7B71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100,4</w:t>
            </w:r>
          </w:p>
        </w:tc>
        <w:tc>
          <w:tcPr>
            <w:tcW w:w="1134" w:type="dxa"/>
            <w:vAlign w:val="bottom"/>
          </w:tcPr>
          <w:p w14:paraId="18525427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97,3</w:t>
            </w:r>
          </w:p>
        </w:tc>
        <w:tc>
          <w:tcPr>
            <w:tcW w:w="1134" w:type="dxa"/>
            <w:vAlign w:val="bottom"/>
          </w:tcPr>
          <w:p w14:paraId="29731531" w14:textId="77777777"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10862,3</w:t>
            </w:r>
          </w:p>
        </w:tc>
        <w:tc>
          <w:tcPr>
            <w:tcW w:w="1134" w:type="dxa"/>
            <w:vAlign w:val="bottom"/>
          </w:tcPr>
          <w:p w14:paraId="3F00B50B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108,5</w:t>
            </w:r>
          </w:p>
        </w:tc>
        <w:tc>
          <w:tcPr>
            <w:tcW w:w="1133" w:type="dxa"/>
            <w:vAlign w:val="bottom"/>
          </w:tcPr>
          <w:p w14:paraId="192E4256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98,7</w:t>
            </w:r>
          </w:p>
        </w:tc>
      </w:tr>
      <w:tr w:rsidR="0008546F" w:rsidRPr="00C33ECE" w14:paraId="4D1106AD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6C2DB8B5" w14:textId="77777777"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3113F3D6" w14:textId="77777777"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25191,8</w:t>
            </w:r>
          </w:p>
        </w:tc>
        <w:tc>
          <w:tcPr>
            <w:tcW w:w="1134" w:type="dxa"/>
            <w:vAlign w:val="bottom"/>
          </w:tcPr>
          <w:p w14:paraId="657E2AC9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101,3</w:t>
            </w:r>
          </w:p>
        </w:tc>
        <w:tc>
          <w:tcPr>
            <w:tcW w:w="1134" w:type="dxa"/>
            <w:vAlign w:val="bottom"/>
          </w:tcPr>
          <w:p w14:paraId="343C5D40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0AD2403D" w14:textId="77777777"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32191,0</w:t>
            </w:r>
          </w:p>
        </w:tc>
        <w:tc>
          <w:tcPr>
            <w:tcW w:w="1134" w:type="dxa"/>
            <w:vAlign w:val="bottom"/>
          </w:tcPr>
          <w:p w14:paraId="3EF70B6C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107,1</w:t>
            </w:r>
          </w:p>
        </w:tc>
        <w:tc>
          <w:tcPr>
            <w:tcW w:w="1133" w:type="dxa"/>
            <w:vAlign w:val="bottom"/>
          </w:tcPr>
          <w:p w14:paraId="267E0EF8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14:paraId="5A1AAA2C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2139F8BC" w14:textId="77777777"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1134" w:type="dxa"/>
            <w:vAlign w:val="bottom"/>
          </w:tcPr>
          <w:p w14:paraId="48080EA0" w14:textId="77777777"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72344,8</w:t>
            </w:r>
          </w:p>
        </w:tc>
        <w:tc>
          <w:tcPr>
            <w:tcW w:w="1134" w:type="dxa"/>
            <w:vAlign w:val="bottom"/>
          </w:tcPr>
          <w:p w14:paraId="7825F127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101,1</w:t>
            </w:r>
          </w:p>
        </w:tc>
        <w:tc>
          <w:tcPr>
            <w:tcW w:w="1134" w:type="dxa"/>
            <w:vAlign w:val="bottom"/>
          </w:tcPr>
          <w:p w14:paraId="62A16DFC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66055075" w14:textId="77777777"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87460,9</w:t>
            </w:r>
          </w:p>
        </w:tc>
        <w:tc>
          <w:tcPr>
            <w:tcW w:w="1134" w:type="dxa"/>
            <w:vAlign w:val="bottom"/>
          </w:tcPr>
          <w:p w14:paraId="74EC98A1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98,9</w:t>
            </w:r>
          </w:p>
        </w:tc>
        <w:tc>
          <w:tcPr>
            <w:tcW w:w="1133" w:type="dxa"/>
            <w:vAlign w:val="bottom"/>
          </w:tcPr>
          <w:p w14:paraId="33A8498E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14:paraId="66434904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4BFF2ECE" w14:textId="77777777"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1134" w:type="dxa"/>
            <w:vAlign w:val="bottom"/>
          </w:tcPr>
          <w:p w14:paraId="17B35FFE" w14:textId="77777777"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8482,7</w:t>
            </w:r>
          </w:p>
        </w:tc>
        <w:tc>
          <w:tcPr>
            <w:tcW w:w="1134" w:type="dxa"/>
            <w:vAlign w:val="bottom"/>
          </w:tcPr>
          <w:p w14:paraId="57764DDE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98,9</w:t>
            </w:r>
          </w:p>
        </w:tc>
        <w:tc>
          <w:tcPr>
            <w:tcW w:w="1134" w:type="dxa"/>
            <w:vAlign w:val="bottom"/>
          </w:tcPr>
          <w:p w14:paraId="70961922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99,9</w:t>
            </w:r>
          </w:p>
        </w:tc>
        <w:tc>
          <w:tcPr>
            <w:tcW w:w="1134" w:type="dxa"/>
            <w:vAlign w:val="bottom"/>
          </w:tcPr>
          <w:p w14:paraId="494F253D" w14:textId="77777777"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11347,9</w:t>
            </w:r>
          </w:p>
        </w:tc>
        <w:tc>
          <w:tcPr>
            <w:tcW w:w="1134" w:type="dxa"/>
            <w:vAlign w:val="bottom"/>
          </w:tcPr>
          <w:p w14:paraId="7C54609C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110,4</w:t>
            </w:r>
          </w:p>
        </w:tc>
        <w:tc>
          <w:tcPr>
            <w:tcW w:w="1133" w:type="dxa"/>
            <w:vAlign w:val="bottom"/>
          </w:tcPr>
          <w:p w14:paraId="4C0B3D81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103,7</w:t>
            </w:r>
          </w:p>
        </w:tc>
      </w:tr>
      <w:tr w:rsidR="0008546F" w:rsidRPr="00C33ECE" w14:paraId="32D8DC41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3E54FF69" w14:textId="77777777"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Ноябрь</w:t>
            </w:r>
          </w:p>
        </w:tc>
        <w:tc>
          <w:tcPr>
            <w:tcW w:w="1134" w:type="dxa"/>
            <w:vAlign w:val="bottom"/>
          </w:tcPr>
          <w:p w14:paraId="5DD73AA1" w14:textId="77777777"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8405,3</w:t>
            </w:r>
          </w:p>
        </w:tc>
        <w:tc>
          <w:tcPr>
            <w:tcW w:w="1134" w:type="dxa"/>
            <w:vAlign w:val="bottom"/>
          </w:tcPr>
          <w:p w14:paraId="24F12A60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99,9</w:t>
            </w:r>
          </w:p>
        </w:tc>
        <w:tc>
          <w:tcPr>
            <w:tcW w:w="1134" w:type="dxa"/>
            <w:vAlign w:val="bottom"/>
          </w:tcPr>
          <w:p w14:paraId="52F37054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97,7</w:t>
            </w:r>
          </w:p>
        </w:tc>
        <w:tc>
          <w:tcPr>
            <w:tcW w:w="1134" w:type="dxa"/>
            <w:vAlign w:val="bottom"/>
          </w:tcPr>
          <w:p w14:paraId="60291CFB" w14:textId="77777777"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10993,8</w:t>
            </w:r>
          </w:p>
        </w:tc>
        <w:tc>
          <w:tcPr>
            <w:tcW w:w="1134" w:type="dxa"/>
            <w:vAlign w:val="bottom"/>
          </w:tcPr>
          <w:p w14:paraId="2449BA8D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108,0</w:t>
            </w:r>
          </w:p>
        </w:tc>
        <w:tc>
          <w:tcPr>
            <w:tcW w:w="1133" w:type="dxa"/>
            <w:vAlign w:val="bottom"/>
          </w:tcPr>
          <w:p w14:paraId="3B86863E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96,1</w:t>
            </w:r>
          </w:p>
        </w:tc>
      </w:tr>
      <w:tr w:rsidR="0008546F" w:rsidRPr="00C33ECE" w14:paraId="2BADDA02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44867A63" w14:textId="77777777"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Декабрь</w:t>
            </w:r>
          </w:p>
        </w:tc>
        <w:tc>
          <w:tcPr>
            <w:tcW w:w="1134" w:type="dxa"/>
            <w:vAlign w:val="bottom"/>
          </w:tcPr>
          <w:p w14:paraId="7611FA75" w14:textId="77777777"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10013,8</w:t>
            </w:r>
          </w:p>
        </w:tc>
        <w:tc>
          <w:tcPr>
            <w:tcW w:w="1134" w:type="dxa"/>
            <w:vAlign w:val="bottom"/>
          </w:tcPr>
          <w:p w14:paraId="2AC25A2F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100,9</w:t>
            </w:r>
          </w:p>
        </w:tc>
        <w:tc>
          <w:tcPr>
            <w:tcW w:w="1134" w:type="dxa"/>
            <w:vAlign w:val="bottom"/>
          </w:tcPr>
          <w:p w14:paraId="7D0A8454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116,8</w:t>
            </w:r>
          </w:p>
        </w:tc>
        <w:tc>
          <w:tcPr>
            <w:tcW w:w="1134" w:type="dxa"/>
            <w:vAlign w:val="bottom"/>
          </w:tcPr>
          <w:p w14:paraId="178380C1" w14:textId="77777777"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12078,5</w:t>
            </w:r>
          </w:p>
        </w:tc>
        <w:tc>
          <w:tcPr>
            <w:tcW w:w="1134" w:type="dxa"/>
            <w:vAlign w:val="bottom"/>
          </w:tcPr>
          <w:p w14:paraId="2AEF37DE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109,2</w:t>
            </w:r>
          </w:p>
        </w:tc>
        <w:tc>
          <w:tcPr>
            <w:tcW w:w="1133" w:type="dxa"/>
            <w:vAlign w:val="bottom"/>
          </w:tcPr>
          <w:p w14:paraId="363F0BA0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109,2</w:t>
            </w:r>
          </w:p>
        </w:tc>
      </w:tr>
      <w:tr w:rsidR="0008546F" w:rsidRPr="00C33ECE" w14:paraId="43583AC3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4791533F" w14:textId="77777777"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IV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2D336D88" w14:textId="77777777"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26901,8</w:t>
            </w:r>
          </w:p>
        </w:tc>
        <w:tc>
          <w:tcPr>
            <w:tcW w:w="1134" w:type="dxa"/>
            <w:vAlign w:val="bottom"/>
          </w:tcPr>
          <w:p w14:paraId="28FDC57C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99,9</w:t>
            </w:r>
          </w:p>
        </w:tc>
        <w:tc>
          <w:tcPr>
            <w:tcW w:w="1134" w:type="dxa"/>
            <w:vAlign w:val="bottom"/>
          </w:tcPr>
          <w:p w14:paraId="2A8E000A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24A438E1" w14:textId="77777777"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34420,2</w:t>
            </w:r>
          </w:p>
        </w:tc>
        <w:tc>
          <w:tcPr>
            <w:tcW w:w="1134" w:type="dxa"/>
            <w:vAlign w:val="bottom"/>
          </w:tcPr>
          <w:p w14:paraId="4B26E0E3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109,2</w:t>
            </w:r>
          </w:p>
        </w:tc>
        <w:tc>
          <w:tcPr>
            <w:tcW w:w="1133" w:type="dxa"/>
            <w:vAlign w:val="bottom"/>
          </w:tcPr>
          <w:p w14:paraId="2D8E3371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14:paraId="652DFA1A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2AD313F9" w14:textId="77777777" w:rsidR="0008546F" w:rsidRPr="00C33ECE" w:rsidRDefault="0008546F" w:rsidP="0008546F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Год</w:t>
            </w:r>
          </w:p>
        </w:tc>
        <w:tc>
          <w:tcPr>
            <w:tcW w:w="1134" w:type="dxa"/>
            <w:vAlign w:val="bottom"/>
          </w:tcPr>
          <w:p w14:paraId="7EB1F5B8" w14:textId="77777777" w:rsidR="0008546F" w:rsidRPr="00C33ECE" w:rsidRDefault="0008546F" w:rsidP="0008546F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99246,6</w:t>
            </w:r>
          </w:p>
        </w:tc>
        <w:tc>
          <w:tcPr>
            <w:tcW w:w="1134" w:type="dxa"/>
            <w:vAlign w:val="bottom"/>
          </w:tcPr>
          <w:p w14:paraId="0C2C91E0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100,8</w:t>
            </w:r>
          </w:p>
        </w:tc>
        <w:tc>
          <w:tcPr>
            <w:tcW w:w="1134" w:type="dxa"/>
            <w:vAlign w:val="bottom"/>
          </w:tcPr>
          <w:p w14:paraId="24E505EF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01216736" w14:textId="77777777" w:rsidR="0008546F" w:rsidRPr="00C33ECE" w:rsidRDefault="0008546F" w:rsidP="0008546F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121881,1</w:t>
            </w:r>
          </w:p>
        </w:tc>
        <w:tc>
          <w:tcPr>
            <w:tcW w:w="1134" w:type="dxa"/>
            <w:vAlign w:val="bottom"/>
          </w:tcPr>
          <w:p w14:paraId="79813DBC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101,6</w:t>
            </w:r>
          </w:p>
        </w:tc>
        <w:tc>
          <w:tcPr>
            <w:tcW w:w="1133" w:type="dxa"/>
            <w:vAlign w:val="bottom"/>
          </w:tcPr>
          <w:p w14:paraId="6E2A3B33" w14:textId="77777777" w:rsidR="0008546F" w:rsidRPr="00C33ECE" w:rsidRDefault="0008546F" w:rsidP="0008546F">
            <w:pPr>
              <w:ind w:right="227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08546F" w:rsidRPr="00C33ECE" w14:paraId="590982F6" w14:textId="77777777" w:rsidTr="008024EE">
        <w:trPr>
          <w:trHeight w:val="283"/>
          <w:jc w:val="center"/>
        </w:trPr>
        <w:tc>
          <w:tcPr>
            <w:tcW w:w="9072" w:type="dxa"/>
            <w:gridSpan w:val="7"/>
            <w:vAlign w:val="center"/>
          </w:tcPr>
          <w:p w14:paraId="2FE0AAE9" w14:textId="77777777" w:rsidR="0008546F" w:rsidRPr="00C33ECE" w:rsidRDefault="0008546F" w:rsidP="0008546F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lastRenderedPageBreak/>
              <w:t>2024</w:t>
            </w:r>
          </w:p>
        </w:tc>
      </w:tr>
      <w:tr w:rsidR="0092404D" w:rsidRPr="00C33ECE" w14:paraId="428EC7E9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5CF1FACC" w14:textId="79C2A682" w:rsidR="0092404D" w:rsidRPr="00C33ECE" w:rsidRDefault="0092404D" w:rsidP="0092404D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sz w:val="20"/>
              </w:rPr>
              <w:t>Январь</w:t>
            </w:r>
          </w:p>
        </w:tc>
        <w:tc>
          <w:tcPr>
            <w:tcW w:w="1134" w:type="dxa"/>
            <w:vAlign w:val="bottom"/>
          </w:tcPr>
          <w:p w14:paraId="4A2F3F5F" w14:textId="72322B1E" w:rsidR="0092404D" w:rsidRPr="0010109E" w:rsidRDefault="0092404D" w:rsidP="0092404D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472B9">
              <w:rPr>
                <w:b/>
                <w:color w:val="000000"/>
                <w:sz w:val="20"/>
              </w:rPr>
              <w:t>7768</w:t>
            </w:r>
            <w:r>
              <w:rPr>
                <w:b/>
                <w:color w:val="000000"/>
                <w:sz w:val="20"/>
              </w:rPr>
              <w:t>,1</w:t>
            </w:r>
          </w:p>
        </w:tc>
        <w:tc>
          <w:tcPr>
            <w:tcW w:w="1134" w:type="dxa"/>
            <w:vAlign w:val="bottom"/>
          </w:tcPr>
          <w:p w14:paraId="119F027F" w14:textId="4F5A94C8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472B9">
              <w:rPr>
                <w:b/>
                <w:bCs/>
                <w:sz w:val="20"/>
              </w:rPr>
              <w:t>92,1</w:t>
            </w:r>
          </w:p>
        </w:tc>
        <w:tc>
          <w:tcPr>
            <w:tcW w:w="1134" w:type="dxa"/>
            <w:vAlign w:val="bottom"/>
          </w:tcPr>
          <w:p w14:paraId="1C2F7398" w14:textId="71F3CD00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472B9">
              <w:rPr>
                <w:b/>
                <w:bCs/>
                <w:sz w:val="20"/>
              </w:rPr>
              <w:t>76,2</w:t>
            </w:r>
          </w:p>
        </w:tc>
        <w:tc>
          <w:tcPr>
            <w:tcW w:w="1134" w:type="dxa"/>
            <w:vAlign w:val="bottom"/>
          </w:tcPr>
          <w:p w14:paraId="63723D32" w14:textId="434E1732" w:rsidR="0092404D" w:rsidRPr="0010109E" w:rsidRDefault="0092404D" w:rsidP="0092404D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472B9">
              <w:rPr>
                <w:b/>
                <w:color w:val="000000"/>
                <w:sz w:val="20"/>
              </w:rPr>
              <w:t>10478</w:t>
            </w:r>
            <w:r>
              <w:rPr>
                <w:b/>
                <w:color w:val="000000"/>
                <w:sz w:val="20"/>
              </w:rPr>
              <w:t>,7</w:t>
            </w:r>
          </w:p>
        </w:tc>
        <w:tc>
          <w:tcPr>
            <w:tcW w:w="1134" w:type="dxa"/>
            <w:vAlign w:val="bottom"/>
          </w:tcPr>
          <w:p w14:paraId="30A2A319" w14:textId="20390E9D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472B9">
              <w:rPr>
                <w:b/>
                <w:bCs/>
                <w:sz w:val="20"/>
              </w:rPr>
              <w:t>106,1</w:t>
            </w:r>
          </w:p>
        </w:tc>
        <w:tc>
          <w:tcPr>
            <w:tcW w:w="1133" w:type="dxa"/>
            <w:vAlign w:val="bottom"/>
          </w:tcPr>
          <w:p w14:paraId="6A57BA31" w14:textId="38044C5F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472B9">
              <w:rPr>
                <w:b/>
                <w:bCs/>
                <w:sz w:val="20"/>
              </w:rPr>
              <w:t>86,4</w:t>
            </w:r>
          </w:p>
        </w:tc>
      </w:tr>
      <w:tr w:rsidR="0092404D" w:rsidRPr="00C33ECE" w14:paraId="1C65DEEE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7A9814E0" w14:textId="70BF306E" w:rsidR="0092404D" w:rsidRPr="00C33ECE" w:rsidRDefault="0092404D" w:rsidP="0092404D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Февраль</w:t>
            </w:r>
          </w:p>
        </w:tc>
        <w:tc>
          <w:tcPr>
            <w:tcW w:w="1134" w:type="dxa"/>
            <w:vAlign w:val="bottom"/>
          </w:tcPr>
          <w:p w14:paraId="3765D068" w14:textId="548B9A0C" w:rsidR="0092404D" w:rsidRPr="0010109E" w:rsidRDefault="0092404D" w:rsidP="0092404D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C5E9C">
              <w:rPr>
                <w:b/>
                <w:color w:val="000000"/>
                <w:sz w:val="20"/>
              </w:rPr>
              <w:t>8001</w:t>
            </w:r>
            <w:r>
              <w:rPr>
                <w:b/>
                <w:color w:val="000000"/>
                <w:sz w:val="20"/>
              </w:rPr>
              <w:t>,</w:t>
            </w:r>
            <w:r w:rsidRPr="00CC5E9C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14:paraId="57F90982" w14:textId="768EF4B8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E9C">
              <w:rPr>
                <w:b/>
                <w:bCs/>
                <w:sz w:val="20"/>
              </w:rPr>
              <w:t>95,5</w:t>
            </w:r>
          </w:p>
        </w:tc>
        <w:tc>
          <w:tcPr>
            <w:tcW w:w="1134" w:type="dxa"/>
            <w:vAlign w:val="bottom"/>
          </w:tcPr>
          <w:p w14:paraId="07EEB75E" w14:textId="29FFC4B1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E9C">
              <w:rPr>
                <w:b/>
                <w:bCs/>
                <w:sz w:val="20"/>
              </w:rPr>
              <w:t>102,2</w:t>
            </w:r>
          </w:p>
        </w:tc>
        <w:tc>
          <w:tcPr>
            <w:tcW w:w="1134" w:type="dxa"/>
            <w:vAlign w:val="bottom"/>
          </w:tcPr>
          <w:p w14:paraId="6BFD3D47" w14:textId="59A3A092" w:rsidR="0092404D" w:rsidRPr="0010109E" w:rsidRDefault="0092404D" w:rsidP="0092404D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C5E9C">
              <w:rPr>
                <w:b/>
                <w:color w:val="000000"/>
                <w:sz w:val="20"/>
              </w:rPr>
              <w:t>10467</w:t>
            </w:r>
            <w:r>
              <w:rPr>
                <w:b/>
                <w:color w:val="000000"/>
                <w:sz w:val="20"/>
              </w:rPr>
              <w:t>,</w:t>
            </w:r>
            <w:r w:rsidRPr="00CC5E9C"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14:paraId="6D24CC78" w14:textId="2BFB272E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E9C">
              <w:rPr>
                <w:b/>
                <w:bCs/>
                <w:sz w:val="20"/>
              </w:rPr>
              <w:t>111,0</w:t>
            </w:r>
          </w:p>
        </w:tc>
        <w:tc>
          <w:tcPr>
            <w:tcW w:w="1133" w:type="dxa"/>
            <w:vAlign w:val="bottom"/>
          </w:tcPr>
          <w:p w14:paraId="37C50537" w14:textId="6B25A769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E9C">
              <w:rPr>
                <w:b/>
                <w:bCs/>
                <w:sz w:val="20"/>
              </w:rPr>
              <w:t>99,5</w:t>
            </w:r>
          </w:p>
        </w:tc>
      </w:tr>
      <w:tr w:rsidR="0092404D" w:rsidRPr="00C33ECE" w14:paraId="15AEE32F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0B262309" w14:textId="52AC6E58" w:rsidR="0092404D" w:rsidRPr="00C33ECE" w:rsidRDefault="0092404D" w:rsidP="0092404D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1134" w:type="dxa"/>
            <w:vAlign w:val="bottom"/>
          </w:tcPr>
          <w:p w14:paraId="511ACA30" w14:textId="3D9B5B19" w:rsidR="0092404D" w:rsidRPr="0010109E" w:rsidRDefault="0092404D" w:rsidP="0092404D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485338">
              <w:rPr>
                <w:b/>
                <w:color w:val="000000"/>
                <w:sz w:val="20"/>
              </w:rPr>
              <w:t>8644</w:t>
            </w:r>
            <w:r>
              <w:rPr>
                <w:b/>
                <w:color w:val="000000"/>
                <w:sz w:val="20"/>
              </w:rPr>
              <w:t>,</w:t>
            </w:r>
            <w:r w:rsidRPr="00485338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14:paraId="0BCB7CF1" w14:textId="5BF6C5A8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85338">
              <w:rPr>
                <w:b/>
                <w:bCs/>
                <w:sz w:val="20"/>
              </w:rPr>
              <w:t>100,4</w:t>
            </w:r>
          </w:p>
        </w:tc>
        <w:tc>
          <w:tcPr>
            <w:tcW w:w="1134" w:type="dxa"/>
            <w:vAlign w:val="bottom"/>
          </w:tcPr>
          <w:p w14:paraId="1884D370" w14:textId="7DFFA191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85338">
              <w:rPr>
                <w:b/>
                <w:bCs/>
                <w:sz w:val="20"/>
              </w:rPr>
              <w:t>107,8</w:t>
            </w:r>
          </w:p>
        </w:tc>
        <w:tc>
          <w:tcPr>
            <w:tcW w:w="1134" w:type="dxa"/>
            <w:vAlign w:val="bottom"/>
          </w:tcPr>
          <w:p w14:paraId="3AB037C5" w14:textId="62C9FDA0" w:rsidR="0092404D" w:rsidRPr="0010109E" w:rsidRDefault="0092404D" w:rsidP="0092404D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485338">
              <w:rPr>
                <w:b/>
                <w:color w:val="000000"/>
                <w:sz w:val="20"/>
              </w:rPr>
              <w:t>11276</w:t>
            </w:r>
            <w:r>
              <w:rPr>
                <w:b/>
                <w:color w:val="000000"/>
                <w:sz w:val="20"/>
              </w:rPr>
              <w:t>,</w:t>
            </w:r>
            <w:r w:rsidRPr="00485338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14:paraId="1558505E" w14:textId="67A60374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85338">
              <w:rPr>
                <w:b/>
                <w:bCs/>
                <w:sz w:val="20"/>
              </w:rPr>
              <w:t>115,9</w:t>
            </w:r>
          </w:p>
        </w:tc>
        <w:tc>
          <w:tcPr>
            <w:tcW w:w="1133" w:type="dxa"/>
            <w:vAlign w:val="bottom"/>
          </w:tcPr>
          <w:p w14:paraId="780FEAC8" w14:textId="2392D56C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85338">
              <w:rPr>
                <w:b/>
                <w:bCs/>
                <w:sz w:val="20"/>
              </w:rPr>
              <w:t>107,4</w:t>
            </w:r>
          </w:p>
        </w:tc>
      </w:tr>
      <w:tr w:rsidR="0092404D" w:rsidRPr="00C33ECE" w14:paraId="46B31D4C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714E4488" w14:textId="1C135CE8" w:rsidR="0092404D" w:rsidRPr="00C33ECE" w:rsidRDefault="0092404D" w:rsidP="0092404D">
            <w:pPr>
              <w:ind w:right="-57"/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62A81A07" w14:textId="01ECCA11" w:rsidR="0092404D" w:rsidRPr="0010109E" w:rsidRDefault="0092404D" w:rsidP="0092404D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16E60">
              <w:rPr>
                <w:b/>
                <w:color w:val="000000"/>
                <w:sz w:val="20"/>
              </w:rPr>
              <w:t>24414</w:t>
            </w:r>
            <w:r>
              <w:rPr>
                <w:b/>
                <w:color w:val="000000"/>
                <w:sz w:val="20"/>
              </w:rPr>
              <w:t>,</w:t>
            </w:r>
            <w:r w:rsidRPr="00F16E60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14:paraId="65FB6BDD" w14:textId="3A19B7BE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F16E60">
              <w:rPr>
                <w:b/>
                <w:bCs/>
                <w:sz w:val="20"/>
              </w:rPr>
              <w:t>96,1</w:t>
            </w:r>
          </w:p>
        </w:tc>
        <w:tc>
          <w:tcPr>
            <w:tcW w:w="1134" w:type="dxa"/>
            <w:vAlign w:val="bottom"/>
          </w:tcPr>
          <w:p w14:paraId="7965D7A5" w14:textId="3F99DE18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530ED764" w14:textId="0B8939F4" w:rsidR="0092404D" w:rsidRPr="0010109E" w:rsidRDefault="0092404D" w:rsidP="0092404D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F16E60">
              <w:rPr>
                <w:b/>
                <w:color w:val="000000"/>
                <w:sz w:val="20"/>
              </w:rPr>
              <w:t>32223</w:t>
            </w:r>
            <w:r>
              <w:rPr>
                <w:b/>
                <w:color w:val="000000"/>
                <w:sz w:val="20"/>
              </w:rPr>
              <w:t>,</w:t>
            </w:r>
            <w:r w:rsidRPr="00F16E60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14:paraId="7B69FA4E" w14:textId="306ECABF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F16E60">
              <w:rPr>
                <w:b/>
                <w:bCs/>
                <w:sz w:val="20"/>
              </w:rPr>
              <w:t>111,0</w:t>
            </w:r>
          </w:p>
        </w:tc>
        <w:tc>
          <w:tcPr>
            <w:tcW w:w="1133" w:type="dxa"/>
            <w:vAlign w:val="bottom"/>
          </w:tcPr>
          <w:p w14:paraId="2BB48084" w14:textId="251F0114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92404D" w:rsidRPr="00C33ECE" w14:paraId="28037139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6077C22D" w14:textId="2C14F341" w:rsidR="0092404D" w:rsidRPr="00932CFF" w:rsidRDefault="0092404D" w:rsidP="0092404D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</w:p>
        </w:tc>
        <w:tc>
          <w:tcPr>
            <w:tcW w:w="1134" w:type="dxa"/>
            <w:vAlign w:val="bottom"/>
          </w:tcPr>
          <w:p w14:paraId="6D6122D1" w14:textId="0E1E2986" w:rsidR="0092404D" w:rsidRPr="0010109E" w:rsidRDefault="0092404D" w:rsidP="0092404D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51A96">
              <w:rPr>
                <w:b/>
                <w:color w:val="000000"/>
                <w:sz w:val="20"/>
              </w:rPr>
              <w:t>8886</w:t>
            </w:r>
            <w:r>
              <w:rPr>
                <w:b/>
                <w:color w:val="000000"/>
                <w:sz w:val="20"/>
              </w:rPr>
              <w:t>,1</w:t>
            </w:r>
          </w:p>
        </w:tc>
        <w:tc>
          <w:tcPr>
            <w:tcW w:w="1134" w:type="dxa"/>
            <w:vAlign w:val="bottom"/>
          </w:tcPr>
          <w:p w14:paraId="4281B066" w14:textId="45F1D9F1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51A96">
              <w:rPr>
                <w:b/>
                <w:bCs/>
                <w:sz w:val="20"/>
              </w:rPr>
              <w:t>102,5</w:t>
            </w:r>
          </w:p>
        </w:tc>
        <w:tc>
          <w:tcPr>
            <w:tcW w:w="1134" w:type="dxa"/>
            <w:vAlign w:val="bottom"/>
          </w:tcPr>
          <w:p w14:paraId="0459184B" w14:textId="2173D54F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51A96">
              <w:rPr>
                <w:b/>
                <w:bCs/>
                <w:sz w:val="20"/>
              </w:rPr>
              <w:t>102,6</w:t>
            </w:r>
          </w:p>
        </w:tc>
        <w:tc>
          <w:tcPr>
            <w:tcW w:w="1134" w:type="dxa"/>
            <w:vAlign w:val="bottom"/>
          </w:tcPr>
          <w:p w14:paraId="6905A38D" w14:textId="4F4779FF" w:rsidR="0092404D" w:rsidRPr="0010109E" w:rsidRDefault="0092404D" w:rsidP="0092404D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51A96">
              <w:rPr>
                <w:b/>
                <w:color w:val="000000"/>
                <w:sz w:val="20"/>
              </w:rPr>
              <w:t>11299</w:t>
            </w:r>
            <w:r>
              <w:rPr>
                <w:b/>
                <w:color w:val="000000"/>
                <w:sz w:val="20"/>
              </w:rPr>
              <w:t>,5</w:t>
            </w:r>
          </w:p>
        </w:tc>
        <w:tc>
          <w:tcPr>
            <w:tcW w:w="1134" w:type="dxa"/>
            <w:vAlign w:val="bottom"/>
          </w:tcPr>
          <w:p w14:paraId="18603BCE" w14:textId="5B2E6E9D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51A96">
              <w:rPr>
                <w:b/>
                <w:bCs/>
                <w:sz w:val="20"/>
              </w:rPr>
              <w:t>116,9</w:t>
            </w:r>
          </w:p>
        </w:tc>
        <w:tc>
          <w:tcPr>
            <w:tcW w:w="1133" w:type="dxa"/>
            <w:vAlign w:val="bottom"/>
          </w:tcPr>
          <w:p w14:paraId="3EE310AC" w14:textId="4E49E14E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51A96">
              <w:rPr>
                <w:b/>
                <w:bCs/>
                <w:sz w:val="20"/>
              </w:rPr>
              <w:t>99,8</w:t>
            </w:r>
          </w:p>
        </w:tc>
      </w:tr>
      <w:tr w:rsidR="0092404D" w:rsidRPr="00C33ECE" w14:paraId="2EC2F04B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271B7046" w14:textId="2A0D628D" w:rsidR="0092404D" w:rsidRPr="00932CFF" w:rsidRDefault="0092404D" w:rsidP="0092404D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 w:rsidRPr="00BB1D08">
              <w:rPr>
                <w:b/>
                <w:bCs/>
                <w:sz w:val="20"/>
              </w:rPr>
              <w:t>Май</w:t>
            </w:r>
          </w:p>
        </w:tc>
        <w:tc>
          <w:tcPr>
            <w:tcW w:w="1134" w:type="dxa"/>
            <w:vAlign w:val="bottom"/>
          </w:tcPr>
          <w:p w14:paraId="62AEFBBA" w14:textId="7AC34D91" w:rsidR="0092404D" w:rsidRPr="0010109E" w:rsidRDefault="0092404D" w:rsidP="0092404D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75279">
              <w:rPr>
                <w:b/>
                <w:color w:val="000000"/>
                <w:sz w:val="20"/>
              </w:rPr>
              <w:t>8960</w:t>
            </w:r>
            <w:r>
              <w:rPr>
                <w:b/>
                <w:color w:val="000000"/>
                <w:sz w:val="20"/>
              </w:rPr>
              <w:t>,</w:t>
            </w:r>
            <w:r w:rsidRPr="00075279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14:paraId="6DFC07A7" w14:textId="238A7392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75279">
              <w:rPr>
                <w:b/>
                <w:bCs/>
                <w:sz w:val="20"/>
              </w:rPr>
              <w:t>103,7</w:t>
            </w:r>
          </w:p>
        </w:tc>
        <w:tc>
          <w:tcPr>
            <w:tcW w:w="1134" w:type="dxa"/>
            <w:vAlign w:val="bottom"/>
          </w:tcPr>
          <w:p w14:paraId="78BE7FE2" w14:textId="0926105F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75279">
              <w:rPr>
                <w:b/>
                <w:bCs/>
                <w:sz w:val="20"/>
              </w:rPr>
              <w:t>101,2</w:t>
            </w:r>
          </w:p>
        </w:tc>
        <w:tc>
          <w:tcPr>
            <w:tcW w:w="1134" w:type="dxa"/>
            <w:vAlign w:val="bottom"/>
          </w:tcPr>
          <w:p w14:paraId="3F3D08CC" w14:textId="2DA66D62" w:rsidR="0092404D" w:rsidRPr="0010109E" w:rsidRDefault="0092404D" w:rsidP="0092404D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EC718F">
              <w:rPr>
                <w:b/>
                <w:color w:val="000000"/>
                <w:sz w:val="20"/>
              </w:rPr>
              <w:t>11236</w:t>
            </w:r>
            <w:r>
              <w:rPr>
                <w:b/>
                <w:color w:val="000000"/>
                <w:sz w:val="20"/>
              </w:rPr>
              <w:t>,8</w:t>
            </w:r>
          </w:p>
        </w:tc>
        <w:tc>
          <w:tcPr>
            <w:tcW w:w="1134" w:type="dxa"/>
            <w:vAlign w:val="bottom"/>
          </w:tcPr>
          <w:p w14:paraId="23875227" w14:textId="11E14E83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75279">
              <w:rPr>
                <w:b/>
                <w:bCs/>
                <w:sz w:val="20"/>
              </w:rPr>
              <w:t>114,8</w:t>
            </w:r>
          </w:p>
        </w:tc>
        <w:tc>
          <w:tcPr>
            <w:tcW w:w="1133" w:type="dxa"/>
            <w:vAlign w:val="bottom"/>
          </w:tcPr>
          <w:p w14:paraId="1967660E" w14:textId="575840C8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075279">
              <w:rPr>
                <w:b/>
                <w:bCs/>
                <w:sz w:val="20"/>
              </w:rPr>
              <w:t>99,2</w:t>
            </w:r>
          </w:p>
        </w:tc>
      </w:tr>
      <w:tr w:rsidR="0092404D" w:rsidRPr="000B5F39" w14:paraId="444C0A5B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0789327C" w14:textId="04858400" w:rsidR="0092404D" w:rsidRPr="00932CFF" w:rsidRDefault="0092404D" w:rsidP="0092404D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Июнь</w:t>
            </w:r>
          </w:p>
        </w:tc>
        <w:tc>
          <w:tcPr>
            <w:tcW w:w="1134" w:type="dxa"/>
            <w:vAlign w:val="bottom"/>
          </w:tcPr>
          <w:p w14:paraId="35626C3B" w14:textId="5449D6EE" w:rsidR="0092404D" w:rsidRPr="0010109E" w:rsidRDefault="0092404D" w:rsidP="0092404D">
            <w:pPr>
              <w:ind w:right="142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 w:rsidRPr="00EC718F">
              <w:rPr>
                <w:b/>
                <w:color w:val="000000"/>
                <w:sz w:val="20"/>
              </w:rPr>
              <w:t>8702</w:t>
            </w:r>
            <w:r>
              <w:rPr>
                <w:b/>
                <w:color w:val="000000"/>
                <w:sz w:val="20"/>
              </w:rPr>
              <w:t>,</w:t>
            </w:r>
            <w:r w:rsidRPr="00EC718F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14:paraId="1BDEDB38" w14:textId="0E636651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EC718F">
              <w:rPr>
                <w:b/>
                <w:bCs/>
                <w:sz w:val="20"/>
              </w:rPr>
              <w:t>101,6</w:t>
            </w:r>
          </w:p>
        </w:tc>
        <w:tc>
          <w:tcPr>
            <w:tcW w:w="1134" w:type="dxa"/>
            <w:vAlign w:val="bottom"/>
          </w:tcPr>
          <w:p w14:paraId="4F8CA745" w14:textId="696F5950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EC718F">
              <w:rPr>
                <w:b/>
                <w:bCs/>
                <w:sz w:val="20"/>
              </w:rPr>
              <w:t>96,0</w:t>
            </w:r>
          </w:p>
        </w:tc>
        <w:tc>
          <w:tcPr>
            <w:tcW w:w="1134" w:type="dxa"/>
            <w:vAlign w:val="bottom"/>
          </w:tcPr>
          <w:p w14:paraId="61F9D72F" w14:textId="0D0E8A0D" w:rsidR="0092404D" w:rsidRPr="0010109E" w:rsidRDefault="0092404D" w:rsidP="0092404D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EC718F">
              <w:rPr>
                <w:b/>
                <w:color w:val="000000"/>
                <w:sz w:val="20"/>
              </w:rPr>
              <w:t>113</w:t>
            </w:r>
            <w:r>
              <w:rPr>
                <w:b/>
                <w:color w:val="000000"/>
                <w:sz w:val="20"/>
              </w:rPr>
              <w:t>20,0</w:t>
            </w:r>
          </w:p>
        </w:tc>
        <w:tc>
          <w:tcPr>
            <w:tcW w:w="1134" w:type="dxa"/>
            <w:vAlign w:val="bottom"/>
          </w:tcPr>
          <w:p w14:paraId="48C10D1A" w14:textId="0EA79A95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EC718F">
              <w:rPr>
                <w:b/>
                <w:bCs/>
                <w:sz w:val="20"/>
              </w:rPr>
              <w:t>114,7</w:t>
            </w:r>
          </w:p>
        </w:tc>
        <w:tc>
          <w:tcPr>
            <w:tcW w:w="1133" w:type="dxa"/>
            <w:vAlign w:val="bottom"/>
          </w:tcPr>
          <w:p w14:paraId="31206EEB" w14:textId="4E14D947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EC718F">
              <w:rPr>
                <w:b/>
                <w:bCs/>
                <w:sz w:val="20"/>
              </w:rPr>
              <w:t>100,4</w:t>
            </w:r>
          </w:p>
        </w:tc>
      </w:tr>
      <w:tr w:rsidR="0092404D" w:rsidRPr="000B5F39" w14:paraId="47C7A027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079F0D15" w14:textId="69FEC2DD" w:rsidR="0092404D" w:rsidRPr="00932CFF" w:rsidRDefault="0092404D" w:rsidP="0092404D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7BC5842A" w14:textId="07CF0E0A" w:rsidR="0092404D" w:rsidRPr="0010109E" w:rsidRDefault="0092404D" w:rsidP="0092404D">
            <w:pPr>
              <w:ind w:right="142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 w:rsidRPr="00A6512B">
              <w:rPr>
                <w:b/>
                <w:color w:val="000000"/>
                <w:sz w:val="20"/>
              </w:rPr>
              <w:t>26549</w:t>
            </w:r>
            <w:r>
              <w:rPr>
                <w:b/>
                <w:color w:val="000000"/>
                <w:sz w:val="20"/>
              </w:rPr>
              <w:t>,1</w:t>
            </w:r>
          </w:p>
        </w:tc>
        <w:tc>
          <w:tcPr>
            <w:tcW w:w="1134" w:type="dxa"/>
            <w:vAlign w:val="bottom"/>
          </w:tcPr>
          <w:p w14:paraId="636C3F89" w14:textId="791B86B7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6512B">
              <w:rPr>
                <w:b/>
                <w:bCs/>
                <w:sz w:val="20"/>
              </w:rPr>
              <w:t>102,6</w:t>
            </w:r>
          </w:p>
        </w:tc>
        <w:tc>
          <w:tcPr>
            <w:tcW w:w="1134" w:type="dxa"/>
            <w:vAlign w:val="bottom"/>
          </w:tcPr>
          <w:p w14:paraId="4ACE4369" w14:textId="5A462A75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65FCE869" w14:textId="7CF0A851" w:rsidR="0092404D" w:rsidRPr="0010109E" w:rsidRDefault="0092404D" w:rsidP="0092404D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A6512B">
              <w:rPr>
                <w:b/>
                <w:color w:val="000000"/>
                <w:sz w:val="20"/>
              </w:rPr>
              <w:t>33856</w:t>
            </w:r>
            <w:r>
              <w:rPr>
                <w:b/>
                <w:color w:val="000000"/>
                <w:sz w:val="20"/>
              </w:rPr>
              <w:t>,3</w:t>
            </w:r>
          </w:p>
        </w:tc>
        <w:tc>
          <w:tcPr>
            <w:tcW w:w="1134" w:type="dxa"/>
            <w:vAlign w:val="bottom"/>
          </w:tcPr>
          <w:p w14:paraId="326CF91C" w14:textId="4B047634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6512B">
              <w:rPr>
                <w:b/>
                <w:bCs/>
                <w:sz w:val="20"/>
              </w:rPr>
              <w:t>115,5</w:t>
            </w:r>
          </w:p>
        </w:tc>
        <w:tc>
          <w:tcPr>
            <w:tcW w:w="1133" w:type="dxa"/>
            <w:vAlign w:val="bottom"/>
          </w:tcPr>
          <w:p w14:paraId="199D6F68" w14:textId="3EA4A5D6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92404D" w:rsidRPr="000B5F39" w14:paraId="3D1940F9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0CA8BEA9" w14:textId="5E727224" w:rsidR="0092404D" w:rsidRPr="00932CFF" w:rsidRDefault="0092404D" w:rsidP="0092404D">
            <w:pPr>
              <w:ind w:right="-57"/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  <w:lang w:val="en-US"/>
              </w:rPr>
              <w:t xml:space="preserve">I </w:t>
            </w:r>
            <w:r>
              <w:rPr>
                <w:b/>
                <w:bCs/>
                <w:sz w:val="20"/>
              </w:rPr>
              <w:t>полугодие</w:t>
            </w:r>
          </w:p>
        </w:tc>
        <w:tc>
          <w:tcPr>
            <w:tcW w:w="1134" w:type="dxa"/>
            <w:vAlign w:val="bottom"/>
          </w:tcPr>
          <w:p w14:paraId="40A7103E" w14:textId="7EA663B3" w:rsidR="0092404D" w:rsidRPr="0010109E" w:rsidRDefault="0092404D" w:rsidP="0092404D">
            <w:pPr>
              <w:ind w:right="142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 w:rsidRPr="005A2017">
              <w:rPr>
                <w:b/>
                <w:color w:val="000000"/>
                <w:sz w:val="20"/>
              </w:rPr>
              <w:t>50963</w:t>
            </w:r>
            <w:r>
              <w:rPr>
                <w:b/>
                <w:color w:val="000000"/>
                <w:sz w:val="20"/>
              </w:rPr>
              <w:t>,7</w:t>
            </w:r>
          </w:p>
        </w:tc>
        <w:tc>
          <w:tcPr>
            <w:tcW w:w="1134" w:type="dxa"/>
            <w:vAlign w:val="bottom"/>
          </w:tcPr>
          <w:p w14:paraId="6426F2DD" w14:textId="083518C4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5A2017">
              <w:rPr>
                <w:b/>
                <w:bCs/>
                <w:sz w:val="20"/>
              </w:rPr>
              <w:t>99,4</w:t>
            </w:r>
          </w:p>
        </w:tc>
        <w:tc>
          <w:tcPr>
            <w:tcW w:w="1134" w:type="dxa"/>
            <w:vAlign w:val="bottom"/>
          </w:tcPr>
          <w:p w14:paraId="453FE80B" w14:textId="4474E788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3FB5CD15" w14:textId="49876FDB" w:rsidR="0092404D" w:rsidRPr="0010109E" w:rsidRDefault="0092404D" w:rsidP="0092404D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A2017">
              <w:rPr>
                <w:b/>
                <w:color w:val="000000"/>
                <w:sz w:val="20"/>
              </w:rPr>
              <w:t>66079</w:t>
            </w:r>
            <w:r>
              <w:rPr>
                <w:b/>
                <w:color w:val="000000"/>
                <w:sz w:val="20"/>
              </w:rPr>
              <w:t>,5</w:t>
            </w:r>
          </w:p>
        </w:tc>
        <w:tc>
          <w:tcPr>
            <w:tcW w:w="1134" w:type="dxa"/>
            <w:vAlign w:val="bottom"/>
          </w:tcPr>
          <w:p w14:paraId="3C89655D" w14:textId="4B4761C3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5A2017">
              <w:rPr>
                <w:b/>
                <w:bCs/>
                <w:sz w:val="20"/>
              </w:rPr>
              <w:t>113,2</w:t>
            </w:r>
          </w:p>
        </w:tc>
        <w:tc>
          <w:tcPr>
            <w:tcW w:w="1133" w:type="dxa"/>
            <w:vAlign w:val="bottom"/>
          </w:tcPr>
          <w:p w14:paraId="7E02663D" w14:textId="63E921B6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92404D" w:rsidRPr="000B5F39" w14:paraId="1F4D4E1D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156014C7" w14:textId="5EDE196E" w:rsidR="0092404D" w:rsidRPr="00932CFF" w:rsidRDefault="0092404D" w:rsidP="0092404D">
            <w:pPr>
              <w:ind w:right="-57"/>
              <w:jc w:val="left"/>
              <w:rPr>
                <w:b/>
                <w:bCs/>
                <w:sz w:val="20"/>
                <w:vertAlign w:val="superscript"/>
                <w:lang w:val="en-US"/>
              </w:rPr>
            </w:pPr>
            <w:r>
              <w:rPr>
                <w:b/>
                <w:bCs/>
                <w:sz w:val="20"/>
              </w:rPr>
              <w:t>Июль</w:t>
            </w:r>
          </w:p>
        </w:tc>
        <w:tc>
          <w:tcPr>
            <w:tcW w:w="1134" w:type="dxa"/>
            <w:vAlign w:val="bottom"/>
          </w:tcPr>
          <w:p w14:paraId="2209E1BF" w14:textId="1CA6EA97" w:rsidR="0092404D" w:rsidRPr="0010109E" w:rsidRDefault="0092404D" w:rsidP="0092404D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B7164C">
              <w:rPr>
                <w:b/>
                <w:color w:val="000000"/>
                <w:sz w:val="20"/>
              </w:rPr>
              <w:t>9168</w:t>
            </w:r>
            <w:r>
              <w:rPr>
                <w:b/>
                <w:color w:val="000000"/>
                <w:sz w:val="20"/>
              </w:rPr>
              <w:t>,4</w:t>
            </w:r>
          </w:p>
        </w:tc>
        <w:tc>
          <w:tcPr>
            <w:tcW w:w="1134" w:type="dxa"/>
            <w:vAlign w:val="bottom"/>
          </w:tcPr>
          <w:p w14:paraId="702632DA" w14:textId="08B7BB35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B7164C">
              <w:rPr>
                <w:b/>
                <w:bCs/>
                <w:sz w:val="20"/>
              </w:rPr>
              <w:t>101,8</w:t>
            </w:r>
          </w:p>
        </w:tc>
        <w:tc>
          <w:tcPr>
            <w:tcW w:w="1134" w:type="dxa"/>
            <w:vAlign w:val="bottom"/>
          </w:tcPr>
          <w:p w14:paraId="0479C691" w14:textId="05AD0EF6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B7164C">
              <w:rPr>
                <w:b/>
                <w:bCs/>
                <w:sz w:val="20"/>
              </w:rPr>
              <w:t>106,1</w:t>
            </w:r>
          </w:p>
        </w:tc>
        <w:tc>
          <w:tcPr>
            <w:tcW w:w="1134" w:type="dxa"/>
            <w:vAlign w:val="bottom"/>
          </w:tcPr>
          <w:p w14:paraId="4EC35568" w14:textId="01B61ECB" w:rsidR="0092404D" w:rsidRPr="0010109E" w:rsidRDefault="0092404D" w:rsidP="0092404D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B7164C">
              <w:rPr>
                <w:b/>
                <w:color w:val="000000"/>
                <w:sz w:val="20"/>
              </w:rPr>
              <w:t>11760</w:t>
            </w:r>
            <w:r>
              <w:rPr>
                <w:b/>
                <w:color w:val="000000"/>
                <w:sz w:val="20"/>
              </w:rPr>
              <w:t>,3</w:t>
            </w:r>
          </w:p>
        </w:tc>
        <w:tc>
          <w:tcPr>
            <w:tcW w:w="1134" w:type="dxa"/>
            <w:vAlign w:val="bottom"/>
          </w:tcPr>
          <w:p w14:paraId="36B0617B" w14:textId="0BC2ACD0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B7164C">
              <w:rPr>
                <w:b/>
                <w:bCs/>
                <w:sz w:val="20"/>
              </w:rPr>
              <w:t>106,7</w:t>
            </w:r>
          </w:p>
        </w:tc>
        <w:tc>
          <w:tcPr>
            <w:tcW w:w="1133" w:type="dxa"/>
            <w:vAlign w:val="bottom"/>
          </w:tcPr>
          <w:p w14:paraId="27987856" w14:textId="442734BD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B7164C">
              <w:rPr>
                <w:b/>
                <w:bCs/>
                <w:sz w:val="20"/>
              </w:rPr>
              <w:t>103,5</w:t>
            </w:r>
          </w:p>
        </w:tc>
      </w:tr>
      <w:tr w:rsidR="0092404D" w:rsidRPr="000B5F39" w14:paraId="69E78F28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2304836F" w14:textId="6258523B" w:rsidR="0092404D" w:rsidRDefault="0092404D" w:rsidP="0092404D">
            <w:pPr>
              <w:ind w:right="-57"/>
              <w:jc w:val="lef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7F330FDD" w14:textId="558F52C2" w:rsidR="0092404D" w:rsidRPr="0010109E" w:rsidRDefault="0092404D" w:rsidP="0092404D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C58DC">
              <w:rPr>
                <w:b/>
                <w:color w:val="000000"/>
                <w:sz w:val="20"/>
              </w:rPr>
              <w:t>9361,5</w:t>
            </w:r>
          </w:p>
        </w:tc>
        <w:tc>
          <w:tcPr>
            <w:tcW w:w="1134" w:type="dxa"/>
            <w:vAlign w:val="bottom"/>
          </w:tcPr>
          <w:p w14:paraId="64F4899E" w14:textId="5E364A0B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8DC">
              <w:rPr>
                <w:b/>
                <w:bCs/>
                <w:sz w:val="20"/>
              </w:rPr>
              <w:t>100,3</w:t>
            </w:r>
          </w:p>
        </w:tc>
        <w:tc>
          <w:tcPr>
            <w:tcW w:w="1134" w:type="dxa"/>
            <w:vAlign w:val="bottom"/>
          </w:tcPr>
          <w:p w14:paraId="145067D0" w14:textId="5C3F0160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C58DC">
              <w:rPr>
                <w:b/>
                <w:bCs/>
                <w:sz w:val="20"/>
              </w:rPr>
              <w:t>101,9</w:t>
            </w:r>
          </w:p>
        </w:tc>
        <w:tc>
          <w:tcPr>
            <w:tcW w:w="1134" w:type="dxa"/>
            <w:vAlign w:val="bottom"/>
          </w:tcPr>
          <w:p w14:paraId="6BAB623D" w14:textId="305A8572" w:rsidR="0092404D" w:rsidRPr="0010109E" w:rsidRDefault="0092404D" w:rsidP="0092404D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E4B5A">
              <w:rPr>
                <w:b/>
                <w:color w:val="000000"/>
                <w:sz w:val="20"/>
              </w:rPr>
              <w:t>12185,6</w:t>
            </w:r>
          </w:p>
        </w:tc>
        <w:tc>
          <w:tcPr>
            <w:tcW w:w="1134" w:type="dxa"/>
            <w:vAlign w:val="bottom"/>
          </w:tcPr>
          <w:p w14:paraId="28E4A989" w14:textId="6A6969AA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E4B5A">
              <w:rPr>
                <w:b/>
                <w:bCs/>
                <w:sz w:val="20"/>
              </w:rPr>
              <w:t>105,2</w:t>
            </w:r>
          </w:p>
        </w:tc>
        <w:tc>
          <w:tcPr>
            <w:tcW w:w="1133" w:type="dxa"/>
            <w:vAlign w:val="bottom"/>
          </w:tcPr>
          <w:p w14:paraId="6748AB7C" w14:textId="63DA5B81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CE4B5A">
              <w:rPr>
                <w:b/>
                <w:bCs/>
                <w:sz w:val="20"/>
              </w:rPr>
              <w:t>103,1</w:t>
            </w:r>
          </w:p>
        </w:tc>
      </w:tr>
      <w:tr w:rsidR="0092404D" w:rsidRPr="000B5F39" w14:paraId="39E29FF2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7E995B21" w14:textId="3664C177" w:rsidR="0092404D" w:rsidRDefault="0092404D" w:rsidP="0092404D">
            <w:pPr>
              <w:ind w:right="-57"/>
              <w:jc w:val="lef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1134" w:type="dxa"/>
            <w:vAlign w:val="bottom"/>
          </w:tcPr>
          <w:p w14:paraId="5C49F679" w14:textId="3F5DDC44" w:rsidR="0092404D" w:rsidRPr="0010109E" w:rsidRDefault="0092404D" w:rsidP="0092404D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9097,0</w:t>
            </w:r>
          </w:p>
        </w:tc>
        <w:tc>
          <w:tcPr>
            <w:tcW w:w="1134" w:type="dxa"/>
            <w:vAlign w:val="bottom"/>
          </w:tcPr>
          <w:p w14:paraId="1C8178F8" w14:textId="0F61B56E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99,4</w:t>
            </w:r>
          </w:p>
        </w:tc>
        <w:tc>
          <w:tcPr>
            <w:tcW w:w="1134" w:type="dxa"/>
            <w:vAlign w:val="bottom"/>
          </w:tcPr>
          <w:p w14:paraId="2E0A82FC" w14:textId="098E5B6F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97,0</w:t>
            </w:r>
          </w:p>
        </w:tc>
        <w:tc>
          <w:tcPr>
            <w:tcW w:w="1134" w:type="dxa"/>
            <w:vAlign w:val="bottom"/>
          </w:tcPr>
          <w:p w14:paraId="644FBC8F" w14:textId="4F5D1306" w:rsidR="0092404D" w:rsidRPr="0010109E" w:rsidRDefault="0092404D" w:rsidP="0092404D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12523,7</w:t>
            </w:r>
          </w:p>
        </w:tc>
        <w:tc>
          <w:tcPr>
            <w:tcW w:w="1134" w:type="dxa"/>
            <w:vAlign w:val="bottom"/>
          </w:tcPr>
          <w:p w14:paraId="6201B0EF" w14:textId="2C374D0B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108,9</w:t>
            </w:r>
          </w:p>
        </w:tc>
        <w:tc>
          <w:tcPr>
            <w:tcW w:w="1133" w:type="dxa"/>
            <w:vAlign w:val="bottom"/>
          </w:tcPr>
          <w:p w14:paraId="75EDABBE" w14:textId="130E4CBF" w:rsidR="0092404D" w:rsidRPr="0010109E" w:rsidRDefault="0092404D" w:rsidP="0092404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</w:tr>
      <w:tr w:rsidR="002874CC" w:rsidRPr="000B5F39" w14:paraId="3E2B5898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6FB883CE" w14:textId="3B7E7E22" w:rsidR="002874CC" w:rsidRPr="002874CC" w:rsidRDefault="002874CC" w:rsidP="002874CC">
            <w:pPr>
              <w:ind w:right="-57"/>
              <w:jc w:val="left"/>
              <w:rPr>
                <w:b/>
                <w:bCs/>
                <w:sz w:val="20"/>
              </w:rPr>
            </w:pPr>
            <w:r w:rsidRPr="002874CC">
              <w:rPr>
                <w:b/>
                <w:bCs/>
                <w:sz w:val="20"/>
                <w:lang w:val="en-US"/>
              </w:rPr>
              <w:t xml:space="preserve">III </w:t>
            </w:r>
            <w:r w:rsidRPr="002874CC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14A56B07" w14:textId="7EB99FD6" w:rsidR="002874CC" w:rsidRPr="002874CC" w:rsidRDefault="002874CC" w:rsidP="002874CC">
            <w:pPr>
              <w:ind w:right="142"/>
              <w:jc w:val="right"/>
              <w:rPr>
                <w:b/>
                <w:color w:val="000000"/>
                <w:sz w:val="20"/>
              </w:rPr>
            </w:pPr>
            <w:r w:rsidRPr="002874CC">
              <w:rPr>
                <w:b/>
                <w:bCs/>
                <w:sz w:val="20"/>
              </w:rPr>
              <w:t>27626,9</w:t>
            </w:r>
          </w:p>
        </w:tc>
        <w:tc>
          <w:tcPr>
            <w:tcW w:w="1134" w:type="dxa"/>
            <w:vAlign w:val="bottom"/>
          </w:tcPr>
          <w:p w14:paraId="2907A251" w14:textId="3235CB81" w:rsidR="002874CC" w:rsidRPr="002874CC" w:rsidRDefault="002874CC" w:rsidP="002874CC">
            <w:pPr>
              <w:ind w:right="227"/>
              <w:jc w:val="right"/>
              <w:rPr>
                <w:b/>
                <w:bCs/>
                <w:sz w:val="20"/>
              </w:rPr>
            </w:pPr>
            <w:r w:rsidRPr="002874CC">
              <w:rPr>
                <w:b/>
                <w:bCs/>
                <w:sz w:val="20"/>
              </w:rPr>
              <w:t>100,5</w:t>
            </w:r>
          </w:p>
        </w:tc>
        <w:tc>
          <w:tcPr>
            <w:tcW w:w="1134" w:type="dxa"/>
            <w:vAlign w:val="bottom"/>
          </w:tcPr>
          <w:p w14:paraId="24EACECD" w14:textId="54CCE9F4" w:rsidR="002874CC" w:rsidRPr="002874CC" w:rsidRDefault="002874CC" w:rsidP="002874CC">
            <w:pPr>
              <w:ind w:right="227"/>
              <w:jc w:val="right"/>
              <w:rPr>
                <w:b/>
                <w:bCs/>
                <w:sz w:val="20"/>
              </w:rPr>
            </w:pPr>
            <w:r w:rsidRPr="002874CC"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5F0C4BFD" w14:textId="54382A87" w:rsidR="002874CC" w:rsidRPr="002874CC" w:rsidRDefault="002874CC" w:rsidP="002874CC">
            <w:pPr>
              <w:ind w:right="85"/>
              <w:jc w:val="right"/>
              <w:rPr>
                <w:b/>
                <w:color w:val="000000"/>
                <w:sz w:val="20"/>
              </w:rPr>
            </w:pPr>
            <w:r w:rsidRPr="002874CC">
              <w:rPr>
                <w:b/>
                <w:color w:val="000000"/>
                <w:sz w:val="20"/>
              </w:rPr>
              <w:t>36469,6</w:t>
            </w:r>
          </w:p>
        </w:tc>
        <w:tc>
          <w:tcPr>
            <w:tcW w:w="1134" w:type="dxa"/>
            <w:vAlign w:val="bottom"/>
          </w:tcPr>
          <w:p w14:paraId="75CC079E" w14:textId="09C464AC" w:rsidR="002874CC" w:rsidRPr="002874CC" w:rsidRDefault="002874CC" w:rsidP="002874CC">
            <w:pPr>
              <w:ind w:right="227"/>
              <w:jc w:val="right"/>
              <w:rPr>
                <w:b/>
                <w:bCs/>
                <w:sz w:val="20"/>
              </w:rPr>
            </w:pPr>
            <w:r w:rsidRPr="002874CC">
              <w:rPr>
                <w:b/>
                <w:bCs/>
                <w:sz w:val="20"/>
              </w:rPr>
              <w:t>106,9</w:t>
            </w:r>
          </w:p>
        </w:tc>
        <w:tc>
          <w:tcPr>
            <w:tcW w:w="1133" w:type="dxa"/>
            <w:vAlign w:val="bottom"/>
          </w:tcPr>
          <w:p w14:paraId="2F4D2904" w14:textId="4E56D5FA" w:rsidR="002874CC" w:rsidRPr="002874CC" w:rsidRDefault="002874CC" w:rsidP="002874CC">
            <w:pPr>
              <w:ind w:right="227"/>
              <w:jc w:val="right"/>
              <w:rPr>
                <w:b/>
                <w:bCs/>
                <w:sz w:val="20"/>
              </w:rPr>
            </w:pPr>
            <w:r w:rsidRPr="002874CC">
              <w:rPr>
                <w:b/>
                <w:bCs/>
                <w:sz w:val="20"/>
              </w:rPr>
              <w:t>х</w:t>
            </w:r>
          </w:p>
        </w:tc>
      </w:tr>
      <w:tr w:rsidR="002874CC" w:rsidRPr="000B5F39" w14:paraId="12734E31" w14:textId="77777777" w:rsidTr="008024EE">
        <w:trPr>
          <w:trHeight w:val="60"/>
          <w:jc w:val="center"/>
        </w:trPr>
        <w:tc>
          <w:tcPr>
            <w:tcW w:w="2269" w:type="dxa"/>
            <w:vAlign w:val="bottom"/>
          </w:tcPr>
          <w:p w14:paraId="43B4A338" w14:textId="52083E60" w:rsidR="002874CC" w:rsidRDefault="002874CC" w:rsidP="002874CC">
            <w:pPr>
              <w:ind w:right="-57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1134" w:type="dxa"/>
            <w:vAlign w:val="bottom"/>
          </w:tcPr>
          <w:p w14:paraId="03E667C6" w14:textId="214DBF45" w:rsidR="002874CC" w:rsidRPr="0010109E" w:rsidRDefault="002874CC" w:rsidP="002874CC">
            <w:pPr>
              <w:ind w:right="142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78590,6</w:t>
            </w:r>
          </w:p>
        </w:tc>
        <w:tc>
          <w:tcPr>
            <w:tcW w:w="1134" w:type="dxa"/>
            <w:vAlign w:val="bottom"/>
          </w:tcPr>
          <w:p w14:paraId="3927D4E5" w14:textId="3EAF7E1A" w:rsidR="002874CC" w:rsidRPr="0010109E" w:rsidRDefault="002874CC" w:rsidP="002874CC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99,8</w:t>
            </w:r>
          </w:p>
        </w:tc>
        <w:tc>
          <w:tcPr>
            <w:tcW w:w="1134" w:type="dxa"/>
            <w:vAlign w:val="bottom"/>
          </w:tcPr>
          <w:p w14:paraId="481F3759" w14:textId="6D858296" w:rsidR="002874CC" w:rsidRPr="0010109E" w:rsidRDefault="002874CC" w:rsidP="002874CC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709B2938" w14:textId="35EF97D9" w:rsidR="002874CC" w:rsidRPr="0010109E" w:rsidRDefault="002874CC" w:rsidP="002874CC">
            <w:pPr>
              <w:ind w:right="85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102549,0</w:t>
            </w:r>
          </w:p>
        </w:tc>
        <w:tc>
          <w:tcPr>
            <w:tcW w:w="1134" w:type="dxa"/>
            <w:vAlign w:val="bottom"/>
          </w:tcPr>
          <w:p w14:paraId="0B894C06" w14:textId="43A13447" w:rsidR="002874CC" w:rsidRPr="0010109E" w:rsidRDefault="002874CC" w:rsidP="002874CC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110,9</w:t>
            </w:r>
          </w:p>
        </w:tc>
        <w:tc>
          <w:tcPr>
            <w:tcW w:w="1133" w:type="dxa"/>
            <w:vAlign w:val="bottom"/>
          </w:tcPr>
          <w:p w14:paraId="2D362D44" w14:textId="1A5F5678" w:rsidR="002874CC" w:rsidRPr="0010109E" w:rsidRDefault="002874CC" w:rsidP="002874CC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</w:tbl>
    <w:p w14:paraId="34362EDC" w14:textId="4F975173" w:rsidR="0031223F" w:rsidRPr="00BF3D10" w:rsidRDefault="00AC73CF" w:rsidP="00204BB5">
      <w:pPr>
        <w:spacing w:before="240"/>
        <w:ind w:firstLine="709"/>
      </w:pPr>
      <w:r w:rsidRPr="00513E41">
        <w:rPr>
          <w:b/>
        </w:rPr>
        <w:t xml:space="preserve">На розничных </w:t>
      </w:r>
      <w:r w:rsidRPr="00036957">
        <w:rPr>
          <w:b/>
        </w:rPr>
        <w:t>рынках и ярмарках</w:t>
      </w:r>
      <w:r w:rsidRPr="00036957">
        <w:t xml:space="preserve"> </w:t>
      </w:r>
      <w:r w:rsidR="009152DB" w:rsidRPr="00FD1DE7">
        <w:t xml:space="preserve">население </w:t>
      </w:r>
      <w:r w:rsidR="00936E0F" w:rsidRPr="00FD1DE7">
        <w:t xml:space="preserve">покупает </w:t>
      </w:r>
      <w:r w:rsidR="0092404D">
        <w:t>4,8%</w:t>
      </w:r>
      <w:r w:rsidR="001B68B0" w:rsidRPr="00D5767C">
        <w:t xml:space="preserve"> пищевых продуктов, включая напитки, и табачных изделий, по непродовольственным товарам рынки </w:t>
      </w:r>
      <w:r w:rsidR="001B68B0" w:rsidRPr="00341DC0">
        <w:t xml:space="preserve">формируют </w:t>
      </w:r>
      <w:r w:rsidR="00341DC0" w:rsidRPr="00341DC0">
        <w:t>0,9</w:t>
      </w:r>
      <w:r w:rsidR="001B68B0" w:rsidRPr="00341DC0">
        <w:t>% оборота</w:t>
      </w:r>
      <w:r w:rsidR="001B68B0" w:rsidRPr="00D5767C">
        <w:t xml:space="preserve"> </w:t>
      </w:r>
      <w:r w:rsidR="00BF1261" w:rsidRPr="00D5767C">
        <w:t>розничной торговли этими товарами</w:t>
      </w:r>
      <w:r w:rsidR="00C36690" w:rsidRPr="00D5767C">
        <w:t>.</w:t>
      </w:r>
    </w:p>
    <w:p w14:paraId="1DB073AF" w14:textId="77777777" w:rsidR="0031223F" w:rsidRPr="002D5717" w:rsidRDefault="0031223F" w:rsidP="00204BB5">
      <w:pPr>
        <w:pStyle w:val="3"/>
        <w:spacing w:before="240" w:after="240"/>
        <w:ind w:right="0"/>
      </w:pPr>
      <w:bookmarkStart w:id="107" w:name="_Toc493779746"/>
      <w:bookmarkStart w:id="108" w:name="_Toc181255927"/>
      <w:r w:rsidRPr="00BF3D10">
        <w:t>Изменение продажи и запасов основных продуктов питания</w:t>
      </w:r>
      <w:r w:rsidRPr="002D5717">
        <w:br/>
        <w:t>и непродовольственных товаров в организациях розничной торговли,</w:t>
      </w:r>
      <w:r w:rsidRPr="002D5717">
        <w:br/>
        <w:t>не относящихся к субъектам малого предпринимательства</w:t>
      </w:r>
      <w:bookmarkEnd w:id="107"/>
      <w:bookmarkEnd w:id="108"/>
    </w:p>
    <w:p w14:paraId="1552B82D" w14:textId="77777777" w:rsidR="0031223F" w:rsidRPr="002D5717" w:rsidRDefault="0031223F" w:rsidP="0031223F">
      <w:pPr>
        <w:spacing w:after="60"/>
        <w:jc w:val="right"/>
        <w:rPr>
          <w:b/>
          <w:sz w:val="20"/>
        </w:rPr>
      </w:pPr>
      <w:r w:rsidRPr="002D5717">
        <w:rPr>
          <w:b/>
          <w:sz w:val="20"/>
        </w:rPr>
        <w:t>в сопоставимых ценах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1134"/>
        <w:gridCol w:w="1134"/>
        <w:gridCol w:w="1134"/>
        <w:gridCol w:w="1134"/>
      </w:tblGrid>
      <w:tr w:rsidR="008024EE" w:rsidRPr="00C33ECE" w14:paraId="12F490E6" w14:textId="77777777" w:rsidTr="008024EE">
        <w:trPr>
          <w:trHeight w:val="227"/>
          <w:jc w:val="center"/>
        </w:trPr>
        <w:tc>
          <w:tcPr>
            <w:tcW w:w="4535" w:type="dxa"/>
            <w:vMerge w:val="restart"/>
            <w:vAlign w:val="center"/>
          </w:tcPr>
          <w:p w14:paraId="21704149" w14:textId="77777777" w:rsidR="008024EE" w:rsidRPr="00C33ECE" w:rsidRDefault="008024EE" w:rsidP="008024EE">
            <w:pPr>
              <w:jc w:val="center"/>
              <w:rPr>
                <w:b/>
                <w:sz w:val="20"/>
              </w:rPr>
            </w:pPr>
            <w:bookmarkStart w:id="109" w:name="_Toc493779747"/>
          </w:p>
        </w:tc>
        <w:tc>
          <w:tcPr>
            <w:tcW w:w="1134" w:type="dxa"/>
            <w:vMerge w:val="restart"/>
            <w:vAlign w:val="center"/>
          </w:tcPr>
          <w:p w14:paraId="6A854411" w14:textId="242960FF" w:rsidR="008024EE" w:rsidRPr="00D5767C" w:rsidRDefault="008024EE" w:rsidP="001D5F89">
            <w:pPr>
              <w:ind w:left="-85" w:right="-85"/>
              <w:jc w:val="center"/>
              <w:rPr>
                <w:b/>
                <w:sz w:val="20"/>
              </w:rPr>
            </w:pPr>
            <w:r w:rsidRPr="00D5767C">
              <w:rPr>
                <w:b/>
                <w:sz w:val="20"/>
              </w:rPr>
              <w:t>Продано</w:t>
            </w:r>
            <w:r w:rsidRPr="00D5767C">
              <w:rPr>
                <w:b/>
                <w:sz w:val="20"/>
              </w:rPr>
              <w:br/>
              <w:t xml:space="preserve">в </w:t>
            </w:r>
            <w:r w:rsidR="00DB3997">
              <w:rPr>
                <w:b/>
                <w:sz w:val="20"/>
              </w:rPr>
              <w:t>сентябре</w:t>
            </w:r>
            <w:r w:rsidRPr="00D5767C">
              <w:rPr>
                <w:b/>
                <w:sz w:val="20"/>
              </w:rPr>
              <w:br/>
              <w:t>2024</w:t>
            </w:r>
            <w:r w:rsidRPr="00D5767C">
              <w:rPr>
                <w:b/>
                <w:sz w:val="20"/>
              </w:rPr>
              <w:br/>
            </w:r>
            <w:proofErr w:type="gramStart"/>
            <w:r w:rsidRPr="00D5767C">
              <w:rPr>
                <w:b/>
                <w:sz w:val="20"/>
              </w:rPr>
              <w:t>в  %</w:t>
            </w:r>
            <w:proofErr w:type="gramEnd"/>
            <w:r w:rsidRPr="00D5767C">
              <w:rPr>
                <w:b/>
                <w:sz w:val="20"/>
              </w:rPr>
              <w:t xml:space="preserve">  к </w:t>
            </w:r>
            <w:r w:rsidRPr="00D5767C">
              <w:rPr>
                <w:b/>
                <w:sz w:val="20"/>
              </w:rPr>
              <w:br/>
            </w:r>
            <w:r w:rsidR="00DB3997">
              <w:rPr>
                <w:b/>
                <w:sz w:val="20"/>
              </w:rPr>
              <w:t>августу</w:t>
            </w:r>
            <w:r w:rsidR="00DB3997">
              <w:rPr>
                <w:b/>
                <w:sz w:val="20"/>
              </w:rPr>
              <w:br/>
            </w:r>
            <w:r w:rsidRPr="00D5767C">
              <w:rPr>
                <w:b/>
                <w:sz w:val="20"/>
              </w:rPr>
              <w:t>2024</w:t>
            </w:r>
          </w:p>
        </w:tc>
        <w:tc>
          <w:tcPr>
            <w:tcW w:w="1134" w:type="dxa"/>
            <w:vMerge w:val="restart"/>
            <w:vAlign w:val="center"/>
          </w:tcPr>
          <w:p w14:paraId="15912302" w14:textId="7C7F8455" w:rsidR="008024EE" w:rsidRPr="00D5767C" w:rsidRDefault="008024EE" w:rsidP="001D5F89">
            <w:pPr>
              <w:ind w:left="-113" w:right="-113"/>
              <w:jc w:val="center"/>
              <w:rPr>
                <w:b/>
                <w:sz w:val="20"/>
              </w:rPr>
            </w:pPr>
            <w:r w:rsidRPr="00D5767C">
              <w:rPr>
                <w:b/>
                <w:sz w:val="20"/>
              </w:rPr>
              <w:t xml:space="preserve">Запасы </w:t>
            </w:r>
            <w:r w:rsidRPr="00D5767C">
              <w:rPr>
                <w:b/>
                <w:sz w:val="20"/>
              </w:rPr>
              <w:br/>
              <w:t xml:space="preserve">на </w:t>
            </w:r>
            <w:r w:rsidR="00C637A7">
              <w:rPr>
                <w:b/>
                <w:sz w:val="20"/>
              </w:rPr>
              <w:br/>
            </w:r>
            <w:r w:rsidRPr="00D5767C">
              <w:rPr>
                <w:b/>
                <w:sz w:val="20"/>
              </w:rPr>
              <w:t xml:space="preserve">1 </w:t>
            </w:r>
            <w:r w:rsidR="00DB3997">
              <w:rPr>
                <w:b/>
                <w:sz w:val="20"/>
              </w:rPr>
              <w:t>октя</w:t>
            </w:r>
            <w:r w:rsidR="00A13D99">
              <w:rPr>
                <w:b/>
                <w:sz w:val="20"/>
              </w:rPr>
              <w:t>бря</w:t>
            </w:r>
            <w:r w:rsidRPr="00D5767C">
              <w:rPr>
                <w:b/>
                <w:sz w:val="20"/>
              </w:rPr>
              <w:br/>
              <w:t>2024</w:t>
            </w:r>
            <w:r w:rsidRPr="00D5767C">
              <w:rPr>
                <w:b/>
                <w:sz w:val="20"/>
              </w:rPr>
              <w:br/>
            </w:r>
            <w:proofErr w:type="gramStart"/>
            <w:r w:rsidRPr="00D5767C">
              <w:rPr>
                <w:b/>
                <w:sz w:val="20"/>
              </w:rPr>
              <w:t>в  %</w:t>
            </w:r>
            <w:proofErr w:type="gramEnd"/>
            <w:r w:rsidRPr="00D5767C">
              <w:rPr>
                <w:b/>
                <w:sz w:val="20"/>
              </w:rPr>
              <w:t xml:space="preserve">  к запасам</w:t>
            </w:r>
            <w:r w:rsidRPr="00D5767C">
              <w:rPr>
                <w:b/>
                <w:sz w:val="20"/>
              </w:rPr>
              <w:br/>
              <w:t xml:space="preserve">на </w:t>
            </w:r>
            <w:r w:rsidR="00DB3997">
              <w:rPr>
                <w:b/>
                <w:sz w:val="20"/>
              </w:rPr>
              <w:br/>
            </w:r>
            <w:r w:rsidRPr="00D5767C">
              <w:rPr>
                <w:b/>
                <w:sz w:val="20"/>
              </w:rPr>
              <w:t xml:space="preserve">1 </w:t>
            </w:r>
            <w:r w:rsidR="00DB3997">
              <w:rPr>
                <w:b/>
                <w:sz w:val="20"/>
              </w:rPr>
              <w:t>сентября</w:t>
            </w:r>
            <w:r w:rsidRPr="00D5767C">
              <w:rPr>
                <w:b/>
                <w:sz w:val="20"/>
              </w:rPr>
              <w:br/>
              <w:t>2024</w:t>
            </w:r>
          </w:p>
        </w:tc>
        <w:tc>
          <w:tcPr>
            <w:tcW w:w="2268" w:type="dxa"/>
            <w:gridSpan w:val="2"/>
            <w:vAlign w:val="center"/>
          </w:tcPr>
          <w:p w14:paraId="7BF8CD9A" w14:textId="77777777" w:rsidR="008024EE" w:rsidRPr="00D5767C" w:rsidRDefault="008024EE" w:rsidP="008024EE">
            <w:pPr>
              <w:jc w:val="center"/>
              <w:rPr>
                <w:b/>
                <w:sz w:val="20"/>
              </w:rPr>
            </w:pPr>
            <w:r w:rsidRPr="00D5767C">
              <w:rPr>
                <w:b/>
                <w:sz w:val="20"/>
              </w:rPr>
              <w:t xml:space="preserve">Обеспеченность запасами, </w:t>
            </w:r>
            <w:r w:rsidRPr="00D5767C">
              <w:rPr>
                <w:b/>
                <w:sz w:val="20"/>
              </w:rPr>
              <w:br/>
              <w:t>в днях торговли</w:t>
            </w:r>
          </w:p>
        </w:tc>
      </w:tr>
      <w:tr w:rsidR="008024EE" w:rsidRPr="00C33ECE" w14:paraId="279B3B54" w14:textId="77777777" w:rsidTr="008024EE">
        <w:trPr>
          <w:trHeight w:val="170"/>
          <w:jc w:val="center"/>
        </w:trPr>
        <w:tc>
          <w:tcPr>
            <w:tcW w:w="4535" w:type="dxa"/>
            <w:vMerge/>
            <w:vAlign w:val="center"/>
          </w:tcPr>
          <w:p w14:paraId="4B677616" w14:textId="77777777" w:rsidR="008024EE" w:rsidRPr="00C33ECE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5B29FC1D" w14:textId="77777777" w:rsidR="008024EE" w:rsidRPr="00D5767C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74B9C15E" w14:textId="77777777" w:rsidR="008024EE" w:rsidRPr="00D5767C" w:rsidRDefault="008024EE" w:rsidP="008024EE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53C3560" w14:textId="343A31B3" w:rsidR="008024EE" w:rsidRPr="00D5767C" w:rsidRDefault="008024EE" w:rsidP="001D5F89">
            <w:pPr>
              <w:ind w:left="-113" w:right="-113"/>
              <w:jc w:val="center"/>
              <w:rPr>
                <w:b/>
                <w:sz w:val="20"/>
              </w:rPr>
            </w:pPr>
            <w:r w:rsidRPr="00D5767C">
              <w:rPr>
                <w:b/>
                <w:sz w:val="20"/>
              </w:rPr>
              <w:t xml:space="preserve">на </w:t>
            </w:r>
            <w:r w:rsidR="00A13D99">
              <w:rPr>
                <w:b/>
                <w:sz w:val="20"/>
              </w:rPr>
              <w:br/>
            </w:r>
            <w:r w:rsidRPr="00D5767C">
              <w:rPr>
                <w:b/>
                <w:sz w:val="20"/>
              </w:rPr>
              <w:t xml:space="preserve">1 </w:t>
            </w:r>
            <w:r w:rsidR="00DB3997">
              <w:rPr>
                <w:b/>
                <w:sz w:val="20"/>
              </w:rPr>
              <w:t>октя</w:t>
            </w:r>
            <w:r w:rsidR="00A13D99">
              <w:rPr>
                <w:b/>
                <w:sz w:val="20"/>
              </w:rPr>
              <w:t>бря</w:t>
            </w:r>
            <w:r w:rsidRPr="00D5767C">
              <w:rPr>
                <w:b/>
                <w:sz w:val="20"/>
              </w:rPr>
              <w:br/>
              <w:t>2024</w:t>
            </w:r>
          </w:p>
        </w:tc>
        <w:tc>
          <w:tcPr>
            <w:tcW w:w="1134" w:type="dxa"/>
            <w:vAlign w:val="center"/>
          </w:tcPr>
          <w:p w14:paraId="41D87207" w14:textId="4F0AA20D" w:rsidR="008024EE" w:rsidRPr="00D5767C" w:rsidRDefault="008024EE" w:rsidP="001D5F89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r w:rsidRPr="00D5767C">
              <w:rPr>
                <w:b/>
                <w:sz w:val="20"/>
              </w:rPr>
              <w:t>справочно</w:t>
            </w:r>
            <w:proofErr w:type="spellEnd"/>
            <w:r w:rsidRPr="00D5767C">
              <w:rPr>
                <w:b/>
                <w:sz w:val="20"/>
              </w:rPr>
              <w:t xml:space="preserve">: на </w:t>
            </w:r>
            <w:r w:rsidR="00DB3997">
              <w:rPr>
                <w:b/>
                <w:sz w:val="20"/>
              </w:rPr>
              <w:br/>
            </w:r>
            <w:r w:rsidRPr="00D5767C">
              <w:rPr>
                <w:b/>
                <w:sz w:val="20"/>
              </w:rPr>
              <w:t xml:space="preserve">1 </w:t>
            </w:r>
            <w:r w:rsidR="00DB3997">
              <w:rPr>
                <w:b/>
                <w:sz w:val="20"/>
              </w:rPr>
              <w:t>сентября</w:t>
            </w:r>
            <w:r w:rsidRPr="00D5767C">
              <w:rPr>
                <w:b/>
                <w:sz w:val="20"/>
              </w:rPr>
              <w:br/>
              <w:t>2024</w:t>
            </w:r>
          </w:p>
        </w:tc>
      </w:tr>
      <w:tr w:rsidR="00341DC0" w:rsidRPr="00C33ECE" w14:paraId="6AB7004D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093FD59E" w14:textId="77777777" w:rsidR="00341DC0" w:rsidRPr="00C33ECE" w:rsidRDefault="00341DC0" w:rsidP="00341DC0">
            <w:pPr>
              <w:ind w:right="-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Мясо (включая мясо домашней птицы и дичи), продукты и консервы из мяса</w:t>
            </w:r>
          </w:p>
        </w:tc>
        <w:tc>
          <w:tcPr>
            <w:tcW w:w="1134" w:type="dxa"/>
            <w:vAlign w:val="bottom"/>
          </w:tcPr>
          <w:p w14:paraId="70F2C88A" w14:textId="035283E9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94,5</w:t>
            </w:r>
          </w:p>
        </w:tc>
        <w:tc>
          <w:tcPr>
            <w:tcW w:w="1134" w:type="dxa"/>
            <w:vAlign w:val="bottom"/>
          </w:tcPr>
          <w:p w14:paraId="2D04548A" w14:textId="4F66028A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96,3</w:t>
            </w:r>
          </w:p>
        </w:tc>
        <w:tc>
          <w:tcPr>
            <w:tcW w:w="1134" w:type="dxa"/>
            <w:vAlign w:val="bottom"/>
          </w:tcPr>
          <w:p w14:paraId="1A2BF618" w14:textId="174344E1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14:paraId="238CC6E5" w14:textId="08E3A6A1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7</w:t>
            </w:r>
          </w:p>
        </w:tc>
      </w:tr>
      <w:tr w:rsidR="00341DC0" w:rsidRPr="00C33ECE" w14:paraId="71001AD6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09938442" w14:textId="77777777" w:rsidR="00341DC0" w:rsidRPr="00C33ECE" w:rsidRDefault="00341DC0" w:rsidP="00341DC0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мясо животных</w:t>
            </w:r>
          </w:p>
        </w:tc>
        <w:tc>
          <w:tcPr>
            <w:tcW w:w="1134" w:type="dxa"/>
            <w:vAlign w:val="bottom"/>
          </w:tcPr>
          <w:p w14:paraId="7B459C3C" w14:textId="552CF288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84,6</w:t>
            </w:r>
          </w:p>
        </w:tc>
        <w:tc>
          <w:tcPr>
            <w:tcW w:w="1134" w:type="dxa"/>
            <w:vAlign w:val="bottom"/>
          </w:tcPr>
          <w:p w14:paraId="388795D8" w14:textId="026B8D3A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97,2</w:t>
            </w:r>
          </w:p>
        </w:tc>
        <w:tc>
          <w:tcPr>
            <w:tcW w:w="1134" w:type="dxa"/>
            <w:vAlign w:val="bottom"/>
          </w:tcPr>
          <w:p w14:paraId="448C569C" w14:textId="1DB487C5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14:paraId="56E38207" w14:textId="157CFB0B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6</w:t>
            </w:r>
          </w:p>
        </w:tc>
      </w:tr>
      <w:tr w:rsidR="00341DC0" w:rsidRPr="00C33ECE" w14:paraId="26132655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2C126AD8" w14:textId="77777777" w:rsidR="00341DC0" w:rsidRPr="00C33ECE" w:rsidRDefault="00341DC0" w:rsidP="00341DC0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мясо домашней птицы</w:t>
            </w:r>
          </w:p>
        </w:tc>
        <w:tc>
          <w:tcPr>
            <w:tcW w:w="1134" w:type="dxa"/>
            <w:vAlign w:val="bottom"/>
          </w:tcPr>
          <w:p w14:paraId="5999B7E9" w14:textId="7D6AF40D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95,8</w:t>
            </w:r>
          </w:p>
        </w:tc>
        <w:tc>
          <w:tcPr>
            <w:tcW w:w="1134" w:type="dxa"/>
            <w:vAlign w:val="bottom"/>
          </w:tcPr>
          <w:p w14:paraId="79313E82" w14:textId="23544C16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70,5</w:t>
            </w:r>
          </w:p>
        </w:tc>
        <w:tc>
          <w:tcPr>
            <w:tcW w:w="1134" w:type="dxa"/>
            <w:vAlign w:val="bottom"/>
          </w:tcPr>
          <w:p w14:paraId="7137EB66" w14:textId="013E8C4A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14:paraId="094E90BC" w14:textId="16FC200B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3</w:t>
            </w:r>
          </w:p>
        </w:tc>
      </w:tr>
      <w:tr w:rsidR="00341DC0" w:rsidRPr="00C33ECE" w14:paraId="002AFF20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47B260E5" w14:textId="77777777" w:rsidR="00341DC0" w:rsidRPr="00C33ECE" w:rsidRDefault="00341DC0" w:rsidP="00341DC0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продукты из мяса и мяса птицы</w:t>
            </w:r>
          </w:p>
        </w:tc>
        <w:tc>
          <w:tcPr>
            <w:tcW w:w="1134" w:type="dxa"/>
            <w:vAlign w:val="bottom"/>
          </w:tcPr>
          <w:p w14:paraId="213C1F1D" w14:textId="248A15CE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95,1</w:t>
            </w:r>
          </w:p>
        </w:tc>
        <w:tc>
          <w:tcPr>
            <w:tcW w:w="1134" w:type="dxa"/>
            <w:vAlign w:val="bottom"/>
          </w:tcPr>
          <w:p w14:paraId="1A8260EC" w14:textId="42F3C2A7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98,8</w:t>
            </w:r>
          </w:p>
        </w:tc>
        <w:tc>
          <w:tcPr>
            <w:tcW w:w="1134" w:type="dxa"/>
            <w:vAlign w:val="bottom"/>
          </w:tcPr>
          <w:p w14:paraId="16CCF8DB" w14:textId="5A337C41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14:paraId="5073A919" w14:textId="27DA721D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8</w:t>
            </w:r>
          </w:p>
        </w:tc>
      </w:tr>
      <w:tr w:rsidR="00341DC0" w:rsidRPr="00C33ECE" w14:paraId="01DA70D8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0C8A1657" w14:textId="77777777" w:rsidR="00341DC0" w:rsidRPr="00C33ECE" w:rsidRDefault="00341DC0" w:rsidP="00341DC0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консервы из мяса и мяса птицы</w:t>
            </w:r>
          </w:p>
        </w:tc>
        <w:tc>
          <w:tcPr>
            <w:tcW w:w="1134" w:type="dxa"/>
            <w:vAlign w:val="bottom"/>
          </w:tcPr>
          <w:p w14:paraId="2887C56D" w14:textId="1968E399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104,4</w:t>
            </w:r>
          </w:p>
        </w:tc>
        <w:tc>
          <w:tcPr>
            <w:tcW w:w="1134" w:type="dxa"/>
            <w:vAlign w:val="bottom"/>
          </w:tcPr>
          <w:p w14:paraId="7BADA2D4" w14:textId="016A7988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105,1</w:t>
            </w:r>
          </w:p>
        </w:tc>
        <w:tc>
          <w:tcPr>
            <w:tcW w:w="1134" w:type="dxa"/>
            <w:vAlign w:val="bottom"/>
          </w:tcPr>
          <w:p w14:paraId="4F4C9178" w14:textId="5FAB62AB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34</w:t>
            </w:r>
          </w:p>
        </w:tc>
        <w:tc>
          <w:tcPr>
            <w:tcW w:w="1134" w:type="dxa"/>
            <w:vAlign w:val="bottom"/>
          </w:tcPr>
          <w:p w14:paraId="477580C9" w14:textId="727B857C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33</w:t>
            </w:r>
          </w:p>
        </w:tc>
      </w:tr>
      <w:tr w:rsidR="00341DC0" w:rsidRPr="00C33ECE" w14:paraId="797F7399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3427CF6F" w14:textId="77777777"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Рыба, ракообразные и моллюски</w:t>
            </w:r>
          </w:p>
        </w:tc>
        <w:tc>
          <w:tcPr>
            <w:tcW w:w="1134" w:type="dxa"/>
            <w:vAlign w:val="bottom"/>
          </w:tcPr>
          <w:p w14:paraId="764D9B4E" w14:textId="7078E96E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95,6</w:t>
            </w:r>
          </w:p>
        </w:tc>
        <w:tc>
          <w:tcPr>
            <w:tcW w:w="1134" w:type="dxa"/>
            <w:vAlign w:val="bottom"/>
          </w:tcPr>
          <w:p w14:paraId="1A4C0935" w14:textId="3F83F5AA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103,7</w:t>
            </w:r>
          </w:p>
        </w:tc>
        <w:tc>
          <w:tcPr>
            <w:tcW w:w="1134" w:type="dxa"/>
            <w:vAlign w:val="bottom"/>
          </w:tcPr>
          <w:p w14:paraId="7209F21E" w14:textId="3AAB081D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22</w:t>
            </w:r>
          </w:p>
        </w:tc>
        <w:tc>
          <w:tcPr>
            <w:tcW w:w="1134" w:type="dxa"/>
            <w:vAlign w:val="bottom"/>
          </w:tcPr>
          <w:p w14:paraId="029A6E20" w14:textId="48B020CD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20</w:t>
            </w:r>
          </w:p>
        </w:tc>
      </w:tr>
      <w:tr w:rsidR="00341DC0" w:rsidRPr="00C33ECE" w14:paraId="02D0B25A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2982BAB5" w14:textId="77777777" w:rsidR="00341DC0" w:rsidRPr="00C33ECE" w:rsidRDefault="00341DC0" w:rsidP="00341DC0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консервы из рыбы и морепродуктов</w:t>
            </w:r>
          </w:p>
        </w:tc>
        <w:tc>
          <w:tcPr>
            <w:tcW w:w="1134" w:type="dxa"/>
            <w:vAlign w:val="bottom"/>
          </w:tcPr>
          <w:p w14:paraId="1741818E" w14:textId="6A542650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96,3</w:t>
            </w:r>
          </w:p>
        </w:tc>
        <w:tc>
          <w:tcPr>
            <w:tcW w:w="1134" w:type="dxa"/>
            <w:vAlign w:val="bottom"/>
          </w:tcPr>
          <w:p w14:paraId="4713E938" w14:textId="1AA2D1E0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92,2</w:t>
            </w:r>
          </w:p>
        </w:tc>
        <w:tc>
          <w:tcPr>
            <w:tcW w:w="1134" w:type="dxa"/>
            <w:vAlign w:val="bottom"/>
          </w:tcPr>
          <w:p w14:paraId="61E6F1DE" w14:textId="67C6D7E4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35</w:t>
            </w:r>
          </w:p>
        </w:tc>
        <w:tc>
          <w:tcPr>
            <w:tcW w:w="1134" w:type="dxa"/>
            <w:vAlign w:val="bottom"/>
          </w:tcPr>
          <w:p w14:paraId="73D9BA65" w14:textId="2702F0EA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37</w:t>
            </w:r>
          </w:p>
        </w:tc>
      </w:tr>
      <w:tr w:rsidR="00341DC0" w:rsidRPr="00C33ECE" w14:paraId="3CDD824B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1B56CB56" w14:textId="77777777"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Пищевые масла и жиры</w:t>
            </w:r>
          </w:p>
        </w:tc>
        <w:tc>
          <w:tcPr>
            <w:tcW w:w="1134" w:type="dxa"/>
            <w:vAlign w:val="bottom"/>
          </w:tcPr>
          <w:p w14:paraId="6BC37543" w14:textId="7376D805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101,3</w:t>
            </w:r>
          </w:p>
        </w:tc>
        <w:tc>
          <w:tcPr>
            <w:tcW w:w="1134" w:type="dxa"/>
            <w:vAlign w:val="bottom"/>
          </w:tcPr>
          <w:p w14:paraId="44768613" w14:textId="06A1B196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97,3</w:t>
            </w:r>
          </w:p>
        </w:tc>
        <w:tc>
          <w:tcPr>
            <w:tcW w:w="1134" w:type="dxa"/>
            <w:vAlign w:val="bottom"/>
          </w:tcPr>
          <w:p w14:paraId="12024EC3" w14:textId="524E3904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14</w:t>
            </w:r>
          </w:p>
        </w:tc>
        <w:tc>
          <w:tcPr>
            <w:tcW w:w="1134" w:type="dxa"/>
            <w:vAlign w:val="bottom"/>
          </w:tcPr>
          <w:p w14:paraId="7D9449BB" w14:textId="567820CD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14</w:t>
            </w:r>
          </w:p>
        </w:tc>
      </w:tr>
      <w:tr w:rsidR="00341DC0" w:rsidRPr="00C33ECE" w14:paraId="5886BF58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18DC5EBA" w14:textId="77777777" w:rsidR="00341DC0" w:rsidRPr="00C33ECE" w:rsidRDefault="00341DC0" w:rsidP="00341DC0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животные масла и жиры</w:t>
            </w:r>
          </w:p>
        </w:tc>
        <w:tc>
          <w:tcPr>
            <w:tcW w:w="1134" w:type="dxa"/>
            <w:vAlign w:val="bottom"/>
          </w:tcPr>
          <w:p w14:paraId="592AB320" w14:textId="69192FBC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109,4</w:t>
            </w:r>
          </w:p>
        </w:tc>
        <w:tc>
          <w:tcPr>
            <w:tcW w:w="1134" w:type="dxa"/>
            <w:vAlign w:val="bottom"/>
          </w:tcPr>
          <w:p w14:paraId="5626BD3F" w14:textId="42B70771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110,7</w:t>
            </w:r>
          </w:p>
        </w:tc>
        <w:tc>
          <w:tcPr>
            <w:tcW w:w="1134" w:type="dxa"/>
            <w:vAlign w:val="bottom"/>
          </w:tcPr>
          <w:p w14:paraId="273705EF" w14:textId="18E12269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14:paraId="04EB78D2" w14:textId="4D9F3598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8</w:t>
            </w:r>
          </w:p>
        </w:tc>
      </w:tr>
      <w:tr w:rsidR="00341DC0" w:rsidRPr="00C33ECE" w14:paraId="57171D46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44676F81" w14:textId="77777777" w:rsidR="00341DC0" w:rsidRPr="00C33ECE" w:rsidRDefault="00341DC0" w:rsidP="00341DC0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 xml:space="preserve">растительные масла </w:t>
            </w:r>
          </w:p>
        </w:tc>
        <w:tc>
          <w:tcPr>
            <w:tcW w:w="1134" w:type="dxa"/>
            <w:vAlign w:val="bottom"/>
          </w:tcPr>
          <w:p w14:paraId="4F2D8E37" w14:textId="49F694E0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95,2</w:t>
            </w:r>
          </w:p>
        </w:tc>
        <w:tc>
          <w:tcPr>
            <w:tcW w:w="1134" w:type="dxa"/>
            <w:vAlign w:val="bottom"/>
          </w:tcPr>
          <w:p w14:paraId="21B5B278" w14:textId="6BA90082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92,1</w:t>
            </w:r>
          </w:p>
        </w:tc>
        <w:tc>
          <w:tcPr>
            <w:tcW w:w="1134" w:type="dxa"/>
            <w:vAlign w:val="bottom"/>
          </w:tcPr>
          <w:p w14:paraId="528C5AF1" w14:textId="12BAD548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24</w:t>
            </w:r>
          </w:p>
        </w:tc>
        <w:tc>
          <w:tcPr>
            <w:tcW w:w="1134" w:type="dxa"/>
            <w:vAlign w:val="bottom"/>
          </w:tcPr>
          <w:p w14:paraId="6D89B5FA" w14:textId="0183781E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25</w:t>
            </w:r>
          </w:p>
        </w:tc>
      </w:tr>
      <w:tr w:rsidR="00341DC0" w:rsidRPr="00C33ECE" w14:paraId="48DD5965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2CCADE2C" w14:textId="77777777"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Молочные продукты</w:t>
            </w:r>
          </w:p>
        </w:tc>
        <w:tc>
          <w:tcPr>
            <w:tcW w:w="1134" w:type="dxa"/>
            <w:vAlign w:val="bottom"/>
          </w:tcPr>
          <w:p w14:paraId="7DBA0C5B" w14:textId="461330FD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98,4</w:t>
            </w:r>
          </w:p>
        </w:tc>
        <w:tc>
          <w:tcPr>
            <w:tcW w:w="1134" w:type="dxa"/>
            <w:vAlign w:val="bottom"/>
          </w:tcPr>
          <w:p w14:paraId="6578FF1C" w14:textId="0325E44F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97,0</w:t>
            </w:r>
          </w:p>
        </w:tc>
        <w:tc>
          <w:tcPr>
            <w:tcW w:w="1134" w:type="dxa"/>
            <w:vAlign w:val="bottom"/>
          </w:tcPr>
          <w:p w14:paraId="6DDFBF58" w14:textId="2628EF0A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10</w:t>
            </w:r>
          </w:p>
        </w:tc>
        <w:tc>
          <w:tcPr>
            <w:tcW w:w="1134" w:type="dxa"/>
            <w:vAlign w:val="bottom"/>
          </w:tcPr>
          <w:p w14:paraId="3BBC7B92" w14:textId="0EE89DBB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</w:t>
            </w:r>
          </w:p>
        </w:tc>
      </w:tr>
      <w:tr w:rsidR="00341DC0" w:rsidRPr="00C33ECE" w14:paraId="3AD55D71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6EBB4ADC" w14:textId="77777777" w:rsidR="00341DC0" w:rsidRPr="00C33ECE" w:rsidRDefault="00341DC0" w:rsidP="00341DC0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молоко питьевое</w:t>
            </w:r>
          </w:p>
        </w:tc>
        <w:tc>
          <w:tcPr>
            <w:tcW w:w="1134" w:type="dxa"/>
            <w:vAlign w:val="bottom"/>
          </w:tcPr>
          <w:p w14:paraId="2233CB97" w14:textId="162C7BDD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101,8</w:t>
            </w:r>
          </w:p>
        </w:tc>
        <w:tc>
          <w:tcPr>
            <w:tcW w:w="1134" w:type="dxa"/>
            <w:vAlign w:val="bottom"/>
          </w:tcPr>
          <w:p w14:paraId="38162876" w14:textId="503C8039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87,7</w:t>
            </w:r>
          </w:p>
        </w:tc>
        <w:tc>
          <w:tcPr>
            <w:tcW w:w="1134" w:type="dxa"/>
            <w:vAlign w:val="bottom"/>
          </w:tcPr>
          <w:p w14:paraId="451B1115" w14:textId="47F389B7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14:paraId="3A6B20C8" w14:textId="7243D3EF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7</w:t>
            </w:r>
          </w:p>
        </w:tc>
      </w:tr>
      <w:tr w:rsidR="00341DC0" w:rsidRPr="00C33ECE" w14:paraId="5C2FC501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266E8827" w14:textId="77777777" w:rsidR="00341DC0" w:rsidRPr="00C33ECE" w:rsidRDefault="00341DC0" w:rsidP="00341DC0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молочные напитки</w:t>
            </w:r>
          </w:p>
        </w:tc>
        <w:tc>
          <w:tcPr>
            <w:tcW w:w="1134" w:type="dxa"/>
            <w:vAlign w:val="bottom"/>
          </w:tcPr>
          <w:p w14:paraId="7969FA4F" w14:textId="72B4CC41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86,5</w:t>
            </w:r>
          </w:p>
        </w:tc>
        <w:tc>
          <w:tcPr>
            <w:tcW w:w="1134" w:type="dxa"/>
            <w:vAlign w:val="bottom"/>
          </w:tcPr>
          <w:p w14:paraId="71B4A71A" w14:textId="0F6C2B81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109,9</w:t>
            </w:r>
          </w:p>
        </w:tc>
        <w:tc>
          <w:tcPr>
            <w:tcW w:w="1134" w:type="dxa"/>
            <w:vAlign w:val="bottom"/>
          </w:tcPr>
          <w:p w14:paraId="3A7B7AC5" w14:textId="432F2B10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14</w:t>
            </w:r>
          </w:p>
        </w:tc>
        <w:tc>
          <w:tcPr>
            <w:tcW w:w="1134" w:type="dxa"/>
            <w:vAlign w:val="bottom"/>
          </w:tcPr>
          <w:p w14:paraId="2E21A7D1" w14:textId="5A9AE0CC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11</w:t>
            </w:r>
          </w:p>
        </w:tc>
      </w:tr>
      <w:tr w:rsidR="00341DC0" w:rsidRPr="00C33ECE" w14:paraId="600ED513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2FA5AD87" w14:textId="77777777" w:rsidR="00341DC0" w:rsidRPr="00C33ECE" w:rsidRDefault="00341DC0" w:rsidP="00341DC0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сыры жирные</w:t>
            </w:r>
          </w:p>
        </w:tc>
        <w:tc>
          <w:tcPr>
            <w:tcW w:w="1134" w:type="dxa"/>
            <w:vAlign w:val="bottom"/>
          </w:tcPr>
          <w:p w14:paraId="01FED8AE" w14:textId="06FE1903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97,1</w:t>
            </w:r>
          </w:p>
        </w:tc>
        <w:tc>
          <w:tcPr>
            <w:tcW w:w="1134" w:type="dxa"/>
            <w:vAlign w:val="bottom"/>
          </w:tcPr>
          <w:p w14:paraId="28CB4D60" w14:textId="21AED962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96,8</w:t>
            </w:r>
          </w:p>
        </w:tc>
        <w:tc>
          <w:tcPr>
            <w:tcW w:w="1134" w:type="dxa"/>
            <w:vAlign w:val="bottom"/>
          </w:tcPr>
          <w:p w14:paraId="1A641E44" w14:textId="77C43FCF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1134" w:type="dxa"/>
            <w:vAlign w:val="bottom"/>
          </w:tcPr>
          <w:p w14:paraId="0DE9DEA3" w14:textId="6E73948B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11</w:t>
            </w:r>
          </w:p>
        </w:tc>
      </w:tr>
      <w:tr w:rsidR="00341DC0" w:rsidRPr="00C33ECE" w14:paraId="24395D30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34112D25" w14:textId="77777777" w:rsidR="00341DC0" w:rsidRPr="00C33ECE" w:rsidRDefault="00341DC0" w:rsidP="00341DC0">
            <w:pPr>
              <w:ind w:left="113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консервы молочные сухие, сублимированные</w:t>
            </w:r>
          </w:p>
        </w:tc>
        <w:tc>
          <w:tcPr>
            <w:tcW w:w="1134" w:type="dxa"/>
            <w:vAlign w:val="bottom"/>
          </w:tcPr>
          <w:p w14:paraId="11FDA5DB" w14:textId="72C215CE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102,0</w:t>
            </w:r>
          </w:p>
        </w:tc>
        <w:tc>
          <w:tcPr>
            <w:tcW w:w="1134" w:type="dxa"/>
            <w:vAlign w:val="bottom"/>
          </w:tcPr>
          <w:p w14:paraId="4AD08BFD" w14:textId="0C776BE6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101,6</w:t>
            </w:r>
          </w:p>
        </w:tc>
        <w:tc>
          <w:tcPr>
            <w:tcW w:w="1134" w:type="dxa"/>
            <w:vAlign w:val="bottom"/>
          </w:tcPr>
          <w:p w14:paraId="3D97430D" w14:textId="42CAD84C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45</w:t>
            </w:r>
          </w:p>
        </w:tc>
        <w:tc>
          <w:tcPr>
            <w:tcW w:w="1134" w:type="dxa"/>
            <w:vAlign w:val="bottom"/>
          </w:tcPr>
          <w:p w14:paraId="6EF410E7" w14:textId="6503C1FA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45</w:t>
            </w:r>
          </w:p>
        </w:tc>
      </w:tr>
      <w:tr w:rsidR="00341DC0" w:rsidRPr="00C33ECE" w14:paraId="69179945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47B8CA3C" w14:textId="77777777"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Яйцо птицы</w:t>
            </w:r>
          </w:p>
        </w:tc>
        <w:tc>
          <w:tcPr>
            <w:tcW w:w="1134" w:type="dxa"/>
            <w:vAlign w:val="bottom"/>
          </w:tcPr>
          <w:p w14:paraId="17334ACC" w14:textId="09F3301A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106,1</w:t>
            </w:r>
          </w:p>
        </w:tc>
        <w:tc>
          <w:tcPr>
            <w:tcW w:w="1134" w:type="dxa"/>
            <w:vAlign w:val="bottom"/>
          </w:tcPr>
          <w:p w14:paraId="25C93646" w14:textId="13613DCE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87,1</w:t>
            </w:r>
          </w:p>
        </w:tc>
        <w:tc>
          <w:tcPr>
            <w:tcW w:w="1134" w:type="dxa"/>
            <w:vAlign w:val="bottom"/>
          </w:tcPr>
          <w:p w14:paraId="3333DDD1" w14:textId="745CD05B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14:paraId="67D17237" w14:textId="77464709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5</w:t>
            </w:r>
          </w:p>
        </w:tc>
      </w:tr>
      <w:tr w:rsidR="00341DC0" w:rsidRPr="00C33ECE" w14:paraId="3D58AFFD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495FDE7B" w14:textId="77777777"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Сахар</w:t>
            </w:r>
          </w:p>
        </w:tc>
        <w:tc>
          <w:tcPr>
            <w:tcW w:w="1134" w:type="dxa"/>
            <w:vAlign w:val="bottom"/>
          </w:tcPr>
          <w:p w14:paraId="7DE6FC88" w14:textId="1254E56F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94,3</w:t>
            </w:r>
          </w:p>
        </w:tc>
        <w:tc>
          <w:tcPr>
            <w:tcW w:w="1134" w:type="dxa"/>
            <w:vAlign w:val="bottom"/>
          </w:tcPr>
          <w:p w14:paraId="2172E42B" w14:textId="3D18CD69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95,4</w:t>
            </w:r>
          </w:p>
        </w:tc>
        <w:tc>
          <w:tcPr>
            <w:tcW w:w="1134" w:type="dxa"/>
            <w:vAlign w:val="bottom"/>
          </w:tcPr>
          <w:p w14:paraId="4FA81BB7" w14:textId="6DEF066E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11</w:t>
            </w:r>
          </w:p>
        </w:tc>
        <w:tc>
          <w:tcPr>
            <w:tcW w:w="1134" w:type="dxa"/>
            <w:vAlign w:val="bottom"/>
          </w:tcPr>
          <w:p w14:paraId="7F3C0A00" w14:textId="1761DDF9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11</w:t>
            </w:r>
          </w:p>
        </w:tc>
      </w:tr>
      <w:tr w:rsidR="00341DC0" w:rsidRPr="00C33ECE" w14:paraId="21997EA7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0E645ED8" w14:textId="77777777"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Кондитерские изделия</w:t>
            </w:r>
          </w:p>
        </w:tc>
        <w:tc>
          <w:tcPr>
            <w:tcW w:w="1134" w:type="dxa"/>
            <w:vAlign w:val="bottom"/>
          </w:tcPr>
          <w:p w14:paraId="3B974775" w14:textId="699649EE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109,8</w:t>
            </w:r>
          </w:p>
        </w:tc>
        <w:tc>
          <w:tcPr>
            <w:tcW w:w="1134" w:type="dxa"/>
            <w:vAlign w:val="bottom"/>
          </w:tcPr>
          <w:p w14:paraId="359D15D1" w14:textId="066D4483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98,8</w:t>
            </w:r>
          </w:p>
        </w:tc>
        <w:tc>
          <w:tcPr>
            <w:tcW w:w="1134" w:type="dxa"/>
            <w:vAlign w:val="bottom"/>
          </w:tcPr>
          <w:p w14:paraId="665AC33F" w14:textId="35A14064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25</w:t>
            </w:r>
          </w:p>
        </w:tc>
        <w:tc>
          <w:tcPr>
            <w:tcW w:w="1134" w:type="dxa"/>
            <w:vAlign w:val="bottom"/>
          </w:tcPr>
          <w:p w14:paraId="43013D4D" w14:textId="7D81A4C8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28</w:t>
            </w:r>
          </w:p>
        </w:tc>
      </w:tr>
      <w:tr w:rsidR="00341DC0" w:rsidRPr="00C33ECE" w14:paraId="3FF8EB71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189C91AE" w14:textId="77777777"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Чай</w:t>
            </w:r>
          </w:p>
        </w:tc>
        <w:tc>
          <w:tcPr>
            <w:tcW w:w="1134" w:type="dxa"/>
            <w:vAlign w:val="bottom"/>
          </w:tcPr>
          <w:p w14:paraId="498D7EDA" w14:textId="20516DDF" w:rsidR="00341DC0" w:rsidRPr="00341DC0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106,5</w:t>
            </w:r>
          </w:p>
        </w:tc>
        <w:tc>
          <w:tcPr>
            <w:tcW w:w="1134" w:type="dxa"/>
            <w:vAlign w:val="bottom"/>
          </w:tcPr>
          <w:p w14:paraId="54484557" w14:textId="23490D42" w:rsidR="00341DC0" w:rsidRPr="00341DC0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103,1</w:t>
            </w:r>
          </w:p>
        </w:tc>
        <w:tc>
          <w:tcPr>
            <w:tcW w:w="1134" w:type="dxa"/>
            <w:vAlign w:val="bottom"/>
          </w:tcPr>
          <w:p w14:paraId="7398F3C4" w14:textId="245AB0AD"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41</w:t>
            </w:r>
          </w:p>
        </w:tc>
        <w:tc>
          <w:tcPr>
            <w:tcW w:w="1134" w:type="dxa"/>
            <w:vAlign w:val="bottom"/>
          </w:tcPr>
          <w:p w14:paraId="4DCCAC40" w14:textId="0389CBE1"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43</w:t>
            </w:r>
          </w:p>
        </w:tc>
      </w:tr>
      <w:tr w:rsidR="00341DC0" w:rsidRPr="00C33ECE" w14:paraId="18EF5C19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4B6D1FDF" w14:textId="77777777"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Соль</w:t>
            </w:r>
          </w:p>
        </w:tc>
        <w:tc>
          <w:tcPr>
            <w:tcW w:w="1134" w:type="dxa"/>
            <w:vAlign w:val="bottom"/>
          </w:tcPr>
          <w:p w14:paraId="346C9557" w14:textId="56284E8C" w:rsidR="00341DC0" w:rsidRPr="00341DC0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101,7</w:t>
            </w:r>
          </w:p>
        </w:tc>
        <w:tc>
          <w:tcPr>
            <w:tcW w:w="1134" w:type="dxa"/>
            <w:vAlign w:val="bottom"/>
          </w:tcPr>
          <w:p w14:paraId="44A9F097" w14:textId="17808B8B" w:rsidR="00341DC0" w:rsidRPr="00341DC0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91,4</w:t>
            </w:r>
          </w:p>
        </w:tc>
        <w:tc>
          <w:tcPr>
            <w:tcW w:w="1134" w:type="dxa"/>
            <w:vAlign w:val="bottom"/>
          </w:tcPr>
          <w:p w14:paraId="467F9D5B" w14:textId="026EB3AE"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19</w:t>
            </w:r>
          </w:p>
        </w:tc>
        <w:tc>
          <w:tcPr>
            <w:tcW w:w="1134" w:type="dxa"/>
            <w:vAlign w:val="bottom"/>
          </w:tcPr>
          <w:p w14:paraId="28C4975C" w14:textId="6BBDD312"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21</w:t>
            </w:r>
          </w:p>
        </w:tc>
      </w:tr>
      <w:tr w:rsidR="00341DC0" w:rsidRPr="00C33ECE" w14:paraId="71A5865A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31ACDCFC" w14:textId="77777777"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Хлеб и хлебобулочные изделия</w:t>
            </w:r>
          </w:p>
        </w:tc>
        <w:tc>
          <w:tcPr>
            <w:tcW w:w="1134" w:type="dxa"/>
            <w:vAlign w:val="bottom"/>
          </w:tcPr>
          <w:p w14:paraId="4FA68856" w14:textId="6E541D2E" w:rsidR="00341DC0" w:rsidRPr="00341DC0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101,5</w:t>
            </w:r>
          </w:p>
        </w:tc>
        <w:tc>
          <w:tcPr>
            <w:tcW w:w="1134" w:type="dxa"/>
            <w:vAlign w:val="bottom"/>
          </w:tcPr>
          <w:p w14:paraId="42C92E73" w14:textId="41D7FA34" w:rsidR="00341DC0" w:rsidRPr="00341DC0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95,4</w:t>
            </w:r>
          </w:p>
        </w:tc>
        <w:tc>
          <w:tcPr>
            <w:tcW w:w="1134" w:type="dxa"/>
            <w:vAlign w:val="bottom"/>
          </w:tcPr>
          <w:p w14:paraId="3B07B823" w14:textId="2D765D7F"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14:paraId="322FDFB2" w14:textId="262188E3"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5</w:t>
            </w:r>
          </w:p>
        </w:tc>
      </w:tr>
      <w:tr w:rsidR="00341DC0" w:rsidRPr="00C33ECE" w14:paraId="52A00FA2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762030F7" w14:textId="77777777"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Мука</w:t>
            </w:r>
          </w:p>
        </w:tc>
        <w:tc>
          <w:tcPr>
            <w:tcW w:w="1134" w:type="dxa"/>
            <w:vAlign w:val="bottom"/>
          </w:tcPr>
          <w:p w14:paraId="4C0360C0" w14:textId="156542D6" w:rsidR="00341DC0" w:rsidRPr="00341DC0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103,4</w:t>
            </w:r>
          </w:p>
        </w:tc>
        <w:tc>
          <w:tcPr>
            <w:tcW w:w="1134" w:type="dxa"/>
            <w:vAlign w:val="bottom"/>
          </w:tcPr>
          <w:p w14:paraId="38A38AAE" w14:textId="6D024B4E" w:rsidR="00341DC0" w:rsidRPr="00341DC0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95,9</w:t>
            </w:r>
          </w:p>
        </w:tc>
        <w:tc>
          <w:tcPr>
            <w:tcW w:w="1134" w:type="dxa"/>
            <w:vAlign w:val="bottom"/>
          </w:tcPr>
          <w:p w14:paraId="750C0262" w14:textId="581AED43"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14</w:t>
            </w:r>
          </w:p>
        </w:tc>
        <w:tc>
          <w:tcPr>
            <w:tcW w:w="1134" w:type="dxa"/>
            <w:vAlign w:val="bottom"/>
          </w:tcPr>
          <w:p w14:paraId="68C46D40" w14:textId="39D539D3"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15</w:t>
            </w:r>
          </w:p>
        </w:tc>
      </w:tr>
      <w:tr w:rsidR="00341DC0" w:rsidRPr="00C33ECE" w14:paraId="6B993FEB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61849C75" w14:textId="77777777"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Крупа</w:t>
            </w:r>
          </w:p>
        </w:tc>
        <w:tc>
          <w:tcPr>
            <w:tcW w:w="1134" w:type="dxa"/>
            <w:vAlign w:val="bottom"/>
          </w:tcPr>
          <w:p w14:paraId="37730FD8" w14:textId="6AF59637" w:rsidR="00341DC0" w:rsidRPr="00341DC0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103,6</w:t>
            </w:r>
          </w:p>
        </w:tc>
        <w:tc>
          <w:tcPr>
            <w:tcW w:w="1134" w:type="dxa"/>
            <w:vAlign w:val="bottom"/>
          </w:tcPr>
          <w:p w14:paraId="5433950E" w14:textId="4BC15DB8" w:rsidR="00341DC0" w:rsidRPr="00341DC0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98,6</w:t>
            </w:r>
          </w:p>
        </w:tc>
        <w:tc>
          <w:tcPr>
            <w:tcW w:w="1134" w:type="dxa"/>
            <w:vAlign w:val="bottom"/>
          </w:tcPr>
          <w:p w14:paraId="59EA0DC8" w14:textId="165103A8"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22</w:t>
            </w:r>
          </w:p>
        </w:tc>
        <w:tc>
          <w:tcPr>
            <w:tcW w:w="1134" w:type="dxa"/>
            <w:vAlign w:val="bottom"/>
          </w:tcPr>
          <w:p w14:paraId="031F8761" w14:textId="2B704B52"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23</w:t>
            </w:r>
          </w:p>
        </w:tc>
      </w:tr>
      <w:tr w:rsidR="00341DC0" w:rsidRPr="00C33ECE" w14:paraId="4A8416E8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7136169A" w14:textId="77777777"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Макаронные изделия</w:t>
            </w:r>
          </w:p>
        </w:tc>
        <w:tc>
          <w:tcPr>
            <w:tcW w:w="1134" w:type="dxa"/>
            <w:vAlign w:val="bottom"/>
          </w:tcPr>
          <w:p w14:paraId="430E0902" w14:textId="21AFDDF4" w:rsidR="00341DC0" w:rsidRPr="00341DC0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100,8</w:t>
            </w:r>
          </w:p>
        </w:tc>
        <w:tc>
          <w:tcPr>
            <w:tcW w:w="1134" w:type="dxa"/>
            <w:vAlign w:val="bottom"/>
          </w:tcPr>
          <w:p w14:paraId="0C7C5D55" w14:textId="7A4952AD" w:rsidR="00341DC0" w:rsidRPr="00341DC0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96,2</w:t>
            </w:r>
          </w:p>
        </w:tc>
        <w:tc>
          <w:tcPr>
            <w:tcW w:w="1134" w:type="dxa"/>
            <w:vAlign w:val="bottom"/>
          </w:tcPr>
          <w:p w14:paraId="1A1543EC" w14:textId="1259C106"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23</w:t>
            </w:r>
          </w:p>
        </w:tc>
        <w:tc>
          <w:tcPr>
            <w:tcW w:w="1134" w:type="dxa"/>
            <w:vAlign w:val="bottom"/>
          </w:tcPr>
          <w:p w14:paraId="3CDB777F" w14:textId="21659E50"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24</w:t>
            </w:r>
          </w:p>
        </w:tc>
      </w:tr>
      <w:tr w:rsidR="00341DC0" w:rsidRPr="00C33ECE" w14:paraId="0CDC9A0B" w14:textId="77777777" w:rsidTr="008024EE">
        <w:trPr>
          <w:trHeight w:val="77"/>
          <w:jc w:val="center"/>
        </w:trPr>
        <w:tc>
          <w:tcPr>
            <w:tcW w:w="4535" w:type="dxa"/>
            <w:vAlign w:val="bottom"/>
          </w:tcPr>
          <w:p w14:paraId="486F9EF8" w14:textId="77777777"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lastRenderedPageBreak/>
              <w:t>Свежий картофель</w:t>
            </w:r>
          </w:p>
        </w:tc>
        <w:tc>
          <w:tcPr>
            <w:tcW w:w="1134" w:type="dxa"/>
            <w:vAlign w:val="bottom"/>
          </w:tcPr>
          <w:p w14:paraId="7D325E04" w14:textId="41EFAC88" w:rsidR="00341DC0" w:rsidRPr="00341DC0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104,3</w:t>
            </w:r>
          </w:p>
        </w:tc>
        <w:tc>
          <w:tcPr>
            <w:tcW w:w="1134" w:type="dxa"/>
            <w:vAlign w:val="bottom"/>
          </w:tcPr>
          <w:p w14:paraId="104DBC10" w14:textId="706DD98C" w:rsidR="00341DC0" w:rsidRPr="00341DC0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98,0</w:t>
            </w:r>
          </w:p>
        </w:tc>
        <w:tc>
          <w:tcPr>
            <w:tcW w:w="1134" w:type="dxa"/>
            <w:vAlign w:val="bottom"/>
          </w:tcPr>
          <w:p w14:paraId="113467FD" w14:textId="4626BE1E"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14:paraId="228614E7" w14:textId="72FDF86D" w:rsidR="00341DC0" w:rsidRPr="00341DC0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4</w:t>
            </w:r>
          </w:p>
        </w:tc>
      </w:tr>
      <w:tr w:rsidR="00341DC0" w:rsidRPr="00C33ECE" w14:paraId="6BCC0C77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060E4D59" w14:textId="77777777"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Свежие овощи</w:t>
            </w:r>
          </w:p>
        </w:tc>
        <w:tc>
          <w:tcPr>
            <w:tcW w:w="1134" w:type="dxa"/>
            <w:vAlign w:val="bottom"/>
          </w:tcPr>
          <w:p w14:paraId="6DBA0F65" w14:textId="78782C95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96,7</w:t>
            </w:r>
          </w:p>
        </w:tc>
        <w:tc>
          <w:tcPr>
            <w:tcW w:w="1134" w:type="dxa"/>
            <w:vAlign w:val="bottom"/>
          </w:tcPr>
          <w:p w14:paraId="15ED7B26" w14:textId="587FBBBA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91,2</w:t>
            </w:r>
          </w:p>
        </w:tc>
        <w:tc>
          <w:tcPr>
            <w:tcW w:w="1134" w:type="dxa"/>
            <w:vAlign w:val="bottom"/>
          </w:tcPr>
          <w:p w14:paraId="529A122E" w14:textId="52073DB4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14:paraId="7BB86372" w14:textId="27B37149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5</w:t>
            </w:r>
          </w:p>
        </w:tc>
      </w:tr>
      <w:tr w:rsidR="00341DC0" w:rsidRPr="00C33ECE" w14:paraId="4BF43DA4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0E071B68" w14:textId="77777777"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Свежие фрукты</w:t>
            </w:r>
          </w:p>
        </w:tc>
        <w:tc>
          <w:tcPr>
            <w:tcW w:w="1134" w:type="dxa"/>
            <w:vAlign w:val="bottom"/>
          </w:tcPr>
          <w:p w14:paraId="41B32718" w14:textId="213B0950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104</w:t>
            </w:r>
            <w:r w:rsidR="00317E53">
              <w:rPr>
                <w:b/>
                <w:sz w:val="20"/>
              </w:rPr>
              <w:t>,</w:t>
            </w:r>
            <w:r w:rsidRPr="00EE0DE1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14:paraId="10EF940C" w14:textId="3CAB80FD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107,9</w:t>
            </w:r>
          </w:p>
        </w:tc>
        <w:tc>
          <w:tcPr>
            <w:tcW w:w="1134" w:type="dxa"/>
            <w:vAlign w:val="bottom"/>
          </w:tcPr>
          <w:p w14:paraId="520F390B" w14:textId="448BDBBE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14:paraId="2D0C4D0A" w14:textId="13284978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6</w:t>
            </w:r>
          </w:p>
        </w:tc>
      </w:tr>
      <w:tr w:rsidR="00341DC0" w:rsidRPr="00C33ECE" w14:paraId="27987538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73EDA194" w14:textId="77777777"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Мужская, женская и детская одежда</w:t>
            </w:r>
          </w:p>
        </w:tc>
        <w:tc>
          <w:tcPr>
            <w:tcW w:w="1134" w:type="dxa"/>
            <w:vAlign w:val="bottom"/>
          </w:tcPr>
          <w:p w14:paraId="7E5CA545" w14:textId="4336C264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82,3</w:t>
            </w:r>
          </w:p>
        </w:tc>
        <w:tc>
          <w:tcPr>
            <w:tcW w:w="1134" w:type="dxa"/>
            <w:vAlign w:val="bottom"/>
          </w:tcPr>
          <w:p w14:paraId="433D47AB" w14:textId="080F6914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105,3</w:t>
            </w:r>
          </w:p>
        </w:tc>
        <w:tc>
          <w:tcPr>
            <w:tcW w:w="1134" w:type="dxa"/>
            <w:vAlign w:val="bottom"/>
          </w:tcPr>
          <w:p w14:paraId="20F351DA" w14:textId="52CA2475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87</w:t>
            </w:r>
          </w:p>
        </w:tc>
        <w:tc>
          <w:tcPr>
            <w:tcW w:w="1134" w:type="dxa"/>
            <w:vAlign w:val="bottom"/>
          </w:tcPr>
          <w:p w14:paraId="3197CCCC" w14:textId="132A666D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68</w:t>
            </w:r>
          </w:p>
        </w:tc>
      </w:tr>
      <w:tr w:rsidR="00341DC0" w:rsidRPr="00C33ECE" w14:paraId="0B2BF83C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1ED5A748" w14:textId="77777777"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Обувь кожаная</w:t>
            </w:r>
          </w:p>
        </w:tc>
        <w:tc>
          <w:tcPr>
            <w:tcW w:w="1134" w:type="dxa"/>
            <w:vAlign w:val="bottom"/>
          </w:tcPr>
          <w:p w14:paraId="057F4901" w14:textId="37C662DC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78,4</w:t>
            </w:r>
          </w:p>
        </w:tc>
        <w:tc>
          <w:tcPr>
            <w:tcW w:w="1134" w:type="dxa"/>
            <w:vAlign w:val="bottom"/>
          </w:tcPr>
          <w:p w14:paraId="7F2068A7" w14:textId="25681B3B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93,2</w:t>
            </w:r>
          </w:p>
        </w:tc>
        <w:tc>
          <w:tcPr>
            <w:tcW w:w="1134" w:type="dxa"/>
            <w:vAlign w:val="bottom"/>
          </w:tcPr>
          <w:p w14:paraId="195BBED7" w14:textId="0838C2A2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191</w:t>
            </w:r>
          </w:p>
        </w:tc>
        <w:tc>
          <w:tcPr>
            <w:tcW w:w="1134" w:type="dxa"/>
            <w:vAlign w:val="bottom"/>
          </w:tcPr>
          <w:p w14:paraId="6FB4EE6E" w14:textId="0FA21E5A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160</w:t>
            </w:r>
          </w:p>
        </w:tc>
      </w:tr>
      <w:tr w:rsidR="00341DC0" w:rsidRPr="00C33ECE" w14:paraId="1F8BE49F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30DEDC75" w14:textId="77777777" w:rsidR="00341DC0" w:rsidRPr="00C33ECE" w:rsidRDefault="00341DC0" w:rsidP="00341DC0">
            <w:pPr>
              <w:ind w:right="-57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Компьютеры в полной комплектации</w:t>
            </w:r>
          </w:p>
        </w:tc>
        <w:tc>
          <w:tcPr>
            <w:tcW w:w="1134" w:type="dxa"/>
            <w:vAlign w:val="bottom"/>
          </w:tcPr>
          <w:p w14:paraId="70BC32FE" w14:textId="05DE8B45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103</w:t>
            </w:r>
            <w:r w:rsidR="00317E53">
              <w:rPr>
                <w:b/>
                <w:sz w:val="20"/>
              </w:rPr>
              <w:t>,</w:t>
            </w:r>
            <w:r w:rsidRPr="00EE0DE1">
              <w:rPr>
                <w:b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14:paraId="7EFD26D7" w14:textId="176E4DC3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106,2</w:t>
            </w:r>
          </w:p>
        </w:tc>
        <w:tc>
          <w:tcPr>
            <w:tcW w:w="1134" w:type="dxa"/>
            <w:vAlign w:val="bottom"/>
          </w:tcPr>
          <w:p w14:paraId="50C80DF3" w14:textId="7C2ACAF0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69</w:t>
            </w:r>
          </w:p>
        </w:tc>
        <w:tc>
          <w:tcPr>
            <w:tcW w:w="1134" w:type="dxa"/>
            <w:vAlign w:val="bottom"/>
          </w:tcPr>
          <w:p w14:paraId="25CC0942" w14:textId="0802C8D7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 w:rsidRPr="005F0FE0">
              <w:rPr>
                <w:b/>
                <w:color w:val="000000"/>
                <w:sz w:val="20"/>
              </w:rPr>
              <w:t>67</w:t>
            </w:r>
          </w:p>
        </w:tc>
      </w:tr>
      <w:tr w:rsidR="00341DC0" w:rsidRPr="00C33ECE" w14:paraId="43B3A069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54CE71B7" w14:textId="77777777"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Мобильные телефоны</w:t>
            </w:r>
          </w:p>
        </w:tc>
        <w:tc>
          <w:tcPr>
            <w:tcW w:w="1134" w:type="dxa"/>
            <w:vAlign w:val="bottom"/>
          </w:tcPr>
          <w:p w14:paraId="0EED5E0A" w14:textId="788D8B3D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100</w:t>
            </w:r>
            <w:r w:rsidR="00317E53">
              <w:rPr>
                <w:b/>
                <w:sz w:val="20"/>
              </w:rPr>
              <w:t>,</w:t>
            </w:r>
            <w:r w:rsidRPr="00EE0DE1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14:paraId="433D4FF8" w14:textId="51A38D24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113,3</w:t>
            </w:r>
          </w:p>
        </w:tc>
        <w:tc>
          <w:tcPr>
            <w:tcW w:w="1134" w:type="dxa"/>
            <w:vAlign w:val="bottom"/>
          </w:tcPr>
          <w:p w14:paraId="2231A8A0" w14:textId="3325316C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65</w:t>
            </w:r>
          </w:p>
        </w:tc>
        <w:tc>
          <w:tcPr>
            <w:tcW w:w="1134" w:type="dxa"/>
            <w:vAlign w:val="bottom"/>
          </w:tcPr>
          <w:p w14:paraId="661EB932" w14:textId="6D8F4863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58</w:t>
            </w:r>
          </w:p>
        </w:tc>
      </w:tr>
      <w:tr w:rsidR="00341DC0" w:rsidRPr="00C33ECE" w14:paraId="3E700559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5D1DAF8A" w14:textId="77777777"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Телевизоры</w:t>
            </w:r>
          </w:p>
        </w:tc>
        <w:tc>
          <w:tcPr>
            <w:tcW w:w="1134" w:type="dxa"/>
            <w:vAlign w:val="bottom"/>
          </w:tcPr>
          <w:p w14:paraId="56E42157" w14:textId="151CD11B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100</w:t>
            </w:r>
            <w:r w:rsidR="00317E53">
              <w:rPr>
                <w:b/>
                <w:sz w:val="20"/>
              </w:rPr>
              <w:t>,</w:t>
            </w:r>
            <w:r w:rsidRPr="00EE0DE1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14:paraId="08DFE924" w14:textId="4F453780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98,2</w:t>
            </w:r>
          </w:p>
        </w:tc>
        <w:tc>
          <w:tcPr>
            <w:tcW w:w="1134" w:type="dxa"/>
            <w:vAlign w:val="bottom"/>
          </w:tcPr>
          <w:p w14:paraId="10FFB816" w14:textId="17EE2620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114</w:t>
            </w:r>
          </w:p>
        </w:tc>
        <w:tc>
          <w:tcPr>
            <w:tcW w:w="1134" w:type="dxa"/>
            <w:vAlign w:val="bottom"/>
          </w:tcPr>
          <w:p w14:paraId="3D45EBB3" w14:textId="7EAEB75B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116</w:t>
            </w:r>
          </w:p>
        </w:tc>
      </w:tr>
      <w:tr w:rsidR="00341DC0" w:rsidRPr="00C33ECE" w14:paraId="0CB1437E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6A8A0092" w14:textId="77777777"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Холодильники и морозильники</w:t>
            </w:r>
          </w:p>
        </w:tc>
        <w:tc>
          <w:tcPr>
            <w:tcW w:w="1134" w:type="dxa"/>
            <w:vAlign w:val="bottom"/>
          </w:tcPr>
          <w:p w14:paraId="4B44C7B1" w14:textId="38C9F7C8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84</w:t>
            </w:r>
            <w:r w:rsidR="00317E53">
              <w:rPr>
                <w:b/>
                <w:sz w:val="20"/>
              </w:rPr>
              <w:t>,</w:t>
            </w:r>
            <w:r w:rsidRPr="00EE0DE1">
              <w:rPr>
                <w:b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14:paraId="28ADA54C" w14:textId="6E9B3534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97,4</w:t>
            </w:r>
          </w:p>
        </w:tc>
        <w:tc>
          <w:tcPr>
            <w:tcW w:w="1134" w:type="dxa"/>
            <w:vAlign w:val="bottom"/>
          </w:tcPr>
          <w:p w14:paraId="28AB1FD7" w14:textId="7DA18A5C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75</w:t>
            </w:r>
          </w:p>
        </w:tc>
        <w:tc>
          <w:tcPr>
            <w:tcW w:w="1134" w:type="dxa"/>
            <w:vAlign w:val="bottom"/>
          </w:tcPr>
          <w:p w14:paraId="47F13CAB" w14:textId="4B0B43D5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65</w:t>
            </w:r>
          </w:p>
        </w:tc>
      </w:tr>
      <w:tr w:rsidR="00341DC0" w:rsidRPr="00C33ECE" w14:paraId="63626210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0776E450" w14:textId="77777777"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Стиральные машины</w:t>
            </w:r>
          </w:p>
        </w:tc>
        <w:tc>
          <w:tcPr>
            <w:tcW w:w="1134" w:type="dxa"/>
            <w:vAlign w:val="bottom"/>
          </w:tcPr>
          <w:p w14:paraId="772172A1" w14:textId="5043AD3F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91</w:t>
            </w:r>
            <w:r w:rsidR="00317E53">
              <w:rPr>
                <w:b/>
                <w:sz w:val="20"/>
              </w:rPr>
              <w:t>,</w:t>
            </w:r>
            <w:r w:rsidRPr="00EE0DE1">
              <w:rPr>
                <w:b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14:paraId="593772B6" w14:textId="1E1AA6B9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96,6</w:t>
            </w:r>
          </w:p>
        </w:tc>
        <w:tc>
          <w:tcPr>
            <w:tcW w:w="1134" w:type="dxa"/>
            <w:vAlign w:val="bottom"/>
          </w:tcPr>
          <w:p w14:paraId="3F38A36F" w14:textId="26EA889D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71</w:t>
            </w:r>
          </w:p>
        </w:tc>
        <w:tc>
          <w:tcPr>
            <w:tcW w:w="1134" w:type="dxa"/>
            <w:vAlign w:val="bottom"/>
          </w:tcPr>
          <w:p w14:paraId="7AE2A1B4" w14:textId="05FEFB6B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67</w:t>
            </w:r>
          </w:p>
        </w:tc>
      </w:tr>
      <w:tr w:rsidR="00341DC0" w:rsidRPr="00C33ECE" w14:paraId="183DFF70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5058DA66" w14:textId="77777777"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Мебель бытовая</w:t>
            </w:r>
          </w:p>
        </w:tc>
        <w:tc>
          <w:tcPr>
            <w:tcW w:w="1134" w:type="dxa"/>
            <w:vAlign w:val="bottom"/>
          </w:tcPr>
          <w:p w14:paraId="7BBF6C0B" w14:textId="5238AFCC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61</w:t>
            </w:r>
            <w:r w:rsidR="00317E53">
              <w:rPr>
                <w:b/>
                <w:sz w:val="20"/>
              </w:rPr>
              <w:t>,</w:t>
            </w:r>
            <w:r w:rsidRPr="00EE0DE1">
              <w:rPr>
                <w:b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14:paraId="79A0DEE6" w14:textId="2B6FAD73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84,2</w:t>
            </w:r>
          </w:p>
        </w:tc>
        <w:tc>
          <w:tcPr>
            <w:tcW w:w="1134" w:type="dxa"/>
            <w:vAlign w:val="bottom"/>
          </w:tcPr>
          <w:p w14:paraId="2B9415F7" w14:textId="0773704E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57</w:t>
            </w:r>
          </w:p>
        </w:tc>
        <w:tc>
          <w:tcPr>
            <w:tcW w:w="1134" w:type="dxa"/>
            <w:vAlign w:val="bottom"/>
          </w:tcPr>
          <w:p w14:paraId="6B1B7AAC" w14:textId="3620D7D2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42</w:t>
            </w:r>
          </w:p>
        </w:tc>
      </w:tr>
      <w:tr w:rsidR="00341DC0" w:rsidRPr="00C33ECE" w14:paraId="1BDE0332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1D7D3558" w14:textId="77777777" w:rsidR="00341DC0" w:rsidRPr="00C33ECE" w:rsidRDefault="00341DC0" w:rsidP="00341DC0">
            <w:pPr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Строительные материалы</w:t>
            </w:r>
          </w:p>
        </w:tc>
        <w:tc>
          <w:tcPr>
            <w:tcW w:w="1134" w:type="dxa"/>
            <w:vAlign w:val="bottom"/>
          </w:tcPr>
          <w:p w14:paraId="677439A6" w14:textId="3403F1DF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96,9</w:t>
            </w:r>
          </w:p>
        </w:tc>
        <w:tc>
          <w:tcPr>
            <w:tcW w:w="1134" w:type="dxa"/>
            <w:vAlign w:val="bottom"/>
          </w:tcPr>
          <w:p w14:paraId="70D4767C" w14:textId="65D4C3FD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105,2</w:t>
            </w:r>
          </w:p>
        </w:tc>
        <w:tc>
          <w:tcPr>
            <w:tcW w:w="1134" w:type="dxa"/>
            <w:vAlign w:val="bottom"/>
          </w:tcPr>
          <w:p w14:paraId="21D26371" w14:textId="0E845BE7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116</w:t>
            </w:r>
          </w:p>
        </w:tc>
        <w:tc>
          <w:tcPr>
            <w:tcW w:w="1134" w:type="dxa"/>
            <w:vAlign w:val="bottom"/>
          </w:tcPr>
          <w:p w14:paraId="1F3DAB36" w14:textId="046F88BA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107</w:t>
            </w:r>
          </w:p>
        </w:tc>
      </w:tr>
      <w:tr w:rsidR="00341DC0" w:rsidRPr="001112DA" w14:paraId="6F984238" w14:textId="77777777" w:rsidTr="008024EE">
        <w:trPr>
          <w:trHeight w:val="227"/>
          <w:jc w:val="center"/>
        </w:trPr>
        <w:tc>
          <w:tcPr>
            <w:tcW w:w="4535" w:type="dxa"/>
            <w:vAlign w:val="bottom"/>
          </w:tcPr>
          <w:p w14:paraId="2F2D6111" w14:textId="77777777" w:rsidR="00341DC0" w:rsidRPr="00C33ECE" w:rsidRDefault="00341DC0" w:rsidP="00341DC0">
            <w:pPr>
              <w:ind w:right="-57"/>
              <w:jc w:val="left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Изделия, применяемые в медицинских целях, ортопедические изделия</w:t>
            </w:r>
          </w:p>
        </w:tc>
        <w:tc>
          <w:tcPr>
            <w:tcW w:w="1134" w:type="dxa"/>
            <w:vAlign w:val="bottom"/>
          </w:tcPr>
          <w:p w14:paraId="7AF1A316" w14:textId="4B6F37D2" w:rsidR="00341DC0" w:rsidRPr="00A13D99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E0DE1">
              <w:rPr>
                <w:b/>
                <w:sz w:val="20"/>
              </w:rPr>
              <w:t>105,2</w:t>
            </w:r>
          </w:p>
        </w:tc>
        <w:tc>
          <w:tcPr>
            <w:tcW w:w="1134" w:type="dxa"/>
            <w:vAlign w:val="bottom"/>
          </w:tcPr>
          <w:p w14:paraId="230A81FF" w14:textId="6F66E416" w:rsidR="00341DC0" w:rsidRPr="00A13D99" w:rsidRDefault="00341DC0" w:rsidP="00341DC0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82,2</w:t>
            </w:r>
          </w:p>
        </w:tc>
        <w:tc>
          <w:tcPr>
            <w:tcW w:w="1134" w:type="dxa"/>
            <w:vAlign w:val="bottom"/>
          </w:tcPr>
          <w:p w14:paraId="6529E8FA" w14:textId="62F80BD8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</w:rPr>
              <w:t>82</w:t>
            </w:r>
          </w:p>
        </w:tc>
        <w:tc>
          <w:tcPr>
            <w:tcW w:w="1134" w:type="dxa"/>
            <w:vAlign w:val="bottom"/>
          </w:tcPr>
          <w:p w14:paraId="13DBBAC1" w14:textId="3CDAAAAC" w:rsidR="00341DC0" w:rsidRPr="00A13D99" w:rsidRDefault="00341DC0" w:rsidP="00341DC0">
            <w:pPr>
              <w:ind w:right="312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F0FE0">
              <w:rPr>
                <w:b/>
                <w:color w:val="000000"/>
                <w:sz w:val="20"/>
              </w:rPr>
              <w:t>105</w:t>
            </w:r>
          </w:p>
        </w:tc>
      </w:tr>
    </w:tbl>
    <w:p w14:paraId="3F3162D1" w14:textId="77777777" w:rsidR="0031223F" w:rsidRPr="00113707" w:rsidRDefault="0031223F" w:rsidP="005417A0">
      <w:pPr>
        <w:pStyle w:val="2"/>
        <w:spacing w:before="480" w:after="480"/>
        <w:rPr>
          <w:sz w:val="20"/>
        </w:rPr>
      </w:pPr>
      <w:bookmarkStart w:id="110" w:name="_Toc181255928"/>
      <w:r w:rsidRPr="00113707">
        <w:rPr>
          <w:sz w:val="20"/>
        </w:rPr>
        <w:t>ОБЩЕСТВЕННОЕ ПИТАНИЕ</w:t>
      </w:r>
      <w:bookmarkEnd w:id="109"/>
      <w:bookmarkEnd w:id="110"/>
    </w:p>
    <w:p w14:paraId="64A8CB28" w14:textId="6056D0D0" w:rsidR="0031223F" w:rsidRPr="0047275E" w:rsidRDefault="00AC73CF" w:rsidP="00465ED5">
      <w:pPr>
        <w:pStyle w:val="3"/>
        <w:ind w:right="0" w:firstLine="709"/>
        <w:jc w:val="both"/>
        <w:rPr>
          <w:b w:val="0"/>
        </w:rPr>
      </w:pPr>
      <w:bookmarkStart w:id="111" w:name="_Toc414870598"/>
      <w:bookmarkStart w:id="112" w:name="_Toc493779748"/>
      <w:bookmarkStart w:id="113" w:name="_Toc181255929"/>
      <w:r w:rsidRPr="0047275E">
        <w:rPr>
          <w:bCs/>
        </w:rPr>
        <w:t xml:space="preserve">Оборот </w:t>
      </w:r>
      <w:r w:rsidRPr="008242DA">
        <w:rPr>
          <w:bCs/>
        </w:rPr>
        <w:t>общественного питания</w:t>
      </w:r>
      <w:r w:rsidRPr="00EE1FE4">
        <w:rPr>
          <w:b w:val="0"/>
        </w:rPr>
        <w:t xml:space="preserve"> </w:t>
      </w:r>
      <w:bookmarkEnd w:id="111"/>
      <w:bookmarkEnd w:id="112"/>
      <w:r w:rsidR="00BF1261" w:rsidRPr="00FD1DE7">
        <w:rPr>
          <w:b w:val="0"/>
        </w:rPr>
        <w:t xml:space="preserve">в </w:t>
      </w:r>
      <w:r w:rsidR="00425761" w:rsidRPr="00D5767C">
        <w:rPr>
          <w:b w:val="0"/>
        </w:rPr>
        <w:t>январе-</w:t>
      </w:r>
      <w:r w:rsidR="00341DC0">
        <w:rPr>
          <w:b w:val="0"/>
        </w:rPr>
        <w:t>сентябре</w:t>
      </w:r>
      <w:r w:rsidR="009600AE" w:rsidRPr="00D5767C">
        <w:rPr>
          <w:b w:val="0"/>
        </w:rPr>
        <w:t xml:space="preserve"> 2024</w:t>
      </w:r>
      <w:r w:rsidR="00BF1261" w:rsidRPr="00D5767C">
        <w:rPr>
          <w:b w:val="0"/>
        </w:rPr>
        <w:t xml:space="preserve"> год</w:t>
      </w:r>
      <w:r w:rsidR="009600AE" w:rsidRPr="00D5767C">
        <w:rPr>
          <w:b w:val="0"/>
        </w:rPr>
        <w:t>а</w:t>
      </w:r>
      <w:r w:rsidR="00BF1261" w:rsidRPr="00D5767C">
        <w:rPr>
          <w:b w:val="0"/>
        </w:rPr>
        <w:t xml:space="preserve"> составил</w:t>
      </w:r>
      <w:r w:rsidR="009600AE" w:rsidRPr="00D5767C">
        <w:rPr>
          <w:b w:val="0"/>
        </w:rPr>
        <w:br/>
      </w:r>
      <w:r w:rsidR="00341DC0">
        <w:rPr>
          <w:b w:val="0"/>
        </w:rPr>
        <w:t>10579,3</w:t>
      </w:r>
      <w:r w:rsidR="00341DC0" w:rsidRPr="00C030CF">
        <w:rPr>
          <w:b w:val="0"/>
          <w:noProof/>
          <w:lang w:eastAsia="x-none"/>
        </w:rPr>
        <w:t xml:space="preserve"> </w:t>
      </w:r>
      <w:r w:rsidR="00341DC0" w:rsidRPr="007F1C0E">
        <w:rPr>
          <w:b w:val="0"/>
        </w:rPr>
        <w:t>млн</w:t>
      </w:r>
      <w:r w:rsidR="00341DC0" w:rsidRPr="008242DA">
        <w:rPr>
          <w:b w:val="0"/>
        </w:rPr>
        <w:t xml:space="preserve"> рублей </w:t>
      </w:r>
      <w:r w:rsidR="00341DC0" w:rsidRPr="00614933">
        <w:rPr>
          <w:b w:val="0"/>
        </w:rPr>
        <w:t xml:space="preserve">или </w:t>
      </w:r>
      <w:r w:rsidR="00341DC0">
        <w:rPr>
          <w:b w:val="0"/>
        </w:rPr>
        <w:t>100,7</w:t>
      </w:r>
      <w:r w:rsidR="00FA5B8E" w:rsidRPr="00D5767C">
        <w:rPr>
          <w:b w:val="0"/>
        </w:rPr>
        <w:t xml:space="preserve">% (в сопоставимых ценах) к </w:t>
      </w:r>
      <w:r w:rsidR="00884377" w:rsidRPr="00D5767C">
        <w:rPr>
          <w:b w:val="0"/>
        </w:rPr>
        <w:t>январю-</w:t>
      </w:r>
      <w:r w:rsidR="00341DC0">
        <w:rPr>
          <w:b w:val="0"/>
        </w:rPr>
        <w:t>сентябрю</w:t>
      </w:r>
      <w:r w:rsidR="00FA5B8E" w:rsidRPr="00D5767C">
        <w:rPr>
          <w:b w:val="0"/>
        </w:rPr>
        <w:t xml:space="preserve"> 2023 года</w:t>
      </w:r>
      <w:r w:rsidR="00A25F61" w:rsidRPr="00D5767C">
        <w:rPr>
          <w:b w:val="0"/>
        </w:rPr>
        <w:t>.</w:t>
      </w:r>
      <w:bookmarkEnd w:id="113"/>
    </w:p>
    <w:p w14:paraId="3A86B890" w14:textId="77777777" w:rsidR="0031223F" w:rsidRPr="0047275E" w:rsidRDefault="0031223F" w:rsidP="00204BB5">
      <w:pPr>
        <w:pStyle w:val="3"/>
        <w:spacing w:before="360" w:after="240"/>
        <w:ind w:right="0"/>
        <w:rPr>
          <w:bCs/>
        </w:rPr>
      </w:pPr>
      <w:bookmarkStart w:id="114" w:name="_Toc417301680"/>
      <w:bookmarkStart w:id="115" w:name="_Toc493779749"/>
      <w:bookmarkStart w:id="116" w:name="_Toc181255930"/>
      <w:r w:rsidRPr="0047275E">
        <w:rPr>
          <w:bCs/>
        </w:rPr>
        <w:t>Динамика оборота общественного питания</w:t>
      </w:r>
      <w:bookmarkEnd w:id="114"/>
      <w:bookmarkEnd w:id="115"/>
      <w:bookmarkEnd w:id="116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2268"/>
        <w:gridCol w:w="2269"/>
        <w:gridCol w:w="2267"/>
      </w:tblGrid>
      <w:tr w:rsidR="008024EE" w:rsidRPr="00C33ECE" w14:paraId="0AD1CCBA" w14:textId="77777777" w:rsidTr="008024EE">
        <w:trPr>
          <w:trHeight w:val="283"/>
          <w:jc w:val="center"/>
        </w:trPr>
        <w:tc>
          <w:tcPr>
            <w:tcW w:w="2268" w:type="dxa"/>
            <w:vMerge w:val="restart"/>
            <w:vAlign w:val="center"/>
          </w:tcPr>
          <w:p w14:paraId="5D634FE4" w14:textId="77777777" w:rsidR="008024EE" w:rsidRPr="00C33ECE" w:rsidRDefault="008024EE" w:rsidP="008024EE">
            <w:pPr>
              <w:jc w:val="center"/>
              <w:rPr>
                <w:b/>
                <w:sz w:val="20"/>
              </w:rPr>
            </w:pPr>
            <w:bookmarkStart w:id="117" w:name="_Toc493779751"/>
          </w:p>
        </w:tc>
        <w:tc>
          <w:tcPr>
            <w:tcW w:w="2268" w:type="dxa"/>
            <w:vMerge w:val="restart"/>
            <w:vAlign w:val="center"/>
          </w:tcPr>
          <w:p w14:paraId="45FCC707" w14:textId="77777777" w:rsidR="008024EE" w:rsidRPr="00C33ECE" w:rsidRDefault="008024EE" w:rsidP="008024EE">
            <w:pPr>
              <w:jc w:val="center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Млн</w:t>
            </w:r>
            <w:r w:rsidRPr="00C33ECE">
              <w:rPr>
                <w:b/>
                <w:sz w:val="20"/>
              </w:rPr>
              <w:br/>
              <w:t>рублей</w:t>
            </w:r>
          </w:p>
        </w:tc>
        <w:tc>
          <w:tcPr>
            <w:tcW w:w="4536" w:type="dxa"/>
            <w:gridSpan w:val="2"/>
            <w:vAlign w:val="center"/>
          </w:tcPr>
          <w:p w14:paraId="0D6C3249" w14:textId="77777777" w:rsidR="008024EE" w:rsidRPr="00C33ECE" w:rsidRDefault="008024EE" w:rsidP="008024EE">
            <w:pPr>
              <w:jc w:val="center"/>
              <w:rPr>
                <w:b/>
                <w:sz w:val="20"/>
              </w:rPr>
            </w:pPr>
            <w:proofErr w:type="gramStart"/>
            <w:r w:rsidRPr="00C33ECE">
              <w:rPr>
                <w:b/>
                <w:sz w:val="20"/>
              </w:rPr>
              <w:t>В  %</w:t>
            </w:r>
            <w:proofErr w:type="gramEnd"/>
            <w:r w:rsidRPr="00C33ECE">
              <w:rPr>
                <w:b/>
                <w:sz w:val="20"/>
              </w:rPr>
              <w:t xml:space="preserve">  к</w:t>
            </w:r>
          </w:p>
        </w:tc>
      </w:tr>
      <w:tr w:rsidR="008024EE" w:rsidRPr="00C33ECE" w14:paraId="68667CD1" w14:textId="77777777" w:rsidTr="008024EE">
        <w:trPr>
          <w:trHeight w:val="227"/>
          <w:jc w:val="center"/>
        </w:trPr>
        <w:tc>
          <w:tcPr>
            <w:tcW w:w="2268" w:type="dxa"/>
            <w:vMerge/>
            <w:vAlign w:val="center"/>
          </w:tcPr>
          <w:p w14:paraId="2DA7A382" w14:textId="77777777" w:rsidR="008024EE" w:rsidRPr="00C33ECE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133884F3" w14:textId="77777777" w:rsidR="008024EE" w:rsidRPr="00C33ECE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9" w:type="dxa"/>
            <w:vAlign w:val="center"/>
          </w:tcPr>
          <w:p w14:paraId="7A512621" w14:textId="77777777" w:rsidR="008024EE" w:rsidRPr="00C33ECE" w:rsidRDefault="008024EE" w:rsidP="008024EE">
            <w:pPr>
              <w:ind w:left="-91" w:right="-91"/>
              <w:jc w:val="center"/>
              <w:rPr>
                <w:b/>
                <w:sz w:val="20"/>
              </w:rPr>
            </w:pPr>
            <w:r w:rsidRPr="00C33ECE">
              <w:rPr>
                <w:b/>
                <w:sz w:val="20"/>
              </w:rPr>
              <w:t>соответствующему периоду предыдущего года</w:t>
            </w:r>
          </w:p>
        </w:tc>
        <w:tc>
          <w:tcPr>
            <w:tcW w:w="2267" w:type="dxa"/>
            <w:vAlign w:val="center"/>
          </w:tcPr>
          <w:p w14:paraId="1630C79D" w14:textId="77777777" w:rsidR="008024EE" w:rsidRPr="00C33ECE" w:rsidRDefault="008024EE" w:rsidP="008024EE">
            <w:pPr>
              <w:ind w:left="-91" w:right="-91"/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предыдущему периоду</w:t>
            </w:r>
          </w:p>
        </w:tc>
      </w:tr>
      <w:tr w:rsidR="008024EE" w:rsidRPr="00C33ECE" w14:paraId="32BA1C6A" w14:textId="77777777" w:rsidTr="008024EE">
        <w:trPr>
          <w:trHeight w:val="283"/>
          <w:jc w:val="center"/>
        </w:trPr>
        <w:tc>
          <w:tcPr>
            <w:tcW w:w="9072" w:type="dxa"/>
            <w:gridSpan w:val="4"/>
            <w:vAlign w:val="center"/>
          </w:tcPr>
          <w:p w14:paraId="3ECF5344" w14:textId="77777777" w:rsidR="008024EE" w:rsidRPr="00C33ECE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2023</w:t>
            </w:r>
          </w:p>
        </w:tc>
      </w:tr>
      <w:tr w:rsidR="008024EE" w:rsidRPr="00C33ECE" w14:paraId="46F23313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8E0D7A4" w14:textId="77777777" w:rsidR="008024EE" w:rsidRPr="00C33ECE" w:rsidRDefault="008024EE" w:rsidP="008024EE">
            <w:pPr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noProof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54BD6CD8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942,1</w:t>
            </w:r>
          </w:p>
        </w:tc>
        <w:tc>
          <w:tcPr>
            <w:tcW w:w="2269" w:type="dxa"/>
            <w:vAlign w:val="center"/>
          </w:tcPr>
          <w:p w14:paraId="02057224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110,0</w:t>
            </w:r>
          </w:p>
        </w:tc>
        <w:tc>
          <w:tcPr>
            <w:tcW w:w="2267" w:type="dxa"/>
            <w:vAlign w:val="bottom"/>
          </w:tcPr>
          <w:p w14:paraId="25F87020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93,5</w:t>
            </w:r>
          </w:p>
        </w:tc>
      </w:tr>
      <w:tr w:rsidR="008024EE" w:rsidRPr="00C33ECE" w14:paraId="73E2C865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49E3A44" w14:textId="77777777" w:rsidR="008024EE" w:rsidRPr="00C33ECE" w:rsidRDefault="008024EE" w:rsidP="008024EE">
            <w:pPr>
              <w:rPr>
                <w:b/>
                <w:bCs/>
                <w:noProof/>
                <w:sz w:val="20"/>
              </w:rPr>
            </w:pPr>
            <w:r w:rsidRPr="00C33ECE">
              <w:rPr>
                <w:b/>
                <w:bCs/>
                <w:noProof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552E1ECA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907,4</w:t>
            </w:r>
          </w:p>
        </w:tc>
        <w:tc>
          <w:tcPr>
            <w:tcW w:w="2269" w:type="dxa"/>
            <w:vAlign w:val="center"/>
          </w:tcPr>
          <w:p w14:paraId="65600E49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104,6</w:t>
            </w:r>
          </w:p>
        </w:tc>
        <w:tc>
          <w:tcPr>
            <w:tcW w:w="2267" w:type="dxa"/>
            <w:vAlign w:val="bottom"/>
          </w:tcPr>
          <w:p w14:paraId="3110FDBB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96,2</w:t>
            </w:r>
          </w:p>
        </w:tc>
      </w:tr>
      <w:tr w:rsidR="008024EE" w:rsidRPr="00C33ECE" w14:paraId="07A23E0F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E2EC63F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14:paraId="43784CF5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993,4</w:t>
            </w:r>
          </w:p>
        </w:tc>
        <w:tc>
          <w:tcPr>
            <w:tcW w:w="2269" w:type="dxa"/>
            <w:vAlign w:val="center"/>
          </w:tcPr>
          <w:p w14:paraId="792D2652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115,8</w:t>
            </w:r>
          </w:p>
        </w:tc>
        <w:tc>
          <w:tcPr>
            <w:tcW w:w="2267" w:type="dxa"/>
            <w:vAlign w:val="bottom"/>
          </w:tcPr>
          <w:p w14:paraId="54241764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108,6</w:t>
            </w:r>
          </w:p>
        </w:tc>
      </w:tr>
      <w:tr w:rsidR="008024EE" w:rsidRPr="00C33ECE" w14:paraId="73D46B9C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76337A0C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2FDE0BD5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2842,9</w:t>
            </w:r>
          </w:p>
        </w:tc>
        <w:tc>
          <w:tcPr>
            <w:tcW w:w="2269" w:type="dxa"/>
            <w:vAlign w:val="center"/>
          </w:tcPr>
          <w:p w14:paraId="7478AC63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110,1</w:t>
            </w:r>
          </w:p>
        </w:tc>
        <w:tc>
          <w:tcPr>
            <w:tcW w:w="2267" w:type="dxa"/>
            <w:vAlign w:val="bottom"/>
          </w:tcPr>
          <w:p w14:paraId="547A5324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098B209A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7313037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75138139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1058,6</w:t>
            </w:r>
          </w:p>
        </w:tc>
        <w:tc>
          <w:tcPr>
            <w:tcW w:w="2269" w:type="dxa"/>
            <w:vAlign w:val="center"/>
          </w:tcPr>
          <w:p w14:paraId="08516058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116,6</w:t>
            </w:r>
          </w:p>
        </w:tc>
        <w:tc>
          <w:tcPr>
            <w:tcW w:w="2267" w:type="dxa"/>
            <w:vAlign w:val="bottom"/>
          </w:tcPr>
          <w:p w14:paraId="34E9D487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106,0</w:t>
            </w:r>
          </w:p>
        </w:tc>
      </w:tr>
      <w:tr w:rsidR="008024EE" w:rsidRPr="00C33ECE" w14:paraId="4628E198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96E7A74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14:paraId="5E5C8B0E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1068,0</w:t>
            </w:r>
          </w:p>
        </w:tc>
        <w:tc>
          <w:tcPr>
            <w:tcW w:w="2269" w:type="dxa"/>
            <w:vAlign w:val="center"/>
          </w:tcPr>
          <w:p w14:paraId="1F4F8CE7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115,7</w:t>
            </w:r>
          </w:p>
        </w:tc>
        <w:tc>
          <w:tcPr>
            <w:tcW w:w="2267" w:type="dxa"/>
            <w:vAlign w:val="bottom"/>
          </w:tcPr>
          <w:p w14:paraId="49DD3436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100,7</w:t>
            </w:r>
          </w:p>
        </w:tc>
      </w:tr>
      <w:tr w:rsidR="008024EE" w:rsidRPr="00C33ECE" w14:paraId="14F739D3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82989B2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14:paraId="2C94388C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1037,6</w:t>
            </w:r>
          </w:p>
        </w:tc>
        <w:tc>
          <w:tcPr>
            <w:tcW w:w="2269" w:type="dxa"/>
            <w:vAlign w:val="center"/>
          </w:tcPr>
          <w:p w14:paraId="4D4A2641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107,4</w:t>
            </w:r>
          </w:p>
        </w:tc>
        <w:tc>
          <w:tcPr>
            <w:tcW w:w="2267" w:type="dxa"/>
            <w:vAlign w:val="bottom"/>
          </w:tcPr>
          <w:p w14:paraId="30AA6BD3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96,7</w:t>
            </w:r>
          </w:p>
        </w:tc>
      </w:tr>
      <w:tr w:rsidR="008024EE" w:rsidRPr="00C33ECE" w14:paraId="50536798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6B7201A8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0FB6781B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3164,3</w:t>
            </w:r>
          </w:p>
        </w:tc>
        <w:tc>
          <w:tcPr>
            <w:tcW w:w="2269" w:type="dxa"/>
            <w:vAlign w:val="center"/>
          </w:tcPr>
          <w:p w14:paraId="662A50D7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113,1</w:t>
            </w:r>
          </w:p>
        </w:tc>
        <w:tc>
          <w:tcPr>
            <w:tcW w:w="2267" w:type="dxa"/>
            <w:vAlign w:val="bottom"/>
          </w:tcPr>
          <w:p w14:paraId="006C2851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6330B507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ABA0697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>I</w:t>
            </w:r>
            <w:r w:rsidRPr="00C33ECE">
              <w:rPr>
                <w:b/>
                <w:bCs/>
                <w:sz w:val="20"/>
              </w:rPr>
              <w:t xml:space="preserve"> полугодие</w:t>
            </w:r>
          </w:p>
        </w:tc>
        <w:tc>
          <w:tcPr>
            <w:tcW w:w="2268" w:type="dxa"/>
            <w:vAlign w:val="bottom"/>
          </w:tcPr>
          <w:p w14:paraId="3D9BA207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6007,1</w:t>
            </w:r>
          </w:p>
        </w:tc>
        <w:tc>
          <w:tcPr>
            <w:tcW w:w="2269" w:type="dxa"/>
            <w:vAlign w:val="center"/>
          </w:tcPr>
          <w:p w14:paraId="16A3B1D9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111,6</w:t>
            </w:r>
          </w:p>
        </w:tc>
        <w:tc>
          <w:tcPr>
            <w:tcW w:w="2267" w:type="dxa"/>
            <w:vAlign w:val="bottom"/>
          </w:tcPr>
          <w:p w14:paraId="20EA9A5D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8024EE" w:rsidRPr="00C33ECE" w14:paraId="3EDC285D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E9DC62D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14:paraId="65C8971E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1079,0</w:t>
            </w:r>
          </w:p>
        </w:tc>
        <w:tc>
          <w:tcPr>
            <w:tcW w:w="2269" w:type="dxa"/>
            <w:vAlign w:val="center"/>
          </w:tcPr>
          <w:p w14:paraId="5B5A53E1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107,5</w:t>
            </w:r>
          </w:p>
        </w:tc>
        <w:tc>
          <w:tcPr>
            <w:tcW w:w="2267" w:type="dxa"/>
            <w:vAlign w:val="bottom"/>
          </w:tcPr>
          <w:p w14:paraId="3350D3DA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104,4</w:t>
            </w:r>
          </w:p>
        </w:tc>
      </w:tr>
      <w:tr w:rsidR="008024EE" w:rsidRPr="00C33ECE" w14:paraId="1B1286EC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F054D48" w14:textId="77777777" w:rsidR="008024EE" w:rsidRPr="00C33ECE" w:rsidRDefault="008024EE" w:rsidP="008024EE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2972804D" w14:textId="77777777" w:rsidR="008024EE" w:rsidRPr="00C33ECE" w:rsidRDefault="008024EE" w:rsidP="008024EE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1056,9</w:t>
            </w:r>
          </w:p>
        </w:tc>
        <w:tc>
          <w:tcPr>
            <w:tcW w:w="2269" w:type="dxa"/>
            <w:vAlign w:val="center"/>
          </w:tcPr>
          <w:p w14:paraId="28B0C5D8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100,6</w:t>
            </w:r>
          </w:p>
        </w:tc>
        <w:tc>
          <w:tcPr>
            <w:tcW w:w="2267" w:type="dxa"/>
            <w:vAlign w:val="bottom"/>
          </w:tcPr>
          <w:p w14:paraId="20A2A7F8" w14:textId="77777777" w:rsidR="008024EE" w:rsidRPr="00C33ECE" w:rsidRDefault="008024EE" w:rsidP="008024EE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97,3</w:t>
            </w:r>
          </w:p>
        </w:tc>
      </w:tr>
      <w:tr w:rsidR="00932CFF" w:rsidRPr="00C33ECE" w14:paraId="3641DC4E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0CEDD8F" w14:textId="77777777"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0B1677EA" w14:textId="77777777"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1048,6</w:t>
            </w:r>
          </w:p>
        </w:tc>
        <w:tc>
          <w:tcPr>
            <w:tcW w:w="2269" w:type="dxa"/>
            <w:vAlign w:val="center"/>
          </w:tcPr>
          <w:p w14:paraId="780311FD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99,5</w:t>
            </w:r>
          </w:p>
        </w:tc>
        <w:tc>
          <w:tcPr>
            <w:tcW w:w="2267" w:type="dxa"/>
            <w:vAlign w:val="bottom"/>
          </w:tcPr>
          <w:p w14:paraId="28D609C7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99,1</w:t>
            </w:r>
          </w:p>
        </w:tc>
      </w:tr>
      <w:tr w:rsidR="00932CFF" w:rsidRPr="00C33ECE" w14:paraId="6D92413B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7AD5AFB" w14:textId="77777777"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III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7087FCF6" w14:textId="77777777"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3184,5</w:t>
            </w:r>
          </w:p>
        </w:tc>
        <w:tc>
          <w:tcPr>
            <w:tcW w:w="2269" w:type="dxa"/>
            <w:vAlign w:val="center"/>
          </w:tcPr>
          <w:p w14:paraId="2C0068E6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102,5</w:t>
            </w:r>
          </w:p>
        </w:tc>
        <w:tc>
          <w:tcPr>
            <w:tcW w:w="2267" w:type="dxa"/>
            <w:vAlign w:val="bottom"/>
          </w:tcPr>
          <w:p w14:paraId="26C4F907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932CFF" w:rsidRPr="00C33ECE" w14:paraId="1775A097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EDD5D69" w14:textId="77777777"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14:paraId="2D554B0E" w14:textId="77777777"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9191,6</w:t>
            </w:r>
          </w:p>
        </w:tc>
        <w:tc>
          <w:tcPr>
            <w:tcW w:w="2269" w:type="dxa"/>
            <w:vAlign w:val="center"/>
          </w:tcPr>
          <w:p w14:paraId="3C2D1D9F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108,1</w:t>
            </w:r>
          </w:p>
        </w:tc>
        <w:tc>
          <w:tcPr>
            <w:tcW w:w="2267" w:type="dxa"/>
            <w:vAlign w:val="bottom"/>
          </w:tcPr>
          <w:p w14:paraId="29D625D2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932CFF" w:rsidRPr="00C33ECE" w14:paraId="31F55AB0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69E7648" w14:textId="77777777"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14:paraId="582C6F30" w14:textId="77777777"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1066,9</w:t>
            </w:r>
          </w:p>
        </w:tc>
        <w:tc>
          <w:tcPr>
            <w:tcW w:w="2269" w:type="dxa"/>
            <w:vAlign w:val="center"/>
          </w:tcPr>
          <w:p w14:paraId="3BB265C5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100,9</w:t>
            </w:r>
          </w:p>
        </w:tc>
        <w:tc>
          <w:tcPr>
            <w:tcW w:w="2267" w:type="dxa"/>
            <w:vAlign w:val="bottom"/>
          </w:tcPr>
          <w:p w14:paraId="45F70E88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98,2</w:t>
            </w:r>
          </w:p>
        </w:tc>
      </w:tr>
      <w:tr w:rsidR="00932CFF" w:rsidRPr="00C33ECE" w14:paraId="1F495E8C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CA4DF44" w14:textId="77777777"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Ноябрь</w:t>
            </w:r>
          </w:p>
        </w:tc>
        <w:tc>
          <w:tcPr>
            <w:tcW w:w="2268" w:type="dxa"/>
            <w:vAlign w:val="bottom"/>
          </w:tcPr>
          <w:p w14:paraId="4C15F890" w14:textId="77777777"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1042,1</w:t>
            </w:r>
          </w:p>
        </w:tc>
        <w:tc>
          <w:tcPr>
            <w:tcW w:w="2269" w:type="dxa"/>
            <w:vAlign w:val="center"/>
          </w:tcPr>
          <w:p w14:paraId="01ED8362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99,9</w:t>
            </w:r>
          </w:p>
        </w:tc>
        <w:tc>
          <w:tcPr>
            <w:tcW w:w="2267" w:type="dxa"/>
            <w:vAlign w:val="bottom"/>
          </w:tcPr>
          <w:p w14:paraId="0FD5FCA1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95,9</w:t>
            </w:r>
          </w:p>
        </w:tc>
      </w:tr>
      <w:tr w:rsidR="00932CFF" w:rsidRPr="00C33ECE" w14:paraId="3AF07FCF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CBCD1DC" w14:textId="77777777"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Декабрь</w:t>
            </w:r>
          </w:p>
        </w:tc>
        <w:tc>
          <w:tcPr>
            <w:tcW w:w="2268" w:type="dxa"/>
            <w:vAlign w:val="bottom"/>
          </w:tcPr>
          <w:p w14:paraId="52CBDD2E" w14:textId="77777777"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1101,1</w:t>
            </w:r>
          </w:p>
        </w:tc>
        <w:tc>
          <w:tcPr>
            <w:tcW w:w="2269" w:type="dxa"/>
            <w:vAlign w:val="center"/>
          </w:tcPr>
          <w:p w14:paraId="71F11C01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99,6</w:t>
            </w:r>
          </w:p>
        </w:tc>
        <w:tc>
          <w:tcPr>
            <w:tcW w:w="2267" w:type="dxa"/>
            <w:vAlign w:val="bottom"/>
          </w:tcPr>
          <w:p w14:paraId="49CC3A97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104,1</w:t>
            </w:r>
          </w:p>
        </w:tc>
      </w:tr>
      <w:tr w:rsidR="00932CFF" w:rsidRPr="00C33ECE" w14:paraId="43A7F9E3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763F095" w14:textId="77777777"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IV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10114971" w14:textId="77777777"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3210,1</w:t>
            </w:r>
          </w:p>
        </w:tc>
        <w:tc>
          <w:tcPr>
            <w:tcW w:w="2269" w:type="dxa"/>
            <w:vAlign w:val="center"/>
          </w:tcPr>
          <w:p w14:paraId="023B2834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100,1</w:t>
            </w:r>
          </w:p>
        </w:tc>
        <w:tc>
          <w:tcPr>
            <w:tcW w:w="2267" w:type="dxa"/>
            <w:vAlign w:val="bottom"/>
          </w:tcPr>
          <w:p w14:paraId="3282168D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932CFF" w:rsidRPr="00C33ECE" w14:paraId="42EC6F12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E2A6211" w14:textId="77777777" w:rsidR="00932CFF" w:rsidRPr="00C33ECE" w:rsidRDefault="00932CFF" w:rsidP="00932CFF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Год</w:t>
            </w:r>
          </w:p>
        </w:tc>
        <w:tc>
          <w:tcPr>
            <w:tcW w:w="2268" w:type="dxa"/>
            <w:vAlign w:val="bottom"/>
          </w:tcPr>
          <w:p w14:paraId="5B00EF87" w14:textId="77777777" w:rsidR="00932CFF" w:rsidRPr="00C33ECE" w:rsidRDefault="00932CFF" w:rsidP="00932CFF">
            <w:pPr>
              <w:ind w:right="680"/>
              <w:jc w:val="right"/>
              <w:rPr>
                <w:b/>
                <w:color w:val="000000"/>
                <w:sz w:val="20"/>
              </w:rPr>
            </w:pPr>
            <w:r w:rsidRPr="00C33ECE">
              <w:rPr>
                <w:b/>
                <w:color w:val="000000"/>
                <w:sz w:val="20"/>
              </w:rPr>
              <w:t>12401,7</w:t>
            </w:r>
          </w:p>
        </w:tc>
        <w:tc>
          <w:tcPr>
            <w:tcW w:w="2269" w:type="dxa"/>
            <w:vAlign w:val="center"/>
          </w:tcPr>
          <w:p w14:paraId="4DF20793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105,9</w:t>
            </w:r>
          </w:p>
        </w:tc>
        <w:tc>
          <w:tcPr>
            <w:tcW w:w="2267" w:type="dxa"/>
            <w:vAlign w:val="bottom"/>
          </w:tcPr>
          <w:p w14:paraId="59198411" w14:textId="77777777" w:rsidR="00932CFF" w:rsidRPr="00C33ECE" w:rsidRDefault="00932CFF" w:rsidP="00932CFF">
            <w:pPr>
              <w:ind w:right="794"/>
              <w:jc w:val="righ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х</w:t>
            </w:r>
          </w:p>
        </w:tc>
      </w:tr>
      <w:tr w:rsidR="00932CFF" w:rsidRPr="00C33ECE" w14:paraId="2822694B" w14:textId="77777777" w:rsidTr="008024EE">
        <w:trPr>
          <w:trHeight w:val="283"/>
          <w:jc w:val="center"/>
        </w:trPr>
        <w:tc>
          <w:tcPr>
            <w:tcW w:w="9072" w:type="dxa"/>
            <w:gridSpan w:val="4"/>
            <w:vAlign w:val="center"/>
          </w:tcPr>
          <w:p w14:paraId="036DD8CA" w14:textId="77777777" w:rsidR="00932CFF" w:rsidRPr="00C33ECE" w:rsidRDefault="00932CFF" w:rsidP="00932CFF">
            <w:pPr>
              <w:jc w:val="center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2024</w:t>
            </w:r>
          </w:p>
        </w:tc>
      </w:tr>
      <w:tr w:rsidR="00341DC0" w:rsidRPr="00C33ECE" w14:paraId="514F9B20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4B2E26A8" w14:textId="4B846C34" w:rsidR="00341DC0" w:rsidRPr="00C33ECE" w:rsidRDefault="00341DC0" w:rsidP="00341DC0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noProof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448DCEA7" w14:textId="4B9746C8"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C030CF">
              <w:rPr>
                <w:b/>
                <w:sz w:val="20"/>
              </w:rPr>
              <w:t>1052,2</w:t>
            </w:r>
          </w:p>
        </w:tc>
        <w:tc>
          <w:tcPr>
            <w:tcW w:w="2269" w:type="dxa"/>
            <w:vAlign w:val="center"/>
          </w:tcPr>
          <w:p w14:paraId="0F3DAB6C" w14:textId="1A6A55FD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DD7AD3">
              <w:rPr>
                <w:b/>
                <w:bCs/>
                <w:sz w:val="20"/>
              </w:rPr>
              <w:t>100,0</w:t>
            </w:r>
          </w:p>
        </w:tc>
        <w:tc>
          <w:tcPr>
            <w:tcW w:w="2267" w:type="dxa"/>
            <w:vAlign w:val="bottom"/>
          </w:tcPr>
          <w:p w14:paraId="4BE5FE0A" w14:textId="2A607E40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DD7AD3">
              <w:rPr>
                <w:b/>
                <w:bCs/>
                <w:sz w:val="20"/>
              </w:rPr>
              <w:t>93,9</w:t>
            </w:r>
          </w:p>
        </w:tc>
      </w:tr>
      <w:tr w:rsidR="00341DC0" w:rsidRPr="00C33ECE" w14:paraId="4188B57E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75FEFE20" w14:textId="2561AFD9" w:rsidR="00341DC0" w:rsidRPr="00C33ECE" w:rsidRDefault="00341DC0" w:rsidP="00341DC0">
            <w:pPr>
              <w:jc w:val="left"/>
              <w:rPr>
                <w:b/>
                <w:bCs/>
                <w:noProof/>
                <w:sz w:val="20"/>
              </w:rPr>
            </w:pPr>
            <w:r w:rsidRPr="00C33ECE">
              <w:rPr>
                <w:b/>
                <w:bCs/>
                <w:noProof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52681A38" w14:textId="47373389"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C030CF">
              <w:rPr>
                <w:b/>
                <w:sz w:val="20"/>
              </w:rPr>
              <w:t>1047,2</w:t>
            </w:r>
          </w:p>
        </w:tc>
        <w:tc>
          <w:tcPr>
            <w:tcW w:w="2269" w:type="dxa"/>
            <w:vAlign w:val="center"/>
          </w:tcPr>
          <w:p w14:paraId="7EC2B546" w14:textId="205E14BA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102,6</w:t>
            </w:r>
          </w:p>
        </w:tc>
        <w:tc>
          <w:tcPr>
            <w:tcW w:w="2267" w:type="dxa"/>
            <w:vAlign w:val="bottom"/>
          </w:tcPr>
          <w:p w14:paraId="0EB143F5" w14:textId="4E6FBD48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98,7</w:t>
            </w:r>
          </w:p>
        </w:tc>
      </w:tr>
      <w:tr w:rsidR="00341DC0" w:rsidRPr="00C33ECE" w14:paraId="73BD96D8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4A7720C" w14:textId="3CDA836B" w:rsidR="00341DC0" w:rsidRPr="00C33ECE" w:rsidRDefault="00341DC0" w:rsidP="00341DC0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14:paraId="16CF16F2" w14:textId="0E508C84"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C030CF">
              <w:rPr>
                <w:b/>
                <w:sz w:val="20"/>
              </w:rPr>
              <w:t>1075,8</w:t>
            </w:r>
          </w:p>
        </w:tc>
        <w:tc>
          <w:tcPr>
            <w:tcW w:w="2269" w:type="dxa"/>
            <w:vAlign w:val="center"/>
          </w:tcPr>
          <w:p w14:paraId="21AFFA90" w14:textId="720D99E3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95,7</w:t>
            </w:r>
          </w:p>
        </w:tc>
        <w:tc>
          <w:tcPr>
            <w:tcW w:w="2267" w:type="dxa"/>
            <w:vAlign w:val="bottom"/>
          </w:tcPr>
          <w:p w14:paraId="772C2613" w14:textId="31F997F1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101,3</w:t>
            </w:r>
          </w:p>
        </w:tc>
      </w:tr>
      <w:tr w:rsidR="00341DC0" w:rsidRPr="00C33ECE" w14:paraId="6BE684FC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4B50C4B2" w14:textId="16320484" w:rsidR="00341DC0" w:rsidRPr="00C33ECE" w:rsidRDefault="00341DC0" w:rsidP="00341DC0">
            <w:pPr>
              <w:jc w:val="left"/>
              <w:rPr>
                <w:b/>
                <w:bCs/>
                <w:sz w:val="20"/>
              </w:rPr>
            </w:pPr>
            <w:r w:rsidRPr="00C33ECE">
              <w:rPr>
                <w:b/>
                <w:bCs/>
                <w:sz w:val="20"/>
                <w:lang w:val="en-US"/>
              </w:rPr>
              <w:t xml:space="preserve">I </w:t>
            </w:r>
            <w:r w:rsidRPr="00C33ECE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7496AD9D" w14:textId="6744E310"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C030CF">
              <w:rPr>
                <w:b/>
                <w:sz w:val="20"/>
              </w:rPr>
              <w:t>3175,2</w:t>
            </w:r>
          </w:p>
        </w:tc>
        <w:tc>
          <w:tcPr>
            <w:tcW w:w="2269" w:type="dxa"/>
            <w:vAlign w:val="center"/>
          </w:tcPr>
          <w:p w14:paraId="538F4EC7" w14:textId="05152409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030CF">
              <w:rPr>
                <w:b/>
                <w:bCs/>
                <w:sz w:val="20"/>
              </w:rPr>
              <w:t>99,3</w:t>
            </w:r>
          </w:p>
        </w:tc>
        <w:tc>
          <w:tcPr>
            <w:tcW w:w="2267" w:type="dxa"/>
            <w:vAlign w:val="bottom"/>
          </w:tcPr>
          <w:p w14:paraId="3BCE141E" w14:textId="7B6123BC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CF7B45" w:rsidRPr="00C33ECE" w14:paraId="7F1752D6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05889955" w14:textId="420C61F4" w:rsidR="00CF7B45" w:rsidRPr="00CF7B45" w:rsidRDefault="00CF7B45" w:rsidP="00CF7B45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C33ECE">
              <w:rPr>
                <w:b/>
                <w:bCs/>
                <w:sz w:val="20"/>
              </w:rPr>
              <w:t>Апрель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14:paraId="646F0700" w14:textId="25B62CDA" w:rsidR="00CF7B45" w:rsidRPr="00CF7B45" w:rsidRDefault="00CF7B45" w:rsidP="00CF7B45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CF7B45">
              <w:rPr>
                <w:b/>
                <w:sz w:val="20"/>
              </w:rPr>
              <w:t>1145,7</w:t>
            </w:r>
          </w:p>
        </w:tc>
        <w:tc>
          <w:tcPr>
            <w:tcW w:w="2269" w:type="dxa"/>
            <w:vAlign w:val="center"/>
          </w:tcPr>
          <w:p w14:paraId="126C82E3" w14:textId="259304BA"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95,4</w:t>
            </w:r>
          </w:p>
        </w:tc>
        <w:tc>
          <w:tcPr>
            <w:tcW w:w="2267" w:type="dxa"/>
            <w:vAlign w:val="bottom"/>
          </w:tcPr>
          <w:p w14:paraId="67E609EA" w14:textId="07BD897B"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105,7</w:t>
            </w:r>
          </w:p>
        </w:tc>
      </w:tr>
      <w:tr w:rsidR="00CF7B45" w:rsidRPr="00C33ECE" w14:paraId="414CFA69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CD1CD1C" w14:textId="3196BAAC" w:rsidR="00CF7B45" w:rsidRPr="00CF7B45" w:rsidRDefault="00CF7B45" w:rsidP="00CF7B45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563386">
              <w:rPr>
                <w:b/>
                <w:bCs/>
                <w:sz w:val="20"/>
              </w:rPr>
              <w:t>Май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14:paraId="57B67E44" w14:textId="4C1C304F" w:rsidR="00CF7B45" w:rsidRPr="00CF7B45" w:rsidRDefault="00CF7B45" w:rsidP="00CF7B45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CF7B45">
              <w:rPr>
                <w:b/>
                <w:sz w:val="20"/>
              </w:rPr>
              <w:t>1213,9</w:t>
            </w:r>
          </w:p>
        </w:tc>
        <w:tc>
          <w:tcPr>
            <w:tcW w:w="2269" w:type="dxa"/>
            <w:vAlign w:val="center"/>
          </w:tcPr>
          <w:p w14:paraId="0F16E168" w14:textId="0024104A"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98,8</w:t>
            </w:r>
          </w:p>
        </w:tc>
        <w:tc>
          <w:tcPr>
            <w:tcW w:w="2267" w:type="dxa"/>
            <w:vAlign w:val="bottom"/>
          </w:tcPr>
          <w:p w14:paraId="7BD1F911" w14:textId="2771065F"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104,3</w:t>
            </w:r>
          </w:p>
        </w:tc>
      </w:tr>
      <w:tr w:rsidR="00CF7B45" w:rsidRPr="00EB0170" w14:paraId="2FB2D83F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412F6416" w14:textId="314EE308" w:rsidR="00CF7B45" w:rsidRPr="00CF7B45" w:rsidRDefault="00CF7B45" w:rsidP="00CF7B45">
            <w:pPr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</w:rPr>
              <w:t>Июнь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14:paraId="521F86F1" w14:textId="5B18DE22" w:rsidR="00CF7B45" w:rsidRPr="00CF7B45" w:rsidRDefault="00CF7B45" w:rsidP="00CF7B45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CF7B45">
              <w:rPr>
                <w:b/>
                <w:sz w:val="20"/>
              </w:rPr>
              <w:t>1219,8</w:t>
            </w:r>
          </w:p>
        </w:tc>
        <w:tc>
          <w:tcPr>
            <w:tcW w:w="2269" w:type="dxa"/>
            <w:vAlign w:val="center"/>
          </w:tcPr>
          <w:p w14:paraId="1E88BB6C" w14:textId="1EFA0116"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101,3</w:t>
            </w:r>
          </w:p>
        </w:tc>
        <w:tc>
          <w:tcPr>
            <w:tcW w:w="2267" w:type="dxa"/>
            <w:vAlign w:val="bottom"/>
          </w:tcPr>
          <w:p w14:paraId="7E8AD8FA" w14:textId="77A46D2A"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99,1</w:t>
            </w:r>
          </w:p>
        </w:tc>
      </w:tr>
      <w:tr w:rsidR="00CF7B45" w:rsidRPr="00EB0170" w14:paraId="6E2F8E5E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6E2F532" w14:textId="54C71CC0" w:rsidR="00CF7B45" w:rsidRPr="00CF7B45" w:rsidRDefault="00CF7B45" w:rsidP="00CF7B45">
            <w:pPr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  <w:lang w:val="en-US"/>
              </w:rPr>
              <w:t xml:space="preserve">II </w:t>
            </w:r>
            <w:r>
              <w:rPr>
                <w:b/>
                <w:bCs/>
                <w:sz w:val="20"/>
              </w:rPr>
              <w:t>квартал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14:paraId="3BE55243" w14:textId="72267F08" w:rsidR="00CF7B45" w:rsidRPr="00CF7B45" w:rsidRDefault="00CF7B45" w:rsidP="00CF7B45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CF7B45">
              <w:rPr>
                <w:b/>
                <w:sz w:val="20"/>
              </w:rPr>
              <w:t>3579,5</w:t>
            </w:r>
          </w:p>
        </w:tc>
        <w:tc>
          <w:tcPr>
            <w:tcW w:w="2269" w:type="dxa"/>
            <w:vAlign w:val="center"/>
          </w:tcPr>
          <w:p w14:paraId="679198AC" w14:textId="545E693C"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98,5</w:t>
            </w:r>
          </w:p>
        </w:tc>
        <w:tc>
          <w:tcPr>
            <w:tcW w:w="2267" w:type="dxa"/>
            <w:vAlign w:val="bottom"/>
          </w:tcPr>
          <w:p w14:paraId="579AF180" w14:textId="77A3F665"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х</w:t>
            </w:r>
          </w:p>
        </w:tc>
      </w:tr>
      <w:tr w:rsidR="00CF7B45" w:rsidRPr="00EB0170" w14:paraId="4B394CDE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F5D1C74" w14:textId="1BDFE5E4" w:rsidR="00CF7B45" w:rsidRPr="00CF7B45" w:rsidRDefault="00CF7B45" w:rsidP="00CF7B45">
            <w:pPr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sz w:val="20"/>
                <w:lang w:val="en-US"/>
              </w:rPr>
              <w:t>I</w:t>
            </w:r>
            <w:r>
              <w:rPr>
                <w:b/>
                <w:bCs/>
                <w:sz w:val="20"/>
              </w:rPr>
              <w:t xml:space="preserve"> полугодие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14:paraId="521956BF" w14:textId="2535A0BD" w:rsidR="00CF7B45" w:rsidRPr="00CF7B45" w:rsidRDefault="00CF7B45" w:rsidP="00CF7B45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CF7B45">
              <w:rPr>
                <w:b/>
                <w:sz w:val="20"/>
              </w:rPr>
              <w:t>6754,7</w:t>
            </w:r>
          </w:p>
        </w:tc>
        <w:tc>
          <w:tcPr>
            <w:tcW w:w="2269" w:type="dxa"/>
            <w:vAlign w:val="center"/>
          </w:tcPr>
          <w:p w14:paraId="3121B79A" w14:textId="42B5493C"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98,9</w:t>
            </w:r>
          </w:p>
        </w:tc>
        <w:tc>
          <w:tcPr>
            <w:tcW w:w="2267" w:type="dxa"/>
            <w:vAlign w:val="bottom"/>
          </w:tcPr>
          <w:p w14:paraId="758D5D18" w14:textId="5D4B159F"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х</w:t>
            </w:r>
          </w:p>
        </w:tc>
      </w:tr>
      <w:tr w:rsidR="00CF7B45" w:rsidRPr="00EB0170" w14:paraId="311078D8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7668452" w14:textId="7CF9BE7F" w:rsidR="00CF7B45" w:rsidRPr="00CF7B45" w:rsidRDefault="00CF7B45" w:rsidP="00CF7B45">
            <w:pPr>
              <w:jc w:val="left"/>
              <w:rPr>
                <w:b/>
                <w:bCs/>
                <w:sz w:val="20"/>
                <w:vertAlign w:val="superscript"/>
                <w:lang w:val="en-US"/>
              </w:rPr>
            </w:pPr>
            <w:r>
              <w:rPr>
                <w:b/>
                <w:bCs/>
                <w:sz w:val="20"/>
              </w:rPr>
              <w:lastRenderedPageBreak/>
              <w:t>Июль</w:t>
            </w:r>
            <w:r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2268" w:type="dxa"/>
            <w:vAlign w:val="bottom"/>
          </w:tcPr>
          <w:p w14:paraId="22EEF9BC" w14:textId="4AB69F2B" w:rsidR="00CF7B45" w:rsidRPr="00CF7B45" w:rsidRDefault="00CF7B45" w:rsidP="00CF7B45">
            <w:pPr>
              <w:ind w:right="680"/>
              <w:jc w:val="right"/>
              <w:rPr>
                <w:b/>
                <w:sz w:val="20"/>
              </w:rPr>
            </w:pPr>
            <w:r w:rsidRPr="00CF7B45">
              <w:rPr>
                <w:b/>
                <w:sz w:val="20"/>
              </w:rPr>
              <w:t>1269,1</w:t>
            </w:r>
          </w:p>
        </w:tc>
        <w:tc>
          <w:tcPr>
            <w:tcW w:w="2269" w:type="dxa"/>
            <w:vAlign w:val="center"/>
          </w:tcPr>
          <w:p w14:paraId="44EF60C3" w14:textId="6B7E9CBF"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100,8</w:t>
            </w:r>
          </w:p>
        </w:tc>
        <w:tc>
          <w:tcPr>
            <w:tcW w:w="2267" w:type="dxa"/>
            <w:vAlign w:val="bottom"/>
          </w:tcPr>
          <w:p w14:paraId="2E5FECE9" w14:textId="6585AA3F"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104,0</w:t>
            </w:r>
          </w:p>
        </w:tc>
      </w:tr>
      <w:tr w:rsidR="00341DC0" w:rsidRPr="00EB0170" w14:paraId="243738BC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F874F58" w14:textId="2F7DF55D" w:rsidR="00341DC0" w:rsidRDefault="00341DC0" w:rsidP="00341DC0">
            <w:pPr>
              <w:jc w:val="left"/>
              <w:rPr>
                <w:b/>
                <w:bCs/>
                <w:sz w:val="20"/>
                <w:lang w:val="en-US"/>
              </w:rPr>
            </w:pPr>
            <w:r>
              <w:rPr>
                <w:b/>
                <w:bCs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64FBC499" w14:textId="169FFDB4" w:rsidR="00341DC0" w:rsidRPr="00A13D99" w:rsidRDefault="00341DC0" w:rsidP="00341DC0">
            <w:pPr>
              <w:ind w:right="680"/>
              <w:jc w:val="right"/>
              <w:rPr>
                <w:b/>
                <w:sz w:val="20"/>
                <w:highlight w:val="yellow"/>
              </w:rPr>
            </w:pPr>
            <w:r w:rsidRPr="00813552">
              <w:rPr>
                <w:b/>
                <w:sz w:val="20"/>
              </w:rPr>
              <w:t>1263</w:t>
            </w:r>
            <w:r>
              <w:rPr>
                <w:b/>
                <w:sz w:val="20"/>
              </w:rPr>
              <w:t>,7</w:t>
            </w:r>
          </w:p>
        </w:tc>
        <w:tc>
          <w:tcPr>
            <w:tcW w:w="2269" w:type="dxa"/>
            <w:vAlign w:val="center"/>
          </w:tcPr>
          <w:p w14:paraId="29B2156C" w14:textId="01B9C97D" w:rsidR="00341DC0" w:rsidRPr="00A13D99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813552">
              <w:rPr>
                <w:b/>
                <w:bCs/>
                <w:sz w:val="20"/>
              </w:rPr>
              <w:t>103,2</w:t>
            </w:r>
          </w:p>
        </w:tc>
        <w:tc>
          <w:tcPr>
            <w:tcW w:w="2267" w:type="dxa"/>
            <w:vAlign w:val="bottom"/>
          </w:tcPr>
          <w:p w14:paraId="2FECA308" w14:textId="18491EA3" w:rsidR="00341DC0" w:rsidRPr="00A13D99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813552">
              <w:rPr>
                <w:b/>
                <w:bCs/>
                <w:sz w:val="20"/>
              </w:rPr>
              <w:t>99,6</w:t>
            </w:r>
          </w:p>
        </w:tc>
      </w:tr>
      <w:tr w:rsidR="00CF7B45" w:rsidRPr="00EB0170" w14:paraId="50BF5A9A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5BDA474" w14:textId="4A388D65" w:rsidR="00CF7B45" w:rsidRPr="00CF7B45" w:rsidRDefault="00CF7B45" w:rsidP="00CF7B45">
            <w:pPr>
              <w:jc w:val="lef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475AD29A" w14:textId="572A7D72" w:rsidR="00CF7B45" w:rsidRPr="00CF7B45" w:rsidRDefault="00CF7B45" w:rsidP="00CF7B45">
            <w:pPr>
              <w:ind w:right="680"/>
              <w:jc w:val="right"/>
              <w:rPr>
                <w:b/>
                <w:sz w:val="20"/>
              </w:rPr>
            </w:pPr>
            <w:r w:rsidRPr="00CF7B45">
              <w:rPr>
                <w:b/>
                <w:sz w:val="20"/>
              </w:rPr>
              <w:t>1291,7</w:t>
            </w:r>
          </w:p>
        </w:tc>
        <w:tc>
          <w:tcPr>
            <w:tcW w:w="2269" w:type="dxa"/>
            <w:vAlign w:val="center"/>
          </w:tcPr>
          <w:p w14:paraId="024E3D55" w14:textId="792F3A9C"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106,3</w:t>
            </w:r>
          </w:p>
        </w:tc>
        <w:tc>
          <w:tcPr>
            <w:tcW w:w="2267" w:type="dxa"/>
            <w:vAlign w:val="bottom"/>
          </w:tcPr>
          <w:p w14:paraId="0E93A220" w14:textId="247270D1"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102,2</w:t>
            </w:r>
          </w:p>
        </w:tc>
      </w:tr>
      <w:tr w:rsidR="00CF7B45" w:rsidRPr="00EB0170" w14:paraId="4F891927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88D8EBD" w14:textId="32166BE7" w:rsidR="00CF7B45" w:rsidRPr="00CF7B45" w:rsidRDefault="00CF7B45" w:rsidP="00CF7B45">
            <w:pPr>
              <w:jc w:val="lef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  <w:lang w:val="en-US"/>
              </w:rPr>
              <w:t xml:space="preserve">III </w:t>
            </w:r>
            <w:r w:rsidRPr="00CF7B45">
              <w:rPr>
                <w:b/>
                <w:bCs/>
                <w:sz w:val="20"/>
              </w:rPr>
              <w:t>квартал</w:t>
            </w:r>
          </w:p>
        </w:tc>
        <w:tc>
          <w:tcPr>
            <w:tcW w:w="2268" w:type="dxa"/>
            <w:vAlign w:val="bottom"/>
          </w:tcPr>
          <w:p w14:paraId="49A9CEB6" w14:textId="213655EF" w:rsidR="00CF7B45" w:rsidRPr="00CF7B45" w:rsidRDefault="00CF7B45" w:rsidP="00CF7B45">
            <w:pPr>
              <w:ind w:right="680"/>
              <w:jc w:val="right"/>
              <w:rPr>
                <w:b/>
                <w:sz w:val="20"/>
              </w:rPr>
            </w:pPr>
            <w:r w:rsidRPr="00CF7B45">
              <w:rPr>
                <w:b/>
                <w:sz w:val="20"/>
              </w:rPr>
              <w:t>3824,6</w:t>
            </w:r>
          </w:p>
        </w:tc>
        <w:tc>
          <w:tcPr>
            <w:tcW w:w="2269" w:type="dxa"/>
            <w:vAlign w:val="center"/>
          </w:tcPr>
          <w:p w14:paraId="126C0518" w14:textId="3C8B8392"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103,4</w:t>
            </w:r>
          </w:p>
        </w:tc>
        <w:tc>
          <w:tcPr>
            <w:tcW w:w="2267" w:type="dxa"/>
            <w:vAlign w:val="bottom"/>
          </w:tcPr>
          <w:p w14:paraId="550C2F8D" w14:textId="4F435865"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х</w:t>
            </w:r>
          </w:p>
        </w:tc>
      </w:tr>
      <w:tr w:rsidR="00CF7B45" w:rsidRPr="00EB0170" w14:paraId="3F348252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72D8C72" w14:textId="3AEFF006" w:rsidR="00CF7B45" w:rsidRPr="00CF7B45" w:rsidRDefault="00CF7B45" w:rsidP="00CF7B45">
            <w:pPr>
              <w:jc w:val="lef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14:paraId="6971C1CF" w14:textId="7184DF7D" w:rsidR="00CF7B45" w:rsidRPr="00CF7B45" w:rsidRDefault="00CF7B45" w:rsidP="00CF7B45">
            <w:pPr>
              <w:ind w:right="680"/>
              <w:jc w:val="right"/>
              <w:rPr>
                <w:b/>
                <w:sz w:val="20"/>
              </w:rPr>
            </w:pPr>
            <w:r w:rsidRPr="00CF7B45">
              <w:rPr>
                <w:b/>
                <w:sz w:val="20"/>
              </w:rPr>
              <w:t>10579,3</w:t>
            </w:r>
          </w:p>
        </w:tc>
        <w:tc>
          <w:tcPr>
            <w:tcW w:w="2269" w:type="dxa"/>
            <w:vAlign w:val="center"/>
          </w:tcPr>
          <w:p w14:paraId="4C251E94" w14:textId="45DF24BB"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100,7</w:t>
            </w:r>
          </w:p>
        </w:tc>
        <w:tc>
          <w:tcPr>
            <w:tcW w:w="2267" w:type="dxa"/>
            <w:vAlign w:val="bottom"/>
          </w:tcPr>
          <w:p w14:paraId="471301AF" w14:textId="00889D3C" w:rsidR="00CF7B45" w:rsidRPr="00CF7B45" w:rsidRDefault="00CF7B45" w:rsidP="00CF7B45">
            <w:pPr>
              <w:ind w:right="794"/>
              <w:jc w:val="right"/>
              <w:rPr>
                <w:b/>
                <w:bCs/>
                <w:sz w:val="20"/>
              </w:rPr>
            </w:pPr>
            <w:r w:rsidRPr="00CF7B45">
              <w:rPr>
                <w:b/>
                <w:bCs/>
                <w:sz w:val="20"/>
              </w:rPr>
              <w:t>х</w:t>
            </w:r>
          </w:p>
        </w:tc>
      </w:tr>
    </w:tbl>
    <w:p w14:paraId="59A52D20" w14:textId="7E8EA28F" w:rsidR="00CF7B45" w:rsidRDefault="00CF7B45" w:rsidP="00CF7B45">
      <w:pPr>
        <w:spacing w:before="120"/>
        <w:ind w:left="453" w:hanging="113"/>
      </w:pPr>
      <w:r w:rsidRPr="000E5F6E">
        <w:rPr>
          <w:sz w:val="18"/>
          <w:szCs w:val="18"/>
          <w:vertAlign w:val="superscript"/>
        </w:rPr>
        <w:t>1)</w:t>
      </w:r>
      <w:r w:rsidRPr="000E5F6E">
        <w:rPr>
          <w:sz w:val="18"/>
          <w:szCs w:val="18"/>
        </w:rPr>
        <w:t>данные уточнены по итогам ежеквартальных обследований малых предприятий и розничных рынков</w:t>
      </w:r>
    </w:p>
    <w:p w14:paraId="2A4FFCE2" w14:textId="77777777" w:rsidR="00CF7B45" w:rsidRDefault="00CF7B45" w:rsidP="006E3317">
      <w:pPr>
        <w:pStyle w:val="2"/>
        <w:keepNext w:val="0"/>
        <w:spacing w:before="360" w:after="240"/>
        <w:rPr>
          <w:sz w:val="20"/>
        </w:rPr>
      </w:pPr>
    </w:p>
    <w:p w14:paraId="7B1EB23D" w14:textId="13A48A07" w:rsidR="00F74A49" w:rsidRPr="00903A2E" w:rsidRDefault="00F74A49" w:rsidP="006E3317">
      <w:pPr>
        <w:pStyle w:val="2"/>
        <w:keepNext w:val="0"/>
        <w:spacing w:before="360" w:after="240"/>
        <w:rPr>
          <w:sz w:val="20"/>
          <w:vertAlign w:val="superscript"/>
        </w:rPr>
      </w:pPr>
      <w:bookmarkStart w:id="118" w:name="_Toc181255931"/>
      <w:r w:rsidRPr="001512DA">
        <w:rPr>
          <w:sz w:val="20"/>
        </w:rPr>
        <w:t xml:space="preserve">РЫНОК ПЛАТНЫХ </w:t>
      </w:r>
      <w:r w:rsidRPr="00E05098">
        <w:rPr>
          <w:sz w:val="20"/>
        </w:rPr>
        <w:t>УСЛУГ НАСЕЛЕНИЮ</w:t>
      </w:r>
      <w:bookmarkEnd w:id="118"/>
    </w:p>
    <w:p w14:paraId="63A8C7B1" w14:textId="63BD193F" w:rsidR="00834655" w:rsidRDefault="008024EE" w:rsidP="00317E53">
      <w:pPr>
        <w:spacing w:before="100" w:beforeAutospacing="1" w:after="240"/>
        <w:ind w:firstLine="709"/>
      </w:pPr>
      <w:r w:rsidRPr="00D5767C">
        <w:t xml:space="preserve">В </w:t>
      </w:r>
      <w:r w:rsidR="00425761" w:rsidRPr="00D5767C">
        <w:t>январе-</w:t>
      </w:r>
      <w:r w:rsidR="00341DC0">
        <w:t>сентябре</w:t>
      </w:r>
      <w:r w:rsidRPr="00D5767C">
        <w:t xml:space="preserve"> 2024 года населению было оказано платных услуг</w:t>
      </w:r>
      <w:r w:rsidRPr="00D5767C">
        <w:br/>
        <w:t>на</w:t>
      </w:r>
      <w:r w:rsidR="009615D8" w:rsidRPr="00D5767C">
        <w:t xml:space="preserve"> </w:t>
      </w:r>
      <w:r w:rsidR="00341DC0" w:rsidRPr="001704EA">
        <w:rPr>
          <w:noProof/>
        </w:rPr>
        <w:t>40787</w:t>
      </w:r>
      <w:r w:rsidR="00341DC0">
        <w:rPr>
          <w:noProof/>
        </w:rPr>
        <w:t>,8</w:t>
      </w:r>
      <w:r w:rsidR="00D5767C" w:rsidRPr="00D5767C">
        <w:rPr>
          <w:noProof/>
        </w:rPr>
        <w:t xml:space="preserve"> </w:t>
      </w:r>
      <w:r w:rsidRPr="00D5767C">
        <w:t xml:space="preserve">млн рублей. Удельный вес расходов на оплату услуг в потребительских расходах населения в </w:t>
      </w:r>
      <w:r w:rsidR="00341DC0">
        <w:t>сентябре</w:t>
      </w:r>
      <w:r w:rsidRPr="00D5767C">
        <w:t xml:space="preserve"> 2024 года составил </w:t>
      </w:r>
      <w:r w:rsidR="00103528">
        <w:t>14,</w:t>
      </w:r>
      <w:r w:rsidR="00341DC0">
        <w:t>8</w:t>
      </w:r>
      <w:r w:rsidRPr="00D5767C">
        <w:t xml:space="preserve">% против </w:t>
      </w:r>
      <w:r w:rsidR="00341DC0" w:rsidRPr="00E66951">
        <w:t>14,2</w:t>
      </w:r>
      <w:r w:rsidRPr="00D5767C">
        <w:t xml:space="preserve">% в </w:t>
      </w:r>
      <w:r w:rsidR="00341DC0">
        <w:t>сентябре</w:t>
      </w:r>
      <w:r w:rsidRPr="00D5767C">
        <w:t xml:space="preserve"> </w:t>
      </w:r>
      <w:r w:rsidR="00317E53">
        <w:br/>
      </w:r>
      <w:r w:rsidRPr="00D5767C">
        <w:t>2023 года</w:t>
      </w:r>
      <w:r w:rsidR="00834655" w:rsidRPr="00D5767C">
        <w:t>.</w:t>
      </w:r>
    </w:p>
    <w:p w14:paraId="5D01C31E" w14:textId="77777777" w:rsidR="0031223F" w:rsidRPr="00952250" w:rsidRDefault="0031223F" w:rsidP="006E3317">
      <w:pPr>
        <w:pStyle w:val="3"/>
        <w:spacing w:before="360" w:after="360"/>
        <w:ind w:right="0"/>
        <w:rPr>
          <w:bCs/>
        </w:rPr>
      </w:pPr>
      <w:bookmarkStart w:id="119" w:name="_Toc181255932"/>
      <w:r w:rsidRPr="00952250">
        <w:rPr>
          <w:bCs/>
        </w:rPr>
        <w:t>Динамика объема платных услуг населению</w:t>
      </w:r>
      <w:bookmarkEnd w:id="117"/>
      <w:bookmarkEnd w:id="119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268"/>
        <w:gridCol w:w="2268"/>
        <w:gridCol w:w="2269"/>
        <w:gridCol w:w="2267"/>
      </w:tblGrid>
      <w:tr w:rsidR="008024EE" w:rsidRPr="001C02B8" w14:paraId="5A19B92A" w14:textId="77777777" w:rsidTr="008024EE">
        <w:trPr>
          <w:trHeight w:val="283"/>
          <w:jc w:val="center"/>
        </w:trPr>
        <w:tc>
          <w:tcPr>
            <w:tcW w:w="2268" w:type="dxa"/>
            <w:vMerge w:val="restart"/>
            <w:vAlign w:val="center"/>
          </w:tcPr>
          <w:p w14:paraId="27A72C5E" w14:textId="77777777" w:rsidR="008024EE" w:rsidRPr="001C02B8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 w:val="restart"/>
            <w:vAlign w:val="center"/>
          </w:tcPr>
          <w:p w14:paraId="535DDD27" w14:textId="77777777" w:rsidR="008024EE" w:rsidRPr="001C02B8" w:rsidRDefault="008024EE" w:rsidP="008024EE">
            <w:pPr>
              <w:jc w:val="center"/>
              <w:rPr>
                <w:b/>
                <w:sz w:val="20"/>
              </w:rPr>
            </w:pPr>
            <w:r w:rsidRPr="001C02B8">
              <w:rPr>
                <w:b/>
                <w:sz w:val="20"/>
              </w:rPr>
              <w:t>Млн</w:t>
            </w:r>
            <w:r w:rsidRPr="001C02B8">
              <w:rPr>
                <w:b/>
                <w:sz w:val="20"/>
              </w:rPr>
              <w:br/>
              <w:t>рублей</w:t>
            </w:r>
          </w:p>
        </w:tc>
        <w:tc>
          <w:tcPr>
            <w:tcW w:w="4536" w:type="dxa"/>
            <w:gridSpan w:val="2"/>
            <w:vAlign w:val="center"/>
          </w:tcPr>
          <w:p w14:paraId="52F9F430" w14:textId="77777777" w:rsidR="008024EE" w:rsidRPr="001C02B8" w:rsidRDefault="008024EE" w:rsidP="008024EE">
            <w:pPr>
              <w:jc w:val="center"/>
              <w:rPr>
                <w:b/>
                <w:sz w:val="20"/>
              </w:rPr>
            </w:pPr>
            <w:proofErr w:type="gramStart"/>
            <w:r w:rsidRPr="001C02B8">
              <w:rPr>
                <w:b/>
                <w:sz w:val="20"/>
              </w:rPr>
              <w:t>В  %</w:t>
            </w:r>
            <w:proofErr w:type="gramEnd"/>
            <w:r w:rsidRPr="001C02B8">
              <w:rPr>
                <w:b/>
                <w:sz w:val="20"/>
              </w:rPr>
              <w:t xml:space="preserve">  к</w:t>
            </w:r>
          </w:p>
        </w:tc>
      </w:tr>
      <w:tr w:rsidR="008024EE" w:rsidRPr="001C02B8" w14:paraId="21D7DD63" w14:textId="77777777" w:rsidTr="008024EE">
        <w:trPr>
          <w:trHeight w:val="227"/>
          <w:jc w:val="center"/>
        </w:trPr>
        <w:tc>
          <w:tcPr>
            <w:tcW w:w="2268" w:type="dxa"/>
            <w:vMerge/>
            <w:vAlign w:val="center"/>
          </w:tcPr>
          <w:p w14:paraId="27E17765" w14:textId="77777777" w:rsidR="008024EE" w:rsidRPr="001C02B8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8" w:type="dxa"/>
            <w:vMerge/>
            <w:vAlign w:val="center"/>
          </w:tcPr>
          <w:p w14:paraId="0FAE3031" w14:textId="77777777" w:rsidR="008024EE" w:rsidRPr="001C02B8" w:rsidRDefault="008024EE" w:rsidP="008024EE">
            <w:pPr>
              <w:jc w:val="center"/>
              <w:rPr>
                <w:b/>
                <w:sz w:val="20"/>
              </w:rPr>
            </w:pPr>
          </w:p>
        </w:tc>
        <w:tc>
          <w:tcPr>
            <w:tcW w:w="2269" w:type="dxa"/>
            <w:vAlign w:val="center"/>
          </w:tcPr>
          <w:p w14:paraId="287B7AC1" w14:textId="77777777" w:rsidR="008024EE" w:rsidRPr="001C02B8" w:rsidRDefault="008024EE" w:rsidP="008024EE">
            <w:pPr>
              <w:ind w:left="-91" w:right="-91"/>
              <w:jc w:val="center"/>
              <w:rPr>
                <w:b/>
                <w:sz w:val="20"/>
              </w:rPr>
            </w:pPr>
            <w:r w:rsidRPr="001C02B8">
              <w:rPr>
                <w:b/>
                <w:sz w:val="20"/>
              </w:rPr>
              <w:t>соответствующему периоду предыдущего года</w:t>
            </w:r>
          </w:p>
        </w:tc>
        <w:tc>
          <w:tcPr>
            <w:tcW w:w="2267" w:type="dxa"/>
            <w:vAlign w:val="center"/>
          </w:tcPr>
          <w:p w14:paraId="2421055F" w14:textId="77777777" w:rsidR="008024EE" w:rsidRPr="001C02B8" w:rsidRDefault="008024EE" w:rsidP="008024EE">
            <w:pPr>
              <w:ind w:left="-91" w:right="-91"/>
              <w:jc w:val="center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предыдущему периоду</w:t>
            </w:r>
          </w:p>
        </w:tc>
      </w:tr>
      <w:tr w:rsidR="008024EE" w:rsidRPr="001C02B8" w14:paraId="61B7A114" w14:textId="77777777" w:rsidTr="008024EE">
        <w:trPr>
          <w:trHeight w:val="283"/>
          <w:jc w:val="center"/>
        </w:trPr>
        <w:tc>
          <w:tcPr>
            <w:tcW w:w="9072" w:type="dxa"/>
            <w:gridSpan w:val="4"/>
            <w:vAlign w:val="center"/>
          </w:tcPr>
          <w:p w14:paraId="7154EA91" w14:textId="0CF235B5" w:rsidR="008024EE" w:rsidRPr="005E3618" w:rsidRDefault="008024EE" w:rsidP="008024EE">
            <w:pPr>
              <w:jc w:val="center"/>
              <w:rPr>
                <w:b/>
                <w:bCs/>
                <w:sz w:val="20"/>
                <w:vertAlign w:val="superscript"/>
              </w:rPr>
            </w:pPr>
            <w:r w:rsidRPr="001C02B8">
              <w:rPr>
                <w:b/>
                <w:bCs/>
                <w:sz w:val="20"/>
              </w:rPr>
              <w:t>2023</w:t>
            </w:r>
          </w:p>
        </w:tc>
      </w:tr>
      <w:tr w:rsidR="005E3618" w:rsidRPr="001C02B8" w14:paraId="58E61704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CAB6563" w14:textId="77777777" w:rsidR="005E3618" w:rsidRPr="001C02B8" w:rsidRDefault="005E3618" w:rsidP="005E3618">
            <w:pPr>
              <w:rPr>
                <w:b/>
                <w:bCs/>
                <w:sz w:val="20"/>
                <w:vertAlign w:val="superscript"/>
              </w:rPr>
            </w:pPr>
            <w:r w:rsidRPr="001C02B8">
              <w:rPr>
                <w:b/>
                <w:bCs/>
                <w:noProof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365D8119" w14:textId="0983FFAA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>
              <w:rPr>
                <w:b/>
                <w:color w:val="000000"/>
                <w:sz w:val="20"/>
                <w:szCs w:val="22"/>
              </w:rPr>
              <w:t>4177,9</w:t>
            </w:r>
          </w:p>
        </w:tc>
        <w:tc>
          <w:tcPr>
            <w:tcW w:w="2269" w:type="dxa"/>
            <w:vAlign w:val="bottom"/>
          </w:tcPr>
          <w:p w14:paraId="3C2E78C5" w14:textId="27F3E3DE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100,4</w:t>
            </w:r>
          </w:p>
        </w:tc>
        <w:tc>
          <w:tcPr>
            <w:tcW w:w="2267" w:type="dxa"/>
            <w:vAlign w:val="bottom"/>
          </w:tcPr>
          <w:p w14:paraId="5DDBEB7E" w14:textId="52797D96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85,8</w:t>
            </w:r>
          </w:p>
        </w:tc>
      </w:tr>
      <w:tr w:rsidR="005E3618" w:rsidRPr="001C02B8" w14:paraId="067758D9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0E0DD0EB" w14:textId="77777777" w:rsidR="005E3618" w:rsidRPr="001C02B8" w:rsidRDefault="005E3618" w:rsidP="005E3618">
            <w:pPr>
              <w:rPr>
                <w:b/>
                <w:bCs/>
                <w:noProof/>
                <w:sz w:val="20"/>
              </w:rPr>
            </w:pPr>
            <w:r w:rsidRPr="001C02B8">
              <w:rPr>
                <w:b/>
                <w:bCs/>
                <w:noProof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43148064" w14:textId="7836E6EB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4299,7</w:t>
            </w:r>
          </w:p>
        </w:tc>
        <w:tc>
          <w:tcPr>
            <w:tcW w:w="2269" w:type="dxa"/>
            <w:vAlign w:val="bottom"/>
          </w:tcPr>
          <w:p w14:paraId="048E5EF0" w14:textId="6D45B7EF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98,4</w:t>
            </w:r>
          </w:p>
        </w:tc>
        <w:tc>
          <w:tcPr>
            <w:tcW w:w="2267" w:type="dxa"/>
            <w:vAlign w:val="bottom"/>
          </w:tcPr>
          <w:p w14:paraId="64DCD229" w14:textId="26AE41B0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102,6</w:t>
            </w:r>
          </w:p>
        </w:tc>
      </w:tr>
      <w:tr w:rsidR="005E3618" w:rsidRPr="001C02B8" w14:paraId="6CDE8BEF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B982A2A" w14:textId="77777777"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14:paraId="079662FB" w14:textId="061ACC24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4553,8</w:t>
            </w:r>
          </w:p>
        </w:tc>
        <w:tc>
          <w:tcPr>
            <w:tcW w:w="2269" w:type="dxa"/>
            <w:vAlign w:val="bottom"/>
          </w:tcPr>
          <w:p w14:paraId="2F5FE2DE" w14:textId="4D163454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99,2</w:t>
            </w:r>
          </w:p>
        </w:tc>
        <w:tc>
          <w:tcPr>
            <w:tcW w:w="2267" w:type="dxa"/>
            <w:vAlign w:val="bottom"/>
          </w:tcPr>
          <w:p w14:paraId="0C8F3485" w14:textId="67E25DA5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105,1</w:t>
            </w:r>
          </w:p>
        </w:tc>
      </w:tr>
      <w:tr w:rsidR="005E3618" w:rsidRPr="001C02B8" w14:paraId="3D5A5444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0AB43D1" w14:textId="77777777"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Январь-март</w:t>
            </w:r>
          </w:p>
        </w:tc>
        <w:tc>
          <w:tcPr>
            <w:tcW w:w="2268" w:type="dxa"/>
            <w:vAlign w:val="bottom"/>
          </w:tcPr>
          <w:p w14:paraId="3555634C" w14:textId="722F68B1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13031,4</w:t>
            </w:r>
          </w:p>
        </w:tc>
        <w:tc>
          <w:tcPr>
            <w:tcW w:w="2269" w:type="dxa"/>
            <w:vAlign w:val="bottom"/>
          </w:tcPr>
          <w:p w14:paraId="27CF2132" w14:textId="1FD041C4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99,3</w:t>
            </w:r>
          </w:p>
        </w:tc>
        <w:tc>
          <w:tcPr>
            <w:tcW w:w="2267" w:type="dxa"/>
            <w:vAlign w:val="bottom"/>
          </w:tcPr>
          <w:p w14:paraId="503932AF" w14:textId="1377D299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5E3618" w:rsidRPr="001C02B8" w14:paraId="58E25E9A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4D5F95BC" w14:textId="77777777"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67002FC0" w14:textId="76D6FB9D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4481,0</w:t>
            </w:r>
          </w:p>
        </w:tc>
        <w:tc>
          <w:tcPr>
            <w:tcW w:w="2269" w:type="dxa"/>
            <w:vAlign w:val="bottom"/>
          </w:tcPr>
          <w:p w14:paraId="0D34CC85" w14:textId="307FB38B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101,1</w:t>
            </w:r>
          </w:p>
        </w:tc>
        <w:tc>
          <w:tcPr>
            <w:tcW w:w="2267" w:type="dxa"/>
            <w:vAlign w:val="bottom"/>
          </w:tcPr>
          <w:p w14:paraId="3D96AFC8" w14:textId="2E179890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D11BA9">
              <w:rPr>
                <w:b/>
                <w:bCs/>
                <w:sz w:val="20"/>
              </w:rPr>
              <w:t>98,0</w:t>
            </w:r>
          </w:p>
        </w:tc>
      </w:tr>
      <w:tr w:rsidR="005E3618" w:rsidRPr="001C02B8" w14:paraId="0E558E15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7F5416B4" w14:textId="77777777"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14:paraId="57F7F2A6" w14:textId="5A44A793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4258,4</w:t>
            </w:r>
          </w:p>
        </w:tc>
        <w:tc>
          <w:tcPr>
            <w:tcW w:w="2269" w:type="dxa"/>
            <w:vAlign w:val="bottom"/>
          </w:tcPr>
          <w:p w14:paraId="5E249C80" w14:textId="16DD9563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105,0</w:t>
            </w:r>
          </w:p>
        </w:tc>
        <w:tc>
          <w:tcPr>
            <w:tcW w:w="2267" w:type="dxa"/>
            <w:vAlign w:val="bottom"/>
          </w:tcPr>
          <w:p w14:paraId="3D94BE4E" w14:textId="4DB8A86B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94,7</w:t>
            </w:r>
          </w:p>
        </w:tc>
      </w:tr>
      <w:tr w:rsidR="005E3618" w:rsidRPr="001C02B8" w14:paraId="0B98975C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2DFA4C0" w14:textId="77777777"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14:paraId="78C0287F" w14:textId="4C543510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4175,6</w:t>
            </w:r>
          </w:p>
        </w:tc>
        <w:tc>
          <w:tcPr>
            <w:tcW w:w="2269" w:type="dxa"/>
            <w:vAlign w:val="bottom"/>
          </w:tcPr>
          <w:p w14:paraId="7EDE8CAA" w14:textId="55848D04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101,8</w:t>
            </w:r>
          </w:p>
        </w:tc>
        <w:tc>
          <w:tcPr>
            <w:tcW w:w="2267" w:type="dxa"/>
            <w:vAlign w:val="bottom"/>
          </w:tcPr>
          <w:p w14:paraId="3AC751C4" w14:textId="5922A300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97,1</w:t>
            </w:r>
          </w:p>
        </w:tc>
      </w:tr>
      <w:tr w:rsidR="005E3618" w:rsidRPr="001C02B8" w14:paraId="5A12F16A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77F35F03" w14:textId="77777777"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Январь-июнь</w:t>
            </w:r>
          </w:p>
        </w:tc>
        <w:tc>
          <w:tcPr>
            <w:tcW w:w="2268" w:type="dxa"/>
            <w:vAlign w:val="bottom"/>
          </w:tcPr>
          <w:p w14:paraId="4E90F7F1" w14:textId="20D41AF5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25946,4</w:t>
            </w:r>
          </w:p>
        </w:tc>
        <w:tc>
          <w:tcPr>
            <w:tcW w:w="2269" w:type="dxa"/>
            <w:vAlign w:val="bottom"/>
          </w:tcPr>
          <w:p w14:paraId="2A84AA26" w14:textId="041AE853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9E7FDB">
              <w:rPr>
                <w:b/>
                <w:bCs/>
                <w:sz w:val="20"/>
              </w:rPr>
              <w:t>100,9</w:t>
            </w:r>
          </w:p>
        </w:tc>
        <w:tc>
          <w:tcPr>
            <w:tcW w:w="2267" w:type="dxa"/>
            <w:vAlign w:val="bottom"/>
          </w:tcPr>
          <w:p w14:paraId="3E80463A" w14:textId="174F57ED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5E3618" w:rsidRPr="001C02B8" w14:paraId="3F235E11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3C46140" w14:textId="77777777"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14:paraId="3FD3A3C0" w14:textId="59ECD32C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4155,5</w:t>
            </w:r>
          </w:p>
        </w:tc>
        <w:tc>
          <w:tcPr>
            <w:tcW w:w="2269" w:type="dxa"/>
            <w:vAlign w:val="bottom"/>
          </w:tcPr>
          <w:p w14:paraId="353DCBE0" w14:textId="6D6E220A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99,2</w:t>
            </w:r>
          </w:p>
        </w:tc>
        <w:tc>
          <w:tcPr>
            <w:tcW w:w="2267" w:type="dxa"/>
            <w:vAlign w:val="bottom"/>
          </w:tcPr>
          <w:p w14:paraId="1EC32306" w14:textId="351CB86B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99,4</w:t>
            </w:r>
          </w:p>
        </w:tc>
      </w:tr>
      <w:tr w:rsidR="005E3618" w:rsidRPr="001C02B8" w14:paraId="59F9C8CA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4ADC978E" w14:textId="77777777" w:rsidR="005E3618" w:rsidRPr="001C02B8" w:rsidRDefault="005E3618" w:rsidP="005E361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Август</w:t>
            </w:r>
          </w:p>
        </w:tc>
        <w:tc>
          <w:tcPr>
            <w:tcW w:w="2268" w:type="dxa"/>
            <w:vAlign w:val="bottom"/>
          </w:tcPr>
          <w:p w14:paraId="0BAEF336" w14:textId="29DBB22C" w:rsidR="005E3618" w:rsidRPr="001C02B8" w:rsidRDefault="005E3618" w:rsidP="005E361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4258,4</w:t>
            </w:r>
          </w:p>
        </w:tc>
        <w:tc>
          <w:tcPr>
            <w:tcW w:w="2269" w:type="dxa"/>
            <w:vAlign w:val="bottom"/>
          </w:tcPr>
          <w:p w14:paraId="51B5232D" w14:textId="6C4EF888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102,6</w:t>
            </w:r>
          </w:p>
        </w:tc>
        <w:tc>
          <w:tcPr>
            <w:tcW w:w="2267" w:type="dxa"/>
            <w:vAlign w:val="bottom"/>
          </w:tcPr>
          <w:p w14:paraId="2D1356E8" w14:textId="2CA15C3D" w:rsidR="005E3618" w:rsidRPr="001C02B8" w:rsidRDefault="005E3618" w:rsidP="005E361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103,2</w:t>
            </w:r>
          </w:p>
        </w:tc>
      </w:tr>
      <w:tr w:rsidR="00103528" w:rsidRPr="001C02B8" w14:paraId="2C5613D8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E98C44C" w14:textId="77777777"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25AF8C6D" w14:textId="455C5A1D" w:rsidR="00103528" w:rsidRPr="001C02B8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4283,8</w:t>
            </w:r>
          </w:p>
        </w:tc>
        <w:tc>
          <w:tcPr>
            <w:tcW w:w="2269" w:type="dxa"/>
            <w:vAlign w:val="bottom"/>
          </w:tcPr>
          <w:p w14:paraId="5AAAEBE4" w14:textId="02F9EF18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100,7</w:t>
            </w:r>
          </w:p>
        </w:tc>
        <w:tc>
          <w:tcPr>
            <w:tcW w:w="2267" w:type="dxa"/>
            <w:vAlign w:val="bottom"/>
          </w:tcPr>
          <w:p w14:paraId="6A286FCE" w14:textId="4956160E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99,8</w:t>
            </w:r>
          </w:p>
        </w:tc>
      </w:tr>
      <w:tr w:rsidR="00103528" w:rsidRPr="001C02B8" w14:paraId="264520C0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7D440F6B" w14:textId="77777777"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14:paraId="371086CA" w14:textId="0698E29F" w:rsidR="00103528" w:rsidRPr="001C02B8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38644,1</w:t>
            </w:r>
          </w:p>
        </w:tc>
        <w:tc>
          <w:tcPr>
            <w:tcW w:w="2269" w:type="dxa"/>
            <w:vAlign w:val="bottom"/>
          </w:tcPr>
          <w:p w14:paraId="100FC43C" w14:textId="323A957A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E44618">
              <w:rPr>
                <w:b/>
                <w:bCs/>
                <w:sz w:val="20"/>
              </w:rPr>
              <w:t>100,9</w:t>
            </w:r>
          </w:p>
        </w:tc>
        <w:tc>
          <w:tcPr>
            <w:tcW w:w="2267" w:type="dxa"/>
            <w:vAlign w:val="bottom"/>
          </w:tcPr>
          <w:p w14:paraId="47E7E4E6" w14:textId="0C852724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103528" w:rsidRPr="001C02B8" w14:paraId="19B78B50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45062D62" w14:textId="77777777"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Октябрь</w:t>
            </w:r>
          </w:p>
        </w:tc>
        <w:tc>
          <w:tcPr>
            <w:tcW w:w="2268" w:type="dxa"/>
            <w:vAlign w:val="bottom"/>
          </w:tcPr>
          <w:p w14:paraId="1907D4F5" w14:textId="6B3B3DEF" w:rsidR="00103528" w:rsidRPr="001C02B8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4370,3</w:t>
            </w:r>
          </w:p>
        </w:tc>
        <w:tc>
          <w:tcPr>
            <w:tcW w:w="2269" w:type="dxa"/>
            <w:vAlign w:val="bottom"/>
          </w:tcPr>
          <w:p w14:paraId="5C817200" w14:textId="5AC3D9F5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105,3</w:t>
            </w:r>
          </w:p>
        </w:tc>
        <w:tc>
          <w:tcPr>
            <w:tcW w:w="2267" w:type="dxa"/>
            <w:vAlign w:val="bottom"/>
          </w:tcPr>
          <w:p w14:paraId="6CFF5046" w14:textId="268D67A5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101,5</w:t>
            </w:r>
          </w:p>
        </w:tc>
      </w:tr>
      <w:tr w:rsidR="00103528" w:rsidRPr="001C02B8" w14:paraId="1A06F1E2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31683589" w14:textId="77777777"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Ноябрь</w:t>
            </w:r>
          </w:p>
        </w:tc>
        <w:tc>
          <w:tcPr>
            <w:tcW w:w="2268" w:type="dxa"/>
            <w:vAlign w:val="bottom"/>
          </w:tcPr>
          <w:p w14:paraId="05DA8876" w14:textId="19CDDE0A" w:rsidR="00103528" w:rsidRPr="001C02B8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4458,5</w:t>
            </w:r>
          </w:p>
        </w:tc>
        <w:tc>
          <w:tcPr>
            <w:tcW w:w="2269" w:type="dxa"/>
            <w:vAlign w:val="bottom"/>
          </w:tcPr>
          <w:p w14:paraId="2BB1D97B" w14:textId="09CBE8D9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104,0</w:t>
            </w:r>
          </w:p>
        </w:tc>
        <w:tc>
          <w:tcPr>
            <w:tcW w:w="2267" w:type="dxa"/>
            <w:vAlign w:val="bottom"/>
          </w:tcPr>
          <w:p w14:paraId="60F10984" w14:textId="6EB07DAF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102,5</w:t>
            </w:r>
          </w:p>
        </w:tc>
      </w:tr>
      <w:tr w:rsidR="00103528" w:rsidRPr="001C02B8" w14:paraId="4B556117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77A3848" w14:textId="77777777"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Декабрь</w:t>
            </w:r>
          </w:p>
        </w:tc>
        <w:tc>
          <w:tcPr>
            <w:tcW w:w="2268" w:type="dxa"/>
            <w:vAlign w:val="bottom"/>
          </w:tcPr>
          <w:p w14:paraId="46CDD914" w14:textId="03D28CE7" w:rsidR="00103528" w:rsidRPr="001C02B8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5007,3</w:t>
            </w:r>
          </w:p>
        </w:tc>
        <w:tc>
          <w:tcPr>
            <w:tcW w:w="2269" w:type="dxa"/>
            <w:vAlign w:val="bottom"/>
          </w:tcPr>
          <w:p w14:paraId="620DB393" w14:textId="3F7423CE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99,0</w:t>
            </w:r>
          </w:p>
        </w:tc>
        <w:tc>
          <w:tcPr>
            <w:tcW w:w="2267" w:type="dxa"/>
            <w:vAlign w:val="bottom"/>
          </w:tcPr>
          <w:p w14:paraId="42AEEA0A" w14:textId="658E5DEA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111,5</w:t>
            </w:r>
          </w:p>
        </w:tc>
      </w:tr>
      <w:tr w:rsidR="00103528" w:rsidRPr="001C02B8" w14:paraId="65C4F9E0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57A98EE" w14:textId="77777777" w:rsidR="00103528" w:rsidRPr="001C02B8" w:rsidRDefault="00103528" w:rsidP="00103528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Январь-декабрь</w:t>
            </w:r>
          </w:p>
        </w:tc>
        <w:tc>
          <w:tcPr>
            <w:tcW w:w="2268" w:type="dxa"/>
            <w:vAlign w:val="bottom"/>
          </w:tcPr>
          <w:p w14:paraId="6B49B9AD" w14:textId="21B5D02C" w:rsidR="00103528" w:rsidRPr="001C02B8" w:rsidRDefault="00103528" w:rsidP="00103528">
            <w:pPr>
              <w:ind w:right="680"/>
              <w:jc w:val="right"/>
              <w:rPr>
                <w:b/>
                <w:color w:val="000000"/>
                <w:sz w:val="20"/>
                <w:szCs w:val="22"/>
              </w:rPr>
            </w:pPr>
            <w:r w:rsidRPr="00F227D2">
              <w:rPr>
                <w:b/>
                <w:color w:val="000000"/>
                <w:sz w:val="20"/>
                <w:szCs w:val="22"/>
              </w:rPr>
              <w:t>52480,2</w:t>
            </w:r>
          </w:p>
        </w:tc>
        <w:tc>
          <w:tcPr>
            <w:tcW w:w="2269" w:type="dxa"/>
            <w:vAlign w:val="bottom"/>
          </w:tcPr>
          <w:p w14:paraId="06650C2D" w14:textId="56FFEC9E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 w:rsidRPr="00906442">
              <w:rPr>
                <w:b/>
                <w:bCs/>
                <w:sz w:val="20"/>
              </w:rPr>
              <w:t>101,3</w:t>
            </w:r>
          </w:p>
        </w:tc>
        <w:tc>
          <w:tcPr>
            <w:tcW w:w="2267" w:type="dxa"/>
            <w:vAlign w:val="bottom"/>
          </w:tcPr>
          <w:p w14:paraId="6D90C43B" w14:textId="332551ED" w:rsidR="00103528" w:rsidRPr="001C02B8" w:rsidRDefault="00103528" w:rsidP="00103528">
            <w:pPr>
              <w:ind w:right="794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103528" w:rsidRPr="001C02B8" w14:paraId="7D94BE81" w14:textId="77777777" w:rsidTr="008024EE">
        <w:trPr>
          <w:trHeight w:val="283"/>
          <w:jc w:val="center"/>
        </w:trPr>
        <w:tc>
          <w:tcPr>
            <w:tcW w:w="9072" w:type="dxa"/>
            <w:gridSpan w:val="4"/>
            <w:vAlign w:val="center"/>
          </w:tcPr>
          <w:p w14:paraId="50B2FCB0" w14:textId="77777777" w:rsidR="00103528" w:rsidRPr="001C02B8" w:rsidRDefault="00103528" w:rsidP="00103528">
            <w:pPr>
              <w:jc w:val="center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2024</w:t>
            </w:r>
          </w:p>
        </w:tc>
      </w:tr>
      <w:tr w:rsidR="00341DC0" w:rsidRPr="001C02B8" w14:paraId="6A242883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4E5D6182" w14:textId="76F67C24" w:rsidR="00341DC0" w:rsidRPr="001C02B8" w:rsidRDefault="00341DC0" w:rsidP="00341DC0">
            <w:pPr>
              <w:jc w:val="left"/>
              <w:rPr>
                <w:b/>
                <w:bCs/>
                <w:sz w:val="20"/>
                <w:vertAlign w:val="superscript"/>
              </w:rPr>
            </w:pPr>
            <w:r w:rsidRPr="001C02B8">
              <w:rPr>
                <w:b/>
                <w:bCs/>
                <w:noProof/>
                <w:sz w:val="20"/>
              </w:rPr>
              <w:t>Январь</w:t>
            </w:r>
          </w:p>
        </w:tc>
        <w:tc>
          <w:tcPr>
            <w:tcW w:w="2268" w:type="dxa"/>
            <w:vAlign w:val="bottom"/>
          </w:tcPr>
          <w:p w14:paraId="6F72A1CC" w14:textId="5D4831D1"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E45BEB">
              <w:rPr>
                <w:b/>
                <w:color w:val="000000"/>
                <w:sz w:val="20"/>
                <w:szCs w:val="22"/>
              </w:rPr>
              <w:t>4382</w:t>
            </w:r>
            <w:r>
              <w:rPr>
                <w:b/>
                <w:color w:val="000000"/>
                <w:sz w:val="20"/>
                <w:szCs w:val="22"/>
              </w:rPr>
              <w:t>,7</w:t>
            </w:r>
          </w:p>
        </w:tc>
        <w:tc>
          <w:tcPr>
            <w:tcW w:w="2269" w:type="dxa"/>
            <w:vAlign w:val="bottom"/>
          </w:tcPr>
          <w:p w14:paraId="1BB60CB1" w14:textId="24F42087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E45BEB">
              <w:rPr>
                <w:b/>
                <w:bCs/>
                <w:sz w:val="20"/>
              </w:rPr>
              <w:t>101,8</w:t>
            </w:r>
          </w:p>
        </w:tc>
        <w:tc>
          <w:tcPr>
            <w:tcW w:w="2267" w:type="dxa"/>
            <w:vAlign w:val="bottom"/>
          </w:tcPr>
          <w:p w14:paraId="3211A643" w14:textId="7B6FF6B0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E45BEB">
              <w:rPr>
                <w:b/>
                <w:bCs/>
                <w:sz w:val="20"/>
              </w:rPr>
              <w:t>87,8</w:t>
            </w:r>
          </w:p>
        </w:tc>
      </w:tr>
      <w:tr w:rsidR="00341DC0" w:rsidRPr="001C02B8" w14:paraId="03747AAA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08331112" w14:textId="73CBAA00" w:rsidR="00341DC0" w:rsidRPr="001C02B8" w:rsidRDefault="00341DC0" w:rsidP="00341DC0">
            <w:pPr>
              <w:jc w:val="left"/>
              <w:rPr>
                <w:b/>
                <w:bCs/>
                <w:noProof/>
                <w:sz w:val="20"/>
                <w:vertAlign w:val="superscript"/>
              </w:rPr>
            </w:pPr>
            <w:r w:rsidRPr="001C02B8">
              <w:rPr>
                <w:b/>
                <w:bCs/>
                <w:noProof/>
                <w:sz w:val="20"/>
              </w:rPr>
              <w:t>Февраль</w:t>
            </w:r>
          </w:p>
        </w:tc>
        <w:tc>
          <w:tcPr>
            <w:tcW w:w="2268" w:type="dxa"/>
            <w:vAlign w:val="bottom"/>
          </w:tcPr>
          <w:p w14:paraId="2A228D19" w14:textId="6E1ABD57"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  <w:szCs w:val="22"/>
              </w:rPr>
              <w:t>4545,3</w:t>
            </w:r>
          </w:p>
        </w:tc>
        <w:tc>
          <w:tcPr>
            <w:tcW w:w="2269" w:type="dxa"/>
            <w:vAlign w:val="bottom"/>
          </w:tcPr>
          <w:p w14:paraId="0A8BBC58" w14:textId="02313B89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F1B79">
              <w:rPr>
                <w:b/>
                <w:bCs/>
                <w:sz w:val="20"/>
              </w:rPr>
              <w:t>102,7</w:t>
            </w:r>
          </w:p>
        </w:tc>
        <w:tc>
          <w:tcPr>
            <w:tcW w:w="2267" w:type="dxa"/>
            <w:vAlign w:val="bottom"/>
          </w:tcPr>
          <w:p w14:paraId="2DC541A7" w14:textId="7D460BDB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F1B79">
              <w:rPr>
                <w:b/>
                <w:bCs/>
                <w:sz w:val="20"/>
              </w:rPr>
              <w:t>103,7</w:t>
            </w:r>
          </w:p>
        </w:tc>
      </w:tr>
      <w:tr w:rsidR="00341DC0" w:rsidRPr="001C02B8" w14:paraId="2D8DAFFD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6927AD1" w14:textId="3881973F" w:rsidR="00341DC0" w:rsidRPr="001C02B8" w:rsidRDefault="00341DC0" w:rsidP="00341DC0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Март</w:t>
            </w:r>
          </w:p>
        </w:tc>
        <w:tc>
          <w:tcPr>
            <w:tcW w:w="2268" w:type="dxa"/>
            <w:vAlign w:val="bottom"/>
          </w:tcPr>
          <w:p w14:paraId="5C7E5A19" w14:textId="0F5A15EF"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  <w:szCs w:val="22"/>
              </w:rPr>
              <w:t>4755,5</w:t>
            </w:r>
          </w:p>
        </w:tc>
        <w:tc>
          <w:tcPr>
            <w:tcW w:w="2269" w:type="dxa"/>
            <w:vAlign w:val="bottom"/>
          </w:tcPr>
          <w:p w14:paraId="7653576E" w14:textId="6B496F9A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F1B79">
              <w:rPr>
                <w:b/>
                <w:bCs/>
                <w:sz w:val="20"/>
              </w:rPr>
              <w:t>101,4</w:t>
            </w:r>
          </w:p>
        </w:tc>
        <w:tc>
          <w:tcPr>
            <w:tcW w:w="2267" w:type="dxa"/>
            <w:vAlign w:val="bottom"/>
          </w:tcPr>
          <w:p w14:paraId="764E1BCE" w14:textId="1196AA0B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104,3</w:t>
            </w:r>
          </w:p>
        </w:tc>
      </w:tr>
      <w:tr w:rsidR="00341DC0" w:rsidRPr="001C02B8" w14:paraId="4B27EF12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FA54405" w14:textId="1CF0F9C8" w:rsidR="00341DC0" w:rsidRPr="001C02B8" w:rsidRDefault="00341DC0" w:rsidP="00341DC0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Январь-март</w:t>
            </w:r>
          </w:p>
        </w:tc>
        <w:tc>
          <w:tcPr>
            <w:tcW w:w="2268" w:type="dxa"/>
            <w:vAlign w:val="bottom"/>
          </w:tcPr>
          <w:p w14:paraId="722F35C0" w14:textId="74B71BD4"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5F1B79">
              <w:rPr>
                <w:b/>
                <w:color w:val="000000"/>
                <w:sz w:val="20"/>
                <w:szCs w:val="22"/>
              </w:rPr>
              <w:t>13683</w:t>
            </w:r>
            <w:r>
              <w:rPr>
                <w:b/>
                <w:color w:val="000000"/>
                <w:sz w:val="20"/>
                <w:szCs w:val="22"/>
              </w:rPr>
              <w:t>,5</w:t>
            </w:r>
          </w:p>
        </w:tc>
        <w:tc>
          <w:tcPr>
            <w:tcW w:w="2269" w:type="dxa"/>
            <w:vAlign w:val="bottom"/>
          </w:tcPr>
          <w:p w14:paraId="182E00F6" w14:textId="15EB49DF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5F1B79">
              <w:rPr>
                <w:b/>
                <w:bCs/>
                <w:sz w:val="20"/>
              </w:rPr>
              <w:t>102,0</w:t>
            </w:r>
          </w:p>
        </w:tc>
        <w:tc>
          <w:tcPr>
            <w:tcW w:w="2267" w:type="dxa"/>
            <w:vAlign w:val="bottom"/>
          </w:tcPr>
          <w:p w14:paraId="37E79ABC" w14:textId="368B11D9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41DC0" w:rsidRPr="001C02B8" w14:paraId="1E0AC1BB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60B5809" w14:textId="2403ABFF" w:rsidR="00341DC0" w:rsidRPr="002F41EC" w:rsidRDefault="00341DC0" w:rsidP="00341DC0">
            <w:pPr>
              <w:jc w:val="left"/>
              <w:rPr>
                <w:b/>
                <w:bCs/>
                <w:sz w:val="20"/>
                <w:vertAlign w:val="superscript"/>
                <w:lang w:val="en-US"/>
              </w:rPr>
            </w:pPr>
            <w:r w:rsidRPr="001C02B8">
              <w:rPr>
                <w:b/>
                <w:bCs/>
                <w:sz w:val="20"/>
              </w:rPr>
              <w:t>Апрель</w:t>
            </w:r>
          </w:p>
        </w:tc>
        <w:tc>
          <w:tcPr>
            <w:tcW w:w="2268" w:type="dxa"/>
            <w:vAlign w:val="bottom"/>
          </w:tcPr>
          <w:p w14:paraId="0C3D2A96" w14:textId="636D2180"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  <w:lang w:val="en-US"/>
              </w:rPr>
            </w:pPr>
            <w:r>
              <w:rPr>
                <w:b/>
                <w:color w:val="000000"/>
                <w:sz w:val="20"/>
                <w:szCs w:val="22"/>
              </w:rPr>
              <w:t>4860,0</w:t>
            </w:r>
          </w:p>
        </w:tc>
        <w:tc>
          <w:tcPr>
            <w:tcW w:w="2269" w:type="dxa"/>
            <w:vAlign w:val="bottom"/>
          </w:tcPr>
          <w:p w14:paraId="219783C0" w14:textId="7B5145BC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  <w:lang w:val="en-US"/>
              </w:rPr>
            </w:pPr>
            <w:r>
              <w:rPr>
                <w:b/>
                <w:bCs/>
                <w:sz w:val="20"/>
              </w:rPr>
              <w:t>104,6</w:t>
            </w:r>
          </w:p>
        </w:tc>
        <w:tc>
          <w:tcPr>
            <w:tcW w:w="2267" w:type="dxa"/>
            <w:vAlign w:val="bottom"/>
          </w:tcPr>
          <w:p w14:paraId="4CA62CA0" w14:textId="633AAACC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  <w:lang w:val="en-US"/>
              </w:rPr>
            </w:pPr>
            <w:r>
              <w:rPr>
                <w:b/>
                <w:bCs/>
                <w:sz w:val="20"/>
              </w:rPr>
              <w:t>101,9</w:t>
            </w:r>
          </w:p>
        </w:tc>
      </w:tr>
      <w:tr w:rsidR="00341DC0" w:rsidRPr="001C02B8" w14:paraId="73143872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DB6E0FA" w14:textId="207FE044" w:rsidR="00341DC0" w:rsidRPr="005E3618" w:rsidRDefault="00341DC0" w:rsidP="00341DC0">
            <w:pPr>
              <w:jc w:val="left"/>
              <w:rPr>
                <w:b/>
                <w:bCs/>
                <w:sz w:val="20"/>
              </w:rPr>
            </w:pPr>
            <w:r w:rsidRPr="00116496">
              <w:rPr>
                <w:b/>
                <w:bCs/>
                <w:sz w:val="20"/>
              </w:rPr>
              <w:t>Май</w:t>
            </w:r>
          </w:p>
        </w:tc>
        <w:tc>
          <w:tcPr>
            <w:tcW w:w="2268" w:type="dxa"/>
            <w:vAlign w:val="bottom"/>
          </w:tcPr>
          <w:p w14:paraId="0BE19996" w14:textId="7D10F66D"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  <w:szCs w:val="22"/>
              </w:rPr>
              <w:t>4374,1</w:t>
            </w:r>
          </w:p>
        </w:tc>
        <w:tc>
          <w:tcPr>
            <w:tcW w:w="2269" w:type="dxa"/>
            <w:vAlign w:val="bottom"/>
          </w:tcPr>
          <w:p w14:paraId="68CDBCE6" w14:textId="0F49E947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E6DE2">
              <w:rPr>
                <w:b/>
                <w:bCs/>
                <w:sz w:val="20"/>
              </w:rPr>
              <w:t>97,8</w:t>
            </w:r>
          </w:p>
        </w:tc>
        <w:tc>
          <w:tcPr>
            <w:tcW w:w="2267" w:type="dxa"/>
            <w:vAlign w:val="bottom"/>
          </w:tcPr>
          <w:p w14:paraId="37D4A03E" w14:textId="53660AC7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CE6DE2">
              <w:rPr>
                <w:b/>
                <w:bCs/>
                <w:sz w:val="20"/>
              </w:rPr>
              <w:t>89,0</w:t>
            </w:r>
          </w:p>
        </w:tc>
      </w:tr>
      <w:tr w:rsidR="00341DC0" w:rsidRPr="00EB0170" w14:paraId="69580CEC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69C66A05" w14:textId="67158E42" w:rsidR="00341DC0" w:rsidRPr="00D5767C" w:rsidRDefault="00341DC0" w:rsidP="00341DC0">
            <w:pPr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noProof/>
                <w:sz w:val="20"/>
              </w:rPr>
              <w:t>Июнь</w:t>
            </w:r>
          </w:p>
        </w:tc>
        <w:tc>
          <w:tcPr>
            <w:tcW w:w="2268" w:type="dxa"/>
            <w:vAlign w:val="bottom"/>
          </w:tcPr>
          <w:p w14:paraId="7BDE1E59" w14:textId="19B93090"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4C136D">
              <w:rPr>
                <w:b/>
                <w:color w:val="000000"/>
                <w:sz w:val="20"/>
                <w:szCs w:val="22"/>
              </w:rPr>
              <w:t>4353</w:t>
            </w:r>
            <w:r>
              <w:rPr>
                <w:b/>
                <w:color w:val="000000"/>
                <w:sz w:val="20"/>
                <w:szCs w:val="22"/>
              </w:rPr>
              <w:t>,3</w:t>
            </w:r>
          </w:p>
        </w:tc>
        <w:tc>
          <w:tcPr>
            <w:tcW w:w="2269" w:type="dxa"/>
            <w:vAlign w:val="bottom"/>
          </w:tcPr>
          <w:p w14:paraId="133F490D" w14:textId="4B3E4CAE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4C136D">
              <w:rPr>
                <w:b/>
                <w:bCs/>
                <w:sz w:val="20"/>
              </w:rPr>
              <w:t>99,1</w:t>
            </w:r>
          </w:p>
        </w:tc>
        <w:tc>
          <w:tcPr>
            <w:tcW w:w="2267" w:type="dxa"/>
            <w:vAlign w:val="bottom"/>
          </w:tcPr>
          <w:p w14:paraId="7DE22FFE" w14:textId="05160D05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4C136D">
              <w:rPr>
                <w:b/>
                <w:bCs/>
                <w:sz w:val="20"/>
              </w:rPr>
              <w:t>98,6</w:t>
            </w:r>
          </w:p>
        </w:tc>
      </w:tr>
      <w:tr w:rsidR="00341DC0" w:rsidRPr="00EB0170" w14:paraId="45E95EE8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222EDB27" w14:textId="1F72DCC3" w:rsidR="00341DC0" w:rsidRPr="00D5767C" w:rsidRDefault="00341DC0" w:rsidP="00341DC0">
            <w:pPr>
              <w:jc w:val="left"/>
              <w:rPr>
                <w:b/>
                <w:bCs/>
                <w:sz w:val="20"/>
                <w:vertAlign w:val="superscript"/>
              </w:rPr>
            </w:pPr>
            <w:r>
              <w:rPr>
                <w:b/>
                <w:bCs/>
                <w:noProof/>
                <w:sz w:val="20"/>
              </w:rPr>
              <w:t>Январь-июнь</w:t>
            </w:r>
          </w:p>
        </w:tc>
        <w:tc>
          <w:tcPr>
            <w:tcW w:w="2268" w:type="dxa"/>
            <w:vAlign w:val="bottom"/>
          </w:tcPr>
          <w:p w14:paraId="7A9A2EB9" w14:textId="66F04B2D"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DD276E">
              <w:rPr>
                <w:b/>
                <w:color w:val="000000"/>
                <w:sz w:val="20"/>
                <w:szCs w:val="22"/>
              </w:rPr>
              <w:t>27270</w:t>
            </w:r>
            <w:r>
              <w:rPr>
                <w:b/>
                <w:color w:val="000000"/>
                <w:sz w:val="20"/>
                <w:szCs w:val="22"/>
              </w:rPr>
              <w:t>,9</w:t>
            </w:r>
          </w:p>
        </w:tc>
        <w:tc>
          <w:tcPr>
            <w:tcW w:w="2269" w:type="dxa"/>
            <w:vAlign w:val="bottom"/>
          </w:tcPr>
          <w:p w14:paraId="07FF5AF5" w14:textId="09F710AA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DD276E">
              <w:rPr>
                <w:b/>
                <w:bCs/>
                <w:sz w:val="20"/>
              </w:rPr>
              <w:t>101,1</w:t>
            </w:r>
          </w:p>
        </w:tc>
        <w:tc>
          <w:tcPr>
            <w:tcW w:w="2267" w:type="dxa"/>
            <w:vAlign w:val="bottom"/>
          </w:tcPr>
          <w:p w14:paraId="6A512445" w14:textId="4B5F84A0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41DC0" w:rsidRPr="00EB0170" w14:paraId="72F19031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56BA149C" w14:textId="6E7A5F68" w:rsidR="00341DC0" w:rsidRPr="00103528" w:rsidRDefault="00341DC0" w:rsidP="00341DC0">
            <w:pPr>
              <w:jc w:val="left"/>
              <w:rPr>
                <w:b/>
                <w:bCs/>
                <w:noProof/>
                <w:sz w:val="20"/>
                <w:vertAlign w:val="superscript"/>
              </w:rPr>
            </w:pPr>
            <w:r>
              <w:rPr>
                <w:b/>
                <w:bCs/>
                <w:noProof/>
                <w:sz w:val="20"/>
              </w:rPr>
              <w:t>Июль</w:t>
            </w:r>
          </w:p>
        </w:tc>
        <w:tc>
          <w:tcPr>
            <w:tcW w:w="2268" w:type="dxa"/>
            <w:vAlign w:val="bottom"/>
          </w:tcPr>
          <w:p w14:paraId="3BB57A17" w14:textId="1DD59AB7"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  <w:szCs w:val="22"/>
              </w:rPr>
              <w:t>4338,0</w:t>
            </w:r>
          </w:p>
        </w:tc>
        <w:tc>
          <w:tcPr>
            <w:tcW w:w="2269" w:type="dxa"/>
            <w:vAlign w:val="bottom"/>
          </w:tcPr>
          <w:p w14:paraId="3C19A0E4" w14:textId="7447E458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993015">
              <w:rPr>
                <w:b/>
                <w:bCs/>
                <w:sz w:val="20"/>
              </w:rPr>
              <w:t>96,4</w:t>
            </w:r>
          </w:p>
        </w:tc>
        <w:tc>
          <w:tcPr>
            <w:tcW w:w="2267" w:type="dxa"/>
            <w:vAlign w:val="bottom"/>
          </w:tcPr>
          <w:p w14:paraId="3E3E312E" w14:textId="5026F8A1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993015">
              <w:rPr>
                <w:b/>
                <w:bCs/>
                <w:sz w:val="20"/>
              </w:rPr>
              <w:t>96,8</w:t>
            </w:r>
          </w:p>
        </w:tc>
      </w:tr>
      <w:tr w:rsidR="00341DC0" w:rsidRPr="00EB0170" w14:paraId="504EC3F6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0B92F426" w14:textId="1C465481" w:rsidR="00341DC0" w:rsidRDefault="00341DC0" w:rsidP="00341DC0">
            <w:pPr>
              <w:jc w:val="lef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Август</w:t>
            </w:r>
            <w:r w:rsidR="00CF7B45" w:rsidRPr="00CF7B45">
              <w:rPr>
                <w:b/>
                <w:bCs/>
                <w:noProof/>
                <w:sz w:val="20"/>
                <w:vertAlign w:val="superscript"/>
              </w:rPr>
              <w:t>2</w:t>
            </w:r>
            <w:r>
              <w:rPr>
                <w:b/>
                <w:bCs/>
                <w:noProof/>
                <w:sz w:val="20"/>
                <w:vertAlign w:val="superscript"/>
              </w:rPr>
              <w:t>)</w:t>
            </w:r>
          </w:p>
        </w:tc>
        <w:tc>
          <w:tcPr>
            <w:tcW w:w="2268" w:type="dxa"/>
            <w:vAlign w:val="bottom"/>
          </w:tcPr>
          <w:p w14:paraId="1FAD12E0" w14:textId="3348F02D"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D7638A">
              <w:rPr>
                <w:b/>
                <w:color w:val="000000"/>
                <w:sz w:val="20"/>
                <w:szCs w:val="22"/>
              </w:rPr>
              <w:t>45</w:t>
            </w:r>
            <w:r>
              <w:rPr>
                <w:b/>
                <w:color w:val="000000"/>
                <w:sz w:val="20"/>
                <w:szCs w:val="22"/>
              </w:rPr>
              <w:t>67,2</w:t>
            </w:r>
          </w:p>
        </w:tc>
        <w:tc>
          <w:tcPr>
            <w:tcW w:w="2269" w:type="dxa"/>
            <w:vAlign w:val="bottom"/>
          </w:tcPr>
          <w:p w14:paraId="4DB9D046" w14:textId="05B2B393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86048F">
              <w:rPr>
                <w:b/>
                <w:bCs/>
                <w:sz w:val="20"/>
              </w:rPr>
              <w:t>97,8</w:t>
            </w:r>
          </w:p>
        </w:tc>
        <w:tc>
          <w:tcPr>
            <w:tcW w:w="2267" w:type="dxa"/>
            <w:vAlign w:val="bottom"/>
          </w:tcPr>
          <w:p w14:paraId="6C77F068" w14:textId="1453559A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 w:rsidRPr="0086048F">
              <w:rPr>
                <w:b/>
                <w:bCs/>
                <w:sz w:val="20"/>
              </w:rPr>
              <w:t>104,6</w:t>
            </w:r>
          </w:p>
        </w:tc>
      </w:tr>
      <w:tr w:rsidR="00341DC0" w:rsidRPr="00EB0170" w14:paraId="64D32493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1AF1768" w14:textId="6B03AFFF" w:rsidR="00341DC0" w:rsidRDefault="00341DC0" w:rsidP="00341DC0">
            <w:pPr>
              <w:jc w:val="lef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Сентябрь</w:t>
            </w:r>
          </w:p>
        </w:tc>
        <w:tc>
          <w:tcPr>
            <w:tcW w:w="2268" w:type="dxa"/>
            <w:vAlign w:val="bottom"/>
          </w:tcPr>
          <w:p w14:paraId="052199C5" w14:textId="2CF7875B"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 w:rsidRPr="001704EA">
              <w:rPr>
                <w:b/>
                <w:color w:val="000000"/>
                <w:sz w:val="20"/>
                <w:szCs w:val="22"/>
              </w:rPr>
              <w:t>4611</w:t>
            </w:r>
            <w:r>
              <w:rPr>
                <w:b/>
                <w:color w:val="000000"/>
                <w:sz w:val="20"/>
                <w:szCs w:val="22"/>
              </w:rPr>
              <w:t>,</w:t>
            </w:r>
            <w:r w:rsidRPr="001704EA">
              <w:rPr>
                <w:b/>
                <w:color w:val="000000"/>
                <w:sz w:val="20"/>
                <w:szCs w:val="22"/>
              </w:rPr>
              <w:t>7</w:t>
            </w:r>
          </w:p>
        </w:tc>
        <w:tc>
          <w:tcPr>
            <w:tcW w:w="2269" w:type="dxa"/>
            <w:vAlign w:val="bottom"/>
          </w:tcPr>
          <w:p w14:paraId="7514DBC0" w14:textId="267FA825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99,5</w:t>
            </w:r>
          </w:p>
        </w:tc>
        <w:tc>
          <w:tcPr>
            <w:tcW w:w="2267" w:type="dxa"/>
            <w:vAlign w:val="bottom"/>
          </w:tcPr>
          <w:p w14:paraId="3C3F5600" w14:textId="05AED0F7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101,1</w:t>
            </w:r>
          </w:p>
        </w:tc>
      </w:tr>
      <w:tr w:rsidR="00341DC0" w:rsidRPr="00EB0170" w14:paraId="45657A5A" w14:textId="77777777" w:rsidTr="008024EE">
        <w:trPr>
          <w:trHeight w:val="227"/>
          <w:jc w:val="center"/>
        </w:trPr>
        <w:tc>
          <w:tcPr>
            <w:tcW w:w="2268" w:type="dxa"/>
            <w:vAlign w:val="bottom"/>
          </w:tcPr>
          <w:p w14:paraId="1E43E1C7" w14:textId="0783C92B" w:rsidR="00341DC0" w:rsidRDefault="00341DC0" w:rsidP="00341DC0">
            <w:pPr>
              <w:jc w:val="lef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Январь-сентябрь</w:t>
            </w:r>
          </w:p>
        </w:tc>
        <w:tc>
          <w:tcPr>
            <w:tcW w:w="2268" w:type="dxa"/>
            <w:vAlign w:val="bottom"/>
          </w:tcPr>
          <w:p w14:paraId="2D394026" w14:textId="367F3CA6" w:rsidR="00341DC0" w:rsidRPr="00341DC0" w:rsidRDefault="00341DC0" w:rsidP="00341DC0">
            <w:pPr>
              <w:ind w:right="680"/>
              <w:jc w:val="right"/>
              <w:rPr>
                <w:b/>
                <w:color w:val="000000"/>
                <w:sz w:val="20"/>
                <w:szCs w:val="22"/>
                <w:highlight w:val="yellow"/>
              </w:rPr>
            </w:pPr>
            <w:r>
              <w:rPr>
                <w:b/>
                <w:color w:val="000000"/>
                <w:sz w:val="20"/>
                <w:szCs w:val="22"/>
              </w:rPr>
              <w:t>40787,8</w:t>
            </w:r>
          </w:p>
        </w:tc>
        <w:tc>
          <w:tcPr>
            <w:tcW w:w="2269" w:type="dxa"/>
            <w:vAlign w:val="bottom"/>
          </w:tcPr>
          <w:p w14:paraId="085EB5C5" w14:textId="4A466D6B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100,1</w:t>
            </w:r>
          </w:p>
        </w:tc>
        <w:tc>
          <w:tcPr>
            <w:tcW w:w="2267" w:type="dxa"/>
            <w:vAlign w:val="bottom"/>
          </w:tcPr>
          <w:p w14:paraId="346FF061" w14:textId="0AE075CB" w:rsidR="00341DC0" w:rsidRPr="00341DC0" w:rsidRDefault="00341DC0" w:rsidP="00341DC0">
            <w:pPr>
              <w:ind w:right="794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</w:tbl>
    <w:p w14:paraId="4CC41482" w14:textId="0A97D5F6" w:rsidR="005E3618" w:rsidRPr="003F7960" w:rsidRDefault="00103528" w:rsidP="008A5BBA">
      <w:pPr>
        <w:spacing w:before="120"/>
        <w:ind w:left="425" w:hanging="85"/>
        <w:rPr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="005E3618" w:rsidRPr="004D2752">
        <w:rPr>
          <w:sz w:val="18"/>
          <w:szCs w:val="18"/>
          <w:vertAlign w:val="superscript"/>
        </w:rPr>
        <w:t>)</w:t>
      </w:r>
      <w:r w:rsidR="005E3618" w:rsidRPr="004D2752">
        <w:rPr>
          <w:sz w:val="18"/>
          <w:szCs w:val="18"/>
        </w:rPr>
        <w:t xml:space="preserve">данные изменены за счет уточнения респондентами предварительных данных за предыдущий месяц в отчете </w:t>
      </w:r>
      <w:r w:rsidR="005E3618" w:rsidRPr="004D2752">
        <w:rPr>
          <w:sz w:val="18"/>
          <w:szCs w:val="18"/>
        </w:rPr>
        <w:br/>
        <w:t>за следующий месяц</w:t>
      </w:r>
    </w:p>
    <w:p w14:paraId="4F7AB850" w14:textId="47EE2C01" w:rsidR="00FE691B" w:rsidRDefault="00BF1261" w:rsidP="006E3317">
      <w:pPr>
        <w:spacing w:before="360" w:after="120"/>
        <w:ind w:firstLine="709"/>
        <w:rPr>
          <w:szCs w:val="24"/>
        </w:rPr>
      </w:pPr>
      <w:r w:rsidRPr="00D5767C">
        <w:rPr>
          <w:szCs w:val="24"/>
        </w:rPr>
        <w:lastRenderedPageBreak/>
        <w:t>В январе</w:t>
      </w:r>
      <w:r w:rsidR="00F26B7F" w:rsidRPr="00D5767C">
        <w:rPr>
          <w:szCs w:val="24"/>
        </w:rPr>
        <w:t>-</w:t>
      </w:r>
      <w:r w:rsidR="00341DC0">
        <w:rPr>
          <w:szCs w:val="24"/>
        </w:rPr>
        <w:t>сентябре</w:t>
      </w:r>
      <w:r w:rsidRPr="00D5767C">
        <w:rPr>
          <w:szCs w:val="24"/>
        </w:rPr>
        <w:t xml:space="preserve"> 202</w:t>
      </w:r>
      <w:r w:rsidR="009600AE" w:rsidRPr="00D5767C">
        <w:rPr>
          <w:szCs w:val="24"/>
        </w:rPr>
        <w:t>4</w:t>
      </w:r>
      <w:r w:rsidRPr="00D5767C">
        <w:rPr>
          <w:szCs w:val="24"/>
        </w:rPr>
        <w:t xml:space="preserve"> года в структуре платных услуг населению </w:t>
      </w:r>
      <w:r w:rsidR="00423CF5">
        <w:rPr>
          <w:noProof/>
          <w:szCs w:val="24"/>
        </w:rPr>
        <w:t>4</w:t>
      </w:r>
      <w:r w:rsidR="00341DC0">
        <w:rPr>
          <w:noProof/>
          <w:szCs w:val="24"/>
        </w:rPr>
        <w:t>4</w:t>
      </w:r>
      <w:r w:rsidR="00423CF5">
        <w:rPr>
          <w:noProof/>
          <w:szCs w:val="24"/>
        </w:rPr>
        <w:t>,</w:t>
      </w:r>
      <w:r w:rsidR="00341DC0">
        <w:rPr>
          <w:noProof/>
          <w:szCs w:val="24"/>
        </w:rPr>
        <w:t>6</w:t>
      </w:r>
      <w:r w:rsidRPr="00D5767C">
        <w:rPr>
          <w:szCs w:val="24"/>
        </w:rPr>
        <w:t>%</w:t>
      </w:r>
      <w:r w:rsidR="00F26B7F" w:rsidRPr="00D5767C">
        <w:rPr>
          <w:szCs w:val="24"/>
        </w:rPr>
        <w:br/>
      </w:r>
      <w:r w:rsidRPr="00D5767C">
        <w:rPr>
          <w:szCs w:val="24"/>
        </w:rPr>
        <w:t>в общем объеме занимали коммунальные услуги и телекоммуникационные</w:t>
      </w:r>
      <w:r w:rsidR="0031223F" w:rsidRPr="00D5767C">
        <w:rPr>
          <w:szCs w:val="24"/>
        </w:rPr>
        <w:t>.</w:t>
      </w:r>
      <w:bookmarkStart w:id="120" w:name="_Toc493779752"/>
    </w:p>
    <w:p w14:paraId="31FDC3E2" w14:textId="2F2D7876" w:rsidR="0031223F" w:rsidRPr="002F0F4E" w:rsidRDefault="0031223F" w:rsidP="006E3317">
      <w:pPr>
        <w:pStyle w:val="3"/>
        <w:spacing w:before="240" w:after="200"/>
        <w:ind w:right="0"/>
        <w:rPr>
          <w:bCs/>
        </w:rPr>
      </w:pPr>
      <w:bookmarkStart w:id="121" w:name="_Toc181255933"/>
      <w:r w:rsidRPr="002F0F4E">
        <w:rPr>
          <w:bCs/>
        </w:rPr>
        <w:t>Объем платных услуг населению по видам</w:t>
      </w:r>
      <w:bookmarkEnd w:id="120"/>
      <w:bookmarkEnd w:id="121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7"/>
        <w:gridCol w:w="1511"/>
        <w:gridCol w:w="1511"/>
        <w:gridCol w:w="1512"/>
      </w:tblGrid>
      <w:tr w:rsidR="008024EE" w:rsidRPr="001C02B8" w14:paraId="18A2D6F7" w14:textId="77777777" w:rsidTr="008024EE">
        <w:trPr>
          <w:trHeight w:val="283"/>
          <w:jc w:val="center"/>
        </w:trPr>
        <w:tc>
          <w:tcPr>
            <w:tcW w:w="4537" w:type="dxa"/>
            <w:vMerge w:val="restart"/>
            <w:vAlign w:val="center"/>
          </w:tcPr>
          <w:p w14:paraId="6F508160" w14:textId="77777777" w:rsidR="008024EE" w:rsidRPr="005E3B81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4534" w:type="dxa"/>
            <w:gridSpan w:val="3"/>
            <w:vAlign w:val="center"/>
          </w:tcPr>
          <w:p w14:paraId="7E803CA1" w14:textId="3D7A617D" w:rsidR="008024EE" w:rsidRPr="00D5767C" w:rsidRDefault="00425761" w:rsidP="008024EE">
            <w:pPr>
              <w:jc w:val="center"/>
              <w:rPr>
                <w:b/>
                <w:bCs/>
                <w:sz w:val="20"/>
              </w:rPr>
            </w:pPr>
            <w:r w:rsidRPr="00D5767C">
              <w:rPr>
                <w:b/>
                <w:bCs/>
                <w:sz w:val="20"/>
              </w:rPr>
              <w:t>Январь-</w:t>
            </w:r>
            <w:r w:rsidR="00341DC0">
              <w:rPr>
                <w:b/>
                <w:bCs/>
                <w:sz w:val="20"/>
              </w:rPr>
              <w:t>сентябрь</w:t>
            </w:r>
            <w:r w:rsidR="008024EE" w:rsidRPr="00D5767C">
              <w:rPr>
                <w:b/>
                <w:bCs/>
                <w:sz w:val="20"/>
              </w:rPr>
              <w:br/>
              <w:t>2024</w:t>
            </w:r>
          </w:p>
        </w:tc>
      </w:tr>
      <w:tr w:rsidR="008024EE" w:rsidRPr="001C02B8" w14:paraId="524B1965" w14:textId="77777777" w:rsidTr="008024EE">
        <w:trPr>
          <w:trHeight w:val="283"/>
          <w:jc w:val="center"/>
        </w:trPr>
        <w:tc>
          <w:tcPr>
            <w:tcW w:w="4537" w:type="dxa"/>
            <w:vMerge/>
            <w:vAlign w:val="center"/>
          </w:tcPr>
          <w:p w14:paraId="3A1D798E" w14:textId="77777777" w:rsidR="008024EE" w:rsidRPr="001C02B8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Merge w:val="restart"/>
            <w:vAlign w:val="center"/>
          </w:tcPr>
          <w:p w14:paraId="17CCFC6D" w14:textId="77777777" w:rsidR="008024EE" w:rsidRPr="000C0433" w:rsidRDefault="008024EE" w:rsidP="008024EE">
            <w:pPr>
              <w:jc w:val="center"/>
              <w:rPr>
                <w:b/>
                <w:bCs/>
                <w:sz w:val="20"/>
                <w:highlight w:val="yellow"/>
              </w:rPr>
            </w:pPr>
            <w:r w:rsidRPr="00D5767C">
              <w:rPr>
                <w:b/>
                <w:sz w:val="20"/>
              </w:rPr>
              <w:t xml:space="preserve">тыс. </w:t>
            </w:r>
            <w:r w:rsidRPr="00D5767C">
              <w:rPr>
                <w:b/>
                <w:sz w:val="20"/>
              </w:rPr>
              <w:br/>
              <w:t>рублей</w:t>
            </w:r>
          </w:p>
        </w:tc>
        <w:tc>
          <w:tcPr>
            <w:tcW w:w="3023" w:type="dxa"/>
            <w:gridSpan w:val="2"/>
            <w:vAlign w:val="center"/>
          </w:tcPr>
          <w:p w14:paraId="2DFCB226" w14:textId="77777777" w:rsidR="008024EE" w:rsidRPr="00D5767C" w:rsidRDefault="008024EE" w:rsidP="008024EE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D5767C">
              <w:rPr>
                <w:b/>
                <w:bCs/>
                <w:sz w:val="20"/>
              </w:rPr>
              <w:t>в  %</w:t>
            </w:r>
            <w:proofErr w:type="gramEnd"/>
            <w:r w:rsidRPr="00D5767C">
              <w:rPr>
                <w:b/>
                <w:bCs/>
                <w:sz w:val="20"/>
              </w:rPr>
              <w:t xml:space="preserve">  к</w:t>
            </w:r>
          </w:p>
        </w:tc>
      </w:tr>
      <w:tr w:rsidR="008024EE" w:rsidRPr="001C02B8" w14:paraId="04EF4309" w14:textId="77777777" w:rsidTr="008024EE">
        <w:trPr>
          <w:trHeight w:val="283"/>
          <w:jc w:val="center"/>
        </w:trPr>
        <w:tc>
          <w:tcPr>
            <w:tcW w:w="4537" w:type="dxa"/>
            <w:vMerge/>
            <w:vAlign w:val="center"/>
          </w:tcPr>
          <w:p w14:paraId="261A1D5F" w14:textId="77777777" w:rsidR="008024EE" w:rsidRPr="001C02B8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Merge/>
            <w:vAlign w:val="center"/>
          </w:tcPr>
          <w:p w14:paraId="52E58BA5" w14:textId="77777777" w:rsidR="008024EE" w:rsidRPr="000C0433" w:rsidRDefault="008024EE" w:rsidP="008024EE">
            <w:pPr>
              <w:jc w:val="center"/>
              <w:rPr>
                <w:b/>
                <w:bCs/>
                <w:sz w:val="20"/>
                <w:highlight w:val="yellow"/>
              </w:rPr>
            </w:pPr>
          </w:p>
        </w:tc>
        <w:tc>
          <w:tcPr>
            <w:tcW w:w="1511" w:type="dxa"/>
            <w:vAlign w:val="center"/>
          </w:tcPr>
          <w:p w14:paraId="4B2B1361" w14:textId="034FD0CC" w:rsidR="008024EE" w:rsidRPr="00D5767C" w:rsidRDefault="008024EE" w:rsidP="00425761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D5767C">
              <w:rPr>
                <w:b/>
                <w:bCs/>
                <w:sz w:val="20"/>
              </w:rPr>
              <w:t>январю-</w:t>
            </w:r>
            <w:r w:rsidR="00341DC0">
              <w:rPr>
                <w:b/>
                <w:bCs/>
                <w:sz w:val="20"/>
              </w:rPr>
              <w:t>сентябрю</w:t>
            </w:r>
            <w:r w:rsidRPr="00D5767C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512" w:type="dxa"/>
            <w:vAlign w:val="center"/>
          </w:tcPr>
          <w:p w14:paraId="4E93534B" w14:textId="77777777" w:rsidR="008024EE" w:rsidRPr="00D5767C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D5767C">
              <w:rPr>
                <w:b/>
                <w:bCs/>
                <w:sz w:val="20"/>
              </w:rPr>
              <w:t>итогу</w:t>
            </w:r>
          </w:p>
        </w:tc>
      </w:tr>
      <w:tr w:rsidR="00341DC0" w:rsidRPr="001C02B8" w14:paraId="13C1D733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69EB5B20" w14:textId="77777777" w:rsidR="00341DC0" w:rsidRPr="001C02B8" w:rsidRDefault="00341DC0" w:rsidP="00341DC0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Платные услуги</w:t>
            </w:r>
          </w:p>
        </w:tc>
        <w:tc>
          <w:tcPr>
            <w:tcW w:w="1511" w:type="dxa"/>
            <w:vAlign w:val="bottom"/>
          </w:tcPr>
          <w:p w14:paraId="0513D6EF" w14:textId="013E1051" w:rsidR="00341DC0" w:rsidRPr="00060F36" w:rsidRDefault="00341DC0" w:rsidP="00341DC0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 w:rsidRPr="00FC47A1">
              <w:rPr>
                <w:b/>
                <w:bCs/>
                <w:sz w:val="20"/>
              </w:rPr>
              <w:t>40787792</w:t>
            </w:r>
            <w:r>
              <w:rPr>
                <w:b/>
                <w:bCs/>
                <w:sz w:val="20"/>
              </w:rPr>
              <w:t>,0</w:t>
            </w:r>
          </w:p>
        </w:tc>
        <w:tc>
          <w:tcPr>
            <w:tcW w:w="1511" w:type="dxa"/>
            <w:vAlign w:val="bottom"/>
          </w:tcPr>
          <w:p w14:paraId="65294F69" w14:textId="5FE82D8E" w:rsidR="00341DC0" w:rsidRPr="00060F36" w:rsidRDefault="00341DC0" w:rsidP="00341DC0">
            <w:pPr>
              <w:ind w:right="425"/>
              <w:jc w:val="right"/>
              <w:rPr>
                <w:b/>
                <w:bCs/>
                <w:sz w:val="20"/>
                <w:highlight w:val="yellow"/>
                <w:lang w:val="en-US"/>
              </w:rPr>
            </w:pPr>
            <w:r w:rsidRPr="00FE2D5A">
              <w:rPr>
                <w:b/>
                <w:bCs/>
                <w:sz w:val="20"/>
              </w:rPr>
              <w:t>100,1</w:t>
            </w:r>
          </w:p>
        </w:tc>
        <w:tc>
          <w:tcPr>
            <w:tcW w:w="1512" w:type="dxa"/>
            <w:vAlign w:val="bottom"/>
          </w:tcPr>
          <w:p w14:paraId="7CD85F02" w14:textId="50BC9B78" w:rsidR="00341DC0" w:rsidRPr="00060F36" w:rsidRDefault="00341DC0" w:rsidP="00341DC0">
            <w:pPr>
              <w:ind w:right="454"/>
              <w:jc w:val="right"/>
              <w:rPr>
                <w:b/>
                <w:bCs/>
                <w:sz w:val="20"/>
                <w:highlight w:val="yellow"/>
                <w:lang w:val="en-US"/>
              </w:rPr>
            </w:pPr>
            <w:r w:rsidRPr="00D7662F">
              <w:rPr>
                <w:b/>
                <w:bCs/>
                <w:sz w:val="20"/>
              </w:rPr>
              <w:t>100</w:t>
            </w:r>
          </w:p>
        </w:tc>
      </w:tr>
      <w:tr w:rsidR="008024EE" w:rsidRPr="001C02B8" w14:paraId="00C3A424" w14:textId="77777777" w:rsidTr="008024EE">
        <w:trPr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0E698297" w14:textId="77777777" w:rsidR="008024EE" w:rsidRPr="001C02B8" w:rsidRDefault="008024EE" w:rsidP="008024EE">
            <w:pPr>
              <w:ind w:left="340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в том числе:</w:t>
            </w:r>
          </w:p>
        </w:tc>
      </w:tr>
      <w:tr w:rsidR="00341DC0" w:rsidRPr="001C02B8" w14:paraId="244CE6A2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6C7C9EEA" w14:textId="77777777"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бытовые</w:t>
            </w:r>
          </w:p>
        </w:tc>
        <w:tc>
          <w:tcPr>
            <w:tcW w:w="1511" w:type="dxa"/>
            <w:vAlign w:val="bottom"/>
          </w:tcPr>
          <w:p w14:paraId="03E96CCD" w14:textId="586B9F2F"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FC47A1">
              <w:rPr>
                <w:b/>
                <w:sz w:val="20"/>
              </w:rPr>
              <w:t>4630007,9</w:t>
            </w:r>
          </w:p>
        </w:tc>
        <w:tc>
          <w:tcPr>
            <w:tcW w:w="1511" w:type="dxa"/>
            <w:vAlign w:val="bottom"/>
          </w:tcPr>
          <w:p w14:paraId="2CFFA1CE" w14:textId="6B68DC89"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83793D">
              <w:rPr>
                <w:b/>
                <w:sz w:val="20"/>
              </w:rPr>
              <w:t>102,7</w:t>
            </w:r>
          </w:p>
        </w:tc>
        <w:tc>
          <w:tcPr>
            <w:tcW w:w="1512" w:type="dxa"/>
            <w:vAlign w:val="bottom"/>
          </w:tcPr>
          <w:p w14:paraId="65EF318D" w14:textId="4F62604C"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511D1C">
              <w:rPr>
                <w:b/>
                <w:sz w:val="20"/>
              </w:rPr>
              <w:t>11,</w:t>
            </w:r>
            <w:r>
              <w:rPr>
                <w:b/>
                <w:sz w:val="20"/>
              </w:rPr>
              <w:t>4</w:t>
            </w:r>
          </w:p>
        </w:tc>
      </w:tr>
      <w:tr w:rsidR="00341DC0" w:rsidRPr="001C02B8" w14:paraId="49378DB8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3538AAB8" w14:textId="77777777"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транспортные</w:t>
            </w:r>
          </w:p>
        </w:tc>
        <w:tc>
          <w:tcPr>
            <w:tcW w:w="1511" w:type="dxa"/>
            <w:vAlign w:val="bottom"/>
          </w:tcPr>
          <w:p w14:paraId="59FA34D3" w14:textId="20B2FAFA"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FC47A1">
              <w:rPr>
                <w:b/>
                <w:sz w:val="20"/>
              </w:rPr>
              <w:t>2849578</w:t>
            </w:r>
            <w:r>
              <w:rPr>
                <w:b/>
                <w:sz w:val="20"/>
              </w:rPr>
              <w:t>,0</w:t>
            </w:r>
          </w:p>
        </w:tc>
        <w:tc>
          <w:tcPr>
            <w:tcW w:w="1511" w:type="dxa"/>
            <w:vAlign w:val="bottom"/>
          </w:tcPr>
          <w:p w14:paraId="6EC976A4" w14:textId="47F2AFC0"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2,9</w:t>
            </w:r>
          </w:p>
        </w:tc>
        <w:tc>
          <w:tcPr>
            <w:tcW w:w="1512" w:type="dxa"/>
            <w:vAlign w:val="bottom"/>
          </w:tcPr>
          <w:p w14:paraId="41D95250" w14:textId="5FB786BE"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7,0</w:t>
            </w:r>
          </w:p>
        </w:tc>
      </w:tr>
      <w:tr w:rsidR="00341DC0" w:rsidRPr="001C02B8" w14:paraId="0C0B10B5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7344B0B2" w14:textId="77777777"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почтовой связи и курьерские</w:t>
            </w:r>
          </w:p>
        </w:tc>
        <w:tc>
          <w:tcPr>
            <w:tcW w:w="1511" w:type="dxa"/>
            <w:vAlign w:val="bottom"/>
          </w:tcPr>
          <w:p w14:paraId="2D3B893D" w14:textId="3D1D7088"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FC47A1">
              <w:rPr>
                <w:b/>
                <w:sz w:val="20"/>
              </w:rPr>
              <w:t>152945,5</w:t>
            </w:r>
          </w:p>
        </w:tc>
        <w:tc>
          <w:tcPr>
            <w:tcW w:w="1511" w:type="dxa"/>
            <w:vAlign w:val="bottom"/>
          </w:tcPr>
          <w:p w14:paraId="600CA447" w14:textId="2C0E0931"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101,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1512" w:type="dxa"/>
            <w:vAlign w:val="bottom"/>
          </w:tcPr>
          <w:p w14:paraId="60071DB2" w14:textId="178B8FDF"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0,4</w:t>
            </w:r>
          </w:p>
        </w:tc>
      </w:tr>
      <w:tr w:rsidR="00341DC0" w:rsidRPr="001C02B8" w14:paraId="740E39EE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1F8C9778" w14:textId="77777777" w:rsidR="00341DC0" w:rsidRPr="001C02B8" w:rsidRDefault="00341DC0" w:rsidP="00341DC0">
            <w:pPr>
              <w:ind w:left="227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из них курьерской доставки</w:t>
            </w:r>
          </w:p>
        </w:tc>
        <w:tc>
          <w:tcPr>
            <w:tcW w:w="1511" w:type="dxa"/>
            <w:vAlign w:val="bottom"/>
          </w:tcPr>
          <w:p w14:paraId="6F9B9468" w14:textId="09C296DA"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FC47A1">
              <w:rPr>
                <w:b/>
                <w:sz w:val="20"/>
              </w:rPr>
              <w:t>7150,2</w:t>
            </w:r>
          </w:p>
        </w:tc>
        <w:tc>
          <w:tcPr>
            <w:tcW w:w="1511" w:type="dxa"/>
            <w:vAlign w:val="bottom"/>
          </w:tcPr>
          <w:p w14:paraId="3E99545D" w14:textId="74D9101C"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110,9</w:t>
            </w:r>
          </w:p>
        </w:tc>
        <w:tc>
          <w:tcPr>
            <w:tcW w:w="1512" w:type="dxa"/>
            <w:vAlign w:val="bottom"/>
          </w:tcPr>
          <w:p w14:paraId="1B4653EC" w14:textId="69357A63"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0,0</w:t>
            </w:r>
          </w:p>
        </w:tc>
      </w:tr>
      <w:tr w:rsidR="00341DC0" w:rsidRPr="001C02B8" w14:paraId="2EFDFA0D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60D15E50" w14:textId="77777777"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телекоммуникационные</w:t>
            </w:r>
          </w:p>
        </w:tc>
        <w:tc>
          <w:tcPr>
            <w:tcW w:w="1511" w:type="dxa"/>
            <w:vAlign w:val="bottom"/>
          </w:tcPr>
          <w:p w14:paraId="5B1C10D5" w14:textId="2E9612BD"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6241890,2</w:t>
            </w:r>
          </w:p>
        </w:tc>
        <w:tc>
          <w:tcPr>
            <w:tcW w:w="1511" w:type="dxa"/>
            <w:vAlign w:val="bottom"/>
          </w:tcPr>
          <w:p w14:paraId="5EBE9930" w14:textId="614E0E98"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103,3</w:t>
            </w:r>
          </w:p>
        </w:tc>
        <w:tc>
          <w:tcPr>
            <w:tcW w:w="1512" w:type="dxa"/>
            <w:vAlign w:val="bottom"/>
          </w:tcPr>
          <w:p w14:paraId="5107B029" w14:textId="3D260259"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15,3</w:t>
            </w:r>
          </w:p>
        </w:tc>
      </w:tr>
      <w:tr w:rsidR="00341DC0" w:rsidRPr="001C02B8" w14:paraId="0DDD7FED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606E8070" w14:textId="77777777"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жилищные</w:t>
            </w:r>
          </w:p>
        </w:tc>
        <w:tc>
          <w:tcPr>
            <w:tcW w:w="1511" w:type="dxa"/>
            <w:vAlign w:val="bottom"/>
          </w:tcPr>
          <w:p w14:paraId="0A423FFA" w14:textId="68B4B862"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2304961,2</w:t>
            </w:r>
          </w:p>
        </w:tc>
        <w:tc>
          <w:tcPr>
            <w:tcW w:w="1511" w:type="dxa"/>
            <w:vAlign w:val="bottom"/>
          </w:tcPr>
          <w:p w14:paraId="2A9D13E4" w14:textId="79D9BC8A"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101,1</w:t>
            </w:r>
          </w:p>
        </w:tc>
        <w:tc>
          <w:tcPr>
            <w:tcW w:w="1512" w:type="dxa"/>
            <w:vAlign w:val="bottom"/>
          </w:tcPr>
          <w:p w14:paraId="6710E2E6" w14:textId="251010D2"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5,</w:t>
            </w:r>
            <w:r>
              <w:rPr>
                <w:b/>
                <w:sz w:val="20"/>
              </w:rPr>
              <w:t>7</w:t>
            </w:r>
          </w:p>
        </w:tc>
      </w:tr>
      <w:tr w:rsidR="00341DC0" w:rsidRPr="001C02B8" w14:paraId="6F5029DF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05816FEF" w14:textId="77777777"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коммунальные</w:t>
            </w:r>
          </w:p>
        </w:tc>
        <w:tc>
          <w:tcPr>
            <w:tcW w:w="1511" w:type="dxa"/>
            <w:vAlign w:val="bottom"/>
          </w:tcPr>
          <w:p w14:paraId="51AFC637" w14:textId="6FEFE9C2"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11958545,6</w:t>
            </w:r>
          </w:p>
        </w:tc>
        <w:tc>
          <w:tcPr>
            <w:tcW w:w="1511" w:type="dxa"/>
            <w:vAlign w:val="bottom"/>
          </w:tcPr>
          <w:p w14:paraId="5F541421" w14:textId="0F50B90D"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1512" w:type="dxa"/>
            <w:vAlign w:val="bottom"/>
          </w:tcPr>
          <w:p w14:paraId="37952243" w14:textId="420F648E"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29,</w:t>
            </w:r>
            <w:r>
              <w:rPr>
                <w:b/>
                <w:sz w:val="20"/>
              </w:rPr>
              <w:t>3</w:t>
            </w:r>
          </w:p>
        </w:tc>
      </w:tr>
      <w:tr w:rsidR="00341DC0" w:rsidRPr="001C02B8" w14:paraId="16E5340B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71633F6D" w14:textId="77777777"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культуры</w:t>
            </w:r>
          </w:p>
        </w:tc>
        <w:tc>
          <w:tcPr>
            <w:tcW w:w="1511" w:type="dxa"/>
            <w:vAlign w:val="bottom"/>
          </w:tcPr>
          <w:p w14:paraId="07853CB3" w14:textId="5B2AEC9C"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662993,4</w:t>
            </w:r>
          </w:p>
        </w:tc>
        <w:tc>
          <w:tcPr>
            <w:tcW w:w="1511" w:type="dxa"/>
            <w:vAlign w:val="bottom"/>
          </w:tcPr>
          <w:p w14:paraId="1D765B7F" w14:textId="31D4A5C1"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6,3</w:t>
            </w:r>
          </w:p>
        </w:tc>
        <w:tc>
          <w:tcPr>
            <w:tcW w:w="1512" w:type="dxa"/>
            <w:vAlign w:val="bottom"/>
          </w:tcPr>
          <w:p w14:paraId="60A0E104" w14:textId="62184634"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1,6</w:t>
            </w:r>
          </w:p>
        </w:tc>
      </w:tr>
      <w:tr w:rsidR="00341DC0" w:rsidRPr="001C02B8" w14:paraId="4F3A39A6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720A3873" w14:textId="77777777"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туристических агентств, туроператоров </w:t>
            </w:r>
            <w:r w:rsidRPr="001C02B8">
              <w:rPr>
                <w:b/>
                <w:bCs/>
                <w:sz w:val="20"/>
              </w:rPr>
              <w:br/>
              <w:t xml:space="preserve">и прочие услуги по бронированию </w:t>
            </w:r>
            <w:r w:rsidRPr="001C02B8">
              <w:rPr>
                <w:b/>
                <w:bCs/>
                <w:sz w:val="20"/>
              </w:rPr>
              <w:br/>
              <w:t>и сопутствующие им услуги</w:t>
            </w:r>
          </w:p>
        </w:tc>
        <w:tc>
          <w:tcPr>
            <w:tcW w:w="1511" w:type="dxa"/>
            <w:vAlign w:val="bottom"/>
          </w:tcPr>
          <w:p w14:paraId="0D24854C" w14:textId="2F66A2F5"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797810,9</w:t>
            </w:r>
          </w:p>
        </w:tc>
        <w:tc>
          <w:tcPr>
            <w:tcW w:w="1511" w:type="dxa"/>
            <w:vAlign w:val="bottom"/>
          </w:tcPr>
          <w:p w14:paraId="4D1A6F47" w14:textId="3008F14F"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91,7</w:t>
            </w:r>
          </w:p>
        </w:tc>
        <w:tc>
          <w:tcPr>
            <w:tcW w:w="1512" w:type="dxa"/>
            <w:vAlign w:val="bottom"/>
          </w:tcPr>
          <w:p w14:paraId="0A2BD941" w14:textId="3C7690F4"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2,0</w:t>
            </w:r>
          </w:p>
        </w:tc>
      </w:tr>
      <w:tr w:rsidR="00341DC0" w:rsidRPr="001C02B8" w14:paraId="0A1A59D5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07C28780" w14:textId="77777777"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гостиниц и аналогичных средств размещения</w:t>
            </w:r>
          </w:p>
        </w:tc>
        <w:tc>
          <w:tcPr>
            <w:tcW w:w="1511" w:type="dxa"/>
            <w:vAlign w:val="bottom"/>
          </w:tcPr>
          <w:p w14:paraId="4CD4E615" w14:textId="41CE8285"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653114,9</w:t>
            </w:r>
          </w:p>
        </w:tc>
        <w:tc>
          <w:tcPr>
            <w:tcW w:w="1511" w:type="dxa"/>
            <w:vAlign w:val="bottom"/>
          </w:tcPr>
          <w:p w14:paraId="1E8B9064" w14:textId="752DCEA7"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97,7</w:t>
            </w:r>
          </w:p>
        </w:tc>
        <w:tc>
          <w:tcPr>
            <w:tcW w:w="1512" w:type="dxa"/>
            <w:vAlign w:val="bottom"/>
          </w:tcPr>
          <w:p w14:paraId="6B2F2138" w14:textId="218D41B9"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1,6</w:t>
            </w:r>
          </w:p>
        </w:tc>
      </w:tr>
      <w:tr w:rsidR="00341DC0" w:rsidRPr="001C02B8" w14:paraId="4F6E2840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2FF4F6DA" w14:textId="77777777"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физической культуры и спорта</w:t>
            </w:r>
          </w:p>
        </w:tc>
        <w:tc>
          <w:tcPr>
            <w:tcW w:w="1511" w:type="dxa"/>
            <w:vAlign w:val="bottom"/>
          </w:tcPr>
          <w:p w14:paraId="63AEE50E" w14:textId="1B52B2C3"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331642,8</w:t>
            </w:r>
          </w:p>
        </w:tc>
        <w:tc>
          <w:tcPr>
            <w:tcW w:w="1511" w:type="dxa"/>
            <w:vAlign w:val="bottom"/>
          </w:tcPr>
          <w:p w14:paraId="47963E73" w14:textId="048D9241"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97,9</w:t>
            </w:r>
          </w:p>
        </w:tc>
        <w:tc>
          <w:tcPr>
            <w:tcW w:w="1512" w:type="dxa"/>
            <w:vAlign w:val="bottom"/>
          </w:tcPr>
          <w:p w14:paraId="69E69EFC" w14:textId="4B3A06AF"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0,8</w:t>
            </w:r>
          </w:p>
        </w:tc>
      </w:tr>
      <w:tr w:rsidR="00341DC0" w:rsidRPr="001C02B8" w14:paraId="458461A0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500AFF02" w14:textId="77777777" w:rsidR="00341DC0" w:rsidRPr="001C02B8" w:rsidRDefault="00341DC0" w:rsidP="00341DC0">
            <w:pPr>
              <w:ind w:left="227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из них фитнес-центров и спортивных клубов</w:t>
            </w:r>
          </w:p>
        </w:tc>
        <w:tc>
          <w:tcPr>
            <w:tcW w:w="1511" w:type="dxa"/>
            <w:vAlign w:val="bottom"/>
          </w:tcPr>
          <w:p w14:paraId="50E5CECF" w14:textId="27EEFC3B"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119055,4</w:t>
            </w:r>
          </w:p>
        </w:tc>
        <w:tc>
          <w:tcPr>
            <w:tcW w:w="1511" w:type="dxa"/>
            <w:vAlign w:val="bottom"/>
          </w:tcPr>
          <w:p w14:paraId="1B3BC84C" w14:textId="768D1384"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87,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1512" w:type="dxa"/>
            <w:vAlign w:val="bottom"/>
          </w:tcPr>
          <w:p w14:paraId="5F7FD111" w14:textId="3B17B30E"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0,3</w:t>
            </w:r>
          </w:p>
        </w:tc>
      </w:tr>
      <w:tr w:rsidR="00341DC0" w:rsidRPr="001C02B8" w14:paraId="7FE32EC2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02A218E9" w14:textId="77777777"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медицинские</w:t>
            </w:r>
          </w:p>
        </w:tc>
        <w:tc>
          <w:tcPr>
            <w:tcW w:w="1511" w:type="dxa"/>
            <w:vAlign w:val="bottom"/>
          </w:tcPr>
          <w:p w14:paraId="1FA257B2" w14:textId="1AE2188A"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3676827,3</w:t>
            </w:r>
          </w:p>
        </w:tc>
        <w:tc>
          <w:tcPr>
            <w:tcW w:w="1511" w:type="dxa"/>
            <w:vAlign w:val="bottom"/>
          </w:tcPr>
          <w:p w14:paraId="320B1239" w14:textId="58FE71D1"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97,4</w:t>
            </w:r>
          </w:p>
        </w:tc>
        <w:tc>
          <w:tcPr>
            <w:tcW w:w="1512" w:type="dxa"/>
            <w:vAlign w:val="bottom"/>
          </w:tcPr>
          <w:p w14:paraId="6DC6D4EB" w14:textId="14C51B19"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9,0</w:t>
            </w:r>
          </w:p>
        </w:tc>
      </w:tr>
      <w:tr w:rsidR="00341DC0" w:rsidRPr="001C02B8" w14:paraId="1A61AF4C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4985BE30" w14:textId="77777777"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специализированных коллективных средств размещения</w:t>
            </w:r>
          </w:p>
        </w:tc>
        <w:tc>
          <w:tcPr>
            <w:tcW w:w="1511" w:type="dxa"/>
            <w:vAlign w:val="bottom"/>
          </w:tcPr>
          <w:p w14:paraId="2ADE1F11" w14:textId="597F5F35"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723915,1</w:t>
            </w:r>
          </w:p>
        </w:tc>
        <w:tc>
          <w:tcPr>
            <w:tcW w:w="1511" w:type="dxa"/>
            <w:vAlign w:val="bottom"/>
          </w:tcPr>
          <w:p w14:paraId="265A8AAC" w14:textId="37ADF757"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92,3</w:t>
            </w:r>
          </w:p>
        </w:tc>
        <w:tc>
          <w:tcPr>
            <w:tcW w:w="1512" w:type="dxa"/>
            <w:vAlign w:val="bottom"/>
          </w:tcPr>
          <w:p w14:paraId="7A86A480" w14:textId="381B7043"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1,</w:t>
            </w:r>
            <w:r>
              <w:rPr>
                <w:b/>
                <w:sz w:val="20"/>
              </w:rPr>
              <w:t>8</w:t>
            </w:r>
          </w:p>
        </w:tc>
      </w:tr>
      <w:tr w:rsidR="00341DC0" w:rsidRPr="001C02B8" w14:paraId="5FBE94BF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308EC68F" w14:textId="77777777" w:rsidR="00341DC0" w:rsidRPr="001C02B8" w:rsidRDefault="00341DC0" w:rsidP="00341DC0">
            <w:pPr>
              <w:ind w:left="28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из них санаторно-курортных организаций</w:t>
            </w:r>
          </w:p>
        </w:tc>
        <w:tc>
          <w:tcPr>
            <w:tcW w:w="1511" w:type="dxa"/>
            <w:vAlign w:val="bottom"/>
          </w:tcPr>
          <w:p w14:paraId="70642E84" w14:textId="38A82CAD"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59602,1</w:t>
            </w:r>
          </w:p>
        </w:tc>
        <w:tc>
          <w:tcPr>
            <w:tcW w:w="1511" w:type="dxa"/>
            <w:vAlign w:val="bottom"/>
          </w:tcPr>
          <w:p w14:paraId="4E598499" w14:textId="2FDD45FE"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101,1</w:t>
            </w:r>
          </w:p>
        </w:tc>
        <w:tc>
          <w:tcPr>
            <w:tcW w:w="1512" w:type="dxa"/>
            <w:vAlign w:val="bottom"/>
          </w:tcPr>
          <w:p w14:paraId="5B40CB28" w14:textId="76689FAC"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0,1</w:t>
            </w:r>
          </w:p>
        </w:tc>
      </w:tr>
      <w:tr w:rsidR="00341DC0" w:rsidRPr="001C02B8" w14:paraId="1391961A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2D5D4DB6" w14:textId="77777777"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ветеринарные</w:t>
            </w:r>
          </w:p>
        </w:tc>
        <w:tc>
          <w:tcPr>
            <w:tcW w:w="1511" w:type="dxa"/>
            <w:vAlign w:val="bottom"/>
          </w:tcPr>
          <w:p w14:paraId="6F7B0F4A" w14:textId="0C7A211B"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98699,3</w:t>
            </w:r>
          </w:p>
        </w:tc>
        <w:tc>
          <w:tcPr>
            <w:tcW w:w="1511" w:type="dxa"/>
            <w:vAlign w:val="bottom"/>
          </w:tcPr>
          <w:p w14:paraId="5F06715B" w14:textId="041B136D"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95,6</w:t>
            </w:r>
          </w:p>
        </w:tc>
        <w:tc>
          <w:tcPr>
            <w:tcW w:w="1512" w:type="dxa"/>
            <w:vAlign w:val="bottom"/>
          </w:tcPr>
          <w:p w14:paraId="1537AA6B" w14:textId="25CDCB00"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0,2</w:t>
            </w:r>
          </w:p>
        </w:tc>
      </w:tr>
      <w:tr w:rsidR="00341DC0" w:rsidRPr="001C02B8" w14:paraId="73F622BD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53382502" w14:textId="77777777"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юридические</w:t>
            </w:r>
          </w:p>
        </w:tc>
        <w:tc>
          <w:tcPr>
            <w:tcW w:w="1511" w:type="dxa"/>
            <w:vAlign w:val="bottom"/>
          </w:tcPr>
          <w:p w14:paraId="2BF09518" w14:textId="6761FA38"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438051,8</w:t>
            </w:r>
          </w:p>
        </w:tc>
        <w:tc>
          <w:tcPr>
            <w:tcW w:w="1511" w:type="dxa"/>
            <w:vAlign w:val="bottom"/>
          </w:tcPr>
          <w:p w14:paraId="47948B9E" w14:textId="222AF97B"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69,9</w:t>
            </w:r>
          </w:p>
        </w:tc>
        <w:tc>
          <w:tcPr>
            <w:tcW w:w="1512" w:type="dxa"/>
            <w:vAlign w:val="bottom"/>
          </w:tcPr>
          <w:p w14:paraId="28BCF455" w14:textId="68E6F2BA"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1,1</w:t>
            </w:r>
          </w:p>
        </w:tc>
      </w:tr>
      <w:tr w:rsidR="00341DC0" w:rsidRPr="001C02B8" w14:paraId="33446FB2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449F9FE6" w14:textId="77777777"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системы образования</w:t>
            </w:r>
          </w:p>
        </w:tc>
        <w:tc>
          <w:tcPr>
            <w:tcW w:w="1511" w:type="dxa"/>
            <w:vAlign w:val="bottom"/>
          </w:tcPr>
          <w:p w14:paraId="3AC6227B" w14:textId="75D96593"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3433530</w:t>
            </w:r>
            <w:r>
              <w:rPr>
                <w:b/>
                <w:sz w:val="20"/>
              </w:rPr>
              <w:t>,0</w:t>
            </w:r>
          </w:p>
        </w:tc>
        <w:tc>
          <w:tcPr>
            <w:tcW w:w="1511" w:type="dxa"/>
            <w:vAlign w:val="bottom"/>
          </w:tcPr>
          <w:p w14:paraId="5E25A00C" w14:textId="090F87C1"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109,7</w:t>
            </w:r>
          </w:p>
        </w:tc>
        <w:tc>
          <w:tcPr>
            <w:tcW w:w="1512" w:type="dxa"/>
            <w:vAlign w:val="bottom"/>
          </w:tcPr>
          <w:p w14:paraId="6479E49E" w14:textId="72ACE08D"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8,4</w:t>
            </w:r>
          </w:p>
        </w:tc>
      </w:tr>
      <w:tr w:rsidR="00341DC0" w:rsidRPr="001C02B8" w14:paraId="3C2891F0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637DC186" w14:textId="77777777"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услуги, предоставляемые гражданам пожилого возраста и инвалидам</w:t>
            </w:r>
          </w:p>
        </w:tc>
        <w:tc>
          <w:tcPr>
            <w:tcW w:w="1511" w:type="dxa"/>
            <w:vAlign w:val="bottom"/>
          </w:tcPr>
          <w:p w14:paraId="6A7624EB" w14:textId="526565B1"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268445,4</w:t>
            </w:r>
          </w:p>
        </w:tc>
        <w:tc>
          <w:tcPr>
            <w:tcW w:w="1511" w:type="dxa"/>
            <w:vAlign w:val="bottom"/>
          </w:tcPr>
          <w:p w14:paraId="51733325" w14:textId="39CA585F"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8</w:t>
            </w:r>
            <w:r>
              <w:rPr>
                <w:b/>
                <w:sz w:val="20"/>
              </w:rPr>
              <w:t>5,6</w:t>
            </w:r>
          </w:p>
        </w:tc>
        <w:tc>
          <w:tcPr>
            <w:tcW w:w="1512" w:type="dxa"/>
            <w:vAlign w:val="bottom"/>
          </w:tcPr>
          <w:p w14:paraId="4B7E023C" w14:textId="61604325"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0,7</w:t>
            </w:r>
          </w:p>
        </w:tc>
      </w:tr>
      <w:tr w:rsidR="00341DC0" w:rsidRPr="001C02B8" w14:paraId="4987F26C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7B736B5E" w14:textId="77777777" w:rsidR="00341DC0" w:rsidRPr="001C02B8" w:rsidRDefault="00341DC0" w:rsidP="00341DC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прочие платные</w:t>
            </w:r>
          </w:p>
        </w:tc>
        <w:tc>
          <w:tcPr>
            <w:tcW w:w="1511" w:type="dxa"/>
            <w:vAlign w:val="bottom"/>
          </w:tcPr>
          <w:p w14:paraId="15EAE46B" w14:textId="3200431A"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1564832,7</w:t>
            </w:r>
          </w:p>
        </w:tc>
        <w:tc>
          <w:tcPr>
            <w:tcW w:w="1511" w:type="dxa"/>
            <w:vAlign w:val="bottom"/>
          </w:tcPr>
          <w:p w14:paraId="6F49ACAB" w14:textId="5A362297"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12</w:t>
            </w:r>
            <w:r>
              <w:rPr>
                <w:b/>
                <w:sz w:val="20"/>
              </w:rPr>
              <w:t>1,4</w:t>
            </w:r>
          </w:p>
        </w:tc>
        <w:tc>
          <w:tcPr>
            <w:tcW w:w="1512" w:type="dxa"/>
            <w:vAlign w:val="bottom"/>
          </w:tcPr>
          <w:p w14:paraId="7872071E" w14:textId="67FD5D17"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3,8</w:t>
            </w:r>
          </w:p>
        </w:tc>
      </w:tr>
      <w:tr w:rsidR="00341DC0" w:rsidRPr="001A28B5" w14:paraId="545A5BBC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7F6C020E" w14:textId="77777777" w:rsidR="00341DC0" w:rsidRPr="001C02B8" w:rsidRDefault="00341DC0" w:rsidP="00341DC0">
            <w:pPr>
              <w:ind w:left="227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из них электронные услуги и сервисы </w:t>
            </w:r>
            <w:r w:rsidRPr="001C02B8">
              <w:rPr>
                <w:b/>
                <w:bCs/>
                <w:sz w:val="20"/>
              </w:rPr>
              <w:br/>
              <w:t>в области информационно-коммуникационных технологий</w:t>
            </w:r>
          </w:p>
        </w:tc>
        <w:tc>
          <w:tcPr>
            <w:tcW w:w="1511" w:type="dxa"/>
            <w:vAlign w:val="bottom"/>
          </w:tcPr>
          <w:p w14:paraId="6D97D7B5" w14:textId="7229AD78" w:rsidR="00341DC0" w:rsidRPr="00060F36" w:rsidRDefault="00341DC0" w:rsidP="00341DC0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A75B7">
              <w:rPr>
                <w:b/>
                <w:sz w:val="20"/>
              </w:rPr>
              <w:t>58363,8</w:t>
            </w:r>
          </w:p>
        </w:tc>
        <w:tc>
          <w:tcPr>
            <w:tcW w:w="1511" w:type="dxa"/>
            <w:vAlign w:val="bottom"/>
          </w:tcPr>
          <w:p w14:paraId="753B2812" w14:textId="0A3FDAED"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68,7</w:t>
            </w:r>
          </w:p>
        </w:tc>
        <w:tc>
          <w:tcPr>
            <w:tcW w:w="1512" w:type="dxa"/>
            <w:vAlign w:val="bottom"/>
          </w:tcPr>
          <w:p w14:paraId="797D3B56" w14:textId="7C5A81C0" w:rsidR="00341DC0" w:rsidRPr="00060F36" w:rsidRDefault="00341DC0" w:rsidP="00341DC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431778">
              <w:rPr>
                <w:b/>
                <w:sz w:val="20"/>
              </w:rPr>
              <w:t>0,1</w:t>
            </w:r>
          </w:p>
        </w:tc>
      </w:tr>
    </w:tbl>
    <w:p w14:paraId="297E2120" w14:textId="4A03E66A" w:rsidR="004F595D" w:rsidRPr="009A0C40" w:rsidRDefault="00206F88" w:rsidP="002C35EA">
      <w:pPr>
        <w:spacing w:before="120" w:after="120"/>
        <w:ind w:firstLine="709"/>
      </w:pPr>
      <w:r w:rsidRPr="009A0C40">
        <w:t xml:space="preserve">Бытовое </w:t>
      </w:r>
      <w:r w:rsidRPr="005E3B81">
        <w:t xml:space="preserve">обслуживание является составной частью рынка услуг. </w:t>
      </w:r>
      <w:r w:rsidRPr="008A1CCB">
        <w:t>На его долю</w:t>
      </w:r>
      <w:r w:rsidRPr="008A1CCB">
        <w:br/>
      </w:r>
      <w:r w:rsidRPr="006B5865">
        <w:t>в январе-</w:t>
      </w:r>
      <w:r w:rsidR="00341DC0">
        <w:t>сентябре</w:t>
      </w:r>
      <w:r w:rsidRPr="006B5865">
        <w:t xml:space="preserve"> 2024 года приходилось </w:t>
      </w:r>
      <w:r w:rsidR="00423CF5">
        <w:t>11,</w:t>
      </w:r>
      <w:r w:rsidR="00341DC0">
        <w:t>4</w:t>
      </w:r>
      <w:r w:rsidR="00FA5B8E" w:rsidRPr="006B5865">
        <w:t>% (в январе-</w:t>
      </w:r>
      <w:r w:rsidR="00341DC0">
        <w:t>сентябре</w:t>
      </w:r>
      <w:r w:rsidR="00FA5B8E" w:rsidRPr="006B5865">
        <w:t xml:space="preserve"> 2023 года – </w:t>
      </w:r>
      <w:r w:rsidR="006B5865" w:rsidRPr="00423CF5">
        <w:t>10,</w:t>
      </w:r>
      <w:r w:rsidR="00341DC0">
        <w:t>8</w:t>
      </w:r>
      <w:r w:rsidRPr="006B5865">
        <w:t>%)</w:t>
      </w:r>
      <w:r w:rsidRPr="006B5865">
        <w:br/>
        <w:t>в структуре платных услуг населению</w:t>
      </w:r>
      <w:r w:rsidR="004F595D" w:rsidRPr="006B5865">
        <w:t>.</w:t>
      </w:r>
    </w:p>
    <w:p w14:paraId="66C99CB1" w14:textId="1D8FEE00" w:rsidR="0031223F" w:rsidRPr="002C0DE2" w:rsidRDefault="004F595D" w:rsidP="006E3317">
      <w:pPr>
        <w:spacing w:before="120"/>
        <w:ind w:firstLine="709"/>
      </w:pPr>
      <w:r w:rsidRPr="009A0C40">
        <w:t>В структуре объема бытовых услуг наибольший удельный вес занимали услуги по тех</w:t>
      </w:r>
      <w:r>
        <w:t xml:space="preserve">ническому </w:t>
      </w:r>
      <w:r w:rsidRPr="009A0C40">
        <w:t>обслуживанию и ремонту транспортных средств, машин</w:t>
      </w:r>
      <w:r>
        <w:br/>
      </w:r>
      <w:r w:rsidRPr="009A0C40">
        <w:t>и оборудования</w:t>
      </w:r>
      <w:r>
        <w:t xml:space="preserve">; </w:t>
      </w:r>
      <w:r w:rsidRPr="009A0C40">
        <w:t>парикмахерские</w:t>
      </w:r>
      <w:r>
        <w:t xml:space="preserve"> и косметические услуги</w:t>
      </w:r>
      <w:r w:rsidR="0031223F" w:rsidRPr="00296C37">
        <w:t>.</w:t>
      </w:r>
    </w:p>
    <w:p w14:paraId="5F8D2ADC" w14:textId="375DAB92" w:rsidR="0031223F" w:rsidRPr="002C0DE2" w:rsidRDefault="0031223F" w:rsidP="00CB549B">
      <w:pPr>
        <w:pStyle w:val="3"/>
        <w:spacing w:before="240" w:after="160"/>
        <w:ind w:right="0"/>
        <w:rPr>
          <w:bCs/>
        </w:rPr>
      </w:pPr>
      <w:bookmarkStart w:id="122" w:name="_Toc493779753"/>
      <w:bookmarkStart w:id="123" w:name="_Toc181255934"/>
      <w:r w:rsidRPr="002C0DE2">
        <w:rPr>
          <w:bCs/>
        </w:rPr>
        <w:t>Объем бытовых услуг населению по видам</w:t>
      </w:r>
      <w:bookmarkEnd w:id="122"/>
      <w:bookmarkEnd w:id="123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7"/>
        <w:gridCol w:w="1511"/>
        <w:gridCol w:w="1511"/>
        <w:gridCol w:w="1512"/>
      </w:tblGrid>
      <w:tr w:rsidR="008024EE" w:rsidRPr="001C02B8" w14:paraId="5F4F0B70" w14:textId="77777777" w:rsidTr="008024EE">
        <w:trPr>
          <w:trHeight w:val="283"/>
          <w:jc w:val="center"/>
        </w:trPr>
        <w:tc>
          <w:tcPr>
            <w:tcW w:w="4537" w:type="dxa"/>
            <w:vMerge w:val="restart"/>
            <w:vAlign w:val="center"/>
          </w:tcPr>
          <w:p w14:paraId="45B21DBA" w14:textId="77777777" w:rsidR="008024EE" w:rsidRPr="00FA0477" w:rsidRDefault="008024EE" w:rsidP="008024EE">
            <w:pPr>
              <w:jc w:val="center"/>
              <w:rPr>
                <w:b/>
                <w:bCs/>
                <w:sz w:val="20"/>
              </w:rPr>
            </w:pPr>
            <w:bookmarkStart w:id="124" w:name="_Toc413139369"/>
            <w:bookmarkStart w:id="125" w:name="_Toc493779754"/>
          </w:p>
        </w:tc>
        <w:tc>
          <w:tcPr>
            <w:tcW w:w="4534" w:type="dxa"/>
            <w:gridSpan w:val="3"/>
            <w:vAlign w:val="center"/>
          </w:tcPr>
          <w:p w14:paraId="5D2B404F" w14:textId="2B00C6D2" w:rsidR="008024EE" w:rsidRPr="006B5865" w:rsidRDefault="00425761" w:rsidP="008024EE">
            <w:pPr>
              <w:jc w:val="center"/>
              <w:rPr>
                <w:b/>
                <w:bCs/>
                <w:sz w:val="20"/>
              </w:rPr>
            </w:pPr>
            <w:r w:rsidRPr="006B5865">
              <w:rPr>
                <w:b/>
                <w:bCs/>
                <w:sz w:val="20"/>
              </w:rPr>
              <w:t>Январь-</w:t>
            </w:r>
            <w:r w:rsidR="00341DC0">
              <w:rPr>
                <w:b/>
                <w:bCs/>
                <w:sz w:val="20"/>
              </w:rPr>
              <w:t>сентябрь</w:t>
            </w:r>
            <w:r w:rsidR="008024EE" w:rsidRPr="006B5865">
              <w:rPr>
                <w:b/>
                <w:bCs/>
                <w:sz w:val="20"/>
              </w:rPr>
              <w:br/>
              <w:t>2024</w:t>
            </w:r>
          </w:p>
        </w:tc>
      </w:tr>
      <w:tr w:rsidR="008024EE" w:rsidRPr="001C02B8" w14:paraId="445C3AD5" w14:textId="77777777" w:rsidTr="008024EE">
        <w:trPr>
          <w:trHeight w:val="283"/>
          <w:jc w:val="center"/>
        </w:trPr>
        <w:tc>
          <w:tcPr>
            <w:tcW w:w="4537" w:type="dxa"/>
            <w:vMerge/>
            <w:vAlign w:val="center"/>
          </w:tcPr>
          <w:p w14:paraId="7676A160" w14:textId="77777777" w:rsidR="008024EE" w:rsidRPr="001C02B8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Merge w:val="restart"/>
            <w:vAlign w:val="center"/>
          </w:tcPr>
          <w:p w14:paraId="4019C9F9" w14:textId="77777777" w:rsidR="008024EE" w:rsidRPr="001C02B8" w:rsidRDefault="008024EE" w:rsidP="008024EE">
            <w:pPr>
              <w:jc w:val="center"/>
              <w:rPr>
                <w:b/>
                <w:sz w:val="20"/>
              </w:rPr>
            </w:pPr>
            <w:r w:rsidRPr="001C02B8">
              <w:rPr>
                <w:b/>
                <w:sz w:val="20"/>
              </w:rPr>
              <w:t xml:space="preserve">тыс. </w:t>
            </w:r>
            <w:r w:rsidRPr="001C02B8">
              <w:rPr>
                <w:b/>
                <w:sz w:val="20"/>
              </w:rPr>
              <w:br/>
              <w:t>рублей</w:t>
            </w:r>
          </w:p>
        </w:tc>
        <w:tc>
          <w:tcPr>
            <w:tcW w:w="3023" w:type="dxa"/>
            <w:gridSpan w:val="2"/>
            <w:vAlign w:val="center"/>
          </w:tcPr>
          <w:p w14:paraId="38663717" w14:textId="77777777" w:rsidR="008024EE" w:rsidRPr="006B5865" w:rsidRDefault="008024EE" w:rsidP="008024EE">
            <w:pPr>
              <w:jc w:val="center"/>
              <w:rPr>
                <w:b/>
                <w:bCs/>
                <w:sz w:val="20"/>
              </w:rPr>
            </w:pPr>
            <w:proofErr w:type="gramStart"/>
            <w:r w:rsidRPr="006B5865">
              <w:rPr>
                <w:b/>
                <w:bCs/>
                <w:sz w:val="20"/>
              </w:rPr>
              <w:t>в  %</w:t>
            </w:r>
            <w:proofErr w:type="gramEnd"/>
            <w:r w:rsidRPr="006B5865">
              <w:rPr>
                <w:b/>
                <w:bCs/>
                <w:sz w:val="20"/>
              </w:rPr>
              <w:t xml:space="preserve">  к</w:t>
            </w:r>
          </w:p>
        </w:tc>
      </w:tr>
      <w:tr w:rsidR="008024EE" w:rsidRPr="001C02B8" w14:paraId="572576BB" w14:textId="77777777" w:rsidTr="008024EE">
        <w:trPr>
          <w:trHeight w:val="283"/>
          <w:jc w:val="center"/>
        </w:trPr>
        <w:tc>
          <w:tcPr>
            <w:tcW w:w="4537" w:type="dxa"/>
            <w:vMerge/>
            <w:vAlign w:val="center"/>
          </w:tcPr>
          <w:p w14:paraId="2149D02D" w14:textId="77777777" w:rsidR="008024EE" w:rsidRPr="001C02B8" w:rsidRDefault="008024EE" w:rsidP="008024EE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Merge/>
            <w:vAlign w:val="center"/>
          </w:tcPr>
          <w:p w14:paraId="27C41D2D" w14:textId="77777777" w:rsidR="008024EE" w:rsidRPr="001C02B8" w:rsidRDefault="008024EE" w:rsidP="008024EE">
            <w:pPr>
              <w:ind w:right="283"/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511" w:type="dxa"/>
            <w:vAlign w:val="center"/>
          </w:tcPr>
          <w:p w14:paraId="299FFE1F" w14:textId="3F5652C4" w:rsidR="008024EE" w:rsidRPr="006B5865" w:rsidRDefault="008024EE" w:rsidP="00425761">
            <w:pPr>
              <w:ind w:left="-113" w:right="-113"/>
              <w:jc w:val="center"/>
              <w:rPr>
                <w:b/>
                <w:bCs/>
                <w:sz w:val="20"/>
                <w:vertAlign w:val="superscript"/>
              </w:rPr>
            </w:pPr>
            <w:r w:rsidRPr="006B5865">
              <w:rPr>
                <w:b/>
                <w:bCs/>
                <w:sz w:val="20"/>
              </w:rPr>
              <w:t>январю-</w:t>
            </w:r>
            <w:r w:rsidR="00341DC0">
              <w:rPr>
                <w:b/>
                <w:bCs/>
                <w:sz w:val="20"/>
              </w:rPr>
              <w:t>сентябрю</w:t>
            </w:r>
            <w:r w:rsidRPr="006B5865">
              <w:rPr>
                <w:b/>
                <w:bCs/>
                <w:sz w:val="20"/>
              </w:rPr>
              <w:br/>
              <w:t>2023</w:t>
            </w:r>
          </w:p>
        </w:tc>
        <w:tc>
          <w:tcPr>
            <w:tcW w:w="1512" w:type="dxa"/>
            <w:vAlign w:val="center"/>
          </w:tcPr>
          <w:p w14:paraId="79E4BCA1" w14:textId="77777777" w:rsidR="008024EE" w:rsidRPr="006B5865" w:rsidRDefault="008024EE" w:rsidP="008024EE">
            <w:pPr>
              <w:jc w:val="center"/>
              <w:rPr>
                <w:b/>
                <w:bCs/>
                <w:sz w:val="20"/>
              </w:rPr>
            </w:pPr>
            <w:r w:rsidRPr="006B5865">
              <w:rPr>
                <w:b/>
                <w:bCs/>
                <w:sz w:val="20"/>
              </w:rPr>
              <w:t>итогу</w:t>
            </w:r>
          </w:p>
        </w:tc>
      </w:tr>
      <w:tr w:rsidR="00341DC0" w:rsidRPr="001C02B8" w14:paraId="44496DB3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5348C2B8" w14:textId="77777777" w:rsidR="00341DC0" w:rsidRPr="001C02B8" w:rsidRDefault="00341DC0" w:rsidP="00341DC0">
            <w:pPr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Бытовые услуги</w:t>
            </w:r>
          </w:p>
        </w:tc>
        <w:tc>
          <w:tcPr>
            <w:tcW w:w="1511" w:type="dxa"/>
            <w:vAlign w:val="bottom"/>
          </w:tcPr>
          <w:p w14:paraId="2962DE11" w14:textId="321EA9E8" w:rsidR="00341DC0" w:rsidRPr="00060F36" w:rsidRDefault="00341DC0" w:rsidP="00341DC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C47A1">
              <w:rPr>
                <w:b/>
                <w:sz w:val="20"/>
              </w:rPr>
              <w:t>4630007,9</w:t>
            </w:r>
          </w:p>
        </w:tc>
        <w:tc>
          <w:tcPr>
            <w:tcW w:w="1511" w:type="dxa"/>
            <w:vAlign w:val="bottom"/>
          </w:tcPr>
          <w:p w14:paraId="50EE081E" w14:textId="1E1D0B4B" w:rsidR="00341DC0" w:rsidRPr="00060F36" w:rsidRDefault="00341DC0" w:rsidP="00341DC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D1120D">
              <w:rPr>
                <w:b/>
                <w:sz w:val="20"/>
              </w:rPr>
              <w:t>102,7</w:t>
            </w:r>
          </w:p>
        </w:tc>
        <w:tc>
          <w:tcPr>
            <w:tcW w:w="1512" w:type="dxa"/>
            <w:vAlign w:val="bottom"/>
          </w:tcPr>
          <w:p w14:paraId="56BA4DD9" w14:textId="4D8C652D" w:rsidR="00341DC0" w:rsidRPr="00060F36" w:rsidRDefault="00341DC0" w:rsidP="00341DC0">
            <w:pPr>
              <w:tabs>
                <w:tab w:val="left" w:pos="744"/>
              </w:tabs>
              <w:ind w:right="454"/>
              <w:jc w:val="right"/>
              <w:rPr>
                <w:b/>
                <w:bCs/>
                <w:sz w:val="20"/>
                <w:highlight w:val="yellow"/>
              </w:rPr>
            </w:pPr>
            <w:r w:rsidRPr="0056688E">
              <w:rPr>
                <w:b/>
                <w:bCs/>
                <w:sz w:val="20"/>
              </w:rPr>
              <w:t>100</w:t>
            </w:r>
          </w:p>
        </w:tc>
      </w:tr>
      <w:tr w:rsidR="008024EE" w:rsidRPr="001C02B8" w14:paraId="0355FAC8" w14:textId="77777777" w:rsidTr="008024EE">
        <w:trPr>
          <w:trHeight w:val="227"/>
          <w:jc w:val="center"/>
        </w:trPr>
        <w:tc>
          <w:tcPr>
            <w:tcW w:w="9071" w:type="dxa"/>
            <w:gridSpan w:val="4"/>
            <w:vAlign w:val="bottom"/>
          </w:tcPr>
          <w:p w14:paraId="50024D22" w14:textId="77777777" w:rsidR="008024EE" w:rsidRPr="001C02B8" w:rsidRDefault="008024EE" w:rsidP="008024EE">
            <w:pPr>
              <w:ind w:left="340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в том числе:</w:t>
            </w:r>
          </w:p>
        </w:tc>
      </w:tr>
      <w:tr w:rsidR="008476A0" w:rsidRPr="001C02B8" w14:paraId="2C0309E9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14826D93" w14:textId="77777777" w:rsidR="008476A0" w:rsidRPr="001C02B8" w:rsidRDefault="008476A0" w:rsidP="008476A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ремонт, окраска и пошив обуви</w:t>
            </w:r>
          </w:p>
        </w:tc>
        <w:tc>
          <w:tcPr>
            <w:tcW w:w="1511" w:type="dxa"/>
            <w:vAlign w:val="bottom"/>
          </w:tcPr>
          <w:p w14:paraId="6AB26C9A" w14:textId="23D34541"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40561,8</w:t>
            </w:r>
          </w:p>
        </w:tc>
        <w:tc>
          <w:tcPr>
            <w:tcW w:w="1511" w:type="dxa"/>
            <w:vAlign w:val="bottom"/>
          </w:tcPr>
          <w:p w14:paraId="59FD45BB" w14:textId="5CE67CFE"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95,</w:t>
            </w:r>
            <w:r>
              <w:rPr>
                <w:b/>
                <w:sz w:val="20"/>
              </w:rPr>
              <w:t>8</w:t>
            </w:r>
          </w:p>
        </w:tc>
        <w:tc>
          <w:tcPr>
            <w:tcW w:w="1512" w:type="dxa"/>
            <w:vAlign w:val="bottom"/>
          </w:tcPr>
          <w:p w14:paraId="64690573" w14:textId="2A92FF6A"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0,9</w:t>
            </w:r>
          </w:p>
        </w:tc>
      </w:tr>
      <w:tr w:rsidR="008476A0" w:rsidRPr="001C02B8" w14:paraId="4EF09636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0B9FF029" w14:textId="77777777" w:rsidR="008476A0" w:rsidRPr="001C02B8" w:rsidRDefault="008476A0" w:rsidP="008476A0">
            <w:pPr>
              <w:ind w:left="113" w:right="-96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lastRenderedPageBreak/>
              <w:t xml:space="preserve">ремонт и пошив швейных, </w:t>
            </w:r>
            <w:r w:rsidRPr="001C02B8">
              <w:rPr>
                <w:b/>
                <w:bCs/>
                <w:sz w:val="20"/>
              </w:rPr>
              <w:br/>
              <w:t xml:space="preserve">меховых и кожаных изделий, головных уборов </w:t>
            </w:r>
            <w:r w:rsidRPr="001C02B8">
              <w:rPr>
                <w:b/>
                <w:bCs/>
                <w:sz w:val="20"/>
              </w:rPr>
              <w:br/>
              <w:t>и изделий текстильной галантереи, ремонт, пошив и вязание трикотажных изделий</w:t>
            </w:r>
          </w:p>
        </w:tc>
        <w:tc>
          <w:tcPr>
            <w:tcW w:w="1511" w:type="dxa"/>
            <w:vAlign w:val="bottom"/>
          </w:tcPr>
          <w:p w14:paraId="11CD176F" w14:textId="6B4DFFF4"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188113,5</w:t>
            </w:r>
          </w:p>
        </w:tc>
        <w:tc>
          <w:tcPr>
            <w:tcW w:w="1511" w:type="dxa"/>
            <w:vAlign w:val="bottom"/>
          </w:tcPr>
          <w:p w14:paraId="0408BC31" w14:textId="6A8DDF90"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12</w:t>
            </w:r>
            <w:r>
              <w:rPr>
                <w:b/>
                <w:sz w:val="20"/>
              </w:rPr>
              <w:t>3,0</w:t>
            </w:r>
          </w:p>
        </w:tc>
        <w:tc>
          <w:tcPr>
            <w:tcW w:w="1512" w:type="dxa"/>
            <w:vAlign w:val="bottom"/>
          </w:tcPr>
          <w:p w14:paraId="5E28667C" w14:textId="5EE0A972"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4,</w:t>
            </w:r>
            <w:r>
              <w:rPr>
                <w:b/>
                <w:sz w:val="20"/>
              </w:rPr>
              <w:t>2</w:t>
            </w:r>
          </w:p>
        </w:tc>
      </w:tr>
      <w:tr w:rsidR="008476A0" w:rsidRPr="001C02B8" w14:paraId="184B076D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7EBF766C" w14:textId="77777777" w:rsidR="008476A0" w:rsidRPr="001C02B8" w:rsidRDefault="008476A0" w:rsidP="008476A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ремонт и техническое обслуживание </w:t>
            </w:r>
            <w:r w:rsidRPr="001C02B8">
              <w:rPr>
                <w:b/>
                <w:bCs/>
                <w:sz w:val="20"/>
              </w:rPr>
              <w:br/>
              <w:t xml:space="preserve">бытовой радиоэлектронной аппаратуры, </w:t>
            </w:r>
            <w:r w:rsidRPr="001C02B8">
              <w:rPr>
                <w:b/>
                <w:bCs/>
                <w:sz w:val="20"/>
              </w:rPr>
              <w:br/>
              <w:t xml:space="preserve">бытовых машин и приборов, </w:t>
            </w:r>
            <w:r w:rsidRPr="001C02B8">
              <w:rPr>
                <w:b/>
                <w:bCs/>
                <w:sz w:val="20"/>
              </w:rPr>
              <w:br/>
              <w:t>ремонт и изготовление металлоизделий</w:t>
            </w:r>
          </w:p>
        </w:tc>
        <w:tc>
          <w:tcPr>
            <w:tcW w:w="1511" w:type="dxa"/>
            <w:vAlign w:val="bottom"/>
          </w:tcPr>
          <w:p w14:paraId="122F0127" w14:textId="557E927D"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298811,3</w:t>
            </w:r>
          </w:p>
        </w:tc>
        <w:tc>
          <w:tcPr>
            <w:tcW w:w="1511" w:type="dxa"/>
            <w:vAlign w:val="bottom"/>
          </w:tcPr>
          <w:p w14:paraId="304BE8A5" w14:textId="28592F15"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5,6</w:t>
            </w:r>
          </w:p>
        </w:tc>
        <w:tc>
          <w:tcPr>
            <w:tcW w:w="1512" w:type="dxa"/>
            <w:vAlign w:val="bottom"/>
          </w:tcPr>
          <w:p w14:paraId="6B28D39C" w14:textId="66B514F0"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6,</w:t>
            </w:r>
            <w:r>
              <w:rPr>
                <w:b/>
                <w:sz w:val="20"/>
              </w:rPr>
              <w:t>6</w:t>
            </w:r>
          </w:p>
        </w:tc>
      </w:tr>
      <w:tr w:rsidR="008476A0" w:rsidRPr="001C02B8" w14:paraId="0318E52F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1168AEE7" w14:textId="77777777" w:rsidR="008476A0" w:rsidRPr="001C02B8" w:rsidRDefault="008476A0" w:rsidP="008476A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техническое обслуживание и ремонт </w:t>
            </w:r>
            <w:proofErr w:type="spellStart"/>
            <w:proofErr w:type="gramStart"/>
            <w:r w:rsidRPr="001C02B8">
              <w:rPr>
                <w:b/>
                <w:bCs/>
                <w:sz w:val="20"/>
              </w:rPr>
              <w:t>тран-спортных</w:t>
            </w:r>
            <w:proofErr w:type="spellEnd"/>
            <w:proofErr w:type="gramEnd"/>
            <w:r w:rsidRPr="001C02B8">
              <w:rPr>
                <w:b/>
                <w:bCs/>
                <w:sz w:val="20"/>
              </w:rPr>
              <w:t xml:space="preserve"> средств, машин и оборудования</w:t>
            </w:r>
          </w:p>
        </w:tc>
        <w:tc>
          <w:tcPr>
            <w:tcW w:w="1511" w:type="dxa"/>
            <w:vAlign w:val="bottom"/>
          </w:tcPr>
          <w:p w14:paraId="780A8046" w14:textId="7B11070E"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1100120,1</w:t>
            </w:r>
          </w:p>
        </w:tc>
        <w:tc>
          <w:tcPr>
            <w:tcW w:w="1511" w:type="dxa"/>
            <w:vAlign w:val="bottom"/>
          </w:tcPr>
          <w:p w14:paraId="45E7EBA6" w14:textId="17832BD7"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87,3</w:t>
            </w:r>
          </w:p>
        </w:tc>
        <w:tc>
          <w:tcPr>
            <w:tcW w:w="1512" w:type="dxa"/>
            <w:vAlign w:val="bottom"/>
          </w:tcPr>
          <w:p w14:paraId="6D4820A2" w14:textId="069C6D1B"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24,2</w:t>
            </w:r>
          </w:p>
        </w:tc>
      </w:tr>
      <w:tr w:rsidR="008476A0" w:rsidRPr="001C02B8" w14:paraId="4698B15E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6D1CF923" w14:textId="77777777" w:rsidR="008476A0" w:rsidRPr="001C02B8" w:rsidRDefault="008476A0" w:rsidP="008476A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изготовление и ремонт мебели</w:t>
            </w:r>
          </w:p>
        </w:tc>
        <w:tc>
          <w:tcPr>
            <w:tcW w:w="1511" w:type="dxa"/>
            <w:vAlign w:val="bottom"/>
          </w:tcPr>
          <w:p w14:paraId="0B8EB559" w14:textId="6F138032"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105973,7</w:t>
            </w:r>
          </w:p>
        </w:tc>
        <w:tc>
          <w:tcPr>
            <w:tcW w:w="1511" w:type="dxa"/>
            <w:vAlign w:val="bottom"/>
          </w:tcPr>
          <w:p w14:paraId="7CCFC4A9" w14:textId="1497F5EF"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101,5</w:t>
            </w:r>
          </w:p>
        </w:tc>
        <w:tc>
          <w:tcPr>
            <w:tcW w:w="1512" w:type="dxa"/>
            <w:vAlign w:val="bottom"/>
          </w:tcPr>
          <w:p w14:paraId="49B8837A" w14:textId="58A2A890"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2,</w:t>
            </w:r>
            <w:r>
              <w:rPr>
                <w:b/>
                <w:sz w:val="20"/>
              </w:rPr>
              <w:t>2</w:t>
            </w:r>
          </w:p>
        </w:tc>
      </w:tr>
      <w:tr w:rsidR="008476A0" w:rsidRPr="001C02B8" w14:paraId="2852B796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6AD93904" w14:textId="77777777" w:rsidR="008476A0" w:rsidRPr="001C02B8" w:rsidRDefault="008476A0" w:rsidP="008476A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химическая чистка и крашение, </w:t>
            </w:r>
            <w:r w:rsidRPr="001C02B8">
              <w:rPr>
                <w:b/>
                <w:bCs/>
                <w:sz w:val="20"/>
              </w:rPr>
              <w:br/>
              <w:t>услуги прачечных</w:t>
            </w:r>
          </w:p>
        </w:tc>
        <w:tc>
          <w:tcPr>
            <w:tcW w:w="1511" w:type="dxa"/>
            <w:vAlign w:val="bottom"/>
          </w:tcPr>
          <w:p w14:paraId="2A6D2E70" w14:textId="18C066AE"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21855,8</w:t>
            </w:r>
          </w:p>
        </w:tc>
        <w:tc>
          <w:tcPr>
            <w:tcW w:w="1511" w:type="dxa"/>
            <w:vAlign w:val="bottom"/>
          </w:tcPr>
          <w:p w14:paraId="399B4C64" w14:textId="4E21B40F"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104,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1512" w:type="dxa"/>
            <w:vAlign w:val="bottom"/>
          </w:tcPr>
          <w:p w14:paraId="15CE59AB" w14:textId="31E9A579"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0,</w:t>
            </w:r>
            <w:r>
              <w:rPr>
                <w:b/>
                <w:sz w:val="20"/>
              </w:rPr>
              <w:t>4</w:t>
            </w:r>
          </w:p>
        </w:tc>
      </w:tr>
      <w:tr w:rsidR="008476A0" w:rsidRPr="001C02B8" w14:paraId="6694ABEF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0859AD64" w14:textId="77777777" w:rsidR="008476A0" w:rsidRPr="001C02B8" w:rsidRDefault="008476A0" w:rsidP="008476A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 xml:space="preserve">ремонт и строительство жилья </w:t>
            </w:r>
            <w:r w:rsidRPr="001C02B8">
              <w:rPr>
                <w:b/>
                <w:bCs/>
                <w:sz w:val="20"/>
              </w:rPr>
              <w:br/>
              <w:t>и других построек</w:t>
            </w:r>
          </w:p>
        </w:tc>
        <w:tc>
          <w:tcPr>
            <w:tcW w:w="1511" w:type="dxa"/>
            <w:vAlign w:val="bottom"/>
          </w:tcPr>
          <w:p w14:paraId="735D9C22" w14:textId="56403ED2"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832545,6</w:t>
            </w:r>
          </w:p>
        </w:tc>
        <w:tc>
          <w:tcPr>
            <w:tcW w:w="1511" w:type="dxa"/>
            <w:vAlign w:val="bottom"/>
          </w:tcPr>
          <w:p w14:paraId="693BB724" w14:textId="7540CAA9"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19,6</w:t>
            </w:r>
          </w:p>
        </w:tc>
        <w:tc>
          <w:tcPr>
            <w:tcW w:w="1512" w:type="dxa"/>
            <w:vAlign w:val="bottom"/>
          </w:tcPr>
          <w:p w14:paraId="32EDC469" w14:textId="403DA48A"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15,8</w:t>
            </w:r>
          </w:p>
        </w:tc>
      </w:tr>
      <w:tr w:rsidR="008476A0" w:rsidRPr="001C02B8" w14:paraId="768935D1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7094EE13" w14:textId="77777777" w:rsidR="008476A0" w:rsidRPr="001C02B8" w:rsidRDefault="008476A0" w:rsidP="008476A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услуги фотоателье</w:t>
            </w:r>
          </w:p>
        </w:tc>
        <w:tc>
          <w:tcPr>
            <w:tcW w:w="1511" w:type="dxa"/>
            <w:vAlign w:val="bottom"/>
          </w:tcPr>
          <w:p w14:paraId="1C7E5194" w14:textId="405100B4"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113396,9</w:t>
            </w:r>
          </w:p>
        </w:tc>
        <w:tc>
          <w:tcPr>
            <w:tcW w:w="1511" w:type="dxa"/>
            <w:vAlign w:val="bottom"/>
          </w:tcPr>
          <w:p w14:paraId="350C6C37" w14:textId="30751937"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127,8</w:t>
            </w:r>
          </w:p>
        </w:tc>
        <w:tc>
          <w:tcPr>
            <w:tcW w:w="1512" w:type="dxa"/>
            <w:vAlign w:val="bottom"/>
          </w:tcPr>
          <w:p w14:paraId="38A03E77" w14:textId="3982C783"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2,</w:t>
            </w:r>
            <w:r>
              <w:rPr>
                <w:b/>
                <w:sz w:val="20"/>
              </w:rPr>
              <w:t>6</w:t>
            </w:r>
          </w:p>
        </w:tc>
      </w:tr>
      <w:tr w:rsidR="008476A0" w:rsidRPr="001C02B8" w14:paraId="559BAB79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08E283EC" w14:textId="77777777" w:rsidR="008476A0" w:rsidRPr="001C02B8" w:rsidRDefault="008476A0" w:rsidP="008476A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услуги бань, душевых и саун</w:t>
            </w:r>
          </w:p>
        </w:tc>
        <w:tc>
          <w:tcPr>
            <w:tcW w:w="1511" w:type="dxa"/>
            <w:vAlign w:val="bottom"/>
          </w:tcPr>
          <w:p w14:paraId="74EBA4E9" w14:textId="775D6944"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44846,5</w:t>
            </w:r>
          </w:p>
        </w:tc>
        <w:tc>
          <w:tcPr>
            <w:tcW w:w="1511" w:type="dxa"/>
            <w:vAlign w:val="bottom"/>
          </w:tcPr>
          <w:p w14:paraId="0F2276FC" w14:textId="6811889D"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95,6</w:t>
            </w:r>
          </w:p>
        </w:tc>
        <w:tc>
          <w:tcPr>
            <w:tcW w:w="1512" w:type="dxa"/>
            <w:vAlign w:val="bottom"/>
          </w:tcPr>
          <w:p w14:paraId="383B4A3C" w14:textId="014BF773"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0,8</w:t>
            </w:r>
          </w:p>
        </w:tc>
      </w:tr>
      <w:tr w:rsidR="008476A0" w:rsidRPr="001C02B8" w14:paraId="17251F98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500E2C54" w14:textId="77777777" w:rsidR="008476A0" w:rsidRPr="001C02B8" w:rsidRDefault="008476A0" w:rsidP="008476A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парикмахерские и косметические</w:t>
            </w:r>
          </w:p>
        </w:tc>
        <w:tc>
          <w:tcPr>
            <w:tcW w:w="1511" w:type="dxa"/>
            <w:vAlign w:val="bottom"/>
          </w:tcPr>
          <w:p w14:paraId="4AC77785" w14:textId="4A2B28E1"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1047513,2</w:t>
            </w:r>
          </w:p>
        </w:tc>
        <w:tc>
          <w:tcPr>
            <w:tcW w:w="1511" w:type="dxa"/>
            <w:vAlign w:val="bottom"/>
          </w:tcPr>
          <w:p w14:paraId="6140FD76" w14:textId="56BE8043"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10</w:t>
            </w:r>
            <w:r>
              <w:rPr>
                <w:b/>
                <w:sz w:val="20"/>
              </w:rPr>
              <w:t>9,5</w:t>
            </w:r>
          </w:p>
        </w:tc>
        <w:tc>
          <w:tcPr>
            <w:tcW w:w="1512" w:type="dxa"/>
            <w:vAlign w:val="bottom"/>
          </w:tcPr>
          <w:p w14:paraId="15487109" w14:textId="19A7FADE"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4,0</w:t>
            </w:r>
          </w:p>
        </w:tc>
      </w:tr>
      <w:tr w:rsidR="008476A0" w:rsidRPr="001C02B8" w14:paraId="179D315A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0639BBFA" w14:textId="77777777" w:rsidR="008476A0" w:rsidRPr="001C02B8" w:rsidRDefault="008476A0" w:rsidP="008476A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услуги по аренде, лизингу и прокату</w:t>
            </w:r>
          </w:p>
        </w:tc>
        <w:tc>
          <w:tcPr>
            <w:tcW w:w="1511" w:type="dxa"/>
            <w:vAlign w:val="bottom"/>
          </w:tcPr>
          <w:p w14:paraId="6FED0A4F" w14:textId="7C99B8D4"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244790,3</w:t>
            </w:r>
          </w:p>
        </w:tc>
        <w:tc>
          <w:tcPr>
            <w:tcW w:w="1511" w:type="dxa"/>
            <w:vAlign w:val="bottom"/>
          </w:tcPr>
          <w:p w14:paraId="73B16425" w14:textId="36ECD870"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91,0</w:t>
            </w:r>
          </w:p>
        </w:tc>
        <w:tc>
          <w:tcPr>
            <w:tcW w:w="1512" w:type="dxa"/>
            <w:vAlign w:val="bottom"/>
          </w:tcPr>
          <w:p w14:paraId="775BCB8F" w14:textId="7FA90FD7"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5,</w:t>
            </w:r>
            <w:r>
              <w:rPr>
                <w:b/>
                <w:sz w:val="20"/>
              </w:rPr>
              <w:t>9</w:t>
            </w:r>
          </w:p>
        </w:tc>
      </w:tr>
      <w:tr w:rsidR="008476A0" w:rsidRPr="001C02B8" w14:paraId="204AD9CF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5B55D680" w14:textId="77777777" w:rsidR="008476A0" w:rsidRPr="001C02B8" w:rsidRDefault="008476A0" w:rsidP="008476A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ритуальные</w:t>
            </w:r>
          </w:p>
        </w:tc>
        <w:tc>
          <w:tcPr>
            <w:tcW w:w="1511" w:type="dxa"/>
            <w:vAlign w:val="bottom"/>
          </w:tcPr>
          <w:p w14:paraId="0712CEA9" w14:textId="6B8C3F8D"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238888,9</w:t>
            </w:r>
          </w:p>
        </w:tc>
        <w:tc>
          <w:tcPr>
            <w:tcW w:w="1511" w:type="dxa"/>
            <w:vAlign w:val="bottom"/>
          </w:tcPr>
          <w:p w14:paraId="778EDAEB" w14:textId="0479B661"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97,8</w:t>
            </w:r>
          </w:p>
        </w:tc>
        <w:tc>
          <w:tcPr>
            <w:tcW w:w="1512" w:type="dxa"/>
            <w:vAlign w:val="bottom"/>
          </w:tcPr>
          <w:p w14:paraId="3E716C0C" w14:textId="28D4654A"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5,1</w:t>
            </w:r>
          </w:p>
        </w:tc>
      </w:tr>
      <w:tr w:rsidR="008476A0" w:rsidRPr="00FA0477" w14:paraId="3402D676" w14:textId="77777777" w:rsidTr="008024EE">
        <w:trPr>
          <w:trHeight w:val="227"/>
          <w:jc w:val="center"/>
        </w:trPr>
        <w:tc>
          <w:tcPr>
            <w:tcW w:w="4537" w:type="dxa"/>
            <w:vAlign w:val="bottom"/>
          </w:tcPr>
          <w:p w14:paraId="72929EAE" w14:textId="77777777" w:rsidR="008476A0" w:rsidRPr="001C02B8" w:rsidRDefault="008476A0" w:rsidP="008476A0">
            <w:pPr>
              <w:ind w:left="113"/>
              <w:jc w:val="left"/>
              <w:rPr>
                <w:b/>
                <w:bCs/>
                <w:sz w:val="20"/>
              </w:rPr>
            </w:pPr>
            <w:r w:rsidRPr="001C02B8">
              <w:rPr>
                <w:b/>
                <w:bCs/>
                <w:sz w:val="20"/>
              </w:rPr>
              <w:t>прочие бытовые</w:t>
            </w:r>
          </w:p>
        </w:tc>
        <w:tc>
          <w:tcPr>
            <w:tcW w:w="1511" w:type="dxa"/>
            <w:vAlign w:val="bottom"/>
          </w:tcPr>
          <w:p w14:paraId="7DDE7A29" w14:textId="389B4A35" w:rsidR="008476A0" w:rsidRPr="00060F36" w:rsidRDefault="008476A0" w:rsidP="008476A0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4E70B5">
              <w:rPr>
                <w:b/>
                <w:sz w:val="20"/>
              </w:rPr>
              <w:t>352590,3</w:t>
            </w:r>
          </w:p>
        </w:tc>
        <w:tc>
          <w:tcPr>
            <w:tcW w:w="1511" w:type="dxa"/>
            <w:vAlign w:val="bottom"/>
          </w:tcPr>
          <w:p w14:paraId="5B0167F6" w14:textId="54DC4890" w:rsidR="008476A0" w:rsidRPr="00060F36" w:rsidRDefault="008476A0" w:rsidP="008476A0">
            <w:pPr>
              <w:ind w:right="425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108,8</w:t>
            </w:r>
          </w:p>
        </w:tc>
        <w:tc>
          <w:tcPr>
            <w:tcW w:w="1512" w:type="dxa"/>
            <w:vAlign w:val="bottom"/>
          </w:tcPr>
          <w:p w14:paraId="5FFE25F3" w14:textId="0EA8D4F6" w:rsidR="008476A0" w:rsidRPr="00060F36" w:rsidRDefault="008476A0" w:rsidP="008476A0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 w:rsidRPr="002A49CF">
              <w:rPr>
                <w:b/>
                <w:sz w:val="20"/>
              </w:rPr>
              <w:t>7,</w:t>
            </w:r>
            <w:r>
              <w:rPr>
                <w:b/>
                <w:sz w:val="20"/>
              </w:rPr>
              <w:t>3</w:t>
            </w:r>
          </w:p>
        </w:tc>
      </w:tr>
    </w:tbl>
    <w:p w14:paraId="6BEA3805" w14:textId="77777777" w:rsidR="0031223F" w:rsidRPr="00615D6C" w:rsidRDefault="0031223F" w:rsidP="006E3317">
      <w:pPr>
        <w:pStyle w:val="2"/>
        <w:spacing w:before="720" w:after="120"/>
        <w:rPr>
          <w:sz w:val="20"/>
        </w:rPr>
      </w:pPr>
      <w:bookmarkStart w:id="126" w:name="_Toc181255935"/>
      <w:r w:rsidRPr="00615D6C">
        <w:rPr>
          <w:sz w:val="20"/>
        </w:rPr>
        <w:t>ОПТОВАЯ ТОРГОВЛЯ</w:t>
      </w:r>
      <w:bookmarkEnd w:id="124"/>
      <w:bookmarkEnd w:id="125"/>
      <w:bookmarkEnd w:id="126"/>
    </w:p>
    <w:p w14:paraId="1373F8C7" w14:textId="7B17AAF6" w:rsidR="00B022E6" w:rsidRPr="00E24777" w:rsidRDefault="007A2433" w:rsidP="006E3317">
      <w:pPr>
        <w:spacing w:before="360" w:after="120"/>
        <w:ind w:firstLine="709"/>
        <w:rPr>
          <w:szCs w:val="24"/>
        </w:rPr>
      </w:pPr>
      <w:bookmarkStart w:id="127" w:name="_Toc378601359"/>
      <w:bookmarkStart w:id="128" w:name="_Toc391275317"/>
      <w:r w:rsidRPr="006B5865">
        <w:rPr>
          <w:szCs w:val="24"/>
        </w:rPr>
        <w:t xml:space="preserve">В </w:t>
      </w:r>
      <w:r w:rsidR="006B5865" w:rsidRPr="006B5865">
        <w:rPr>
          <w:szCs w:val="24"/>
        </w:rPr>
        <w:t>январе-</w:t>
      </w:r>
      <w:r w:rsidR="008476A0">
        <w:rPr>
          <w:szCs w:val="24"/>
        </w:rPr>
        <w:t>сентябре</w:t>
      </w:r>
      <w:r w:rsidRPr="006B5865">
        <w:rPr>
          <w:szCs w:val="24"/>
        </w:rPr>
        <w:t xml:space="preserve"> 2024 года оборот оптовой торговли </w:t>
      </w:r>
      <w:r w:rsidRPr="008E78B8">
        <w:rPr>
          <w:szCs w:val="24"/>
        </w:rPr>
        <w:t xml:space="preserve">составил </w:t>
      </w:r>
      <w:r w:rsidR="008E78B8" w:rsidRPr="008E78B8">
        <w:rPr>
          <w:bCs/>
          <w:szCs w:val="24"/>
        </w:rPr>
        <w:t>1</w:t>
      </w:r>
      <w:r w:rsidR="008E78B8" w:rsidRPr="002879B0">
        <w:rPr>
          <w:bCs/>
          <w:szCs w:val="24"/>
        </w:rPr>
        <w:t>13569,1</w:t>
      </w:r>
      <w:r w:rsidR="008E78B8" w:rsidRPr="00A64813">
        <w:rPr>
          <w:b/>
          <w:bCs/>
          <w:noProof/>
          <w:szCs w:val="24"/>
        </w:rPr>
        <w:t xml:space="preserve"> </w:t>
      </w:r>
      <w:r w:rsidRPr="006B5865">
        <w:rPr>
          <w:szCs w:val="24"/>
        </w:rPr>
        <w:t xml:space="preserve">млн рублей или </w:t>
      </w:r>
      <w:r w:rsidR="008E78B8" w:rsidRPr="002879B0">
        <w:rPr>
          <w:noProof/>
          <w:szCs w:val="24"/>
          <w:shd w:val="clear" w:color="auto" w:fill="FFFFFF"/>
        </w:rPr>
        <w:t>103,8</w:t>
      </w:r>
      <w:r w:rsidRPr="00AE7E26">
        <w:rPr>
          <w:szCs w:val="24"/>
          <w:shd w:val="clear" w:color="auto" w:fill="FFFFFF"/>
        </w:rPr>
        <w:t>%</w:t>
      </w:r>
      <w:r w:rsidRPr="006B5865">
        <w:rPr>
          <w:szCs w:val="24"/>
        </w:rPr>
        <w:t xml:space="preserve"> к </w:t>
      </w:r>
      <w:r w:rsidR="006B5865" w:rsidRPr="006B5865">
        <w:rPr>
          <w:szCs w:val="24"/>
        </w:rPr>
        <w:t>январю-</w:t>
      </w:r>
      <w:r w:rsidR="008476A0">
        <w:rPr>
          <w:szCs w:val="24"/>
        </w:rPr>
        <w:t>сентябрю</w:t>
      </w:r>
      <w:r w:rsidRPr="006B5865">
        <w:rPr>
          <w:szCs w:val="24"/>
        </w:rPr>
        <w:t xml:space="preserve"> 2023 года</w:t>
      </w:r>
      <w:r w:rsidR="00A115AB" w:rsidRPr="006B5865">
        <w:rPr>
          <w:szCs w:val="24"/>
        </w:rPr>
        <w:t>.</w:t>
      </w:r>
      <w:bookmarkStart w:id="129" w:name="_Toc493779755"/>
    </w:p>
    <w:p w14:paraId="631B9F91" w14:textId="77777777" w:rsidR="0031223F" w:rsidRPr="004C6292" w:rsidRDefault="0031223F" w:rsidP="006E3317">
      <w:pPr>
        <w:pStyle w:val="3"/>
        <w:spacing w:before="600" w:after="360"/>
        <w:ind w:right="0"/>
        <w:rPr>
          <w:szCs w:val="24"/>
        </w:rPr>
      </w:pPr>
      <w:bookmarkStart w:id="130" w:name="_Toc181255936"/>
      <w:r w:rsidRPr="00D000F5">
        <w:rPr>
          <w:szCs w:val="24"/>
        </w:rPr>
        <w:t>Динамика оборота оптовой торговли</w:t>
      </w:r>
      <w:bookmarkEnd w:id="127"/>
      <w:bookmarkEnd w:id="128"/>
      <w:bookmarkEnd w:id="129"/>
      <w:bookmarkEnd w:id="130"/>
    </w:p>
    <w:tbl>
      <w:tblPr>
        <w:tblW w:w="907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5"/>
        <w:gridCol w:w="1133"/>
        <w:gridCol w:w="1134"/>
        <w:gridCol w:w="1134"/>
        <w:gridCol w:w="1136"/>
        <w:gridCol w:w="1134"/>
        <w:gridCol w:w="1137"/>
      </w:tblGrid>
      <w:tr w:rsidR="00CC23FD" w:rsidRPr="00042157" w14:paraId="588E9062" w14:textId="77777777" w:rsidTr="00C922DF">
        <w:trPr>
          <w:trHeight w:val="227"/>
          <w:jc w:val="center"/>
        </w:trPr>
        <w:tc>
          <w:tcPr>
            <w:tcW w:w="2265" w:type="dxa"/>
            <w:vMerge w:val="restart"/>
            <w:shd w:val="clear" w:color="auto" w:fill="auto"/>
          </w:tcPr>
          <w:p w14:paraId="35C55D23" w14:textId="77777777" w:rsidR="00CC23FD" w:rsidRPr="00452C96" w:rsidRDefault="00CC23FD" w:rsidP="00C922DF">
            <w:pPr>
              <w:rPr>
                <w:b/>
                <w:sz w:val="20"/>
              </w:rPr>
            </w:pPr>
            <w:bookmarkStart w:id="131" w:name="_Toc380576694"/>
            <w:bookmarkStart w:id="132" w:name="_Toc391275318"/>
          </w:p>
        </w:tc>
        <w:tc>
          <w:tcPr>
            <w:tcW w:w="3401" w:type="dxa"/>
            <w:gridSpan w:val="3"/>
            <w:shd w:val="clear" w:color="auto" w:fill="auto"/>
            <w:vAlign w:val="center"/>
          </w:tcPr>
          <w:p w14:paraId="6F92CAEC" w14:textId="77777777"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Оборот оптовой торговли</w:t>
            </w:r>
          </w:p>
        </w:tc>
        <w:tc>
          <w:tcPr>
            <w:tcW w:w="3407" w:type="dxa"/>
            <w:gridSpan w:val="3"/>
            <w:shd w:val="clear" w:color="auto" w:fill="auto"/>
            <w:vAlign w:val="center"/>
          </w:tcPr>
          <w:p w14:paraId="6D7FBD50" w14:textId="77777777"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 xml:space="preserve">в том числе </w:t>
            </w:r>
            <w:r w:rsidRPr="00042157">
              <w:rPr>
                <w:b/>
                <w:sz w:val="20"/>
              </w:rPr>
              <w:br/>
              <w:t>оборот оптовой торговли организаций оптовой торговли</w:t>
            </w:r>
          </w:p>
        </w:tc>
      </w:tr>
      <w:tr w:rsidR="00CC23FD" w:rsidRPr="00042157" w14:paraId="35803B19" w14:textId="77777777" w:rsidTr="00C922DF">
        <w:trPr>
          <w:trHeight w:val="283"/>
          <w:jc w:val="center"/>
        </w:trPr>
        <w:tc>
          <w:tcPr>
            <w:tcW w:w="2265" w:type="dxa"/>
            <w:vMerge/>
            <w:shd w:val="clear" w:color="auto" w:fill="auto"/>
          </w:tcPr>
          <w:p w14:paraId="7045F636" w14:textId="77777777" w:rsidR="00CC23FD" w:rsidRPr="00042157" w:rsidRDefault="00CC23FD" w:rsidP="00C922DF">
            <w:pPr>
              <w:rPr>
                <w:b/>
                <w:sz w:val="20"/>
              </w:rPr>
            </w:pPr>
          </w:p>
        </w:tc>
        <w:tc>
          <w:tcPr>
            <w:tcW w:w="1133" w:type="dxa"/>
            <w:vMerge w:val="restart"/>
            <w:shd w:val="clear" w:color="auto" w:fill="auto"/>
            <w:vAlign w:val="center"/>
          </w:tcPr>
          <w:p w14:paraId="47036410" w14:textId="77777777"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млн рублей</w:t>
            </w:r>
          </w:p>
        </w:tc>
        <w:tc>
          <w:tcPr>
            <w:tcW w:w="2268" w:type="dxa"/>
            <w:gridSpan w:val="2"/>
            <w:shd w:val="clear" w:color="auto" w:fill="auto"/>
            <w:vAlign w:val="center"/>
          </w:tcPr>
          <w:p w14:paraId="682289C2" w14:textId="77777777"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proofErr w:type="gramStart"/>
            <w:r w:rsidRPr="00042157">
              <w:rPr>
                <w:b/>
                <w:sz w:val="20"/>
              </w:rPr>
              <w:t>в  %</w:t>
            </w:r>
            <w:proofErr w:type="gramEnd"/>
            <w:r w:rsidRPr="00042157">
              <w:rPr>
                <w:b/>
                <w:sz w:val="20"/>
              </w:rPr>
              <w:t xml:space="preserve">  к</w:t>
            </w:r>
          </w:p>
        </w:tc>
        <w:tc>
          <w:tcPr>
            <w:tcW w:w="1136" w:type="dxa"/>
            <w:vMerge w:val="restart"/>
            <w:shd w:val="clear" w:color="auto" w:fill="auto"/>
            <w:vAlign w:val="center"/>
          </w:tcPr>
          <w:p w14:paraId="100BD06A" w14:textId="77777777"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млн рублей</w:t>
            </w:r>
          </w:p>
        </w:tc>
        <w:tc>
          <w:tcPr>
            <w:tcW w:w="2271" w:type="dxa"/>
            <w:gridSpan w:val="2"/>
            <w:shd w:val="clear" w:color="auto" w:fill="auto"/>
            <w:vAlign w:val="center"/>
          </w:tcPr>
          <w:p w14:paraId="30472C6E" w14:textId="77777777"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proofErr w:type="gramStart"/>
            <w:r w:rsidRPr="00042157">
              <w:rPr>
                <w:b/>
                <w:sz w:val="20"/>
              </w:rPr>
              <w:t>в  %</w:t>
            </w:r>
            <w:proofErr w:type="gramEnd"/>
            <w:r w:rsidRPr="00042157">
              <w:rPr>
                <w:b/>
                <w:sz w:val="20"/>
              </w:rPr>
              <w:t xml:space="preserve">  к</w:t>
            </w:r>
          </w:p>
        </w:tc>
      </w:tr>
      <w:tr w:rsidR="00CC23FD" w:rsidRPr="00042157" w14:paraId="345A9B80" w14:textId="77777777" w:rsidTr="00C922DF">
        <w:trPr>
          <w:trHeight w:val="227"/>
          <w:jc w:val="center"/>
        </w:trPr>
        <w:tc>
          <w:tcPr>
            <w:tcW w:w="2265" w:type="dxa"/>
            <w:vMerge/>
            <w:shd w:val="clear" w:color="auto" w:fill="auto"/>
          </w:tcPr>
          <w:p w14:paraId="1367FE55" w14:textId="77777777" w:rsidR="00CC23FD" w:rsidRPr="00042157" w:rsidRDefault="00CC23FD" w:rsidP="00C922DF">
            <w:pPr>
              <w:rPr>
                <w:b/>
                <w:sz w:val="20"/>
              </w:rPr>
            </w:pPr>
          </w:p>
        </w:tc>
        <w:tc>
          <w:tcPr>
            <w:tcW w:w="1133" w:type="dxa"/>
            <w:vMerge/>
            <w:shd w:val="clear" w:color="auto" w:fill="auto"/>
          </w:tcPr>
          <w:p w14:paraId="1794CAF6" w14:textId="77777777" w:rsidR="00CC23FD" w:rsidRPr="00042157" w:rsidRDefault="00CC23FD" w:rsidP="00C922DF">
            <w:pPr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23B0F2A" w14:textId="77777777" w:rsidR="00CC23FD" w:rsidRPr="00042157" w:rsidRDefault="00CC23FD" w:rsidP="00C922DF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042157">
              <w:rPr>
                <w:b/>
                <w:sz w:val="20"/>
              </w:rPr>
              <w:t>соответст-вующему</w:t>
            </w:r>
            <w:proofErr w:type="spellEnd"/>
            <w:proofErr w:type="gramEnd"/>
            <w:r w:rsidRPr="00042157">
              <w:rPr>
                <w:b/>
                <w:sz w:val="20"/>
              </w:rPr>
              <w:t xml:space="preserve"> периоду </w:t>
            </w:r>
            <w:proofErr w:type="spellStart"/>
            <w:r w:rsidRPr="00042157">
              <w:rPr>
                <w:b/>
                <w:sz w:val="20"/>
              </w:rPr>
              <w:t>предыду-щего</w:t>
            </w:r>
            <w:proofErr w:type="spellEnd"/>
            <w:r w:rsidRPr="00042157">
              <w:rPr>
                <w:b/>
                <w:sz w:val="20"/>
              </w:rPr>
              <w:t xml:space="preserve"> года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EC1A941" w14:textId="77777777" w:rsidR="00CC23FD" w:rsidRPr="00042157" w:rsidRDefault="00CC23FD" w:rsidP="00C922DF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042157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042157">
              <w:rPr>
                <w:b/>
                <w:sz w:val="20"/>
              </w:rPr>
              <w:t xml:space="preserve"> периоду</w:t>
            </w:r>
          </w:p>
        </w:tc>
        <w:tc>
          <w:tcPr>
            <w:tcW w:w="1136" w:type="dxa"/>
            <w:vMerge/>
            <w:shd w:val="clear" w:color="auto" w:fill="auto"/>
          </w:tcPr>
          <w:p w14:paraId="16870B24" w14:textId="77777777" w:rsidR="00CC23FD" w:rsidRPr="00042157" w:rsidRDefault="00CC23FD" w:rsidP="00C922DF">
            <w:pPr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5C3268A" w14:textId="77777777" w:rsidR="00CC23FD" w:rsidRPr="00042157" w:rsidRDefault="00CC23FD" w:rsidP="00C922DF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042157">
              <w:rPr>
                <w:b/>
                <w:sz w:val="20"/>
              </w:rPr>
              <w:t>соответст-вующему</w:t>
            </w:r>
            <w:proofErr w:type="spellEnd"/>
            <w:proofErr w:type="gramEnd"/>
            <w:r w:rsidRPr="00042157">
              <w:rPr>
                <w:b/>
                <w:sz w:val="20"/>
              </w:rPr>
              <w:t xml:space="preserve"> периоду </w:t>
            </w:r>
            <w:proofErr w:type="spellStart"/>
            <w:r w:rsidRPr="00042157">
              <w:rPr>
                <w:b/>
                <w:sz w:val="20"/>
              </w:rPr>
              <w:t>предыду-щего</w:t>
            </w:r>
            <w:proofErr w:type="spellEnd"/>
            <w:r w:rsidRPr="00042157">
              <w:rPr>
                <w:b/>
                <w:sz w:val="20"/>
              </w:rPr>
              <w:t xml:space="preserve"> года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3AAA5A65" w14:textId="77777777" w:rsidR="00CC23FD" w:rsidRPr="00042157" w:rsidRDefault="00CC23FD" w:rsidP="00C922DF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042157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042157">
              <w:rPr>
                <w:b/>
                <w:sz w:val="20"/>
              </w:rPr>
              <w:t xml:space="preserve"> периоду</w:t>
            </w:r>
          </w:p>
        </w:tc>
      </w:tr>
      <w:tr w:rsidR="00CC23FD" w:rsidRPr="00042157" w14:paraId="597CED6D" w14:textId="77777777" w:rsidTr="00C922DF">
        <w:trPr>
          <w:trHeight w:val="283"/>
          <w:jc w:val="center"/>
        </w:trPr>
        <w:tc>
          <w:tcPr>
            <w:tcW w:w="9073" w:type="dxa"/>
            <w:gridSpan w:val="7"/>
            <w:shd w:val="clear" w:color="auto" w:fill="auto"/>
            <w:vAlign w:val="center"/>
          </w:tcPr>
          <w:p w14:paraId="130C49EE" w14:textId="77777777" w:rsidR="00CC23FD" w:rsidRPr="00042157" w:rsidRDefault="00CC23FD" w:rsidP="00C922DF">
            <w:pPr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2023</w:t>
            </w:r>
          </w:p>
        </w:tc>
      </w:tr>
      <w:tr w:rsidR="00CC23FD" w:rsidRPr="00042157" w14:paraId="5D4DA90E" w14:textId="77777777" w:rsidTr="00C922DF">
        <w:trPr>
          <w:trHeight w:val="22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28AD50C1" w14:textId="77777777"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Январь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BFFD402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8023,4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07506AD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109,1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48DEC4B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82,1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33AEE418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6678,3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771474E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102,6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2FC96C54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78,3</w:t>
            </w:r>
          </w:p>
        </w:tc>
      </w:tr>
      <w:tr w:rsidR="00CC23FD" w:rsidRPr="00042157" w14:paraId="65FC728C" w14:textId="77777777" w:rsidTr="00C922DF">
        <w:trPr>
          <w:trHeight w:val="22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075B766D" w14:textId="77777777"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Февраль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ADADC22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10198,3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93BE875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149,5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A519DC2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124,1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181DD95F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8763,9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C28C656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147,3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534DAD41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128,1</w:t>
            </w:r>
          </w:p>
        </w:tc>
      </w:tr>
      <w:tr w:rsidR="00CC23FD" w:rsidRPr="00042157" w14:paraId="59ECBC3B" w14:textId="77777777" w:rsidTr="00C922DF">
        <w:trPr>
          <w:trHeight w:val="22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20C36032" w14:textId="77777777"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Март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024E10E5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14990,7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7EAD38C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179,5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6C257BC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145,1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78ACA8C4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13097,0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2D36430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181,1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52B7380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147,6</w:t>
            </w:r>
          </w:p>
        </w:tc>
      </w:tr>
      <w:tr w:rsidR="00CC23FD" w:rsidRPr="00042157" w14:paraId="68A0793A" w14:textId="77777777" w:rsidTr="00C922DF">
        <w:trPr>
          <w:trHeight w:val="22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69FE07E9" w14:textId="77777777"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  <w:lang w:val="en-US"/>
              </w:rPr>
              <w:t xml:space="preserve">I </w:t>
            </w:r>
            <w:r w:rsidRPr="00042157">
              <w:rPr>
                <w:b/>
                <w:sz w:val="20"/>
              </w:rPr>
              <w:t>квартал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18265BD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33212,4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285D350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148,4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3085AC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111,7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628EB53E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28539,2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7CBF387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145,9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064A3A05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108,6</w:t>
            </w:r>
          </w:p>
        </w:tc>
      </w:tr>
      <w:tr w:rsidR="00CC23FD" w:rsidRPr="00042157" w14:paraId="451C5B37" w14:textId="77777777" w:rsidTr="00C922DF">
        <w:trPr>
          <w:trHeight w:val="22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6F5794BD" w14:textId="77777777"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noProof/>
                <w:sz w:val="20"/>
              </w:rPr>
              <w:t>Апрель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0DF1FB5E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13190,8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744FD6C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155,0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CBADB85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86,4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37845B81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11254,4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BB723B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154,3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6BE180F0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84,3</w:t>
            </w:r>
          </w:p>
        </w:tc>
      </w:tr>
      <w:tr w:rsidR="00CC23FD" w:rsidRPr="00042157" w14:paraId="1ADCE912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6BE439B3" w14:textId="77777777" w:rsidR="00CC23FD" w:rsidRPr="00042157" w:rsidRDefault="00CC23FD" w:rsidP="00C922D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042157">
              <w:rPr>
                <w:b/>
                <w:noProof/>
                <w:sz w:val="20"/>
              </w:rPr>
              <w:t>Май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D86775F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12802,5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A9E4E5B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139,4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630C08A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94,4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575752E9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10811,6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C149A3F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130,2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4D6E486A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93,5</w:t>
            </w:r>
          </w:p>
        </w:tc>
      </w:tr>
      <w:tr w:rsidR="00CC23FD" w:rsidRPr="00042157" w14:paraId="0AF2327C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2A38FE16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Июнь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677855BA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12346,3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E7DA235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131,5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4C4725F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96,3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7F6452F1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10308,4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6CEDCBD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123,8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08F71BCD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95,3</w:t>
            </w:r>
          </w:p>
        </w:tc>
      </w:tr>
      <w:tr w:rsidR="00CC23FD" w:rsidRPr="00042157" w14:paraId="5C98702B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08877C91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 xml:space="preserve">II </w:t>
            </w:r>
            <w:r w:rsidRPr="00197468">
              <w:rPr>
                <w:b/>
                <w:sz w:val="20"/>
              </w:rPr>
              <w:t>квартал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0C27F05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38339,7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08FD36F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8AF2364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109,4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31ED738B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32374,4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D766885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135,8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4294AC07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107,5</w:t>
            </w:r>
          </w:p>
        </w:tc>
      </w:tr>
      <w:tr w:rsidR="00CC23FD" w:rsidRPr="00042157" w14:paraId="2E4752A4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5F14037A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>I</w:t>
            </w:r>
            <w:r w:rsidRPr="00197468"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1DD641B4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71552,1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FA35CD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144,9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92CDA99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48CB1884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60913,6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278606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140,4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4F168709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</w:tr>
      <w:tr w:rsidR="00CC23FD" w:rsidRPr="00042157" w14:paraId="72CE0415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013A266A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Июль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EE052E7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12446,3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ED929B4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154,4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C21D62B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100,0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5921DD8D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10447,6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33D5154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145,2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6265B498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100,5</w:t>
            </w:r>
          </w:p>
        </w:tc>
      </w:tr>
      <w:tr w:rsidR="00CC23FD" w:rsidRPr="00042157" w14:paraId="41C1E8EB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647F9ACE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Август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0E62B05F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11524,3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B14F6B0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E48B765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90,1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76B08876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9436,9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D7010EC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96,9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7F4629E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87,9</w:t>
            </w:r>
          </w:p>
        </w:tc>
      </w:tr>
      <w:tr w:rsidR="00CC23FD" w:rsidRPr="00042157" w14:paraId="35A98B48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47115829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Сентябрь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F700019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13886,5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6C0ABCF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121,4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88BC6E5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115,0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1559F67E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11491,8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751F53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113,3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5E386C8F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116,2</w:t>
            </w:r>
          </w:p>
        </w:tc>
      </w:tr>
      <w:tr w:rsidR="00CC23FD" w:rsidRPr="00042157" w14:paraId="005CDA40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4451211F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 xml:space="preserve">III </w:t>
            </w:r>
            <w:r w:rsidRPr="00197468">
              <w:rPr>
                <w:b/>
                <w:sz w:val="20"/>
              </w:rPr>
              <w:t>квартал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770858A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37857,1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2BFF2D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125,2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8D34D84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93,7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2D5171A8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31376,3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882166B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116,4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21A2DF4A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92,0</w:t>
            </w:r>
          </w:p>
        </w:tc>
      </w:tr>
      <w:tr w:rsidR="00CC23FD" w:rsidRPr="00042157" w14:paraId="7F195039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052D7DDB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Январь-сентябрь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D41DB4E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109409,2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2870FA6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138,2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2700B81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0F76102F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92289,8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F579704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132,0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1E495A48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</w:tr>
      <w:tr w:rsidR="00CC23FD" w:rsidRPr="00042157" w14:paraId="2E9FF3B9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09279345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Октябрь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4E497B95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13228,9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416E1D6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110,9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CE2BF5C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96,5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11D40690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10912,2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E0C897F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101,9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1203960C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96,2</w:t>
            </w:r>
          </w:p>
        </w:tc>
      </w:tr>
      <w:tr w:rsidR="00CC23FD" w:rsidRPr="00042157" w14:paraId="15DFA0AD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4955BDDF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Ноябрь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796200A8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12603,8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FC01568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70211AB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96,7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356CB3A0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10378,5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633C72F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112,6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2B6D298C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96,5</w:t>
            </w:r>
          </w:p>
        </w:tc>
      </w:tr>
      <w:tr w:rsidR="00CC23FD" w:rsidRPr="00042157" w14:paraId="6774C586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3F23C4E5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lastRenderedPageBreak/>
              <w:t>Декабрь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A4559EF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13309,2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1981060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120,5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1B8F197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107,3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1F1908F8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10955,9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E79E724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113,6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45A509C6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107,3</w:t>
            </w:r>
          </w:p>
        </w:tc>
      </w:tr>
      <w:tr w:rsidR="00CC23FD" w:rsidRPr="00042157" w14:paraId="39AD8C58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05CA824C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 xml:space="preserve">IV </w:t>
            </w:r>
            <w:r w:rsidRPr="00197468">
              <w:rPr>
                <w:b/>
                <w:sz w:val="20"/>
              </w:rPr>
              <w:t>квартал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44F53E34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39142,0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F602B42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117,1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76838B2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102,2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74540DEE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32246,6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7A75AAC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109,1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4A4E5206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101,6</w:t>
            </w:r>
          </w:p>
        </w:tc>
      </w:tr>
      <w:tr w:rsidR="00CC23FD" w:rsidRPr="00042157" w14:paraId="31383DB5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51EDCF7A" w14:textId="77777777" w:rsidR="00CC23FD" w:rsidRPr="00197468" w:rsidRDefault="00CC23FD" w:rsidP="00C922DF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Год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B3D6E69" w14:textId="77777777" w:rsidR="00CC23FD" w:rsidRPr="00042157" w:rsidRDefault="00CC23FD" w:rsidP="00C922D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148551,2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EC18BFB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132,7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2241439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0D2881E3" w14:textId="77777777" w:rsidR="00CC23FD" w:rsidRPr="00042157" w:rsidRDefault="00CC23FD" w:rsidP="00C922D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 w:rsidRPr="00042157">
              <w:rPr>
                <w:b/>
                <w:bCs/>
                <w:noProof/>
                <w:sz w:val="20"/>
              </w:rPr>
              <w:t>124536,4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60B9743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125,9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65B6CF36" w14:textId="77777777" w:rsidR="00CC23FD" w:rsidRPr="00042157" w:rsidRDefault="00CC23FD" w:rsidP="00C922DF">
            <w:pPr>
              <w:ind w:right="227"/>
              <w:jc w:val="right"/>
              <w:rPr>
                <w:b/>
                <w:bCs/>
                <w:sz w:val="20"/>
              </w:rPr>
            </w:pPr>
            <w:r w:rsidRPr="00042157">
              <w:rPr>
                <w:b/>
                <w:bCs/>
                <w:sz w:val="20"/>
              </w:rPr>
              <w:t>х</w:t>
            </w:r>
          </w:p>
        </w:tc>
      </w:tr>
      <w:tr w:rsidR="00CC23FD" w:rsidRPr="00042157" w14:paraId="14CFF2E5" w14:textId="77777777" w:rsidTr="00C922DF">
        <w:trPr>
          <w:trHeight w:val="283"/>
          <w:jc w:val="center"/>
        </w:trPr>
        <w:tc>
          <w:tcPr>
            <w:tcW w:w="9073" w:type="dxa"/>
            <w:gridSpan w:val="7"/>
            <w:shd w:val="clear" w:color="auto" w:fill="auto"/>
            <w:vAlign w:val="center"/>
          </w:tcPr>
          <w:p w14:paraId="55A42298" w14:textId="77777777" w:rsidR="00CC23FD" w:rsidRPr="00197468" w:rsidRDefault="00CC23FD" w:rsidP="00C922DF">
            <w:pPr>
              <w:tabs>
                <w:tab w:val="left" w:pos="549"/>
                <w:tab w:val="left" w:pos="692"/>
              </w:tabs>
              <w:jc w:val="center"/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2024</w:t>
            </w:r>
          </w:p>
        </w:tc>
      </w:tr>
      <w:tr w:rsidR="008E78B8" w:rsidRPr="00042157" w14:paraId="40F3D90B" w14:textId="77777777" w:rsidTr="00256F35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08A5EE39" w14:textId="42BD7778" w:rsidR="008E78B8" w:rsidRPr="00197468" w:rsidRDefault="008E78B8" w:rsidP="008E78B8">
            <w:pPr>
              <w:rPr>
                <w:b/>
                <w:sz w:val="20"/>
                <w:vertAlign w:val="superscript"/>
              </w:rPr>
            </w:pPr>
            <w:r w:rsidRPr="00197468">
              <w:rPr>
                <w:b/>
                <w:sz w:val="20"/>
              </w:rPr>
              <w:t>Январь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0B0A891" w14:textId="11BD88B0" w:rsidR="008E78B8" w:rsidRPr="008476A0" w:rsidRDefault="008E78B8" w:rsidP="008E78B8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10436,1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3FB4CA" w14:textId="171F1147" w:rsidR="008E78B8" w:rsidRPr="008476A0" w:rsidRDefault="008E78B8" w:rsidP="008E78B8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115,0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B079BB9" w14:textId="336F4E92"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78,3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DEDE93C" w14:textId="5D4E9155" w:rsidR="008E78B8" w:rsidRPr="008476A0" w:rsidRDefault="008E78B8" w:rsidP="008E78B8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8133,6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B19AB9E" w14:textId="3768627C"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107,7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12D999F4" w14:textId="4D06779D"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74,2</w:t>
            </w:r>
          </w:p>
        </w:tc>
      </w:tr>
      <w:tr w:rsidR="008E78B8" w:rsidRPr="00042157" w14:paraId="037938F3" w14:textId="77777777" w:rsidTr="00256F35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65DA45B3" w14:textId="16928645" w:rsidR="008E78B8" w:rsidRPr="00197468" w:rsidRDefault="008E78B8" w:rsidP="008E78B8">
            <w:pPr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Февраль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01B0C18B" w14:textId="67710816" w:rsidR="008E78B8" w:rsidRPr="008476A0" w:rsidRDefault="008E78B8" w:rsidP="008E78B8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11010,6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4FD98FB" w14:textId="7C4E6696" w:rsidR="008E78B8" w:rsidRPr="008476A0" w:rsidRDefault="008E78B8" w:rsidP="008E78B8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97,8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E2CAD3" w14:textId="4D84C31F"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105,5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A8BD1F2" w14:textId="6793D3F3" w:rsidR="008E78B8" w:rsidRPr="008476A0" w:rsidRDefault="008E78B8" w:rsidP="008E78B8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8329,9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023430" w14:textId="34C8EBCE"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86,1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2C98F845" w14:textId="11DD6D70"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102,4</w:t>
            </w:r>
          </w:p>
        </w:tc>
      </w:tr>
      <w:tr w:rsidR="008E78B8" w:rsidRPr="00042157" w14:paraId="1E322B65" w14:textId="77777777" w:rsidTr="00256F35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5C8A7980" w14:textId="40961FE8" w:rsidR="008E78B8" w:rsidRPr="00197468" w:rsidRDefault="008E78B8" w:rsidP="008E78B8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197468">
              <w:rPr>
                <w:b/>
                <w:sz w:val="20"/>
              </w:rPr>
              <w:t>Март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4763F852" w14:textId="2B929AC1" w:rsidR="008E78B8" w:rsidRPr="008476A0" w:rsidRDefault="008E78B8" w:rsidP="008E78B8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12327,8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13A2CF1" w14:textId="031B6C51" w:rsidR="008E78B8" w:rsidRPr="008476A0" w:rsidRDefault="008E78B8" w:rsidP="008E78B8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76,3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FDAFA83" w14:textId="68D21BD8"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113,3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5EC928B6" w14:textId="45CC990C" w:rsidR="008E78B8" w:rsidRPr="008476A0" w:rsidRDefault="008E78B8" w:rsidP="008E78B8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9522,5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62BC600" w14:textId="1B006398"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67,5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3857DFD1" w14:textId="15E19BF3"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115,6</w:t>
            </w:r>
          </w:p>
        </w:tc>
      </w:tr>
      <w:tr w:rsidR="008E78B8" w:rsidRPr="00042157" w14:paraId="7F82E006" w14:textId="77777777" w:rsidTr="00256F35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05B78CB3" w14:textId="37B8BDC3" w:rsidR="008E78B8" w:rsidRPr="00197468" w:rsidRDefault="008E78B8" w:rsidP="008E78B8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 xml:space="preserve">I </w:t>
            </w:r>
            <w:r w:rsidRPr="00197468">
              <w:rPr>
                <w:b/>
                <w:sz w:val="20"/>
              </w:rPr>
              <w:t>квартал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6D9D5BAF" w14:textId="2A11AC14" w:rsidR="008E78B8" w:rsidRPr="008476A0" w:rsidRDefault="008E78B8" w:rsidP="008E78B8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33774,5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8D32C4E" w14:textId="2F9A58DD" w:rsidR="008E78B8" w:rsidRPr="008476A0" w:rsidRDefault="008E78B8" w:rsidP="008E78B8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92,3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8577D2E" w14:textId="482C2AC4"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87,9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7F6A4D89" w14:textId="5A3F3E85" w:rsidR="008E78B8" w:rsidRPr="008476A0" w:rsidRDefault="008E78B8" w:rsidP="008E78B8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25986,0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2D7C54" w14:textId="235DF797"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82,6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68076A38" w14:textId="276B694C"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82,1</w:t>
            </w:r>
          </w:p>
        </w:tc>
      </w:tr>
      <w:tr w:rsidR="008E78B8" w:rsidRPr="00042157" w14:paraId="60128A37" w14:textId="77777777" w:rsidTr="00256F35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5AD945C8" w14:textId="6146995D" w:rsidR="008E78B8" w:rsidRPr="00AE7E26" w:rsidRDefault="008E78B8" w:rsidP="008E78B8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 w:rsidRPr="00197468">
              <w:rPr>
                <w:b/>
                <w:sz w:val="20"/>
              </w:rPr>
              <w:t>Апрель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5C56F062" w14:textId="1E933877" w:rsidR="008E78B8" w:rsidRPr="008476A0" w:rsidRDefault="008E78B8" w:rsidP="008E78B8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12523,8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50BA91" w14:textId="7B6642FF" w:rsidR="008E78B8" w:rsidRPr="008476A0" w:rsidRDefault="008E78B8" w:rsidP="008E78B8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89,1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1213C8" w14:textId="337F7FEE"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100,8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328DC7F5" w14:textId="7E53BBFB" w:rsidR="008E78B8" w:rsidRPr="008476A0" w:rsidRDefault="008E78B8" w:rsidP="008E78B8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9692,7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3CD5DA" w14:textId="03F2F6A7"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80,8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2CE4C97D" w14:textId="1382239A"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101,0</w:t>
            </w:r>
          </w:p>
        </w:tc>
      </w:tr>
      <w:tr w:rsidR="008E78B8" w:rsidRPr="00042157" w14:paraId="0E7BAE18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424D3699" w14:textId="15EA9CD9" w:rsidR="008E78B8" w:rsidRPr="00AE7E26" w:rsidRDefault="008E78B8" w:rsidP="008E78B8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 w:rsidRPr="00197468">
              <w:rPr>
                <w:b/>
                <w:sz w:val="20"/>
              </w:rPr>
              <w:t>Май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7346486" w14:textId="48C7859D" w:rsidR="008E78B8" w:rsidRPr="008476A0" w:rsidRDefault="008E78B8" w:rsidP="008E78B8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12625,8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0013376" w14:textId="09FF4CBE" w:rsidR="008E78B8" w:rsidRPr="008476A0" w:rsidRDefault="008E78B8" w:rsidP="008E78B8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94,3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91FF3FB" w14:textId="20EBE87D" w:rsidR="008E78B8" w:rsidRPr="008476A0" w:rsidRDefault="008E78B8" w:rsidP="008E78B8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100,0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09DFD448" w14:textId="3F48E7C7" w:rsidR="008E78B8" w:rsidRPr="008476A0" w:rsidRDefault="008E78B8" w:rsidP="008E78B8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9570,8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ADF7771" w14:textId="2BB49B96"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84,6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19F6071D" w14:textId="7CBE7DEF"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97,9</w:t>
            </w:r>
          </w:p>
        </w:tc>
      </w:tr>
      <w:tr w:rsidR="008E78B8" w:rsidRPr="00452C96" w14:paraId="7DFEBF0A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39D277EE" w14:textId="0294D594" w:rsidR="008E78B8" w:rsidRPr="00AE7E26" w:rsidRDefault="008E78B8" w:rsidP="008E78B8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 w:rsidRPr="00B9185D">
              <w:rPr>
                <w:b/>
                <w:noProof/>
                <w:sz w:val="20"/>
              </w:rPr>
              <w:t>Июнь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A4FBB8D" w14:textId="10A63BEF" w:rsidR="008E78B8" w:rsidRPr="008476A0" w:rsidRDefault="008E78B8" w:rsidP="008E78B8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13336,3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FDB051C" w14:textId="7F750D60" w:rsidR="008E78B8" w:rsidRPr="008476A0" w:rsidRDefault="008E78B8" w:rsidP="008E78B8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102,0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05FEACC" w14:textId="34A8236D"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104,3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0ABF75F8" w14:textId="5E55E1D6" w:rsidR="008E78B8" w:rsidRPr="008476A0" w:rsidRDefault="008E78B8" w:rsidP="008E78B8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10345,6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E1D671C" w14:textId="7DBE83D7"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94,8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790989F7" w14:textId="4D810E46"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106,7</w:t>
            </w:r>
          </w:p>
        </w:tc>
      </w:tr>
      <w:tr w:rsidR="008E78B8" w:rsidRPr="00452C96" w14:paraId="66EA4670" w14:textId="77777777" w:rsidTr="00514CE5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5E68DE9C" w14:textId="75E565F9" w:rsidR="008E78B8" w:rsidRPr="00AE7E26" w:rsidRDefault="008E78B8" w:rsidP="008E78B8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noProof/>
                <w:sz w:val="20"/>
                <w:lang w:val="en-US"/>
              </w:rPr>
              <w:t xml:space="preserve">II </w:t>
            </w:r>
            <w:r>
              <w:rPr>
                <w:b/>
                <w:noProof/>
                <w:sz w:val="20"/>
              </w:rPr>
              <w:t>квартал</w:t>
            </w:r>
          </w:p>
        </w:tc>
        <w:tc>
          <w:tcPr>
            <w:tcW w:w="1133" w:type="dxa"/>
            <w:shd w:val="clear" w:color="auto" w:fill="auto"/>
            <w:vAlign w:val="center"/>
          </w:tcPr>
          <w:p w14:paraId="7830F916" w14:textId="7CBB6685" w:rsidR="008E78B8" w:rsidRPr="008476A0" w:rsidRDefault="008E78B8" w:rsidP="008E78B8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38485,9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9D0A8D9" w14:textId="3CA88E64" w:rsidR="008E78B8" w:rsidRPr="008476A0" w:rsidRDefault="008E78B8" w:rsidP="008E78B8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95,0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EA3705" w14:textId="19B9D871"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112,8</w:t>
            </w:r>
          </w:p>
        </w:tc>
        <w:tc>
          <w:tcPr>
            <w:tcW w:w="1136" w:type="dxa"/>
            <w:shd w:val="clear" w:color="auto" w:fill="auto"/>
            <w:vAlign w:val="center"/>
          </w:tcPr>
          <w:p w14:paraId="484D7868" w14:textId="6C058B2F" w:rsidR="008E78B8" w:rsidRPr="008476A0" w:rsidRDefault="008E78B8" w:rsidP="008E78B8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29609,0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111375" w14:textId="06A486DC"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sz w:val="20"/>
              </w:rPr>
              <w:t>86,5</w:t>
            </w:r>
          </w:p>
        </w:tc>
        <w:tc>
          <w:tcPr>
            <w:tcW w:w="1137" w:type="dxa"/>
            <w:shd w:val="clear" w:color="auto" w:fill="auto"/>
            <w:vAlign w:val="center"/>
          </w:tcPr>
          <w:p w14:paraId="2D245C00" w14:textId="68E01EDB"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sz w:val="20"/>
              </w:rPr>
              <w:t>112,8</w:t>
            </w:r>
          </w:p>
        </w:tc>
      </w:tr>
      <w:tr w:rsidR="008E78B8" w:rsidRPr="00452C96" w14:paraId="61EAD379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40F3A63F" w14:textId="3A373685" w:rsidR="008E78B8" w:rsidRPr="00AE7E26" w:rsidRDefault="008E78B8" w:rsidP="008E78B8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</w:rPr>
            </w:pPr>
            <w:r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E3D9162" w14:textId="7568E2BD" w:rsidR="008E78B8" w:rsidRPr="008476A0" w:rsidRDefault="008E78B8" w:rsidP="008E78B8">
            <w:pPr>
              <w:ind w:right="5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72260,3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AFF35EA" w14:textId="53575CA8" w:rsidR="008E78B8" w:rsidRPr="008476A0" w:rsidRDefault="008E78B8" w:rsidP="008E78B8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93,7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BC43FA1" w14:textId="329EA191"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22C9D370" w14:textId="13FA9C27" w:rsidR="008E78B8" w:rsidRPr="008476A0" w:rsidRDefault="008E78B8" w:rsidP="008E78B8">
            <w:pPr>
              <w:ind w:right="85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55595,0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3C14242" w14:textId="4C1B139A"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84,7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1817BE43" w14:textId="38D147A1"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х</w:t>
            </w:r>
          </w:p>
        </w:tc>
      </w:tr>
      <w:tr w:rsidR="008E78B8" w:rsidRPr="00452C96" w14:paraId="5E881118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6614339D" w14:textId="1724CFB9" w:rsidR="008E78B8" w:rsidRPr="00AE7E26" w:rsidRDefault="008E78B8" w:rsidP="008E78B8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  <w:vertAlign w:val="superscript"/>
                <w:lang w:val="en-US"/>
              </w:rPr>
            </w:pPr>
            <w:r w:rsidRPr="0010282F">
              <w:rPr>
                <w:b/>
                <w:noProof/>
                <w:sz w:val="20"/>
              </w:rPr>
              <w:t>Июль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00CF177" w14:textId="0C2C1002" w:rsidR="008E78B8" w:rsidRPr="008476A0" w:rsidRDefault="008E78B8" w:rsidP="008E78B8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13846,8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B983D7D" w14:textId="6549F4A3" w:rsidR="008E78B8" w:rsidRPr="008476A0" w:rsidRDefault="008E78B8" w:rsidP="008E78B8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106,5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A7BEDC2" w14:textId="2D01E221"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104,3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1F5CDD02" w14:textId="6B173ED6" w:rsidR="008E78B8" w:rsidRPr="008476A0" w:rsidRDefault="008E78B8" w:rsidP="008E78B8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10843,3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8974BAD" w14:textId="269B4499"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99,3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6F3EFD4B" w14:textId="707B55AB"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105,3</w:t>
            </w:r>
          </w:p>
        </w:tc>
      </w:tr>
      <w:tr w:rsidR="008E78B8" w:rsidRPr="00452C96" w14:paraId="12D18524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6E5DD5BB" w14:textId="7163DC6D" w:rsidR="008E78B8" w:rsidRPr="00AE7E26" w:rsidRDefault="008E78B8" w:rsidP="008E78B8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0DD5023" w14:textId="79C38993" w:rsidR="008E78B8" w:rsidRPr="008476A0" w:rsidRDefault="008E78B8" w:rsidP="008E78B8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13496,1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5580316" w14:textId="5562A133" w:rsidR="008E78B8" w:rsidRPr="008476A0" w:rsidRDefault="008E78B8" w:rsidP="008E78B8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115,1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C7B61EB" w14:textId="762F3B16"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97,4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24686909" w14:textId="073D3DC0" w:rsidR="008E78B8" w:rsidRPr="008476A0" w:rsidRDefault="008E78B8" w:rsidP="008E78B8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 w:rsidRPr="004C36BB">
              <w:rPr>
                <w:b/>
                <w:bCs/>
                <w:noProof/>
                <w:sz w:val="20"/>
              </w:rPr>
              <w:t>10653,5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4925110" w14:textId="0749131F"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  <w:highlight w:val="yellow"/>
              </w:rPr>
            </w:pPr>
            <w:r w:rsidRPr="004C36BB">
              <w:rPr>
                <w:b/>
                <w:noProof/>
                <w:sz w:val="20"/>
              </w:rPr>
              <w:t>110,9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0C3CC801" w14:textId="597783A7" w:rsidR="008E78B8" w:rsidRPr="008476A0" w:rsidRDefault="008E78B8" w:rsidP="008E78B8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98,2</w:t>
            </w:r>
          </w:p>
        </w:tc>
      </w:tr>
      <w:tr w:rsidR="00DB3A6F" w:rsidRPr="00452C96" w14:paraId="021FD8AF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4FCBBFEE" w14:textId="6B1CA089" w:rsidR="00DB3A6F" w:rsidRDefault="00DB3A6F" w:rsidP="00DB3A6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568EDC96" w14:textId="1793BF49" w:rsidR="00DB3A6F" w:rsidRPr="008476A0" w:rsidRDefault="00DB3A6F" w:rsidP="00DB3A6F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13966,0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1B13923" w14:textId="0EB422A8" w:rsidR="00DB3A6F" w:rsidRPr="008476A0" w:rsidRDefault="00DB3A6F" w:rsidP="00DB3A6F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104,5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6E9DAF7" w14:textId="7BB73566" w:rsidR="00DB3A6F" w:rsidRPr="008476A0" w:rsidRDefault="00DB3A6F" w:rsidP="00DB3A6F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104,4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14821B1D" w14:textId="15556CF0" w:rsidR="00DB3A6F" w:rsidRPr="008476A0" w:rsidRDefault="00DB3A6F" w:rsidP="00DB3A6F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10796,7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E56D1CB" w14:textId="18A48787" w:rsidR="00DB3A6F" w:rsidRPr="008476A0" w:rsidRDefault="00DB3A6F" w:rsidP="00DB3A6F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  <w:highlight w:val="yellow"/>
              </w:rPr>
            </w:pPr>
            <w:r>
              <w:rPr>
                <w:b/>
                <w:noProof/>
                <w:sz w:val="20"/>
              </w:rPr>
              <w:t>97,6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43BB43AB" w14:textId="674666D1" w:rsidR="00DB3A6F" w:rsidRPr="008476A0" w:rsidRDefault="00DB3A6F" w:rsidP="00DB3A6F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</w:tr>
      <w:tr w:rsidR="00DB3A6F" w:rsidRPr="00452C96" w14:paraId="73D5D018" w14:textId="77777777" w:rsidTr="00C922DF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35059179" w14:textId="425E50D5" w:rsidR="00DB3A6F" w:rsidRDefault="00DB3A6F" w:rsidP="00DB3A6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 w:rsidRPr="00197468">
              <w:rPr>
                <w:b/>
                <w:sz w:val="20"/>
                <w:lang w:val="en-US"/>
              </w:rPr>
              <w:t xml:space="preserve">III </w:t>
            </w:r>
            <w:r w:rsidRPr="00197468">
              <w:rPr>
                <w:b/>
                <w:sz w:val="20"/>
              </w:rPr>
              <w:t>квартал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31AAA6D9" w14:textId="12E35258" w:rsidR="00DB3A6F" w:rsidRDefault="00DB3A6F" w:rsidP="00DB3A6F">
            <w:pPr>
              <w:ind w:right="57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41308,</w:t>
            </w:r>
            <w:r>
              <w:rPr>
                <w:b/>
                <w:bCs/>
                <w:noProof/>
                <w:sz w:val="20"/>
                <w:lang w:val="en-US"/>
              </w:rPr>
              <w:t>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ACFAF24" w14:textId="3AECA4AE" w:rsidR="00DB3A6F" w:rsidRDefault="00DB3A6F" w:rsidP="00DB3A6F">
            <w:pPr>
              <w:ind w:right="227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</w:rPr>
              <w:t>10</w:t>
            </w:r>
            <w:r>
              <w:rPr>
                <w:b/>
                <w:bCs/>
                <w:noProof/>
                <w:sz w:val="20"/>
                <w:lang w:val="en-US"/>
              </w:rPr>
              <w:t>8</w:t>
            </w:r>
            <w:r w:rsidR="00595C52">
              <w:rPr>
                <w:b/>
                <w:bCs/>
                <w:noProof/>
                <w:sz w:val="20"/>
              </w:rPr>
              <w:t>,</w:t>
            </w:r>
            <w:r>
              <w:rPr>
                <w:b/>
                <w:bCs/>
                <w:noProof/>
                <w:sz w:val="20"/>
                <w:lang w:val="en-US"/>
              </w:rPr>
              <w:t>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C7EEFE4" w14:textId="121F79F8" w:rsidR="00DB3A6F" w:rsidRPr="004C36BB" w:rsidRDefault="00DB3A6F" w:rsidP="00DB3A6F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106</w:t>
            </w:r>
            <w:r w:rsidR="00595C52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9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7CC5C262" w14:textId="23636255" w:rsidR="00DB3A6F" w:rsidRDefault="00DB3A6F" w:rsidP="00DB3A6F">
            <w:pPr>
              <w:ind w:right="85"/>
              <w:jc w:val="right"/>
              <w:rPr>
                <w:b/>
                <w:bCs/>
                <w:noProof/>
                <w:sz w:val="20"/>
              </w:rPr>
            </w:pPr>
            <w:r>
              <w:rPr>
                <w:b/>
                <w:bCs/>
                <w:noProof/>
                <w:sz w:val="20"/>
                <w:lang w:val="en-US"/>
              </w:rPr>
              <w:t>32293</w:t>
            </w:r>
            <w:r w:rsidR="00595C52">
              <w:rPr>
                <w:b/>
                <w:bCs/>
                <w:noProof/>
                <w:sz w:val="20"/>
              </w:rPr>
              <w:t>,</w:t>
            </w:r>
            <w:r>
              <w:rPr>
                <w:b/>
                <w:bCs/>
                <w:noProof/>
                <w:sz w:val="20"/>
                <w:lang w:val="en-US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BF3185" w14:textId="00C751D2" w:rsidR="00DB3A6F" w:rsidRDefault="00DB3A6F" w:rsidP="00DB3A6F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</w:rPr>
            </w:pPr>
            <w:r>
              <w:rPr>
                <w:b/>
                <w:noProof/>
                <w:sz w:val="20"/>
                <w:lang w:val="en-US"/>
              </w:rPr>
              <w:t>102</w:t>
            </w:r>
            <w:r w:rsidR="00595C52">
              <w:rPr>
                <w:b/>
                <w:noProof/>
                <w:sz w:val="20"/>
              </w:rPr>
              <w:t>,</w:t>
            </w:r>
            <w:r>
              <w:rPr>
                <w:b/>
                <w:noProof/>
                <w:sz w:val="20"/>
                <w:lang w:val="en-US"/>
              </w:rPr>
              <w:t>2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46DBA856" w14:textId="3A596F16" w:rsidR="00DB3A6F" w:rsidRPr="004C36BB" w:rsidRDefault="00DB3A6F" w:rsidP="00DB3A6F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  <w:lang w:val="en-US"/>
              </w:rPr>
              <w:t>108</w:t>
            </w:r>
            <w:r w:rsidR="00595C52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  <w:lang w:val="en-US"/>
              </w:rPr>
              <w:t>6</w:t>
            </w:r>
          </w:p>
        </w:tc>
      </w:tr>
      <w:tr w:rsidR="00DB3A6F" w:rsidRPr="00452C96" w14:paraId="2B2DC514" w14:textId="77777777" w:rsidTr="00980CF4">
        <w:trPr>
          <w:trHeight w:val="137"/>
          <w:jc w:val="center"/>
        </w:trPr>
        <w:tc>
          <w:tcPr>
            <w:tcW w:w="2265" w:type="dxa"/>
            <w:shd w:val="clear" w:color="auto" w:fill="auto"/>
            <w:vAlign w:val="bottom"/>
          </w:tcPr>
          <w:p w14:paraId="386F8A8C" w14:textId="4447A5CD" w:rsidR="00DB3A6F" w:rsidRDefault="00DB3A6F" w:rsidP="00DB3A6F">
            <w:pPr>
              <w:tabs>
                <w:tab w:val="left" w:pos="692"/>
              </w:tabs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Январь-сентябрь</w:t>
            </w:r>
          </w:p>
        </w:tc>
        <w:tc>
          <w:tcPr>
            <w:tcW w:w="1133" w:type="dxa"/>
            <w:shd w:val="clear" w:color="auto" w:fill="auto"/>
            <w:vAlign w:val="bottom"/>
          </w:tcPr>
          <w:p w14:paraId="2A22E7DD" w14:textId="7782B501" w:rsidR="00DB3A6F" w:rsidRPr="008476A0" w:rsidRDefault="00DB3A6F" w:rsidP="00DB3A6F">
            <w:pPr>
              <w:ind w:right="5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113569,1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825DC4F" w14:textId="3F72A228" w:rsidR="00DB3A6F" w:rsidRPr="008476A0" w:rsidRDefault="00DB3A6F" w:rsidP="00DB3A6F">
            <w:pPr>
              <w:ind w:right="227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98,8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F818010" w14:textId="0A461EBA" w:rsidR="00DB3A6F" w:rsidRPr="008476A0" w:rsidRDefault="00DB3A6F" w:rsidP="00DB3A6F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х</w:t>
            </w:r>
          </w:p>
        </w:tc>
        <w:tc>
          <w:tcPr>
            <w:tcW w:w="1136" w:type="dxa"/>
            <w:shd w:val="clear" w:color="auto" w:fill="auto"/>
            <w:vAlign w:val="bottom"/>
          </w:tcPr>
          <w:p w14:paraId="261ADCF3" w14:textId="35D19308" w:rsidR="00DB3A6F" w:rsidRPr="008476A0" w:rsidRDefault="00DB3A6F" w:rsidP="00DB3A6F">
            <w:pPr>
              <w:ind w:right="85"/>
              <w:jc w:val="right"/>
              <w:rPr>
                <w:b/>
                <w:bCs/>
                <w:noProof/>
                <w:sz w:val="20"/>
                <w:highlight w:val="yellow"/>
              </w:rPr>
            </w:pPr>
            <w:r>
              <w:rPr>
                <w:b/>
                <w:bCs/>
                <w:noProof/>
                <w:sz w:val="20"/>
              </w:rPr>
              <w:t>87888,4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F9B28EC" w14:textId="2D0DF8D6" w:rsidR="00DB3A6F" w:rsidRPr="008476A0" w:rsidRDefault="00DB3A6F" w:rsidP="00DB3A6F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noProof/>
                <w:sz w:val="20"/>
                <w:highlight w:val="yellow"/>
              </w:rPr>
            </w:pPr>
            <w:r>
              <w:rPr>
                <w:b/>
                <w:noProof/>
                <w:sz w:val="20"/>
              </w:rPr>
              <w:t>90,6</w:t>
            </w:r>
          </w:p>
        </w:tc>
        <w:tc>
          <w:tcPr>
            <w:tcW w:w="1137" w:type="dxa"/>
            <w:shd w:val="clear" w:color="auto" w:fill="auto"/>
            <w:vAlign w:val="bottom"/>
          </w:tcPr>
          <w:p w14:paraId="2E7DCCFD" w14:textId="5B49D51D" w:rsidR="00DB3A6F" w:rsidRPr="008476A0" w:rsidRDefault="00DB3A6F" w:rsidP="00DB3A6F">
            <w:pPr>
              <w:tabs>
                <w:tab w:val="left" w:pos="549"/>
                <w:tab w:val="left" w:pos="692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4C36BB">
              <w:rPr>
                <w:b/>
                <w:bCs/>
                <w:sz w:val="20"/>
              </w:rPr>
              <w:t>х</w:t>
            </w:r>
          </w:p>
        </w:tc>
      </w:tr>
    </w:tbl>
    <w:p w14:paraId="163E09E8" w14:textId="117854C3" w:rsidR="0031223F" w:rsidRDefault="00514CE5" w:rsidP="0042241F">
      <w:pPr>
        <w:spacing w:before="360" w:after="120"/>
        <w:ind w:firstLine="709"/>
        <w:rPr>
          <w:szCs w:val="24"/>
        </w:rPr>
      </w:pPr>
      <w:r w:rsidRPr="006B5865">
        <w:rPr>
          <w:szCs w:val="24"/>
        </w:rPr>
        <w:t xml:space="preserve">В </w:t>
      </w:r>
      <w:r w:rsidR="006B5865" w:rsidRPr="006B5865">
        <w:rPr>
          <w:szCs w:val="24"/>
        </w:rPr>
        <w:t>январе-</w:t>
      </w:r>
      <w:r w:rsidR="008476A0">
        <w:rPr>
          <w:szCs w:val="24"/>
        </w:rPr>
        <w:t>сентябре</w:t>
      </w:r>
      <w:r w:rsidRPr="006B5865">
        <w:rPr>
          <w:szCs w:val="24"/>
        </w:rPr>
        <w:t xml:space="preserve"> 2024 года оборот оптовой торговли на </w:t>
      </w:r>
      <w:r w:rsidR="00AE7E26" w:rsidRPr="008E78B8">
        <w:rPr>
          <w:noProof/>
          <w:szCs w:val="24"/>
        </w:rPr>
        <w:t>77,4</w:t>
      </w:r>
      <w:r w:rsidRPr="008E78B8">
        <w:rPr>
          <w:szCs w:val="24"/>
        </w:rPr>
        <w:t>%</w:t>
      </w:r>
      <w:r w:rsidRPr="006B5865">
        <w:rPr>
          <w:szCs w:val="24"/>
        </w:rPr>
        <w:t xml:space="preserve"> формировался организациями оптовой торговли, оборот которых составил </w:t>
      </w:r>
      <w:r w:rsidR="008E78B8">
        <w:rPr>
          <w:szCs w:val="24"/>
        </w:rPr>
        <w:t>87888,4</w:t>
      </w:r>
      <w:r w:rsidR="00D963FC">
        <w:rPr>
          <w:szCs w:val="24"/>
        </w:rPr>
        <w:t xml:space="preserve"> </w:t>
      </w:r>
      <w:r w:rsidRPr="006B5865">
        <w:rPr>
          <w:szCs w:val="24"/>
        </w:rPr>
        <w:t>млн рублей</w:t>
      </w:r>
      <w:r w:rsidRPr="006B5865">
        <w:rPr>
          <w:szCs w:val="24"/>
        </w:rPr>
        <w:br/>
      </w:r>
      <w:r w:rsidR="008E78B8" w:rsidRPr="006B5865">
        <w:rPr>
          <w:szCs w:val="24"/>
        </w:rPr>
        <w:t xml:space="preserve">или </w:t>
      </w:r>
      <w:r w:rsidR="008E78B8">
        <w:rPr>
          <w:noProof/>
          <w:szCs w:val="24"/>
        </w:rPr>
        <w:t>95,2</w:t>
      </w:r>
      <w:r w:rsidR="008E78B8" w:rsidRPr="008E78B8">
        <w:rPr>
          <w:noProof/>
          <w:szCs w:val="24"/>
        </w:rPr>
        <w:t xml:space="preserve">% </w:t>
      </w:r>
      <w:r w:rsidRPr="006B5865">
        <w:rPr>
          <w:szCs w:val="24"/>
        </w:rPr>
        <w:t xml:space="preserve">к </w:t>
      </w:r>
      <w:r w:rsidR="006B5865" w:rsidRPr="006B5865">
        <w:rPr>
          <w:szCs w:val="24"/>
        </w:rPr>
        <w:t>январю-</w:t>
      </w:r>
      <w:r w:rsidR="008476A0">
        <w:rPr>
          <w:szCs w:val="24"/>
        </w:rPr>
        <w:t>сентябрю</w:t>
      </w:r>
      <w:r w:rsidRPr="006B5865">
        <w:rPr>
          <w:szCs w:val="24"/>
        </w:rPr>
        <w:t xml:space="preserve"> 2023 года</w:t>
      </w:r>
      <w:r w:rsidR="00471CE1" w:rsidRPr="006B5865">
        <w:rPr>
          <w:szCs w:val="24"/>
        </w:rPr>
        <w:t>.</w:t>
      </w:r>
    </w:p>
    <w:p w14:paraId="650ECF43" w14:textId="013EB5B0" w:rsidR="0031223F" w:rsidRPr="00514CE5" w:rsidRDefault="0031223F" w:rsidP="0042241F">
      <w:pPr>
        <w:pStyle w:val="3"/>
        <w:spacing w:before="360" w:after="360"/>
        <w:ind w:right="0" w:firstLine="709"/>
        <w:jc w:val="both"/>
        <w:rPr>
          <w:b w:val="0"/>
          <w:szCs w:val="24"/>
        </w:rPr>
      </w:pPr>
      <w:bookmarkStart w:id="133" w:name="_Toc378601361"/>
      <w:bookmarkStart w:id="134" w:name="_Toc391275319"/>
      <w:bookmarkStart w:id="135" w:name="_Toc493779756"/>
      <w:bookmarkStart w:id="136" w:name="_Toc181255937"/>
      <w:bookmarkEnd w:id="131"/>
      <w:bookmarkEnd w:id="132"/>
      <w:r w:rsidRPr="005B5FA6">
        <w:rPr>
          <w:szCs w:val="24"/>
        </w:rPr>
        <w:t>Продажа на оптовом рынке отдельных видов продукции (товаров) организациями оптовой торговли, не относящимися к субъектам малого предпринимательства</w:t>
      </w:r>
      <w:r w:rsidRPr="0022283C">
        <w:rPr>
          <w:b w:val="0"/>
          <w:bCs/>
          <w:szCs w:val="24"/>
        </w:rPr>
        <w:t>, с численностью работников свыше 15 человек</w:t>
      </w:r>
      <w:r w:rsidR="00007C9B" w:rsidRPr="0022283C">
        <w:rPr>
          <w:b w:val="0"/>
          <w:bCs/>
          <w:szCs w:val="24"/>
        </w:rPr>
        <w:br/>
      </w:r>
      <w:r w:rsidR="006B5865" w:rsidRPr="00407A34">
        <w:rPr>
          <w:b w:val="0"/>
          <w:szCs w:val="24"/>
        </w:rPr>
        <w:t>в</w:t>
      </w:r>
      <w:r w:rsidR="006B5865">
        <w:rPr>
          <w:b w:val="0"/>
          <w:szCs w:val="24"/>
        </w:rPr>
        <w:t xml:space="preserve"> январе-</w:t>
      </w:r>
      <w:r w:rsidR="008476A0">
        <w:rPr>
          <w:b w:val="0"/>
          <w:szCs w:val="24"/>
        </w:rPr>
        <w:t>сентябре</w:t>
      </w:r>
      <w:r w:rsidR="00514CE5" w:rsidRPr="006B5865">
        <w:rPr>
          <w:b w:val="0"/>
          <w:szCs w:val="24"/>
        </w:rPr>
        <w:t xml:space="preserve"> </w:t>
      </w:r>
      <w:r w:rsidR="009600AE" w:rsidRPr="006B5865">
        <w:rPr>
          <w:b w:val="0"/>
          <w:szCs w:val="24"/>
        </w:rPr>
        <w:t>2024</w:t>
      </w:r>
      <w:r w:rsidR="009152DB" w:rsidRPr="006B5865">
        <w:rPr>
          <w:b w:val="0"/>
          <w:szCs w:val="24"/>
        </w:rPr>
        <w:t xml:space="preserve"> го</w:t>
      </w:r>
      <w:r w:rsidR="009152DB" w:rsidRPr="00514CE5">
        <w:rPr>
          <w:b w:val="0"/>
          <w:szCs w:val="24"/>
        </w:rPr>
        <w:t>д</w:t>
      </w:r>
      <w:r w:rsidR="009600AE" w:rsidRPr="00514CE5">
        <w:rPr>
          <w:b w:val="0"/>
          <w:szCs w:val="24"/>
        </w:rPr>
        <w:t>а</w:t>
      </w:r>
      <w:r w:rsidR="009152DB" w:rsidRPr="00514CE5">
        <w:rPr>
          <w:b w:val="0"/>
          <w:szCs w:val="24"/>
        </w:rPr>
        <w:t xml:space="preserve"> характеризуется следующими данными</w:t>
      </w:r>
      <w:r w:rsidRPr="00514CE5">
        <w:rPr>
          <w:b w:val="0"/>
          <w:szCs w:val="24"/>
        </w:rPr>
        <w:t>:</w:t>
      </w:r>
      <w:bookmarkEnd w:id="133"/>
      <w:bookmarkEnd w:id="134"/>
      <w:bookmarkEnd w:id="135"/>
      <w:bookmarkEnd w:id="136"/>
    </w:p>
    <w:p w14:paraId="04323035" w14:textId="77777777" w:rsidR="007E042C" w:rsidRPr="007E042C" w:rsidRDefault="007E042C" w:rsidP="007E042C">
      <w:pPr>
        <w:spacing w:after="60"/>
        <w:jc w:val="right"/>
        <w:rPr>
          <w:b/>
          <w:sz w:val="20"/>
        </w:rPr>
      </w:pPr>
      <w:r>
        <w:rPr>
          <w:b/>
          <w:sz w:val="20"/>
        </w:rPr>
        <w:t>в процентах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1"/>
        <w:gridCol w:w="1700"/>
        <w:gridCol w:w="1700"/>
      </w:tblGrid>
      <w:tr w:rsidR="007A2433" w:rsidRPr="00042157" w14:paraId="2725BA80" w14:textId="77777777" w:rsidTr="007A2433">
        <w:trPr>
          <w:trHeight w:val="227"/>
          <w:jc w:val="center"/>
        </w:trPr>
        <w:tc>
          <w:tcPr>
            <w:tcW w:w="5671" w:type="dxa"/>
            <w:vAlign w:val="center"/>
          </w:tcPr>
          <w:p w14:paraId="14702631" w14:textId="77777777" w:rsidR="007A2433" w:rsidRPr="00407A34" w:rsidRDefault="007A2433" w:rsidP="007A2433">
            <w:pPr>
              <w:jc w:val="center"/>
              <w:rPr>
                <w:b/>
                <w:sz w:val="20"/>
              </w:rPr>
            </w:pPr>
            <w:bookmarkStart w:id="137" w:name="_Toc401575657"/>
            <w:bookmarkStart w:id="138" w:name="_Toc493779767"/>
          </w:p>
        </w:tc>
        <w:tc>
          <w:tcPr>
            <w:tcW w:w="1700" w:type="dxa"/>
            <w:vAlign w:val="center"/>
          </w:tcPr>
          <w:p w14:paraId="2D75DD79" w14:textId="2EE8DC33" w:rsidR="007A2433" w:rsidRPr="006B5865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6B5865">
              <w:rPr>
                <w:b/>
                <w:sz w:val="20"/>
              </w:rPr>
              <w:t xml:space="preserve">Продано </w:t>
            </w:r>
            <w:r w:rsidRPr="006B5865">
              <w:rPr>
                <w:b/>
                <w:sz w:val="20"/>
              </w:rPr>
              <w:br/>
              <w:t>в январе-</w:t>
            </w:r>
            <w:r w:rsidR="008476A0">
              <w:rPr>
                <w:b/>
                <w:sz w:val="20"/>
              </w:rPr>
              <w:br/>
              <w:t>сентябре</w:t>
            </w:r>
            <w:r w:rsidRPr="006B5865">
              <w:rPr>
                <w:b/>
                <w:sz w:val="20"/>
              </w:rPr>
              <w:br/>
              <w:t>2024</w:t>
            </w:r>
            <w:r w:rsidRPr="006B5865">
              <w:rPr>
                <w:b/>
                <w:sz w:val="20"/>
              </w:rPr>
              <w:br/>
              <w:t>к январю-</w:t>
            </w:r>
            <w:r w:rsidR="008476A0">
              <w:rPr>
                <w:b/>
                <w:sz w:val="20"/>
              </w:rPr>
              <w:t>сентябрю</w:t>
            </w:r>
            <w:r w:rsidRPr="006B5865">
              <w:rPr>
                <w:b/>
                <w:sz w:val="20"/>
              </w:rPr>
              <w:br/>
              <w:t>2023</w:t>
            </w:r>
          </w:p>
        </w:tc>
        <w:tc>
          <w:tcPr>
            <w:tcW w:w="1700" w:type="dxa"/>
            <w:vAlign w:val="center"/>
          </w:tcPr>
          <w:p w14:paraId="1DBE433A" w14:textId="5B8ADB4B" w:rsidR="007A2433" w:rsidRPr="006B5865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6B5865">
              <w:rPr>
                <w:b/>
                <w:sz w:val="20"/>
              </w:rPr>
              <w:t>Запасы</w:t>
            </w:r>
            <w:r w:rsidRPr="006B5865">
              <w:rPr>
                <w:b/>
                <w:sz w:val="20"/>
              </w:rPr>
              <w:br/>
              <w:t xml:space="preserve">на 1 </w:t>
            </w:r>
            <w:r w:rsidR="008476A0">
              <w:rPr>
                <w:b/>
                <w:sz w:val="20"/>
              </w:rPr>
              <w:t>октября</w:t>
            </w:r>
            <w:r w:rsidRPr="006B5865">
              <w:rPr>
                <w:b/>
                <w:sz w:val="20"/>
              </w:rPr>
              <w:br/>
              <w:t>2024</w:t>
            </w:r>
            <w:r w:rsidRPr="006B5865">
              <w:rPr>
                <w:b/>
                <w:sz w:val="20"/>
              </w:rPr>
              <w:br/>
              <w:t xml:space="preserve">к 1 </w:t>
            </w:r>
            <w:r w:rsidR="008476A0">
              <w:rPr>
                <w:b/>
                <w:sz w:val="20"/>
              </w:rPr>
              <w:t>октября</w:t>
            </w:r>
            <w:r w:rsidRPr="006B5865">
              <w:rPr>
                <w:b/>
                <w:sz w:val="20"/>
              </w:rPr>
              <w:br/>
              <w:t>2023</w:t>
            </w:r>
          </w:p>
        </w:tc>
      </w:tr>
      <w:tr w:rsidR="007A2433" w:rsidRPr="00042157" w14:paraId="0F855F54" w14:textId="77777777" w:rsidTr="007A2433">
        <w:trPr>
          <w:trHeight w:val="283"/>
          <w:jc w:val="center"/>
        </w:trPr>
        <w:tc>
          <w:tcPr>
            <w:tcW w:w="9071" w:type="dxa"/>
            <w:gridSpan w:val="3"/>
            <w:vAlign w:val="center"/>
            <w:hideMark/>
          </w:tcPr>
          <w:p w14:paraId="6D707D57" w14:textId="77777777" w:rsidR="007A2433" w:rsidRPr="00042157" w:rsidRDefault="007A2433" w:rsidP="007A2433">
            <w:pPr>
              <w:tabs>
                <w:tab w:val="left" w:pos="672"/>
                <w:tab w:val="left" w:pos="814"/>
              </w:tabs>
              <w:jc w:val="center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Потребительские товары</w:t>
            </w:r>
          </w:p>
        </w:tc>
      </w:tr>
      <w:tr w:rsidR="008E78B8" w:rsidRPr="00042157" w14:paraId="6EC9E6F5" w14:textId="77777777" w:rsidTr="00A301F1">
        <w:trPr>
          <w:trHeight w:val="227"/>
          <w:jc w:val="center"/>
        </w:trPr>
        <w:tc>
          <w:tcPr>
            <w:tcW w:w="5671" w:type="dxa"/>
            <w:vAlign w:val="bottom"/>
          </w:tcPr>
          <w:p w14:paraId="0AA6E293" w14:textId="77777777"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Мясо и мясо птицы, кроме субпродуктов</w:t>
            </w:r>
          </w:p>
        </w:tc>
        <w:tc>
          <w:tcPr>
            <w:tcW w:w="1700" w:type="dxa"/>
            <w:vAlign w:val="bottom"/>
          </w:tcPr>
          <w:p w14:paraId="3F4ED8B3" w14:textId="4F425BAB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106,8</w:t>
            </w:r>
          </w:p>
        </w:tc>
        <w:tc>
          <w:tcPr>
            <w:tcW w:w="1700" w:type="dxa"/>
            <w:vAlign w:val="bottom"/>
          </w:tcPr>
          <w:p w14:paraId="4EDC26D0" w14:textId="4D52C10E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26D8E">
              <w:rPr>
                <w:b/>
                <w:bCs/>
                <w:color w:val="000000"/>
                <w:sz w:val="20"/>
              </w:rPr>
              <w:t>10</w:t>
            </w:r>
            <w:r>
              <w:rPr>
                <w:b/>
                <w:bCs/>
                <w:color w:val="000000"/>
                <w:sz w:val="20"/>
              </w:rPr>
              <w:t>8,6</w:t>
            </w:r>
          </w:p>
        </w:tc>
      </w:tr>
      <w:tr w:rsidR="008E78B8" w:rsidRPr="00042157" w14:paraId="3FCA5423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52AE2656" w14:textId="77777777"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Изделия колбасные</w:t>
            </w:r>
          </w:p>
        </w:tc>
        <w:tc>
          <w:tcPr>
            <w:tcW w:w="1700" w:type="dxa"/>
            <w:vAlign w:val="bottom"/>
          </w:tcPr>
          <w:p w14:paraId="7E018948" w14:textId="736E5ADF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75,7</w:t>
            </w:r>
          </w:p>
        </w:tc>
        <w:tc>
          <w:tcPr>
            <w:tcW w:w="1700" w:type="dxa"/>
            <w:vAlign w:val="bottom"/>
          </w:tcPr>
          <w:p w14:paraId="1BFC7968" w14:textId="1F1896A9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A26D8E">
              <w:rPr>
                <w:b/>
                <w:bCs/>
                <w:color w:val="000000"/>
                <w:sz w:val="20"/>
              </w:rPr>
              <w:t>1</w:t>
            </w:r>
            <w:r>
              <w:rPr>
                <w:b/>
                <w:bCs/>
                <w:color w:val="000000"/>
                <w:sz w:val="20"/>
              </w:rPr>
              <w:t>02,3</w:t>
            </w:r>
          </w:p>
        </w:tc>
      </w:tr>
      <w:tr w:rsidR="008E78B8" w:rsidRPr="00042157" w14:paraId="3C335854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500A95E2" w14:textId="77777777"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Масло сливочное, пасты масляные, масло топленое</w:t>
            </w:r>
          </w:p>
        </w:tc>
        <w:tc>
          <w:tcPr>
            <w:tcW w:w="1700" w:type="dxa"/>
            <w:vAlign w:val="bottom"/>
          </w:tcPr>
          <w:p w14:paraId="4124F0C5" w14:textId="1A8912AF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153,1</w:t>
            </w:r>
          </w:p>
        </w:tc>
        <w:tc>
          <w:tcPr>
            <w:tcW w:w="1700" w:type="dxa"/>
            <w:vAlign w:val="bottom"/>
          </w:tcPr>
          <w:p w14:paraId="41357E19" w14:textId="35ABBB00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127,8</w:t>
            </w:r>
          </w:p>
        </w:tc>
      </w:tr>
      <w:tr w:rsidR="008E78B8" w:rsidRPr="00042157" w14:paraId="1DABB8E7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18D060CA" w14:textId="77777777"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Молоко, кроме сырого</w:t>
            </w:r>
          </w:p>
        </w:tc>
        <w:tc>
          <w:tcPr>
            <w:tcW w:w="1700" w:type="dxa"/>
            <w:vAlign w:val="bottom"/>
          </w:tcPr>
          <w:p w14:paraId="0D1DE9CC" w14:textId="45215DC0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112,1</w:t>
            </w:r>
          </w:p>
        </w:tc>
        <w:tc>
          <w:tcPr>
            <w:tcW w:w="1700" w:type="dxa"/>
            <w:vAlign w:val="bottom"/>
          </w:tcPr>
          <w:p w14:paraId="4F9EE45E" w14:textId="6FE89ADB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101,5</w:t>
            </w:r>
          </w:p>
        </w:tc>
      </w:tr>
      <w:tr w:rsidR="008E78B8" w:rsidRPr="00042157" w14:paraId="568D98A3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5FE125B8" w14:textId="77777777"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Сыры</w:t>
            </w:r>
          </w:p>
        </w:tc>
        <w:tc>
          <w:tcPr>
            <w:tcW w:w="1700" w:type="dxa"/>
            <w:vAlign w:val="bottom"/>
          </w:tcPr>
          <w:p w14:paraId="5B70FFB3" w14:textId="4441EBEF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52,8</w:t>
            </w:r>
          </w:p>
        </w:tc>
        <w:tc>
          <w:tcPr>
            <w:tcW w:w="1700" w:type="dxa"/>
            <w:vAlign w:val="bottom"/>
          </w:tcPr>
          <w:p w14:paraId="190E5989" w14:textId="4AF4C014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114,7</w:t>
            </w:r>
          </w:p>
        </w:tc>
      </w:tr>
      <w:tr w:rsidR="008E78B8" w:rsidRPr="00042157" w14:paraId="34AEA476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11258414" w14:textId="77777777"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Маргарин</w:t>
            </w:r>
          </w:p>
        </w:tc>
        <w:tc>
          <w:tcPr>
            <w:tcW w:w="1700" w:type="dxa"/>
            <w:vAlign w:val="bottom"/>
          </w:tcPr>
          <w:p w14:paraId="6748A517" w14:textId="15DF5363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91,2</w:t>
            </w:r>
          </w:p>
        </w:tc>
        <w:tc>
          <w:tcPr>
            <w:tcW w:w="1700" w:type="dxa"/>
            <w:vAlign w:val="bottom"/>
          </w:tcPr>
          <w:p w14:paraId="68F25B8A" w14:textId="08551FB6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166,7</w:t>
            </w:r>
          </w:p>
        </w:tc>
      </w:tr>
      <w:tr w:rsidR="008E78B8" w:rsidRPr="00042157" w14:paraId="3E532D67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2AE808DA" w14:textId="77777777"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Масла растительные</w:t>
            </w:r>
          </w:p>
        </w:tc>
        <w:tc>
          <w:tcPr>
            <w:tcW w:w="1700" w:type="dxa"/>
            <w:vAlign w:val="bottom"/>
          </w:tcPr>
          <w:p w14:paraId="22A85FB3" w14:textId="6CECB2A7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113,5</w:t>
            </w:r>
          </w:p>
        </w:tc>
        <w:tc>
          <w:tcPr>
            <w:tcW w:w="1700" w:type="dxa"/>
            <w:vAlign w:val="bottom"/>
          </w:tcPr>
          <w:p w14:paraId="306C1AF6" w14:textId="2F3B574F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139,8</w:t>
            </w:r>
          </w:p>
        </w:tc>
      </w:tr>
      <w:tr w:rsidR="008E78B8" w:rsidRPr="00042157" w14:paraId="241C62A2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1801A0B0" w14:textId="77777777"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 xml:space="preserve">Сахар белый свекловичный или тростниковый в твердом состоянии без </w:t>
            </w:r>
            <w:proofErr w:type="spellStart"/>
            <w:r w:rsidRPr="00042157">
              <w:rPr>
                <w:b/>
                <w:sz w:val="20"/>
              </w:rPr>
              <w:t>вкусоароматических</w:t>
            </w:r>
            <w:proofErr w:type="spellEnd"/>
            <w:r w:rsidRPr="00042157">
              <w:rPr>
                <w:b/>
                <w:sz w:val="20"/>
              </w:rPr>
              <w:t xml:space="preserve"> или красящих добавок</w:t>
            </w:r>
          </w:p>
        </w:tc>
        <w:tc>
          <w:tcPr>
            <w:tcW w:w="1700" w:type="dxa"/>
            <w:vAlign w:val="bottom"/>
          </w:tcPr>
          <w:p w14:paraId="117E325E" w14:textId="6B595B4F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9,3</w:t>
            </w:r>
          </w:p>
        </w:tc>
        <w:tc>
          <w:tcPr>
            <w:tcW w:w="1700" w:type="dxa"/>
            <w:vAlign w:val="bottom"/>
          </w:tcPr>
          <w:p w14:paraId="315EFCFE" w14:textId="16BF1EFC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71,0</w:t>
            </w:r>
          </w:p>
        </w:tc>
      </w:tr>
      <w:tr w:rsidR="008E78B8" w:rsidRPr="00042157" w14:paraId="5DDE8B4E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7000A9D4" w14:textId="77777777"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Кондитерские изделия</w:t>
            </w:r>
          </w:p>
        </w:tc>
        <w:tc>
          <w:tcPr>
            <w:tcW w:w="1700" w:type="dxa"/>
            <w:vAlign w:val="bottom"/>
          </w:tcPr>
          <w:p w14:paraId="64802712" w14:textId="45ED4A3C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102,1</w:t>
            </w:r>
          </w:p>
        </w:tc>
        <w:tc>
          <w:tcPr>
            <w:tcW w:w="1700" w:type="dxa"/>
            <w:vAlign w:val="bottom"/>
          </w:tcPr>
          <w:p w14:paraId="2367BD86" w14:textId="7FD232A5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115,2</w:t>
            </w:r>
          </w:p>
        </w:tc>
      </w:tr>
      <w:tr w:rsidR="008E78B8" w:rsidRPr="00042157" w14:paraId="44BB6422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3D931012" w14:textId="77777777"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Хлеб и хлебобулочные изделия</w:t>
            </w:r>
          </w:p>
        </w:tc>
        <w:tc>
          <w:tcPr>
            <w:tcW w:w="1700" w:type="dxa"/>
            <w:vAlign w:val="bottom"/>
          </w:tcPr>
          <w:p w14:paraId="4DDC491F" w14:textId="6C86B80B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95,5</w:t>
            </w:r>
          </w:p>
        </w:tc>
        <w:tc>
          <w:tcPr>
            <w:tcW w:w="1700" w:type="dxa"/>
            <w:vAlign w:val="bottom"/>
          </w:tcPr>
          <w:p w14:paraId="16EE0826" w14:textId="0C3C83CC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135,5</w:t>
            </w:r>
          </w:p>
        </w:tc>
      </w:tr>
      <w:tr w:rsidR="008E78B8" w:rsidRPr="00042157" w14:paraId="0BF6F607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63FD4D62" w14:textId="77777777"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 xml:space="preserve">Рыба и продукты рыбные переработанные </w:t>
            </w:r>
            <w:r w:rsidRPr="00042157">
              <w:rPr>
                <w:b/>
                <w:sz w:val="20"/>
              </w:rPr>
              <w:br/>
              <w:t>(без рыбных консервов)</w:t>
            </w:r>
          </w:p>
        </w:tc>
        <w:tc>
          <w:tcPr>
            <w:tcW w:w="1700" w:type="dxa"/>
            <w:vAlign w:val="bottom"/>
          </w:tcPr>
          <w:p w14:paraId="078E8B10" w14:textId="6BFCD088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85,9</w:t>
            </w:r>
          </w:p>
        </w:tc>
        <w:tc>
          <w:tcPr>
            <w:tcW w:w="1700" w:type="dxa"/>
            <w:vAlign w:val="bottom"/>
          </w:tcPr>
          <w:p w14:paraId="02798BDB" w14:textId="07B7367F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129,5</w:t>
            </w:r>
          </w:p>
        </w:tc>
      </w:tr>
      <w:tr w:rsidR="008E78B8" w:rsidRPr="00042157" w14:paraId="7E697242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1C491721" w14:textId="77777777"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Мука</w:t>
            </w:r>
          </w:p>
        </w:tc>
        <w:tc>
          <w:tcPr>
            <w:tcW w:w="1700" w:type="dxa"/>
            <w:vAlign w:val="bottom"/>
          </w:tcPr>
          <w:p w14:paraId="3B091A61" w14:textId="4863BF5A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113,7</w:t>
            </w:r>
          </w:p>
        </w:tc>
        <w:tc>
          <w:tcPr>
            <w:tcW w:w="1700" w:type="dxa"/>
            <w:vAlign w:val="bottom"/>
          </w:tcPr>
          <w:p w14:paraId="6745DE2E" w14:textId="58296A2C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183,3</w:t>
            </w:r>
          </w:p>
        </w:tc>
      </w:tr>
      <w:tr w:rsidR="008E78B8" w:rsidRPr="00042157" w14:paraId="77347F3A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2E514F3B" w14:textId="77777777"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Изделия макаронные и аналогичные мучные изделия</w:t>
            </w:r>
          </w:p>
        </w:tc>
        <w:tc>
          <w:tcPr>
            <w:tcW w:w="1700" w:type="dxa"/>
            <w:vAlign w:val="bottom"/>
          </w:tcPr>
          <w:p w14:paraId="00594AA7" w14:textId="385539F8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124,5</w:t>
            </w:r>
          </w:p>
        </w:tc>
        <w:tc>
          <w:tcPr>
            <w:tcW w:w="1700" w:type="dxa"/>
            <w:vAlign w:val="bottom"/>
          </w:tcPr>
          <w:p w14:paraId="7C918F54" w14:textId="1384F4C1" w:rsidR="008E78B8" w:rsidRPr="008476A0" w:rsidRDefault="008E78B8" w:rsidP="008E78B8">
            <w:pPr>
              <w:ind w:right="369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в 3,0р.</w:t>
            </w:r>
          </w:p>
        </w:tc>
      </w:tr>
      <w:tr w:rsidR="008E78B8" w:rsidRPr="00042157" w14:paraId="337ADF48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3401CA15" w14:textId="77777777"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Крупа</w:t>
            </w:r>
          </w:p>
        </w:tc>
        <w:tc>
          <w:tcPr>
            <w:tcW w:w="1700" w:type="dxa"/>
            <w:vAlign w:val="bottom"/>
          </w:tcPr>
          <w:p w14:paraId="43B264C4" w14:textId="2D35F71C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83,1</w:t>
            </w:r>
          </w:p>
        </w:tc>
        <w:tc>
          <w:tcPr>
            <w:tcW w:w="1700" w:type="dxa"/>
            <w:vAlign w:val="bottom"/>
          </w:tcPr>
          <w:p w14:paraId="2DD08494" w14:textId="138D8022" w:rsidR="008E78B8" w:rsidRPr="008476A0" w:rsidRDefault="008E78B8" w:rsidP="008E78B8">
            <w:pPr>
              <w:ind w:right="369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в 2,8р.</w:t>
            </w:r>
          </w:p>
        </w:tc>
      </w:tr>
      <w:tr w:rsidR="008E78B8" w:rsidRPr="00FE5C0E" w14:paraId="225913EA" w14:textId="77777777" w:rsidTr="00A301F1">
        <w:trPr>
          <w:trHeight w:val="227"/>
          <w:jc w:val="center"/>
        </w:trPr>
        <w:tc>
          <w:tcPr>
            <w:tcW w:w="5671" w:type="dxa"/>
            <w:vAlign w:val="bottom"/>
            <w:hideMark/>
          </w:tcPr>
          <w:p w14:paraId="0BD4ABDE" w14:textId="77777777" w:rsidR="008E78B8" w:rsidRPr="00042157" w:rsidRDefault="008E78B8" w:rsidP="008E78B8">
            <w:pPr>
              <w:jc w:val="left"/>
              <w:rPr>
                <w:b/>
                <w:sz w:val="20"/>
              </w:rPr>
            </w:pPr>
            <w:r w:rsidRPr="00042157">
              <w:rPr>
                <w:b/>
                <w:sz w:val="20"/>
              </w:rPr>
              <w:t>Соль пищевая</w:t>
            </w:r>
          </w:p>
        </w:tc>
        <w:tc>
          <w:tcPr>
            <w:tcW w:w="1700" w:type="dxa"/>
            <w:vAlign w:val="bottom"/>
          </w:tcPr>
          <w:p w14:paraId="78D22DE6" w14:textId="67504AD2" w:rsidR="008E78B8" w:rsidRPr="008476A0" w:rsidRDefault="008E78B8" w:rsidP="008E78B8">
            <w:pPr>
              <w:ind w:right="51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78,8</w:t>
            </w:r>
          </w:p>
        </w:tc>
        <w:tc>
          <w:tcPr>
            <w:tcW w:w="1700" w:type="dxa"/>
            <w:vAlign w:val="bottom"/>
          </w:tcPr>
          <w:p w14:paraId="3237D0FC" w14:textId="2E8FA7C6" w:rsidR="008E78B8" w:rsidRPr="008476A0" w:rsidRDefault="008E78B8" w:rsidP="008E78B8">
            <w:pPr>
              <w:ind w:right="369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в 4,2р.</w:t>
            </w:r>
          </w:p>
        </w:tc>
      </w:tr>
    </w:tbl>
    <w:p w14:paraId="6B2A2958" w14:textId="77777777" w:rsidR="001F3C7A" w:rsidRDefault="001F3C7A" w:rsidP="0078331C">
      <w:pPr>
        <w:pStyle w:val="1"/>
        <w:spacing w:before="360" w:after="120"/>
        <w:sectPr w:rsidR="001F3C7A" w:rsidSect="00994103">
          <w:headerReference w:type="even" r:id="rId19"/>
          <w:headerReference w:type="default" r:id="rId20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  <w:bookmarkStart w:id="139" w:name="_Toc493779763"/>
      <w:bookmarkEnd w:id="98"/>
    </w:p>
    <w:p w14:paraId="589EF198" w14:textId="63A9262B" w:rsidR="009152DB" w:rsidRPr="0022283C" w:rsidRDefault="009152DB" w:rsidP="00BA2DAE">
      <w:pPr>
        <w:pStyle w:val="1"/>
        <w:spacing w:before="360" w:after="600"/>
      </w:pPr>
      <w:bookmarkStart w:id="140" w:name="_Toc181255938"/>
      <w:r w:rsidRPr="0022283C">
        <w:lastRenderedPageBreak/>
        <w:t>ИНСТИТУЦИОНАЛЬНЫЕ ПРЕОБРАЗОВАНИ</w:t>
      </w:r>
      <w:bookmarkEnd w:id="139"/>
      <w:r w:rsidRPr="0022283C">
        <w:t>Я</w:t>
      </w:r>
      <w:bookmarkEnd w:id="140"/>
    </w:p>
    <w:p w14:paraId="74BF5E5B" w14:textId="77777777" w:rsidR="0078331C" w:rsidRPr="00757A5A" w:rsidRDefault="0078331C" w:rsidP="00BA2DAE">
      <w:pPr>
        <w:pStyle w:val="2"/>
        <w:spacing w:after="360"/>
        <w:rPr>
          <w:b w:val="0"/>
          <w:sz w:val="20"/>
        </w:rPr>
      </w:pPr>
      <w:bookmarkStart w:id="141" w:name="_Toc378601366"/>
      <w:bookmarkStart w:id="142" w:name="_Toc95817003"/>
      <w:bookmarkStart w:id="143" w:name="_Toc127178041"/>
      <w:bookmarkStart w:id="144" w:name="_Toc181255939"/>
      <w:bookmarkStart w:id="145" w:name="_Toc378601371"/>
      <w:bookmarkStart w:id="146" w:name="_Toc95817008"/>
      <w:bookmarkStart w:id="147" w:name="_Toc127178046"/>
      <w:bookmarkStart w:id="148" w:name="_Hlk173414936"/>
      <w:r w:rsidRPr="00F75F14">
        <w:rPr>
          <w:bCs/>
          <w:sz w:val="20"/>
        </w:rPr>
        <w:t>ХАРАКТЕРИСТИКА ХОЗЯЙСТВУЮЩИХ СУБЪЕКТОВ</w:t>
      </w:r>
      <w:bookmarkEnd w:id="141"/>
      <w:bookmarkEnd w:id="142"/>
      <w:bookmarkEnd w:id="143"/>
      <w:r w:rsidRPr="00F75F14">
        <w:rPr>
          <w:bCs/>
          <w:sz w:val="20"/>
          <w:vertAlign w:val="superscript"/>
        </w:rPr>
        <w:t>1</w:t>
      </w:r>
      <w:r w:rsidRPr="00757A5A">
        <w:rPr>
          <w:b w:val="0"/>
          <w:sz w:val="20"/>
          <w:vertAlign w:val="superscript"/>
        </w:rPr>
        <w:t>)</w:t>
      </w:r>
      <w:bookmarkEnd w:id="144"/>
    </w:p>
    <w:p w14:paraId="6C93CC8E" w14:textId="59D5646A" w:rsidR="0078331C" w:rsidRDefault="0078331C" w:rsidP="0078331C">
      <w:pPr>
        <w:ind w:firstLine="720"/>
        <w:rPr>
          <w:szCs w:val="24"/>
        </w:rPr>
      </w:pPr>
      <w:r w:rsidRPr="00757A5A">
        <w:rPr>
          <w:szCs w:val="24"/>
        </w:rPr>
        <w:t xml:space="preserve">На 1 </w:t>
      </w:r>
      <w:r>
        <w:rPr>
          <w:szCs w:val="24"/>
        </w:rPr>
        <w:t>октября</w:t>
      </w:r>
      <w:r w:rsidRPr="00757A5A">
        <w:rPr>
          <w:szCs w:val="24"/>
        </w:rPr>
        <w:t xml:space="preserve"> 202</w:t>
      </w:r>
      <w:r>
        <w:rPr>
          <w:szCs w:val="24"/>
        </w:rPr>
        <w:t>4</w:t>
      </w:r>
      <w:r w:rsidRPr="00757A5A">
        <w:rPr>
          <w:szCs w:val="24"/>
        </w:rPr>
        <w:t xml:space="preserve"> года учтено </w:t>
      </w:r>
      <w:r w:rsidRPr="0063707D">
        <w:rPr>
          <w:szCs w:val="24"/>
        </w:rPr>
        <w:t>36362</w:t>
      </w:r>
      <w:r>
        <w:rPr>
          <w:szCs w:val="24"/>
        </w:rPr>
        <w:t xml:space="preserve"> </w:t>
      </w:r>
      <w:r w:rsidRPr="00757A5A">
        <w:rPr>
          <w:szCs w:val="24"/>
        </w:rPr>
        <w:t>субъект</w:t>
      </w:r>
      <w:r>
        <w:rPr>
          <w:szCs w:val="24"/>
        </w:rPr>
        <w:t>а</w:t>
      </w:r>
      <w:r w:rsidRPr="00757A5A">
        <w:rPr>
          <w:szCs w:val="24"/>
        </w:rPr>
        <w:t xml:space="preserve"> всех видов экономической</w:t>
      </w:r>
      <w:r>
        <w:rPr>
          <w:szCs w:val="24"/>
        </w:rPr>
        <w:t xml:space="preserve"> деятельности и организационно-правовых форм.</w:t>
      </w:r>
    </w:p>
    <w:p w14:paraId="6902AA4B" w14:textId="77777777" w:rsidR="0078331C" w:rsidRDefault="0078331C" w:rsidP="0078331C">
      <w:pPr>
        <w:spacing w:before="120"/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1)</w:t>
      </w:r>
      <w:r>
        <w:rPr>
          <w:sz w:val="18"/>
          <w:szCs w:val="18"/>
        </w:rPr>
        <w:t>по данным государственной регистрации</w:t>
      </w:r>
    </w:p>
    <w:p w14:paraId="6A7A1849" w14:textId="77777777" w:rsidR="0078331C" w:rsidRDefault="0078331C" w:rsidP="0078331C">
      <w:pPr>
        <w:ind w:firstLine="720"/>
        <w:rPr>
          <w:szCs w:val="24"/>
        </w:rPr>
      </w:pPr>
    </w:p>
    <w:p w14:paraId="755354FD" w14:textId="77777777" w:rsidR="0078331C" w:rsidRPr="00F75F14" w:rsidRDefault="0078331C" w:rsidP="00BA2DAE">
      <w:pPr>
        <w:pStyle w:val="3"/>
        <w:spacing w:after="240"/>
        <w:rPr>
          <w:bCs/>
          <w:sz w:val="20"/>
        </w:rPr>
      </w:pPr>
      <w:bookmarkStart w:id="149" w:name="_Toc378601367"/>
      <w:bookmarkStart w:id="150" w:name="_Toc95817004"/>
      <w:bookmarkStart w:id="151" w:name="_Toc127178042"/>
      <w:bookmarkStart w:id="152" w:name="_Toc181255940"/>
      <w:r w:rsidRPr="00F75F14">
        <w:rPr>
          <w:bCs/>
          <w:szCs w:val="24"/>
        </w:rPr>
        <w:t xml:space="preserve">Распределение организаций </w:t>
      </w:r>
      <w:r w:rsidRPr="00F75F14">
        <w:rPr>
          <w:bCs/>
          <w:szCs w:val="24"/>
        </w:rPr>
        <w:br/>
        <w:t>по видам экономической деятельности</w:t>
      </w:r>
      <w:bookmarkEnd w:id="149"/>
      <w:bookmarkEnd w:id="150"/>
      <w:bookmarkEnd w:id="151"/>
      <w:r w:rsidRPr="00F75F14">
        <w:rPr>
          <w:bCs/>
          <w:szCs w:val="24"/>
        </w:rPr>
        <w:br/>
        <w:t>на 1 октября 2024 года</w:t>
      </w:r>
      <w:bookmarkEnd w:id="152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65"/>
        <w:gridCol w:w="1137"/>
        <w:gridCol w:w="1135"/>
        <w:gridCol w:w="1134"/>
      </w:tblGrid>
      <w:tr w:rsidR="0078331C" w:rsidRPr="00CD39E1" w14:paraId="7DC688FD" w14:textId="77777777" w:rsidTr="0078331C">
        <w:trPr>
          <w:trHeight w:val="283"/>
          <w:jc w:val="center"/>
        </w:trPr>
        <w:tc>
          <w:tcPr>
            <w:tcW w:w="5665" w:type="dxa"/>
            <w:vMerge w:val="restart"/>
            <w:shd w:val="clear" w:color="auto" w:fill="auto"/>
            <w:vAlign w:val="center"/>
          </w:tcPr>
          <w:p w14:paraId="1F15F67D" w14:textId="77777777" w:rsidR="0078331C" w:rsidRPr="004E0A9C" w:rsidRDefault="0078331C" w:rsidP="0078331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137" w:type="dxa"/>
            <w:vMerge w:val="restart"/>
            <w:shd w:val="clear" w:color="auto" w:fill="auto"/>
            <w:noWrap/>
            <w:vAlign w:val="center"/>
          </w:tcPr>
          <w:p w14:paraId="289DE910" w14:textId="77777777" w:rsidR="0078331C" w:rsidRPr="00CD39E1" w:rsidRDefault="0078331C" w:rsidP="0078331C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CD39E1">
              <w:rPr>
                <w:b/>
                <w:sz w:val="20"/>
              </w:rPr>
              <w:t>Количество</w:t>
            </w:r>
            <w:r>
              <w:rPr>
                <w:b/>
                <w:sz w:val="20"/>
              </w:rPr>
              <w:t xml:space="preserve"> </w:t>
            </w:r>
            <w:proofErr w:type="spellStart"/>
            <w:proofErr w:type="gramStart"/>
            <w:r w:rsidRPr="00CD39E1">
              <w:rPr>
                <w:b/>
                <w:sz w:val="20"/>
              </w:rPr>
              <w:t>органи</w:t>
            </w:r>
            <w:r>
              <w:rPr>
                <w:b/>
                <w:sz w:val="20"/>
              </w:rPr>
              <w:t>-</w:t>
            </w:r>
            <w:r w:rsidRPr="00CD39E1">
              <w:rPr>
                <w:b/>
                <w:sz w:val="20"/>
              </w:rPr>
              <w:t>заций</w:t>
            </w:r>
            <w:proofErr w:type="spellEnd"/>
            <w:proofErr w:type="gramEnd"/>
            <w:r w:rsidRPr="00CD39E1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</w:r>
            <w:r w:rsidRPr="00CD39E1">
              <w:rPr>
                <w:b/>
                <w:sz w:val="20"/>
              </w:rPr>
              <w:t>ед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269" w:type="dxa"/>
            <w:gridSpan w:val="2"/>
            <w:shd w:val="clear" w:color="auto" w:fill="auto"/>
            <w:noWrap/>
            <w:vAlign w:val="center"/>
          </w:tcPr>
          <w:p w14:paraId="4D02C182" w14:textId="77777777" w:rsidR="0078331C" w:rsidRPr="00CD39E1" w:rsidRDefault="0078331C" w:rsidP="0078331C">
            <w:pPr>
              <w:ind w:left="-85" w:right="-85"/>
              <w:jc w:val="center"/>
              <w:rPr>
                <w:b/>
                <w:color w:val="000000"/>
                <w:sz w:val="20"/>
              </w:rPr>
            </w:pPr>
            <w:proofErr w:type="gramStart"/>
            <w:r>
              <w:rPr>
                <w:b/>
                <w:color w:val="000000"/>
                <w:sz w:val="20"/>
              </w:rPr>
              <w:t>В</w:t>
            </w:r>
            <w:r w:rsidRPr="00CD39E1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 xml:space="preserve"> </w:t>
            </w:r>
            <w:r w:rsidRPr="00CD39E1">
              <w:rPr>
                <w:b/>
                <w:color w:val="000000"/>
                <w:sz w:val="20"/>
              </w:rPr>
              <w:t>%</w:t>
            </w:r>
            <w:proofErr w:type="gramEnd"/>
            <w:r>
              <w:rPr>
                <w:b/>
                <w:color w:val="000000"/>
                <w:sz w:val="20"/>
              </w:rPr>
              <w:t xml:space="preserve"> </w:t>
            </w:r>
            <w:r w:rsidRPr="00CD39E1">
              <w:rPr>
                <w:b/>
                <w:color w:val="000000"/>
                <w:sz w:val="20"/>
              </w:rPr>
              <w:t xml:space="preserve"> к</w:t>
            </w:r>
          </w:p>
        </w:tc>
      </w:tr>
      <w:tr w:rsidR="0078331C" w:rsidRPr="00CD39E1" w14:paraId="6CA2041D" w14:textId="77777777" w:rsidTr="0078331C">
        <w:trPr>
          <w:trHeight w:val="227"/>
          <w:jc w:val="center"/>
        </w:trPr>
        <w:tc>
          <w:tcPr>
            <w:tcW w:w="5665" w:type="dxa"/>
            <w:vMerge/>
            <w:shd w:val="clear" w:color="auto" w:fill="auto"/>
            <w:vAlign w:val="center"/>
          </w:tcPr>
          <w:p w14:paraId="44826046" w14:textId="77777777" w:rsidR="0078331C" w:rsidRPr="00CD39E1" w:rsidRDefault="0078331C" w:rsidP="0078331C">
            <w:pPr>
              <w:jc w:val="center"/>
              <w:rPr>
                <w:b/>
                <w:bCs/>
                <w:color w:val="000000"/>
                <w:sz w:val="20"/>
                <w:lang w:val="en-US"/>
              </w:rPr>
            </w:pPr>
          </w:p>
        </w:tc>
        <w:tc>
          <w:tcPr>
            <w:tcW w:w="1137" w:type="dxa"/>
            <w:vMerge/>
            <w:shd w:val="clear" w:color="auto" w:fill="auto"/>
            <w:noWrap/>
            <w:vAlign w:val="center"/>
          </w:tcPr>
          <w:p w14:paraId="58B43BC3" w14:textId="77777777" w:rsidR="0078331C" w:rsidRPr="00CD39E1" w:rsidRDefault="0078331C" w:rsidP="0078331C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35" w:type="dxa"/>
            <w:shd w:val="clear" w:color="auto" w:fill="auto"/>
            <w:noWrap/>
            <w:vAlign w:val="center"/>
          </w:tcPr>
          <w:p w14:paraId="15659BFB" w14:textId="77777777" w:rsidR="0078331C" w:rsidRDefault="0078331C" w:rsidP="0078331C">
            <w:pPr>
              <w:ind w:left="-85" w:right="-85"/>
              <w:jc w:val="center"/>
              <w:rPr>
                <w:b/>
                <w:color w:val="000000"/>
                <w:sz w:val="20"/>
              </w:rPr>
            </w:pPr>
            <w:r w:rsidRPr="00CD39E1">
              <w:rPr>
                <w:b/>
                <w:color w:val="000000"/>
                <w:sz w:val="20"/>
              </w:rPr>
              <w:t>итогу</w:t>
            </w:r>
          </w:p>
        </w:tc>
        <w:tc>
          <w:tcPr>
            <w:tcW w:w="1134" w:type="dxa"/>
            <w:vAlign w:val="center"/>
          </w:tcPr>
          <w:p w14:paraId="761DB47D" w14:textId="46E8A021" w:rsidR="0078331C" w:rsidRPr="00CD39E1" w:rsidRDefault="0078331C" w:rsidP="0078331C">
            <w:pPr>
              <w:ind w:left="-85" w:right="-85"/>
              <w:jc w:val="center"/>
              <w:rPr>
                <w:b/>
                <w:sz w:val="20"/>
              </w:rPr>
            </w:pPr>
            <w:r w:rsidRPr="00CD39E1">
              <w:rPr>
                <w:b/>
                <w:sz w:val="20"/>
              </w:rPr>
              <w:t xml:space="preserve">количеству </w:t>
            </w:r>
            <w:proofErr w:type="spellStart"/>
            <w:proofErr w:type="gramStart"/>
            <w:r w:rsidRPr="00CD39E1">
              <w:rPr>
                <w:b/>
                <w:sz w:val="20"/>
              </w:rPr>
              <w:t>органи</w:t>
            </w:r>
            <w:r>
              <w:rPr>
                <w:b/>
                <w:sz w:val="20"/>
              </w:rPr>
              <w:t>-</w:t>
            </w:r>
            <w:r w:rsidRPr="00CD39E1">
              <w:rPr>
                <w:b/>
                <w:sz w:val="20"/>
              </w:rPr>
              <w:t>заций</w:t>
            </w:r>
            <w:proofErr w:type="spellEnd"/>
            <w:proofErr w:type="gramEnd"/>
            <w:r w:rsidRPr="00CD39E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  <w:t>на 1 октября</w:t>
            </w:r>
            <w:r w:rsidRPr="00CD39E1">
              <w:rPr>
                <w:b/>
                <w:sz w:val="20"/>
              </w:rPr>
              <w:t xml:space="preserve"> 20</w:t>
            </w:r>
            <w:r>
              <w:rPr>
                <w:b/>
                <w:sz w:val="20"/>
              </w:rPr>
              <w:t>23</w:t>
            </w:r>
          </w:p>
        </w:tc>
      </w:tr>
      <w:tr w:rsidR="0078331C" w:rsidRPr="00CD39E1" w14:paraId="1112EAE5" w14:textId="77777777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14:paraId="1E84AB2C" w14:textId="77777777" w:rsidR="0078331C" w:rsidRPr="00BB1191" w:rsidRDefault="0078331C" w:rsidP="0078331C">
            <w:pPr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137" w:type="dxa"/>
            <w:shd w:val="clear" w:color="auto" w:fill="auto"/>
            <w:noWrap/>
            <w:vAlign w:val="bottom"/>
            <w:hideMark/>
          </w:tcPr>
          <w:p w14:paraId="62A77A58" w14:textId="56BCDF2A" w:rsidR="0078331C" w:rsidRPr="004F1F1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1C4EC9">
              <w:rPr>
                <w:b/>
                <w:bCs/>
                <w:color w:val="000000"/>
                <w:sz w:val="20"/>
              </w:rPr>
              <w:t>11733</w:t>
            </w:r>
          </w:p>
        </w:tc>
        <w:tc>
          <w:tcPr>
            <w:tcW w:w="1135" w:type="dxa"/>
            <w:shd w:val="clear" w:color="auto" w:fill="auto"/>
            <w:noWrap/>
            <w:vAlign w:val="bottom"/>
            <w:hideMark/>
          </w:tcPr>
          <w:p w14:paraId="4E0D671F" w14:textId="35F8072B" w:rsidR="0078331C" w:rsidRPr="004F1F1D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500CE8">
              <w:rPr>
                <w:b/>
                <w:bCs/>
                <w:color w:val="000000"/>
                <w:sz w:val="20"/>
              </w:rPr>
              <w:t>100</w:t>
            </w:r>
          </w:p>
        </w:tc>
        <w:tc>
          <w:tcPr>
            <w:tcW w:w="1134" w:type="dxa"/>
            <w:vAlign w:val="bottom"/>
          </w:tcPr>
          <w:p w14:paraId="7339F257" w14:textId="009927AB" w:rsidR="0078331C" w:rsidRPr="00F04E2A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 w:rsidRPr="00BE5C97">
              <w:rPr>
                <w:b/>
                <w:bCs/>
                <w:color w:val="000000"/>
                <w:sz w:val="20"/>
              </w:rPr>
              <w:t>96,4</w:t>
            </w:r>
          </w:p>
        </w:tc>
      </w:tr>
      <w:tr w:rsidR="0078331C" w:rsidRPr="00CD39E1" w14:paraId="6B6B9469" w14:textId="77777777" w:rsidTr="0078331C">
        <w:trPr>
          <w:trHeight w:val="227"/>
          <w:jc w:val="center"/>
        </w:trPr>
        <w:tc>
          <w:tcPr>
            <w:tcW w:w="9071" w:type="dxa"/>
            <w:gridSpan w:val="4"/>
            <w:shd w:val="clear" w:color="auto" w:fill="auto"/>
            <w:vAlign w:val="bottom"/>
            <w:hideMark/>
          </w:tcPr>
          <w:p w14:paraId="1DCA0D43" w14:textId="77777777" w:rsidR="0078331C" w:rsidRPr="00BB1191" w:rsidRDefault="0078331C" w:rsidP="0078331C">
            <w:pPr>
              <w:ind w:left="340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из них</w:t>
            </w:r>
            <w:r w:rsidRPr="00CD39E1">
              <w:rPr>
                <w:b/>
                <w:bCs/>
                <w:color w:val="000000"/>
                <w:sz w:val="20"/>
              </w:rPr>
              <w:t>:</w:t>
            </w:r>
          </w:p>
        </w:tc>
      </w:tr>
      <w:tr w:rsidR="0078331C" w:rsidRPr="00CD39E1" w14:paraId="473DFCBD" w14:textId="77777777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14:paraId="19296E84" w14:textId="77777777"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с</w:t>
            </w:r>
            <w:r w:rsidRPr="00CD39E1">
              <w:rPr>
                <w:b/>
                <w:bCs/>
                <w:color w:val="000000"/>
                <w:sz w:val="20"/>
              </w:rPr>
              <w:t>ел</w:t>
            </w:r>
            <w:r>
              <w:rPr>
                <w:b/>
                <w:bCs/>
                <w:color w:val="000000"/>
                <w:sz w:val="20"/>
              </w:rPr>
              <w:t xml:space="preserve">ьское, лесное хозяйство, охота,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CD39E1">
              <w:rPr>
                <w:b/>
                <w:bCs/>
                <w:color w:val="000000"/>
                <w:sz w:val="20"/>
              </w:rPr>
              <w:t>рыболовство и рыбоводство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14:paraId="658186DB" w14:textId="7234138A" w:rsidR="0078331C" w:rsidRPr="00581BAA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449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14:paraId="351F75A6" w14:textId="3EFFE268"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3,8</w:t>
            </w:r>
          </w:p>
        </w:tc>
        <w:tc>
          <w:tcPr>
            <w:tcW w:w="1134" w:type="dxa"/>
            <w:vAlign w:val="bottom"/>
          </w:tcPr>
          <w:p w14:paraId="12F11EF9" w14:textId="5B39EA93"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97</w:t>
            </w:r>
            <w:r w:rsidR="00CC5C5D">
              <w:rPr>
                <w:b/>
                <w:bCs/>
                <w:color w:val="000000"/>
                <w:sz w:val="20"/>
              </w:rPr>
              <w:t>,0</w:t>
            </w:r>
          </w:p>
        </w:tc>
      </w:tr>
      <w:tr w:rsidR="0078331C" w:rsidRPr="00CD39E1" w14:paraId="4E817F15" w14:textId="77777777" w:rsidTr="0078331C">
        <w:trPr>
          <w:trHeight w:val="227"/>
          <w:jc w:val="center"/>
        </w:trPr>
        <w:tc>
          <w:tcPr>
            <w:tcW w:w="9071" w:type="dxa"/>
            <w:gridSpan w:val="4"/>
            <w:shd w:val="clear" w:color="auto" w:fill="auto"/>
            <w:vAlign w:val="bottom"/>
            <w:hideMark/>
          </w:tcPr>
          <w:p w14:paraId="3015C709" w14:textId="77777777" w:rsidR="0078331C" w:rsidRPr="00BB1191" w:rsidRDefault="0078331C" w:rsidP="0078331C">
            <w:pPr>
              <w:ind w:left="454"/>
              <w:jc w:val="left"/>
              <w:rPr>
                <w:b/>
                <w:color w:val="000000"/>
                <w:sz w:val="20"/>
              </w:rPr>
            </w:pPr>
            <w:r w:rsidRPr="00CD39E1">
              <w:rPr>
                <w:b/>
                <w:bCs/>
                <w:color w:val="000000"/>
                <w:sz w:val="20"/>
              </w:rPr>
              <w:t>в том числе</w:t>
            </w:r>
          </w:p>
        </w:tc>
      </w:tr>
      <w:tr w:rsidR="0078331C" w:rsidRPr="00CD39E1" w14:paraId="2413AAB6" w14:textId="77777777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14:paraId="58F52829" w14:textId="77777777" w:rsidR="0078331C" w:rsidRPr="00CD39E1" w:rsidRDefault="0078331C" w:rsidP="0078331C">
            <w:pPr>
              <w:ind w:left="227"/>
              <w:jc w:val="left"/>
              <w:rPr>
                <w:b/>
                <w:color w:val="000000"/>
                <w:sz w:val="20"/>
              </w:rPr>
            </w:pPr>
            <w:r w:rsidRPr="00CD39E1">
              <w:rPr>
                <w:b/>
                <w:color w:val="000000"/>
                <w:sz w:val="20"/>
              </w:rPr>
              <w:t>рыболовство и рыбоводство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14:paraId="50129D70" w14:textId="1E0AE070" w:rsidR="0078331C" w:rsidRPr="0001200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139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14:paraId="752EA4C8" w14:textId="13C7812C"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1,2</w:t>
            </w:r>
          </w:p>
        </w:tc>
        <w:tc>
          <w:tcPr>
            <w:tcW w:w="1134" w:type="dxa"/>
            <w:vAlign w:val="bottom"/>
          </w:tcPr>
          <w:p w14:paraId="1974775B" w14:textId="1CC44ECD" w:rsidR="0078331C" w:rsidRPr="00861168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</w:t>
            </w:r>
            <w:r w:rsidR="00CC5C5D">
              <w:rPr>
                <w:b/>
                <w:bCs/>
                <w:color w:val="000000"/>
                <w:sz w:val="20"/>
              </w:rPr>
              <w:t>,0</w:t>
            </w:r>
          </w:p>
        </w:tc>
      </w:tr>
      <w:tr w:rsidR="0078331C" w:rsidRPr="00CD39E1" w14:paraId="5CB01D66" w14:textId="77777777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14:paraId="2188DAFD" w14:textId="77777777"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добыча полезных ископаемых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14:paraId="1A45F1B5" w14:textId="4A6A4E46" w:rsidR="0078331C" w:rsidRPr="0001200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 w:rsidRPr="00CE59B4">
              <w:rPr>
                <w:b/>
                <w:bCs/>
                <w:color w:val="000000"/>
                <w:sz w:val="20"/>
              </w:rPr>
              <w:t>4</w:t>
            </w:r>
            <w:r>
              <w:rPr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14:paraId="08565F69" w14:textId="052FBA3E"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0,4</w:t>
            </w:r>
          </w:p>
        </w:tc>
        <w:tc>
          <w:tcPr>
            <w:tcW w:w="1134" w:type="dxa"/>
            <w:vAlign w:val="bottom"/>
          </w:tcPr>
          <w:p w14:paraId="7496EA86" w14:textId="4924B1B5"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102,2</w:t>
            </w:r>
          </w:p>
        </w:tc>
      </w:tr>
      <w:tr w:rsidR="0078331C" w:rsidRPr="00CD39E1" w14:paraId="715A5B9C" w14:textId="77777777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14:paraId="6B64C2AB" w14:textId="77777777"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</w:t>
            </w:r>
            <w:r w:rsidRPr="005D5486">
              <w:rPr>
                <w:b/>
                <w:bCs/>
                <w:color w:val="000000"/>
                <w:sz w:val="20"/>
              </w:rPr>
              <w:t xml:space="preserve">брабатывающие </w:t>
            </w:r>
            <w:r>
              <w:rPr>
                <w:b/>
                <w:bCs/>
                <w:color w:val="000000"/>
                <w:sz w:val="20"/>
              </w:rPr>
              <w:t>производства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14:paraId="138D1A8D" w14:textId="7CE13274" w:rsidR="0078331C" w:rsidRPr="0001200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734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14:paraId="27405397" w14:textId="1480DCAF"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FB5F66">
              <w:rPr>
                <w:b/>
                <w:bCs/>
                <w:color w:val="000000"/>
                <w:sz w:val="20"/>
              </w:rPr>
              <w:t>6,3</w:t>
            </w:r>
          </w:p>
        </w:tc>
        <w:tc>
          <w:tcPr>
            <w:tcW w:w="1134" w:type="dxa"/>
            <w:vAlign w:val="bottom"/>
          </w:tcPr>
          <w:p w14:paraId="69D37C74" w14:textId="20C2A4D5"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91,6</w:t>
            </w:r>
          </w:p>
        </w:tc>
      </w:tr>
      <w:tr w:rsidR="0078331C" w:rsidRPr="00CD39E1" w14:paraId="5B15259A" w14:textId="77777777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14:paraId="327957F9" w14:textId="77777777"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</w:t>
            </w:r>
            <w:r w:rsidRPr="00CD39E1">
              <w:rPr>
                <w:b/>
                <w:bCs/>
                <w:color w:val="000000"/>
                <w:sz w:val="20"/>
              </w:rPr>
              <w:t>беспечение электрической энергией, газом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CD39E1">
              <w:rPr>
                <w:b/>
                <w:bCs/>
                <w:color w:val="000000"/>
                <w:sz w:val="20"/>
              </w:rPr>
              <w:t>и паром; кондиционирование воздуха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14:paraId="7430BF4D" w14:textId="66F67118" w:rsidR="0078331C" w:rsidRPr="0001200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77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14:paraId="0D27D0A1" w14:textId="792A0029"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FB5F66">
              <w:rPr>
                <w:b/>
                <w:bCs/>
                <w:color w:val="000000"/>
                <w:sz w:val="20"/>
              </w:rPr>
              <w:t>0,7</w:t>
            </w:r>
          </w:p>
        </w:tc>
        <w:tc>
          <w:tcPr>
            <w:tcW w:w="1134" w:type="dxa"/>
            <w:vAlign w:val="bottom"/>
          </w:tcPr>
          <w:p w14:paraId="4B7B7A71" w14:textId="6C2F653E"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102,7</w:t>
            </w:r>
          </w:p>
        </w:tc>
      </w:tr>
      <w:tr w:rsidR="0078331C" w:rsidRPr="00CD39E1" w14:paraId="4BBCA9B4" w14:textId="77777777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14:paraId="55507C01" w14:textId="77777777"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в</w:t>
            </w:r>
            <w:r w:rsidRPr="00CD39E1">
              <w:rPr>
                <w:b/>
                <w:bCs/>
                <w:color w:val="000000"/>
                <w:sz w:val="20"/>
              </w:rPr>
              <w:t xml:space="preserve">одоснабжение; водоотведение,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CD39E1">
              <w:rPr>
                <w:b/>
                <w:bCs/>
                <w:color w:val="000000"/>
                <w:sz w:val="20"/>
              </w:rPr>
              <w:t>организация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CD39E1">
              <w:rPr>
                <w:b/>
                <w:bCs/>
                <w:color w:val="000000"/>
                <w:sz w:val="20"/>
              </w:rPr>
              <w:t>сбора и у</w:t>
            </w:r>
            <w:r>
              <w:rPr>
                <w:b/>
                <w:bCs/>
                <w:color w:val="000000"/>
                <w:sz w:val="20"/>
              </w:rPr>
              <w:t xml:space="preserve">тилизации отходов, </w:t>
            </w:r>
            <w:r>
              <w:rPr>
                <w:b/>
                <w:bCs/>
                <w:color w:val="000000"/>
                <w:sz w:val="20"/>
              </w:rPr>
              <w:br/>
              <w:t xml:space="preserve">деятельность </w:t>
            </w:r>
            <w:r w:rsidRPr="00CD39E1">
              <w:rPr>
                <w:b/>
                <w:bCs/>
                <w:color w:val="000000"/>
                <w:sz w:val="20"/>
              </w:rPr>
              <w:t>по ликвидации загрязнений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14:paraId="0BB22442" w14:textId="0A6107C4" w:rsidR="0078331C" w:rsidRPr="00CE59B4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14:paraId="4C25AF0C" w14:textId="3C324E54"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FB5F66">
              <w:rPr>
                <w:b/>
                <w:bCs/>
                <w:color w:val="000000"/>
                <w:sz w:val="20"/>
              </w:rPr>
              <w:t>0,9</w:t>
            </w:r>
          </w:p>
        </w:tc>
        <w:tc>
          <w:tcPr>
            <w:tcW w:w="1134" w:type="dxa"/>
            <w:vAlign w:val="bottom"/>
          </w:tcPr>
          <w:p w14:paraId="5CB94C9A" w14:textId="51C5B179"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94,4</w:t>
            </w:r>
          </w:p>
        </w:tc>
      </w:tr>
      <w:tr w:rsidR="0078331C" w:rsidRPr="00CD39E1" w14:paraId="19E0763C" w14:textId="77777777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14:paraId="1FC73E9A" w14:textId="77777777"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с</w:t>
            </w:r>
            <w:r w:rsidRPr="005D5486">
              <w:rPr>
                <w:b/>
                <w:bCs/>
                <w:color w:val="000000"/>
                <w:sz w:val="20"/>
              </w:rPr>
              <w:t>троительство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14:paraId="39B9561D" w14:textId="46EC7C43" w:rsidR="0078331C" w:rsidRPr="00CF2C3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1175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14:paraId="16296AE8" w14:textId="24059FEB"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500CE8">
              <w:rPr>
                <w:b/>
                <w:bCs/>
                <w:color w:val="000000"/>
                <w:sz w:val="20"/>
              </w:rPr>
              <w:t>10</w:t>
            </w:r>
          </w:p>
        </w:tc>
        <w:tc>
          <w:tcPr>
            <w:tcW w:w="1134" w:type="dxa"/>
            <w:vAlign w:val="bottom"/>
          </w:tcPr>
          <w:p w14:paraId="4DF70DFD" w14:textId="2BAA86A3"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97,7</w:t>
            </w:r>
          </w:p>
        </w:tc>
      </w:tr>
      <w:tr w:rsidR="0078331C" w:rsidRPr="00CD39E1" w14:paraId="1D8BB5E6" w14:textId="77777777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14:paraId="53248EAC" w14:textId="77777777"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т</w:t>
            </w:r>
            <w:r w:rsidRPr="00CD39E1">
              <w:rPr>
                <w:b/>
                <w:bCs/>
                <w:color w:val="000000"/>
                <w:sz w:val="20"/>
              </w:rPr>
              <w:t xml:space="preserve">орговля оптовая и розничная;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CD39E1">
              <w:rPr>
                <w:b/>
                <w:bCs/>
                <w:color w:val="000000"/>
                <w:sz w:val="20"/>
              </w:rPr>
              <w:t>ремонт автотранспортных средств и мотоциклов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14:paraId="3C824323" w14:textId="283428EA" w:rsidR="0078331C" w:rsidRPr="0001200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2272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14:paraId="6C5669B5" w14:textId="00A4D957"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FB5F66">
              <w:rPr>
                <w:b/>
                <w:bCs/>
                <w:color w:val="000000"/>
                <w:sz w:val="20"/>
              </w:rPr>
              <w:t>19,4</w:t>
            </w:r>
          </w:p>
        </w:tc>
        <w:tc>
          <w:tcPr>
            <w:tcW w:w="1134" w:type="dxa"/>
            <w:vAlign w:val="bottom"/>
          </w:tcPr>
          <w:p w14:paraId="4A223658" w14:textId="237EC2B5"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91</w:t>
            </w:r>
            <w:r w:rsidR="00CC5C5D">
              <w:rPr>
                <w:b/>
                <w:bCs/>
                <w:color w:val="000000"/>
                <w:sz w:val="20"/>
              </w:rPr>
              <w:t>,0</w:t>
            </w:r>
          </w:p>
        </w:tc>
      </w:tr>
      <w:tr w:rsidR="0078331C" w:rsidRPr="00CD39E1" w14:paraId="0FAD7621" w14:textId="77777777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14:paraId="13CDE990" w14:textId="77777777"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транспортировка и хранение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14:paraId="5D85E4D8" w14:textId="42E3E27B" w:rsidR="0078331C" w:rsidRPr="0001200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770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14:paraId="74A920C3" w14:textId="7C0B53CE"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500CE8">
              <w:rPr>
                <w:b/>
                <w:bCs/>
                <w:color w:val="000000"/>
                <w:sz w:val="20"/>
              </w:rPr>
              <w:t>6,6</w:t>
            </w:r>
          </w:p>
        </w:tc>
        <w:tc>
          <w:tcPr>
            <w:tcW w:w="1134" w:type="dxa"/>
            <w:vAlign w:val="bottom"/>
          </w:tcPr>
          <w:p w14:paraId="175AC111" w14:textId="28C83C0A"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101,6</w:t>
            </w:r>
          </w:p>
        </w:tc>
      </w:tr>
      <w:tr w:rsidR="0078331C" w:rsidRPr="00CD39E1" w14:paraId="39383BCD" w14:textId="77777777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14:paraId="0C99985F" w14:textId="77777777"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</w:t>
            </w:r>
            <w:r w:rsidRPr="00CD39E1">
              <w:rPr>
                <w:b/>
                <w:bCs/>
                <w:color w:val="000000"/>
                <w:sz w:val="20"/>
              </w:rPr>
              <w:t xml:space="preserve">еятельность гостиниц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CD39E1">
              <w:rPr>
                <w:b/>
                <w:bCs/>
                <w:color w:val="000000"/>
                <w:sz w:val="20"/>
              </w:rPr>
              <w:t>и предприятий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CD39E1">
              <w:rPr>
                <w:b/>
                <w:bCs/>
                <w:color w:val="000000"/>
                <w:sz w:val="20"/>
              </w:rPr>
              <w:t>общественного питания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14:paraId="7B7739D1" w14:textId="28D5C0C4" w:rsidR="0078331C" w:rsidRPr="00CF2C3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381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14:paraId="27F207CE" w14:textId="5C15D0AD"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500CE8">
              <w:rPr>
                <w:b/>
                <w:bCs/>
                <w:color w:val="000000"/>
                <w:sz w:val="20"/>
              </w:rPr>
              <w:t>3,2</w:t>
            </w:r>
          </w:p>
        </w:tc>
        <w:tc>
          <w:tcPr>
            <w:tcW w:w="1134" w:type="dxa"/>
            <w:vAlign w:val="bottom"/>
          </w:tcPr>
          <w:p w14:paraId="0B222D80" w14:textId="5325FA87"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96,5</w:t>
            </w:r>
          </w:p>
        </w:tc>
      </w:tr>
      <w:tr w:rsidR="0078331C" w:rsidRPr="00CD39E1" w14:paraId="4E0B066C" w14:textId="77777777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14:paraId="3D5AF912" w14:textId="77777777"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</w:t>
            </w:r>
            <w:r w:rsidRPr="00CD39E1">
              <w:rPr>
                <w:b/>
                <w:bCs/>
                <w:color w:val="000000"/>
                <w:sz w:val="20"/>
              </w:rPr>
              <w:t>еятельность в области информации и связи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14:paraId="6611F9F5" w14:textId="3A4E7E17" w:rsidR="0078331C" w:rsidRPr="00CF2C3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300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14:paraId="5AAF24B6" w14:textId="160BEF91"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500CE8">
              <w:rPr>
                <w:b/>
                <w:bCs/>
                <w:color w:val="000000"/>
                <w:sz w:val="20"/>
              </w:rPr>
              <w:t>2,5</w:t>
            </w:r>
          </w:p>
        </w:tc>
        <w:tc>
          <w:tcPr>
            <w:tcW w:w="1134" w:type="dxa"/>
            <w:vAlign w:val="bottom"/>
          </w:tcPr>
          <w:p w14:paraId="0C204BDD" w14:textId="1690C03A"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</w:t>
            </w:r>
            <w:r w:rsidR="00CC5C5D">
              <w:rPr>
                <w:b/>
                <w:bCs/>
                <w:color w:val="000000"/>
                <w:sz w:val="20"/>
              </w:rPr>
              <w:t>,0</w:t>
            </w:r>
          </w:p>
        </w:tc>
      </w:tr>
      <w:tr w:rsidR="0078331C" w:rsidRPr="00CD39E1" w14:paraId="1E539C72" w14:textId="77777777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14:paraId="18022C5D" w14:textId="77777777"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деятельность финансовая и страховая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14:paraId="266C9812" w14:textId="50EA3D6B" w:rsidR="0078331C" w:rsidRPr="00CF2C3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170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14:paraId="2F12AB6E" w14:textId="3A6C9C89"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FB5F66">
              <w:rPr>
                <w:b/>
                <w:bCs/>
                <w:color w:val="000000"/>
                <w:sz w:val="20"/>
              </w:rPr>
              <w:t>1,4</w:t>
            </w:r>
          </w:p>
        </w:tc>
        <w:tc>
          <w:tcPr>
            <w:tcW w:w="1134" w:type="dxa"/>
            <w:vAlign w:val="bottom"/>
          </w:tcPr>
          <w:p w14:paraId="7A4759F9" w14:textId="5E283F51"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92,9</w:t>
            </w:r>
          </w:p>
        </w:tc>
      </w:tr>
      <w:tr w:rsidR="0078331C" w:rsidRPr="00CD39E1" w14:paraId="173048F9" w14:textId="77777777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14:paraId="08A585FA" w14:textId="77777777"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</w:t>
            </w:r>
            <w:r w:rsidRPr="00CD39E1">
              <w:rPr>
                <w:b/>
                <w:bCs/>
                <w:color w:val="000000"/>
                <w:sz w:val="20"/>
              </w:rPr>
              <w:t>еятельность по операциям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CD39E1">
              <w:rPr>
                <w:b/>
                <w:bCs/>
                <w:color w:val="000000"/>
                <w:sz w:val="20"/>
              </w:rPr>
              <w:t>с недвижимым имуществом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14:paraId="51118303" w14:textId="4DD56260" w:rsidR="0078331C" w:rsidRPr="00CF2C3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12</w:t>
            </w:r>
            <w:r>
              <w:rPr>
                <w:b/>
                <w:bCs/>
                <w:color w:val="000000"/>
                <w:sz w:val="20"/>
              </w:rPr>
              <w:t>56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14:paraId="27DBF6F6" w14:textId="42C7BCEE"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FB5F66">
              <w:rPr>
                <w:b/>
                <w:bCs/>
                <w:color w:val="000000"/>
                <w:sz w:val="20"/>
              </w:rPr>
              <w:t>10,7</w:t>
            </w:r>
          </w:p>
        </w:tc>
        <w:tc>
          <w:tcPr>
            <w:tcW w:w="1134" w:type="dxa"/>
            <w:vAlign w:val="bottom"/>
          </w:tcPr>
          <w:p w14:paraId="3C9E1249" w14:textId="55D283F5"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98,3</w:t>
            </w:r>
          </w:p>
        </w:tc>
      </w:tr>
      <w:tr w:rsidR="0078331C" w:rsidRPr="00CD39E1" w14:paraId="08DDE47A" w14:textId="77777777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14:paraId="326C32C1" w14:textId="77777777"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</w:t>
            </w:r>
            <w:r w:rsidRPr="00CD39E1">
              <w:rPr>
                <w:b/>
                <w:bCs/>
                <w:color w:val="000000"/>
                <w:sz w:val="20"/>
              </w:rPr>
              <w:t>еятельность п</w:t>
            </w:r>
            <w:r>
              <w:rPr>
                <w:b/>
                <w:bCs/>
                <w:color w:val="000000"/>
                <w:sz w:val="20"/>
              </w:rPr>
              <w:t xml:space="preserve">рофессиональная, научная </w:t>
            </w:r>
            <w:r w:rsidRPr="00CD39E1">
              <w:rPr>
                <w:b/>
                <w:bCs/>
                <w:color w:val="000000"/>
                <w:sz w:val="20"/>
              </w:rPr>
              <w:t>и техническая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14:paraId="7BE3D5B9" w14:textId="629C8EFB" w:rsidR="0078331C" w:rsidRPr="00096314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814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14:paraId="6E8B2293" w14:textId="72ED35E0"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500CE8">
              <w:rPr>
                <w:b/>
                <w:bCs/>
                <w:color w:val="000000"/>
                <w:sz w:val="20"/>
              </w:rPr>
              <w:t>6,9</w:t>
            </w:r>
          </w:p>
        </w:tc>
        <w:tc>
          <w:tcPr>
            <w:tcW w:w="1134" w:type="dxa"/>
            <w:vAlign w:val="bottom"/>
          </w:tcPr>
          <w:p w14:paraId="6ABA51B8" w14:textId="4BF90941"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95,2</w:t>
            </w:r>
          </w:p>
        </w:tc>
      </w:tr>
      <w:tr w:rsidR="0078331C" w:rsidRPr="00CD39E1" w14:paraId="1C12A28C" w14:textId="77777777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14:paraId="4392CDA0" w14:textId="77777777"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</w:t>
            </w:r>
            <w:r w:rsidRPr="00CD39E1">
              <w:rPr>
                <w:b/>
                <w:bCs/>
                <w:color w:val="000000"/>
                <w:sz w:val="20"/>
              </w:rPr>
              <w:t xml:space="preserve">еятельность административная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CD39E1">
              <w:rPr>
                <w:b/>
                <w:bCs/>
                <w:color w:val="000000"/>
                <w:sz w:val="20"/>
              </w:rPr>
              <w:t>и сопутствующие дополнительные услуги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14:paraId="71E73A87" w14:textId="05A802CA" w:rsidR="0078331C" w:rsidRPr="00096314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445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14:paraId="4EBD5137" w14:textId="55A0F533"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FB5F66">
              <w:rPr>
                <w:b/>
                <w:bCs/>
                <w:color w:val="000000"/>
                <w:sz w:val="20"/>
              </w:rPr>
              <w:t>3,8</w:t>
            </w:r>
          </w:p>
        </w:tc>
        <w:tc>
          <w:tcPr>
            <w:tcW w:w="1134" w:type="dxa"/>
            <w:vAlign w:val="bottom"/>
          </w:tcPr>
          <w:p w14:paraId="4FE194B4" w14:textId="5BC9398C"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94,3</w:t>
            </w:r>
          </w:p>
        </w:tc>
      </w:tr>
      <w:tr w:rsidR="0078331C" w:rsidRPr="00CD39E1" w14:paraId="7B0CC17F" w14:textId="77777777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14:paraId="11F29095" w14:textId="77777777"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г</w:t>
            </w:r>
            <w:r w:rsidRPr="00CD39E1">
              <w:rPr>
                <w:b/>
                <w:bCs/>
                <w:color w:val="000000"/>
                <w:sz w:val="20"/>
              </w:rPr>
              <w:t>осударственное управление и обеспечение военной безопасности; социальное обеспечение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14:paraId="21A14EB1" w14:textId="235585B1" w:rsidR="0078331C" w:rsidRPr="00CF2C3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53</w:t>
            </w:r>
            <w:r>
              <w:rPr>
                <w:b/>
                <w:bCs/>
                <w:color w:val="000000"/>
                <w:sz w:val="20"/>
              </w:rPr>
              <w:t>8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14:paraId="4454965F" w14:textId="6AFF7A61"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FB5F66">
              <w:rPr>
                <w:b/>
                <w:bCs/>
                <w:color w:val="000000"/>
                <w:sz w:val="20"/>
              </w:rPr>
              <w:t>4,6</w:t>
            </w:r>
          </w:p>
        </w:tc>
        <w:tc>
          <w:tcPr>
            <w:tcW w:w="1134" w:type="dxa"/>
            <w:vAlign w:val="bottom"/>
          </w:tcPr>
          <w:p w14:paraId="7C198B95" w14:textId="733FEAE0" w:rsidR="0078331C" w:rsidRPr="0080679F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100</w:t>
            </w:r>
            <w:r w:rsidR="00CC5C5D">
              <w:rPr>
                <w:b/>
                <w:bCs/>
                <w:color w:val="000000"/>
                <w:sz w:val="20"/>
              </w:rPr>
              <w:t>,0</w:t>
            </w:r>
          </w:p>
        </w:tc>
      </w:tr>
      <w:tr w:rsidR="0078331C" w:rsidRPr="00CD39E1" w14:paraId="270EFA89" w14:textId="77777777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14:paraId="33681468" w14:textId="77777777"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образование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14:paraId="3AE3A995" w14:textId="4EF17A7D" w:rsidR="0078331C" w:rsidRPr="00CF2C3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631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14:paraId="4AED7DC3" w14:textId="6C642A6C"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FB5F66">
              <w:rPr>
                <w:b/>
                <w:bCs/>
                <w:color w:val="000000"/>
                <w:sz w:val="20"/>
              </w:rPr>
              <w:t>5,4</w:t>
            </w:r>
          </w:p>
        </w:tc>
        <w:tc>
          <w:tcPr>
            <w:tcW w:w="1134" w:type="dxa"/>
            <w:vAlign w:val="bottom"/>
          </w:tcPr>
          <w:p w14:paraId="13FE8A5E" w14:textId="2B813CA5"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99,5</w:t>
            </w:r>
          </w:p>
        </w:tc>
      </w:tr>
      <w:tr w:rsidR="0078331C" w:rsidRPr="00CD39E1" w14:paraId="09739A84" w14:textId="77777777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14:paraId="04AE3111" w14:textId="77777777"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</w:t>
            </w:r>
            <w:r w:rsidRPr="00CD39E1">
              <w:rPr>
                <w:b/>
                <w:bCs/>
                <w:color w:val="000000"/>
                <w:sz w:val="20"/>
              </w:rPr>
              <w:t>еятель</w:t>
            </w:r>
            <w:r>
              <w:rPr>
                <w:b/>
                <w:bCs/>
                <w:color w:val="000000"/>
                <w:sz w:val="20"/>
              </w:rPr>
              <w:t xml:space="preserve">ность в области здравоохранения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CD39E1">
              <w:rPr>
                <w:b/>
                <w:bCs/>
                <w:color w:val="000000"/>
                <w:sz w:val="20"/>
              </w:rPr>
              <w:t>и социальных услуг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14:paraId="299CFDBE" w14:textId="602DFB6C" w:rsidR="0078331C" w:rsidRPr="00CF2C3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446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14:paraId="06BF2E14" w14:textId="035D3469"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FB5F66">
              <w:rPr>
                <w:b/>
                <w:bCs/>
                <w:color w:val="000000"/>
                <w:sz w:val="20"/>
              </w:rPr>
              <w:t>3,8</w:t>
            </w:r>
          </w:p>
        </w:tc>
        <w:tc>
          <w:tcPr>
            <w:tcW w:w="1134" w:type="dxa"/>
            <w:vAlign w:val="bottom"/>
          </w:tcPr>
          <w:p w14:paraId="6F5776C0" w14:textId="6A71045B"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100,9</w:t>
            </w:r>
          </w:p>
        </w:tc>
      </w:tr>
      <w:tr w:rsidR="0078331C" w:rsidRPr="00CD39E1" w14:paraId="51F8B6EC" w14:textId="77777777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14:paraId="32FB69AF" w14:textId="77777777"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д</w:t>
            </w:r>
            <w:r w:rsidRPr="00CD39E1">
              <w:rPr>
                <w:b/>
                <w:bCs/>
                <w:color w:val="000000"/>
                <w:sz w:val="20"/>
              </w:rPr>
              <w:t xml:space="preserve">еятельность в области культуры, спорта,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CD39E1">
              <w:rPr>
                <w:b/>
                <w:bCs/>
                <w:color w:val="000000"/>
                <w:sz w:val="20"/>
              </w:rPr>
              <w:t>организации досуга и развлечений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14:paraId="72122D19" w14:textId="65DA2031" w:rsidR="0078331C" w:rsidRPr="00096314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2</w:t>
            </w:r>
            <w:r>
              <w:rPr>
                <w:b/>
                <w:bCs/>
                <w:color w:val="000000"/>
                <w:sz w:val="20"/>
              </w:rPr>
              <w:t>78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14:paraId="3E58FFB5" w14:textId="562DC983"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FB5F66">
              <w:rPr>
                <w:b/>
                <w:bCs/>
                <w:color w:val="000000"/>
                <w:sz w:val="20"/>
              </w:rPr>
              <w:t>2,4</w:t>
            </w:r>
          </w:p>
        </w:tc>
        <w:tc>
          <w:tcPr>
            <w:tcW w:w="1134" w:type="dxa"/>
            <w:vAlign w:val="bottom"/>
          </w:tcPr>
          <w:p w14:paraId="7756A4AF" w14:textId="3764038C"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102,2</w:t>
            </w:r>
          </w:p>
        </w:tc>
      </w:tr>
      <w:tr w:rsidR="0078331C" w:rsidRPr="00CD39E1" w14:paraId="277E9283" w14:textId="77777777" w:rsidTr="0078331C">
        <w:trPr>
          <w:trHeight w:val="227"/>
          <w:jc w:val="center"/>
        </w:trPr>
        <w:tc>
          <w:tcPr>
            <w:tcW w:w="5665" w:type="dxa"/>
            <w:shd w:val="clear" w:color="auto" w:fill="auto"/>
            <w:vAlign w:val="bottom"/>
            <w:hideMark/>
          </w:tcPr>
          <w:p w14:paraId="4D8E648F" w14:textId="77777777" w:rsidR="0078331C" w:rsidRPr="00CD39E1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п</w:t>
            </w:r>
            <w:r w:rsidRPr="005D5486">
              <w:rPr>
                <w:b/>
                <w:bCs/>
                <w:color w:val="000000"/>
                <w:sz w:val="20"/>
              </w:rPr>
              <w:t>редоставление прочих в</w:t>
            </w:r>
            <w:r>
              <w:rPr>
                <w:b/>
                <w:bCs/>
                <w:color w:val="000000"/>
                <w:sz w:val="20"/>
              </w:rPr>
              <w:t>идов услуг</w:t>
            </w:r>
          </w:p>
        </w:tc>
        <w:tc>
          <w:tcPr>
            <w:tcW w:w="1137" w:type="dxa"/>
            <w:shd w:val="clear" w:color="auto" w:fill="auto"/>
            <w:noWrap/>
            <w:vAlign w:val="bottom"/>
          </w:tcPr>
          <w:p w14:paraId="6AB4A035" w14:textId="0A681D91" w:rsidR="0078331C" w:rsidRPr="00CF2C3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849</w:t>
            </w:r>
          </w:p>
        </w:tc>
        <w:tc>
          <w:tcPr>
            <w:tcW w:w="1135" w:type="dxa"/>
            <w:shd w:val="clear" w:color="auto" w:fill="auto"/>
            <w:noWrap/>
            <w:vAlign w:val="bottom"/>
          </w:tcPr>
          <w:p w14:paraId="2E72FE6D" w14:textId="41C8058B" w:rsidR="0078331C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7,2</w:t>
            </w:r>
          </w:p>
        </w:tc>
        <w:tc>
          <w:tcPr>
            <w:tcW w:w="1134" w:type="dxa"/>
            <w:vAlign w:val="bottom"/>
          </w:tcPr>
          <w:p w14:paraId="0C976807" w14:textId="02DB586F" w:rsidR="007833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98,3</w:t>
            </w:r>
          </w:p>
        </w:tc>
      </w:tr>
    </w:tbl>
    <w:p w14:paraId="698D7C0F" w14:textId="3DFED384" w:rsidR="0078331C" w:rsidRPr="00417C52" w:rsidRDefault="0078331C" w:rsidP="0078331C">
      <w:pPr>
        <w:pStyle w:val="3"/>
        <w:spacing w:before="240" w:after="240"/>
        <w:rPr>
          <w:sz w:val="20"/>
        </w:rPr>
      </w:pPr>
      <w:bookmarkStart w:id="153" w:name="_Toc149904720"/>
      <w:bookmarkStart w:id="154" w:name="_Toc181255941"/>
      <w:r w:rsidRPr="00417C52">
        <w:rPr>
          <w:szCs w:val="24"/>
        </w:rPr>
        <w:lastRenderedPageBreak/>
        <w:t>Распределение организаций по формам собственности</w:t>
      </w:r>
      <w:r w:rsidRPr="00417C52">
        <w:rPr>
          <w:szCs w:val="24"/>
        </w:rPr>
        <w:br/>
        <w:t>на 1 октября 202</w:t>
      </w:r>
      <w:r>
        <w:rPr>
          <w:szCs w:val="24"/>
        </w:rPr>
        <w:t>4</w:t>
      </w:r>
      <w:r w:rsidRPr="00417C52">
        <w:rPr>
          <w:szCs w:val="24"/>
        </w:rPr>
        <w:t xml:space="preserve"> года</w:t>
      </w:r>
      <w:bookmarkEnd w:id="153"/>
      <w:bookmarkEnd w:id="154"/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5"/>
        <w:gridCol w:w="849"/>
        <w:gridCol w:w="850"/>
        <w:gridCol w:w="851"/>
        <w:gridCol w:w="852"/>
        <w:gridCol w:w="850"/>
        <w:gridCol w:w="850"/>
        <w:gridCol w:w="854"/>
      </w:tblGrid>
      <w:tr w:rsidR="0078331C" w:rsidRPr="00A16FE8" w14:paraId="655BF24B" w14:textId="77777777" w:rsidTr="0078331C">
        <w:trPr>
          <w:cantSplit/>
          <w:trHeight w:val="283"/>
          <w:jc w:val="center"/>
        </w:trPr>
        <w:tc>
          <w:tcPr>
            <w:tcW w:w="3115" w:type="dxa"/>
            <w:vMerge w:val="restart"/>
            <w:shd w:val="clear" w:color="auto" w:fill="auto"/>
            <w:vAlign w:val="center"/>
          </w:tcPr>
          <w:p w14:paraId="2DE264B6" w14:textId="77777777" w:rsidR="0078331C" w:rsidRPr="00A16FE8" w:rsidRDefault="0078331C" w:rsidP="0078331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9" w:type="dxa"/>
            <w:vMerge w:val="restart"/>
            <w:shd w:val="clear" w:color="auto" w:fill="auto"/>
            <w:vAlign w:val="center"/>
          </w:tcPr>
          <w:p w14:paraId="613E6844" w14:textId="77777777" w:rsidR="0078331C" w:rsidRPr="00A16FE8" w:rsidRDefault="0078331C" w:rsidP="0078331C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proofErr w:type="gramStart"/>
            <w:r w:rsidRPr="00A16FE8">
              <w:rPr>
                <w:b/>
                <w:sz w:val="20"/>
              </w:rPr>
              <w:t>Коли-</w:t>
            </w:r>
            <w:proofErr w:type="spellStart"/>
            <w:r w:rsidRPr="00A16FE8">
              <w:rPr>
                <w:b/>
                <w:sz w:val="20"/>
              </w:rPr>
              <w:t>чество</w:t>
            </w:r>
            <w:proofErr w:type="spellEnd"/>
            <w:proofErr w:type="gramEnd"/>
            <w:r w:rsidRPr="00A16FE8">
              <w:rPr>
                <w:b/>
                <w:sz w:val="20"/>
              </w:rPr>
              <w:t xml:space="preserve"> </w:t>
            </w:r>
            <w:proofErr w:type="spellStart"/>
            <w:r w:rsidRPr="00A16FE8">
              <w:rPr>
                <w:b/>
                <w:sz w:val="20"/>
              </w:rPr>
              <w:t>органи-заций</w:t>
            </w:r>
            <w:proofErr w:type="spellEnd"/>
            <w:r w:rsidRPr="00A16FE8">
              <w:rPr>
                <w:b/>
                <w:sz w:val="20"/>
              </w:rPr>
              <w:t>, ед.</w:t>
            </w:r>
          </w:p>
        </w:tc>
        <w:tc>
          <w:tcPr>
            <w:tcW w:w="5107" w:type="dxa"/>
            <w:gridSpan w:val="6"/>
            <w:shd w:val="clear" w:color="auto" w:fill="auto"/>
            <w:vAlign w:val="center"/>
          </w:tcPr>
          <w:p w14:paraId="3232E3DA" w14:textId="77777777" w:rsidR="0078331C" w:rsidRPr="00A16FE8" w:rsidRDefault="0078331C" w:rsidP="0078331C">
            <w:pPr>
              <w:jc w:val="center"/>
              <w:rPr>
                <w:b/>
                <w:bCs/>
                <w:sz w:val="20"/>
              </w:rPr>
            </w:pPr>
            <w:r w:rsidRPr="00A16FE8">
              <w:rPr>
                <w:b/>
                <w:sz w:val="20"/>
              </w:rPr>
              <w:t>из них по формам собственности:</w:t>
            </w:r>
          </w:p>
        </w:tc>
      </w:tr>
      <w:tr w:rsidR="0078331C" w:rsidRPr="00A16FE8" w14:paraId="6AB9610B" w14:textId="77777777" w:rsidTr="0078331C">
        <w:trPr>
          <w:cantSplit/>
          <w:trHeight w:val="283"/>
          <w:jc w:val="center"/>
        </w:trPr>
        <w:tc>
          <w:tcPr>
            <w:tcW w:w="3115" w:type="dxa"/>
            <w:vMerge/>
            <w:shd w:val="clear" w:color="auto" w:fill="auto"/>
            <w:vAlign w:val="center"/>
          </w:tcPr>
          <w:p w14:paraId="136B07C2" w14:textId="77777777" w:rsidR="0078331C" w:rsidRPr="00A16FE8" w:rsidRDefault="0078331C" w:rsidP="0078331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9" w:type="dxa"/>
            <w:vMerge/>
            <w:shd w:val="clear" w:color="auto" w:fill="auto"/>
            <w:vAlign w:val="center"/>
          </w:tcPr>
          <w:p w14:paraId="0C154F28" w14:textId="77777777" w:rsidR="0078331C" w:rsidRPr="00A16FE8" w:rsidRDefault="0078331C" w:rsidP="0078331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288A756B" w14:textId="77777777" w:rsidR="0078331C" w:rsidRPr="00A16FE8" w:rsidRDefault="0078331C" w:rsidP="0078331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г</w:t>
            </w:r>
            <w:r w:rsidRPr="00A16FE8">
              <w:rPr>
                <w:b/>
                <w:sz w:val="20"/>
              </w:rPr>
              <w:t>осударственная</w:t>
            </w:r>
            <w:r>
              <w:rPr>
                <w:b/>
                <w:sz w:val="20"/>
              </w:rPr>
              <w:t xml:space="preserve"> </w:t>
            </w:r>
            <w:r w:rsidRPr="00A16FE8">
              <w:rPr>
                <w:b/>
                <w:sz w:val="20"/>
              </w:rPr>
              <w:t>и муниципальная</w:t>
            </w:r>
          </w:p>
        </w:tc>
        <w:tc>
          <w:tcPr>
            <w:tcW w:w="1702" w:type="dxa"/>
            <w:gridSpan w:val="2"/>
            <w:shd w:val="clear" w:color="auto" w:fill="auto"/>
            <w:vAlign w:val="center"/>
          </w:tcPr>
          <w:p w14:paraId="62C75313" w14:textId="77777777" w:rsidR="0078331C" w:rsidRPr="00A16FE8" w:rsidRDefault="0078331C" w:rsidP="0078331C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  <w:r w:rsidRPr="00A16FE8">
              <w:rPr>
                <w:b/>
                <w:sz w:val="20"/>
              </w:rPr>
              <w:t>частная</w:t>
            </w:r>
          </w:p>
        </w:tc>
        <w:tc>
          <w:tcPr>
            <w:tcW w:w="1704" w:type="dxa"/>
            <w:gridSpan w:val="2"/>
            <w:shd w:val="clear" w:color="auto" w:fill="auto"/>
            <w:vAlign w:val="center"/>
          </w:tcPr>
          <w:p w14:paraId="13CAEB81" w14:textId="77777777" w:rsidR="0078331C" w:rsidRPr="00A16FE8" w:rsidRDefault="0078331C" w:rsidP="0078331C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  <w:r w:rsidRPr="00A16FE8">
              <w:rPr>
                <w:b/>
                <w:sz w:val="20"/>
              </w:rPr>
              <w:t>смешанная российская</w:t>
            </w:r>
          </w:p>
        </w:tc>
      </w:tr>
      <w:tr w:rsidR="0078331C" w:rsidRPr="00A16FE8" w14:paraId="76CC81CA" w14:textId="77777777" w:rsidTr="0078331C">
        <w:trPr>
          <w:cantSplit/>
          <w:trHeight w:val="283"/>
          <w:jc w:val="center"/>
        </w:trPr>
        <w:tc>
          <w:tcPr>
            <w:tcW w:w="3115" w:type="dxa"/>
            <w:vMerge/>
            <w:shd w:val="clear" w:color="auto" w:fill="auto"/>
            <w:vAlign w:val="center"/>
          </w:tcPr>
          <w:p w14:paraId="64CCD124" w14:textId="77777777" w:rsidR="0078331C" w:rsidRPr="00A16FE8" w:rsidRDefault="0078331C" w:rsidP="0078331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49" w:type="dxa"/>
            <w:vMerge/>
            <w:shd w:val="clear" w:color="auto" w:fill="auto"/>
            <w:vAlign w:val="center"/>
          </w:tcPr>
          <w:p w14:paraId="20802C5E" w14:textId="77777777" w:rsidR="0078331C" w:rsidRPr="00A16FE8" w:rsidRDefault="0078331C" w:rsidP="0078331C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7032E744" w14:textId="77777777" w:rsidR="0078331C" w:rsidRPr="00A16FE8" w:rsidRDefault="0078331C" w:rsidP="0078331C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  <w:r w:rsidRPr="00A16FE8">
              <w:rPr>
                <w:b/>
                <w:sz w:val="20"/>
              </w:rPr>
              <w:t>ед.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6BDF02BA" w14:textId="77777777" w:rsidR="0078331C" w:rsidRPr="00A16FE8" w:rsidRDefault="0078331C" w:rsidP="0078331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A16FE8">
              <w:rPr>
                <w:b/>
                <w:sz w:val="20"/>
              </w:rPr>
              <w:t xml:space="preserve">в </w:t>
            </w:r>
            <w:r>
              <w:rPr>
                <w:b/>
                <w:sz w:val="20"/>
              </w:rPr>
              <w:t xml:space="preserve"> </w:t>
            </w:r>
            <w:r w:rsidRPr="00A16FE8">
              <w:rPr>
                <w:b/>
                <w:sz w:val="20"/>
              </w:rPr>
              <w:t>%</w:t>
            </w:r>
            <w:proofErr w:type="gramEnd"/>
            <w:r>
              <w:rPr>
                <w:b/>
                <w:sz w:val="20"/>
              </w:rPr>
              <w:t xml:space="preserve"> </w:t>
            </w:r>
            <w:r w:rsidRPr="00A16FE8">
              <w:rPr>
                <w:b/>
                <w:sz w:val="20"/>
              </w:rPr>
              <w:t xml:space="preserve"> к общему коли-</w:t>
            </w:r>
            <w:proofErr w:type="spellStart"/>
            <w:r w:rsidRPr="00A16FE8">
              <w:rPr>
                <w:b/>
                <w:sz w:val="20"/>
              </w:rPr>
              <w:t>честву</w:t>
            </w:r>
            <w:proofErr w:type="spellEnd"/>
          </w:p>
        </w:tc>
        <w:tc>
          <w:tcPr>
            <w:tcW w:w="852" w:type="dxa"/>
            <w:shd w:val="clear" w:color="auto" w:fill="auto"/>
            <w:vAlign w:val="center"/>
          </w:tcPr>
          <w:p w14:paraId="6578907B" w14:textId="77777777" w:rsidR="0078331C" w:rsidRPr="00A16FE8" w:rsidRDefault="0078331C" w:rsidP="0078331C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  <w:r w:rsidRPr="00A16FE8">
              <w:rPr>
                <w:b/>
                <w:sz w:val="20"/>
              </w:rPr>
              <w:t>ед.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D4BA2B6" w14:textId="77777777" w:rsidR="0078331C" w:rsidRPr="00A16FE8" w:rsidRDefault="0078331C" w:rsidP="0078331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 xml:space="preserve">в </w:t>
            </w:r>
            <w:r w:rsidRPr="00A16FE8">
              <w:rPr>
                <w:b/>
                <w:sz w:val="20"/>
              </w:rPr>
              <w:t xml:space="preserve"> %</w:t>
            </w:r>
            <w:proofErr w:type="gramEnd"/>
            <w:r>
              <w:rPr>
                <w:b/>
                <w:sz w:val="20"/>
              </w:rPr>
              <w:t xml:space="preserve"> </w:t>
            </w:r>
            <w:r w:rsidRPr="00A16FE8">
              <w:rPr>
                <w:b/>
                <w:sz w:val="20"/>
              </w:rPr>
              <w:t xml:space="preserve"> к общему коли-</w:t>
            </w:r>
            <w:proofErr w:type="spellStart"/>
            <w:r w:rsidRPr="00A16FE8">
              <w:rPr>
                <w:b/>
                <w:sz w:val="20"/>
              </w:rPr>
              <w:t>честву</w:t>
            </w:r>
            <w:proofErr w:type="spellEnd"/>
          </w:p>
        </w:tc>
        <w:tc>
          <w:tcPr>
            <w:tcW w:w="850" w:type="dxa"/>
            <w:shd w:val="clear" w:color="auto" w:fill="auto"/>
            <w:vAlign w:val="center"/>
          </w:tcPr>
          <w:p w14:paraId="39AE0CC4" w14:textId="77777777" w:rsidR="0078331C" w:rsidRPr="00A16FE8" w:rsidRDefault="0078331C" w:rsidP="0078331C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  <w:r w:rsidRPr="00A16FE8">
              <w:rPr>
                <w:b/>
                <w:sz w:val="20"/>
              </w:rPr>
              <w:t>ед.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652C7D37" w14:textId="77777777" w:rsidR="0078331C" w:rsidRPr="00A16FE8" w:rsidRDefault="0078331C" w:rsidP="0078331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A16FE8">
              <w:rPr>
                <w:b/>
                <w:sz w:val="20"/>
              </w:rPr>
              <w:t xml:space="preserve">в </w:t>
            </w:r>
            <w:r>
              <w:rPr>
                <w:b/>
                <w:sz w:val="20"/>
              </w:rPr>
              <w:t xml:space="preserve"> </w:t>
            </w:r>
            <w:r w:rsidRPr="00A16FE8">
              <w:rPr>
                <w:b/>
                <w:sz w:val="20"/>
              </w:rPr>
              <w:t>%</w:t>
            </w:r>
            <w:proofErr w:type="gramEnd"/>
            <w:r w:rsidRPr="00A16FE8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  <w:r w:rsidRPr="00A16FE8">
              <w:rPr>
                <w:b/>
                <w:sz w:val="20"/>
              </w:rPr>
              <w:t>к общему коли-</w:t>
            </w:r>
            <w:proofErr w:type="spellStart"/>
            <w:r w:rsidRPr="00A16FE8">
              <w:rPr>
                <w:b/>
                <w:sz w:val="20"/>
              </w:rPr>
              <w:t>честву</w:t>
            </w:r>
            <w:proofErr w:type="spellEnd"/>
          </w:p>
        </w:tc>
      </w:tr>
      <w:tr w:rsidR="0078331C" w:rsidRPr="00A16FE8" w14:paraId="223ABA10" w14:textId="77777777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14:paraId="1E9C2848" w14:textId="77777777" w:rsidR="0078331C" w:rsidRPr="00A16FE8" w:rsidRDefault="0078331C" w:rsidP="0078331C">
            <w:pPr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67C21C68" w14:textId="18152360" w:rsidR="0078331C" w:rsidRPr="004F1F1D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0B75FF">
              <w:rPr>
                <w:b/>
                <w:bCs/>
                <w:color w:val="000000"/>
                <w:sz w:val="20"/>
              </w:rPr>
              <w:t>11733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CC8C236" w14:textId="1B4E343B" w:rsidR="0078331C" w:rsidRPr="004F1F1D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B75FF">
              <w:rPr>
                <w:b/>
                <w:color w:val="000000"/>
                <w:sz w:val="20"/>
              </w:rPr>
              <w:t>15</w:t>
            </w:r>
            <w:r w:rsidRPr="000B75FF">
              <w:rPr>
                <w:b/>
                <w:color w:val="000000"/>
                <w:sz w:val="20"/>
                <w:lang w:val="en-US"/>
              </w:rPr>
              <w:t>6</w:t>
            </w:r>
            <w:r w:rsidRPr="000B75FF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5CCF51D4" w14:textId="1DD3AC1C" w:rsidR="0078331C" w:rsidRPr="004F1F1D" w:rsidRDefault="0078331C" w:rsidP="0080679F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480DFB">
              <w:rPr>
                <w:b/>
                <w:color w:val="000000"/>
                <w:sz w:val="20"/>
              </w:rPr>
              <w:t>13,3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18832568" w14:textId="7C3D77E1" w:rsidR="0078331C" w:rsidRPr="004F1F1D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0B75FF">
              <w:rPr>
                <w:b/>
                <w:color w:val="000000"/>
                <w:sz w:val="20"/>
              </w:rPr>
              <w:t>9113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A3ED621" w14:textId="21BE4A4C" w:rsidR="0078331C" w:rsidRPr="004F1F1D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80DFB">
              <w:rPr>
                <w:b/>
                <w:bCs/>
                <w:color w:val="000000"/>
                <w:sz w:val="20"/>
              </w:rPr>
              <w:t>77,7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A9978A" w14:textId="3B5803B8" w:rsidR="0078331C" w:rsidRPr="00A01012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0B75FF">
              <w:rPr>
                <w:b/>
                <w:color w:val="000000"/>
                <w:sz w:val="20"/>
              </w:rPr>
              <w:t>55</w:t>
            </w:r>
          </w:p>
        </w:tc>
        <w:tc>
          <w:tcPr>
            <w:tcW w:w="854" w:type="dxa"/>
            <w:shd w:val="clear" w:color="auto" w:fill="auto"/>
            <w:vAlign w:val="center"/>
          </w:tcPr>
          <w:p w14:paraId="2027642C" w14:textId="482702A2" w:rsidR="0078331C" w:rsidRPr="00A01012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480DFB">
              <w:rPr>
                <w:b/>
                <w:bCs/>
                <w:color w:val="000000"/>
                <w:sz w:val="20"/>
              </w:rPr>
              <w:t>0,5</w:t>
            </w:r>
          </w:p>
        </w:tc>
      </w:tr>
      <w:tr w:rsidR="0078331C" w:rsidRPr="00A16FE8" w14:paraId="3044B5B5" w14:textId="77777777" w:rsidTr="0078331C">
        <w:trPr>
          <w:cantSplit/>
          <w:trHeight w:val="227"/>
          <w:jc w:val="center"/>
        </w:trPr>
        <w:tc>
          <w:tcPr>
            <w:tcW w:w="9071" w:type="dxa"/>
            <w:gridSpan w:val="8"/>
            <w:shd w:val="clear" w:color="auto" w:fill="auto"/>
            <w:vAlign w:val="bottom"/>
          </w:tcPr>
          <w:p w14:paraId="4200B5A1" w14:textId="77777777" w:rsidR="0078331C" w:rsidRPr="00A16FE8" w:rsidRDefault="0078331C" w:rsidP="0078331C">
            <w:pPr>
              <w:ind w:left="340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из них</w:t>
            </w:r>
            <w:r w:rsidRPr="00A16FE8">
              <w:rPr>
                <w:b/>
                <w:bCs/>
                <w:color w:val="000000"/>
                <w:sz w:val="20"/>
              </w:rPr>
              <w:t>:</w:t>
            </w:r>
          </w:p>
        </w:tc>
      </w:tr>
      <w:tr w:rsidR="0078331C" w:rsidRPr="00A16FE8" w14:paraId="29AE78B0" w14:textId="77777777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14:paraId="56FBC0E3" w14:textId="77777777"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 xml:space="preserve">сельское, лесное хозяйство, охота, рыболовство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A16FE8">
              <w:rPr>
                <w:b/>
                <w:bCs/>
                <w:color w:val="000000"/>
                <w:sz w:val="20"/>
              </w:rPr>
              <w:t>и рыбоводство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1323A008" w14:textId="3DF4B947"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 w:rsidRPr="00845A15">
              <w:rPr>
                <w:b/>
                <w:bCs/>
                <w:color w:val="000000"/>
                <w:sz w:val="20"/>
              </w:rPr>
              <w:t>4</w:t>
            </w:r>
            <w:r>
              <w:rPr>
                <w:b/>
                <w:bCs/>
                <w:color w:val="000000"/>
                <w:sz w:val="20"/>
              </w:rPr>
              <w:t>49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BF0508" w14:textId="47B9653D" w:rsidR="0078331C" w:rsidRPr="00A01012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223C6">
              <w:rPr>
                <w:b/>
                <w:color w:val="000000"/>
                <w:sz w:val="20"/>
              </w:rPr>
              <w:t>2</w:t>
            </w: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330F19A" w14:textId="49C11524" w:rsidR="0078331C" w:rsidRPr="0080679F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6</w:t>
            </w:r>
            <w:r w:rsidR="0080679F">
              <w:rPr>
                <w:b/>
                <w:color w:val="000000"/>
                <w:sz w:val="20"/>
              </w:rPr>
              <w:t>,0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77B177C9" w14:textId="4B992026" w:rsidR="0078331C" w:rsidRPr="00A01012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223C6">
              <w:rPr>
                <w:b/>
                <w:color w:val="000000"/>
                <w:sz w:val="20"/>
              </w:rPr>
              <w:t>410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E4D47DD" w14:textId="79BFE637" w:rsidR="0078331C" w:rsidRPr="00A01012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223C6">
              <w:rPr>
                <w:b/>
                <w:color w:val="000000"/>
                <w:sz w:val="20"/>
              </w:rPr>
              <w:t>9</w:t>
            </w:r>
            <w:r>
              <w:rPr>
                <w:b/>
                <w:color w:val="000000"/>
                <w:sz w:val="20"/>
              </w:rPr>
              <w:t>1</w:t>
            </w:r>
            <w:r w:rsidRPr="005223C6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5CACE37" w14:textId="73A7A4CA" w:rsidR="0078331C" w:rsidRPr="00A01012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223C6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14:paraId="7055E13B" w14:textId="5309D59E" w:rsidR="0078331C" w:rsidRPr="00A01012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223C6">
              <w:rPr>
                <w:b/>
                <w:color w:val="000000"/>
                <w:sz w:val="20"/>
              </w:rPr>
              <w:t>х</w:t>
            </w:r>
          </w:p>
        </w:tc>
      </w:tr>
      <w:tr w:rsidR="0078331C" w:rsidRPr="00A16FE8" w14:paraId="5BAE0E60" w14:textId="77777777" w:rsidTr="0078331C">
        <w:trPr>
          <w:cantSplit/>
          <w:trHeight w:val="227"/>
          <w:jc w:val="center"/>
        </w:trPr>
        <w:tc>
          <w:tcPr>
            <w:tcW w:w="9071" w:type="dxa"/>
            <w:gridSpan w:val="8"/>
            <w:shd w:val="clear" w:color="auto" w:fill="auto"/>
            <w:vAlign w:val="bottom"/>
          </w:tcPr>
          <w:p w14:paraId="2558D347" w14:textId="77777777" w:rsidR="0078331C" w:rsidRPr="00A16FE8" w:rsidRDefault="0078331C" w:rsidP="0078331C">
            <w:pPr>
              <w:ind w:left="454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в том числе</w:t>
            </w:r>
          </w:p>
        </w:tc>
      </w:tr>
      <w:tr w:rsidR="0078331C" w:rsidRPr="00A16FE8" w14:paraId="2B5B11E5" w14:textId="77777777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14:paraId="3F6A72EF" w14:textId="77777777" w:rsidR="0078331C" w:rsidRPr="00A16FE8" w:rsidRDefault="0078331C" w:rsidP="0078331C">
            <w:pPr>
              <w:ind w:left="227"/>
              <w:jc w:val="left"/>
              <w:rPr>
                <w:b/>
                <w:color w:val="000000"/>
                <w:sz w:val="20"/>
              </w:rPr>
            </w:pPr>
            <w:r w:rsidRPr="00A16FE8">
              <w:rPr>
                <w:b/>
                <w:color w:val="000000"/>
                <w:sz w:val="20"/>
              </w:rPr>
              <w:t>рыболовство и рыбоводство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71C8108A" w14:textId="4F0D7C64"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139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2F768B" w14:textId="1F5E6592"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223C6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6EE38870" w14:textId="4A4D3176"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223C6">
              <w:rPr>
                <w:b/>
                <w:color w:val="000000"/>
                <w:sz w:val="20"/>
              </w:rPr>
              <w:t>1,4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29F617A4" w14:textId="632330CD"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5223C6">
              <w:rPr>
                <w:b/>
                <w:color w:val="000000"/>
                <w:sz w:val="20"/>
              </w:rPr>
              <w:t>13</w:t>
            </w: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F5B83B" w14:textId="12FFC4DC"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5223C6">
              <w:rPr>
                <w:b/>
                <w:bCs/>
                <w:color w:val="000000"/>
                <w:sz w:val="20"/>
              </w:rPr>
              <w:t>97,1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DA99E7A" w14:textId="3B412D3F" w:rsidR="0078331C" w:rsidRPr="00B25FF9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223C6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14:paraId="7F318F80" w14:textId="77F67000"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5223C6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78331C" w:rsidRPr="00A16FE8" w14:paraId="7D996428" w14:textId="77777777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14:paraId="5FCA4359" w14:textId="77777777"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добыча полезных ископаемых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6D86A045" w14:textId="0AB9F225"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47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0BF6955" w14:textId="6987DBB4"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5223C6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A38BBDF" w14:textId="06B85380" w:rsidR="0078331C" w:rsidRPr="00B25FF9" w:rsidRDefault="00CB549B" w:rsidP="0078331C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5223C6">
              <w:rPr>
                <w:b/>
                <w:color w:val="000000"/>
                <w:sz w:val="20"/>
              </w:rPr>
              <w:t>х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5D8C1341" w14:textId="46E08A20"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5223C6">
              <w:rPr>
                <w:b/>
                <w:color w:val="000000"/>
                <w:sz w:val="20"/>
              </w:rPr>
              <w:t>42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1CB9C1F" w14:textId="729581FE"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5223C6">
              <w:rPr>
                <w:b/>
                <w:bCs/>
                <w:color w:val="000000"/>
                <w:sz w:val="20"/>
              </w:rPr>
              <w:t>89,4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B314699" w14:textId="2660A1DE" w:rsidR="0078331C" w:rsidRPr="00B25FF9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5223C6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14:paraId="0C6E46A8" w14:textId="674A0789"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5223C6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78331C" w:rsidRPr="00A16FE8" w14:paraId="46FC5928" w14:textId="77777777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14:paraId="00A45D87" w14:textId="77777777"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обрабатывающие производства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3CA4B56C" w14:textId="646DA8E9"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734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5D0BE9D" w14:textId="3C6FE32A" w:rsidR="0078331C" w:rsidRPr="00994279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2D4BD4" w14:textId="32AB8B80" w:rsidR="0078331C" w:rsidRPr="00994279" w:rsidRDefault="0078331C" w:rsidP="0078331C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0</w:t>
            </w:r>
            <w:r w:rsidRPr="005223C6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58C2BFBB" w14:textId="55D518F9" w:rsidR="0078331C" w:rsidRPr="00A91CF6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5223C6">
              <w:rPr>
                <w:b/>
                <w:color w:val="000000"/>
                <w:sz w:val="20"/>
              </w:rPr>
              <w:t>69</w:t>
            </w: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2426038" w14:textId="03341BCF" w:rsidR="0078331C" w:rsidRPr="00A91CF6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95</w:t>
            </w:r>
            <w:r w:rsidR="0080679F">
              <w:rPr>
                <w:b/>
                <w:bCs/>
                <w:color w:val="000000"/>
                <w:sz w:val="20"/>
              </w:rPr>
              <w:t>,0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7224C8" w14:textId="76FE115E" w:rsidR="0078331C" w:rsidRPr="00A91CF6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5223C6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854" w:type="dxa"/>
            <w:shd w:val="clear" w:color="auto" w:fill="auto"/>
            <w:vAlign w:val="bottom"/>
          </w:tcPr>
          <w:p w14:paraId="40F9B75E" w14:textId="26327CFB" w:rsidR="0078331C" w:rsidRPr="00A91CF6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5223C6">
              <w:rPr>
                <w:b/>
                <w:bCs/>
                <w:color w:val="000000"/>
                <w:sz w:val="20"/>
              </w:rPr>
              <w:t>0,7</w:t>
            </w:r>
          </w:p>
        </w:tc>
      </w:tr>
      <w:tr w:rsidR="0078331C" w:rsidRPr="00A16FE8" w14:paraId="0C3170CF" w14:textId="77777777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14:paraId="59F51C5C" w14:textId="77777777"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2B4DE48B" w14:textId="3FA14158"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77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6456A48" w14:textId="54958D97"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223C6">
              <w:rPr>
                <w:b/>
                <w:color w:val="000000"/>
                <w:sz w:val="20"/>
              </w:rPr>
              <w:t>24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0B386E" w14:textId="446B9A24"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223C6">
              <w:rPr>
                <w:b/>
                <w:color w:val="000000"/>
                <w:sz w:val="20"/>
              </w:rPr>
              <w:t>3</w:t>
            </w:r>
            <w:r>
              <w:rPr>
                <w:b/>
                <w:color w:val="000000"/>
                <w:sz w:val="20"/>
              </w:rPr>
              <w:t>1</w:t>
            </w:r>
            <w:r w:rsidRPr="005223C6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1980997F" w14:textId="35D371CD" w:rsidR="0078331C" w:rsidRPr="0001727E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5223C6">
              <w:rPr>
                <w:b/>
                <w:color w:val="000000"/>
                <w:sz w:val="20"/>
              </w:rPr>
              <w:t>5</w:t>
            </w: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58D6630" w14:textId="1DE7134A" w:rsidR="0078331C" w:rsidRPr="0001727E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5223C6">
              <w:rPr>
                <w:b/>
                <w:bCs/>
                <w:color w:val="000000"/>
                <w:sz w:val="20"/>
              </w:rPr>
              <w:t>6</w:t>
            </w:r>
            <w:r>
              <w:rPr>
                <w:b/>
                <w:bCs/>
                <w:color w:val="000000"/>
                <w:sz w:val="20"/>
              </w:rPr>
              <w:t>6</w:t>
            </w:r>
            <w:r w:rsidRPr="005223C6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C964376" w14:textId="3CC815BB" w:rsidR="0078331C" w:rsidRPr="0001727E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5223C6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4" w:type="dxa"/>
            <w:shd w:val="clear" w:color="auto" w:fill="auto"/>
            <w:vAlign w:val="bottom"/>
          </w:tcPr>
          <w:p w14:paraId="3BA6E1CE" w14:textId="24300F31" w:rsidR="0078331C" w:rsidRPr="0001727E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5223C6">
              <w:rPr>
                <w:b/>
                <w:bCs/>
                <w:color w:val="000000"/>
                <w:sz w:val="20"/>
              </w:rPr>
              <w:t>1,3</w:t>
            </w:r>
          </w:p>
        </w:tc>
      </w:tr>
      <w:tr w:rsidR="0078331C" w:rsidRPr="00A16FE8" w14:paraId="49ED2D27" w14:textId="77777777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14:paraId="5FC167ED" w14:textId="77777777"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водоснабжение;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19BCC7D1" w14:textId="043FD3E5"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101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A4A52CC" w14:textId="58630908"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97B58">
              <w:rPr>
                <w:b/>
                <w:color w:val="000000"/>
                <w:sz w:val="20"/>
              </w:rPr>
              <w:t>4</w:t>
            </w: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10574CF4" w14:textId="4291FA1B"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97B58">
              <w:rPr>
                <w:b/>
                <w:color w:val="000000"/>
                <w:sz w:val="20"/>
              </w:rPr>
              <w:t>4</w:t>
            </w:r>
            <w:r>
              <w:rPr>
                <w:b/>
                <w:color w:val="000000"/>
                <w:sz w:val="20"/>
              </w:rPr>
              <w:t>0</w:t>
            </w:r>
            <w:r w:rsidRPr="00D97B58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002FF566" w14:textId="032E24B4"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59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AE60BD7" w14:textId="489A4E90"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5223C6">
              <w:rPr>
                <w:b/>
                <w:bCs/>
                <w:color w:val="000000"/>
                <w:sz w:val="20"/>
              </w:rPr>
              <w:t>58,</w:t>
            </w:r>
            <w:r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6612360" w14:textId="3277B466" w:rsidR="0078331C" w:rsidRPr="00B25FF9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223C6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14:paraId="07971429" w14:textId="6E2B6729"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5223C6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78331C" w:rsidRPr="00A16FE8" w14:paraId="1665818F" w14:textId="77777777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14:paraId="2AEA1D37" w14:textId="77777777"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строительство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726F9DF8" w14:textId="2C3D4548"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1175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F0C2EE0" w14:textId="66949CFD"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16F23E9" w14:textId="3043926D"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97B58">
              <w:rPr>
                <w:b/>
                <w:color w:val="000000"/>
                <w:sz w:val="20"/>
              </w:rPr>
              <w:t>0,3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2FC187FF" w14:textId="7C86F204" w:rsidR="0078331C" w:rsidRPr="00A62069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D97B58">
              <w:rPr>
                <w:b/>
                <w:color w:val="000000"/>
                <w:sz w:val="20"/>
              </w:rPr>
              <w:t>11</w:t>
            </w:r>
            <w:r>
              <w:rPr>
                <w:b/>
                <w:color w:val="000000"/>
                <w:sz w:val="20"/>
              </w:rPr>
              <w:t>63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E8B201F" w14:textId="4AF218F4"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97B58">
              <w:rPr>
                <w:b/>
                <w:bCs/>
                <w:color w:val="000000"/>
                <w:sz w:val="20"/>
              </w:rPr>
              <w:t>9</w:t>
            </w:r>
            <w:r>
              <w:rPr>
                <w:b/>
                <w:bCs/>
                <w:color w:val="000000"/>
                <w:sz w:val="20"/>
              </w:rPr>
              <w:t>9</w:t>
            </w:r>
            <w:r w:rsidR="0080679F">
              <w:rPr>
                <w:b/>
                <w:bCs/>
                <w:color w:val="000000"/>
                <w:sz w:val="20"/>
              </w:rPr>
              <w:t>,0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A5C20FA" w14:textId="2EC8C0A8" w:rsidR="0078331C" w:rsidRPr="00A62069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D97B58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14:paraId="2B69D6E3" w14:textId="4EDF4392" w:rsidR="0078331C" w:rsidRPr="00A6206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D97B58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78331C" w:rsidRPr="00A16FE8" w14:paraId="40DFD10A" w14:textId="77777777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14:paraId="4F27FC2D" w14:textId="77777777"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 xml:space="preserve">торговля оптовая и </w:t>
            </w:r>
            <w:proofErr w:type="spellStart"/>
            <w:proofErr w:type="gramStart"/>
            <w:r w:rsidRPr="00A16FE8">
              <w:rPr>
                <w:b/>
                <w:bCs/>
                <w:color w:val="000000"/>
                <w:sz w:val="20"/>
              </w:rPr>
              <w:t>рознич</w:t>
            </w:r>
            <w:proofErr w:type="spellEnd"/>
            <w:r>
              <w:rPr>
                <w:b/>
                <w:bCs/>
                <w:color w:val="000000"/>
                <w:sz w:val="20"/>
              </w:rPr>
              <w:t>-</w:t>
            </w:r>
            <w:r w:rsidRPr="00A16FE8">
              <w:rPr>
                <w:b/>
                <w:bCs/>
                <w:color w:val="000000"/>
                <w:sz w:val="20"/>
              </w:rPr>
              <w:t>ная</w:t>
            </w:r>
            <w:proofErr w:type="gramEnd"/>
            <w:r w:rsidRPr="00A16FE8">
              <w:rPr>
                <w:b/>
                <w:bCs/>
                <w:color w:val="000000"/>
                <w:sz w:val="20"/>
              </w:rPr>
              <w:t>; ремонт автотранспорт</w:t>
            </w:r>
            <w:r>
              <w:rPr>
                <w:b/>
                <w:bCs/>
                <w:color w:val="000000"/>
                <w:sz w:val="20"/>
              </w:rPr>
              <w:t>-</w:t>
            </w:r>
            <w:proofErr w:type="spellStart"/>
            <w:r w:rsidRPr="00A16FE8">
              <w:rPr>
                <w:b/>
                <w:bCs/>
                <w:color w:val="000000"/>
                <w:sz w:val="20"/>
              </w:rPr>
              <w:t>ных</w:t>
            </w:r>
            <w:proofErr w:type="spellEnd"/>
            <w:r w:rsidRPr="00A16FE8">
              <w:rPr>
                <w:b/>
                <w:bCs/>
                <w:color w:val="000000"/>
                <w:sz w:val="20"/>
              </w:rPr>
              <w:t xml:space="preserve"> средств и мотоциклов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4C023126" w14:textId="5DA0911B"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2272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B2460BD" w14:textId="32C1354F" w:rsidR="0078331C" w:rsidRPr="00A62069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D97B58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9FF5A6" w14:textId="254F5558"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97B58">
              <w:rPr>
                <w:b/>
                <w:color w:val="000000"/>
                <w:sz w:val="20"/>
              </w:rPr>
              <w:t>0,1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4C9FA39E" w14:textId="13B515EA" w:rsidR="0078331C" w:rsidRPr="00A62069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7D6AAF">
              <w:rPr>
                <w:b/>
                <w:color w:val="000000"/>
                <w:sz w:val="20"/>
              </w:rPr>
              <w:t>21</w:t>
            </w:r>
            <w:r>
              <w:rPr>
                <w:b/>
                <w:color w:val="000000"/>
                <w:sz w:val="20"/>
              </w:rPr>
              <w:t>35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354B4B9" w14:textId="166D7DD4"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7D6AAF">
              <w:rPr>
                <w:b/>
                <w:bCs/>
                <w:color w:val="000000"/>
                <w:sz w:val="20"/>
              </w:rPr>
              <w:t>9</w:t>
            </w:r>
            <w:r>
              <w:rPr>
                <w:b/>
                <w:bCs/>
                <w:color w:val="000000"/>
                <w:sz w:val="20"/>
              </w:rPr>
              <w:t>4</w:t>
            </w:r>
            <w:r w:rsidR="0080679F">
              <w:rPr>
                <w:b/>
                <w:bCs/>
                <w:color w:val="000000"/>
                <w:sz w:val="20"/>
              </w:rPr>
              <w:t>,0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3A5EC43" w14:textId="1A399F49" w:rsidR="0078331C" w:rsidRPr="00806402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7D6AAF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4" w:type="dxa"/>
            <w:shd w:val="clear" w:color="auto" w:fill="auto"/>
            <w:vAlign w:val="bottom"/>
          </w:tcPr>
          <w:p w14:paraId="0F656BA8" w14:textId="38654D42" w:rsidR="0078331C" w:rsidRPr="00806402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7D6AAF">
              <w:rPr>
                <w:b/>
                <w:bCs/>
                <w:color w:val="000000"/>
                <w:sz w:val="20"/>
              </w:rPr>
              <w:t>0,1</w:t>
            </w:r>
          </w:p>
        </w:tc>
      </w:tr>
      <w:tr w:rsidR="0078331C" w:rsidRPr="00A16FE8" w14:paraId="4A12EE66" w14:textId="77777777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14:paraId="656351A2" w14:textId="77777777"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транспортировка и хранение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2E3FAE5C" w14:textId="53D164C6"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770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10D896" w14:textId="4CC6DE87"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7D6AAF">
              <w:rPr>
                <w:b/>
                <w:color w:val="000000"/>
                <w:sz w:val="20"/>
              </w:rPr>
              <w:t>40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D51D22E" w14:textId="1EAA99F2"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7D6AAF">
              <w:rPr>
                <w:b/>
                <w:color w:val="000000"/>
                <w:sz w:val="20"/>
              </w:rPr>
              <w:t>5,</w:t>
            </w: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16F8E077" w14:textId="6DE6F077" w:rsidR="0078331C" w:rsidRPr="006F6949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706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4C80015" w14:textId="5EC26F7D" w:rsidR="0078331C" w:rsidRPr="006F694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7D6AAF">
              <w:rPr>
                <w:b/>
                <w:bCs/>
                <w:color w:val="000000"/>
                <w:sz w:val="20"/>
              </w:rPr>
              <w:t>91,</w:t>
            </w:r>
            <w:r>
              <w:rPr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7B81113" w14:textId="6B9CB626" w:rsidR="0078331C" w:rsidRPr="00B25FF9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7D6AAF">
              <w:rPr>
                <w:b/>
                <w:color w:val="000000"/>
                <w:sz w:val="20"/>
              </w:rPr>
              <w:t>4</w:t>
            </w:r>
          </w:p>
        </w:tc>
        <w:tc>
          <w:tcPr>
            <w:tcW w:w="854" w:type="dxa"/>
            <w:shd w:val="clear" w:color="auto" w:fill="auto"/>
            <w:vAlign w:val="bottom"/>
          </w:tcPr>
          <w:p w14:paraId="1B73F1E0" w14:textId="303F9ED3"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7D6AAF">
              <w:rPr>
                <w:b/>
                <w:bCs/>
                <w:color w:val="000000"/>
                <w:sz w:val="20"/>
              </w:rPr>
              <w:t>0,5</w:t>
            </w:r>
          </w:p>
        </w:tc>
      </w:tr>
      <w:tr w:rsidR="0078331C" w:rsidRPr="00A16FE8" w14:paraId="32726109" w14:textId="77777777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14:paraId="53509898" w14:textId="77777777"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 xml:space="preserve">деятельность гостиниц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A16FE8">
              <w:rPr>
                <w:b/>
                <w:bCs/>
                <w:color w:val="000000"/>
                <w:sz w:val="20"/>
              </w:rPr>
              <w:t>и предприятий общественного питания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55FADB61" w14:textId="4D93F1C2"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381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3BF021D" w14:textId="247F1DF1" w:rsidR="0078331C" w:rsidRPr="00A42AB0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7D6AAF"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21C0DF44" w14:textId="6325553E"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7D6AAF">
              <w:rPr>
                <w:b/>
                <w:color w:val="000000"/>
                <w:sz w:val="20"/>
              </w:rPr>
              <w:t>0,5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7F41E72D" w14:textId="0E945234"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7D6AAF">
              <w:rPr>
                <w:b/>
                <w:color w:val="000000"/>
                <w:sz w:val="20"/>
              </w:rPr>
              <w:t>3</w:t>
            </w:r>
            <w:r>
              <w:rPr>
                <w:b/>
                <w:color w:val="000000"/>
                <w:sz w:val="20"/>
              </w:rPr>
              <w:t>69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E4EA163" w14:textId="1BF19ED3"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7D6AAF">
              <w:rPr>
                <w:b/>
                <w:bCs/>
                <w:color w:val="000000"/>
                <w:sz w:val="20"/>
              </w:rPr>
              <w:t>96,</w:t>
            </w:r>
            <w:r>
              <w:rPr>
                <w:b/>
                <w:bCs/>
                <w:color w:val="000000"/>
                <w:sz w:val="20"/>
              </w:rPr>
              <w:t>9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9920624" w14:textId="454D7DA8" w:rsidR="0078331C" w:rsidRPr="00E8102D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4" w:type="dxa"/>
            <w:shd w:val="clear" w:color="auto" w:fill="auto"/>
            <w:vAlign w:val="bottom"/>
          </w:tcPr>
          <w:p w14:paraId="02026F3E" w14:textId="7F644B48"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7D6AAF">
              <w:rPr>
                <w:b/>
                <w:bCs/>
                <w:color w:val="000000"/>
                <w:sz w:val="20"/>
              </w:rPr>
              <w:t>0,</w:t>
            </w:r>
            <w:r>
              <w:rPr>
                <w:b/>
                <w:bCs/>
                <w:color w:val="000000"/>
                <w:sz w:val="20"/>
              </w:rPr>
              <w:t>5</w:t>
            </w:r>
          </w:p>
        </w:tc>
      </w:tr>
      <w:tr w:rsidR="0078331C" w:rsidRPr="00A16FE8" w14:paraId="30F771B7" w14:textId="77777777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14:paraId="690162FF" w14:textId="77777777"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деятельность в области информации и связи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753FC17A" w14:textId="02C749EE"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300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9EE544A" w14:textId="6E2A972A"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7D6AAF">
              <w:rPr>
                <w:b/>
                <w:color w:val="000000"/>
                <w:sz w:val="20"/>
              </w:rPr>
              <w:t>31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724752C" w14:textId="650972D3" w:rsidR="0078331C" w:rsidRPr="00E8102D" w:rsidRDefault="0078331C" w:rsidP="0078331C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D6AAF">
              <w:rPr>
                <w:b/>
                <w:color w:val="000000"/>
                <w:sz w:val="20"/>
              </w:rPr>
              <w:t>10,</w:t>
            </w:r>
            <w:r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0CAFEE1B" w14:textId="711BBCE4" w:rsidR="0078331C" w:rsidRPr="00E8102D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263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4E4279" w14:textId="03C43218" w:rsidR="0078331C" w:rsidRPr="00E8102D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7D6AAF">
              <w:rPr>
                <w:b/>
                <w:bCs/>
                <w:color w:val="000000"/>
                <w:sz w:val="20"/>
              </w:rPr>
              <w:t>87,</w:t>
            </w:r>
            <w:r>
              <w:rPr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58EC6E" w14:textId="779C0991" w:rsidR="0078331C" w:rsidRPr="00E8102D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7D6AAF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4" w:type="dxa"/>
            <w:shd w:val="clear" w:color="auto" w:fill="auto"/>
            <w:vAlign w:val="bottom"/>
          </w:tcPr>
          <w:p w14:paraId="437314F2" w14:textId="6E5CF16A" w:rsidR="0078331C" w:rsidRPr="00E8102D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7D6AAF">
              <w:rPr>
                <w:b/>
                <w:bCs/>
                <w:color w:val="000000"/>
                <w:sz w:val="20"/>
              </w:rPr>
              <w:t>0,3</w:t>
            </w:r>
          </w:p>
        </w:tc>
      </w:tr>
      <w:tr w:rsidR="0078331C" w:rsidRPr="00A16FE8" w14:paraId="4BE2A91F" w14:textId="77777777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14:paraId="1FD23F3E" w14:textId="77777777"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 xml:space="preserve">деятельность финансовая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A16FE8">
              <w:rPr>
                <w:b/>
                <w:bCs/>
                <w:color w:val="000000"/>
                <w:sz w:val="20"/>
              </w:rPr>
              <w:t>и страховая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5FD0E51E" w14:textId="51E78D23"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170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BF2A78E" w14:textId="1633FA5D" w:rsidR="0078331C" w:rsidRPr="00E8102D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7D6AAF"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712F5DC" w14:textId="3CF29607"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7D6AAF">
              <w:rPr>
                <w:b/>
                <w:color w:val="000000"/>
                <w:sz w:val="20"/>
              </w:rPr>
              <w:t>4</w:t>
            </w:r>
            <w:r>
              <w:rPr>
                <w:b/>
                <w:color w:val="000000"/>
                <w:sz w:val="20"/>
              </w:rPr>
              <w:t>,1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0D6EDBC1" w14:textId="5D95C8DB" w:rsidR="0078331C" w:rsidRPr="00E8102D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7D6AAF">
              <w:rPr>
                <w:b/>
                <w:color w:val="000000"/>
                <w:sz w:val="20"/>
              </w:rPr>
              <w:t>10</w:t>
            </w: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0F144FD" w14:textId="0D39D4FC"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7D6AAF">
              <w:rPr>
                <w:b/>
                <w:bCs/>
                <w:color w:val="000000"/>
                <w:sz w:val="20"/>
              </w:rPr>
              <w:t>62,</w:t>
            </w:r>
            <w:r>
              <w:rPr>
                <w:b/>
                <w:bCs/>
                <w:color w:val="000000"/>
                <w:sz w:val="20"/>
              </w:rPr>
              <w:t>9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2F0A1DB" w14:textId="38EFF2C0" w:rsidR="0078331C" w:rsidRPr="00B25FF9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7D6AAF">
              <w:rPr>
                <w:b/>
                <w:color w:val="000000"/>
                <w:sz w:val="20"/>
              </w:rPr>
              <w:t>24</w:t>
            </w:r>
          </w:p>
        </w:tc>
        <w:tc>
          <w:tcPr>
            <w:tcW w:w="854" w:type="dxa"/>
            <w:shd w:val="clear" w:color="auto" w:fill="auto"/>
            <w:vAlign w:val="bottom"/>
          </w:tcPr>
          <w:p w14:paraId="147E49D2" w14:textId="0E333FCF"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7D6AAF">
              <w:rPr>
                <w:b/>
                <w:bCs/>
                <w:color w:val="000000"/>
                <w:sz w:val="20"/>
              </w:rPr>
              <w:t>1</w:t>
            </w:r>
            <w:r>
              <w:rPr>
                <w:b/>
                <w:bCs/>
                <w:color w:val="000000"/>
                <w:sz w:val="20"/>
              </w:rPr>
              <w:t>4</w:t>
            </w:r>
            <w:r w:rsidRPr="007D6AAF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1</w:t>
            </w:r>
          </w:p>
        </w:tc>
      </w:tr>
      <w:tr w:rsidR="0078331C" w:rsidRPr="00A16FE8" w14:paraId="6488B375" w14:textId="77777777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14:paraId="517EEE11" w14:textId="77777777"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деятельность по операциям</w:t>
            </w:r>
            <w:r w:rsidRPr="00A16FE8">
              <w:rPr>
                <w:b/>
                <w:bCs/>
                <w:color w:val="000000"/>
                <w:sz w:val="20"/>
              </w:rPr>
              <w:br/>
              <w:t>с недвижимым имуществом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0D7FD9EC" w14:textId="734ED692"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1256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D7DABE" w14:textId="08377FDD"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7D6AAF">
              <w:rPr>
                <w:b/>
                <w:color w:val="000000"/>
                <w:sz w:val="20"/>
              </w:rPr>
              <w:t>1</w:t>
            </w: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7FEFAB13" w14:textId="768C3E9A"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0,9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2882E214" w14:textId="30BDE45A"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7D6AAF">
              <w:rPr>
                <w:b/>
                <w:color w:val="000000"/>
                <w:sz w:val="20"/>
              </w:rPr>
              <w:t>12</w:t>
            </w:r>
            <w:r>
              <w:rPr>
                <w:b/>
                <w:color w:val="000000"/>
                <w:sz w:val="20"/>
              </w:rPr>
              <w:t>22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027DB94" w14:textId="6B1CC6E4" w:rsidR="0078331C" w:rsidRPr="004304A8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7D6AAF">
              <w:rPr>
                <w:b/>
                <w:bCs/>
                <w:color w:val="000000"/>
                <w:sz w:val="20"/>
              </w:rPr>
              <w:t>97,</w:t>
            </w:r>
            <w:r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41F8D16" w14:textId="0DD693F7" w:rsidR="0078331C" w:rsidRPr="004304A8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7D6AAF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14:paraId="59747A67" w14:textId="54DB2B91" w:rsidR="0078331C" w:rsidRPr="004304A8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7D6AAF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78331C" w:rsidRPr="00A16FE8" w14:paraId="6EAA5175" w14:textId="77777777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14:paraId="6B597AE0" w14:textId="77777777"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 xml:space="preserve">деятельность </w:t>
            </w:r>
            <w:proofErr w:type="spellStart"/>
            <w:proofErr w:type="gramStart"/>
            <w:r w:rsidRPr="00A16FE8">
              <w:rPr>
                <w:b/>
                <w:bCs/>
                <w:color w:val="000000"/>
                <w:sz w:val="20"/>
              </w:rPr>
              <w:t>профессиональ</w:t>
            </w:r>
            <w:proofErr w:type="spellEnd"/>
            <w:r>
              <w:rPr>
                <w:b/>
                <w:bCs/>
                <w:color w:val="000000"/>
                <w:sz w:val="20"/>
              </w:rPr>
              <w:t>-</w:t>
            </w:r>
            <w:r w:rsidRPr="00A16FE8">
              <w:rPr>
                <w:b/>
                <w:bCs/>
                <w:color w:val="000000"/>
                <w:sz w:val="20"/>
              </w:rPr>
              <w:t>ная</w:t>
            </w:r>
            <w:proofErr w:type="gramEnd"/>
            <w:r w:rsidRPr="00A16FE8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 w:rsidRPr="00A16FE8">
              <w:rPr>
                <w:b/>
                <w:bCs/>
                <w:color w:val="000000"/>
                <w:sz w:val="20"/>
              </w:rPr>
              <w:t>научная и техническая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62CBC860" w14:textId="1FF73889"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814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ED30562" w14:textId="4E517C09" w:rsidR="0078331C" w:rsidRPr="00CA6553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0B75FF">
              <w:rPr>
                <w:b/>
                <w:color w:val="000000"/>
                <w:sz w:val="20"/>
              </w:rPr>
              <w:t>70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408259C4" w14:textId="36549B35" w:rsidR="0078331C" w:rsidRPr="00CA6553" w:rsidRDefault="0078331C" w:rsidP="0078331C">
            <w:pPr>
              <w:ind w:right="170"/>
              <w:jc w:val="right"/>
              <w:rPr>
                <w:b/>
                <w:color w:val="000000"/>
                <w:sz w:val="20"/>
              </w:rPr>
            </w:pPr>
            <w:r w:rsidRPr="007D6AAF">
              <w:rPr>
                <w:b/>
                <w:color w:val="000000"/>
                <w:sz w:val="20"/>
              </w:rPr>
              <w:t>8,</w:t>
            </w: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63BA93E2" w14:textId="47B48965"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7D6AAF">
              <w:rPr>
                <w:b/>
                <w:color w:val="000000"/>
                <w:sz w:val="20"/>
              </w:rPr>
              <w:t>7</w:t>
            </w:r>
            <w:r>
              <w:rPr>
                <w:b/>
                <w:color w:val="000000"/>
                <w:sz w:val="20"/>
              </w:rPr>
              <w:t>21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7C84396" w14:textId="6ABA7781"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7D6AAF">
              <w:rPr>
                <w:b/>
                <w:bCs/>
                <w:color w:val="000000"/>
                <w:sz w:val="20"/>
              </w:rPr>
              <w:t>88,</w:t>
            </w:r>
            <w:r>
              <w:rPr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8D575FC" w14:textId="7F41C9C7" w:rsidR="0078331C" w:rsidRPr="00B25FF9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7B37C3"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854" w:type="dxa"/>
            <w:shd w:val="clear" w:color="auto" w:fill="auto"/>
            <w:vAlign w:val="bottom"/>
          </w:tcPr>
          <w:p w14:paraId="201C09A2" w14:textId="48FFA836"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7B37C3">
              <w:rPr>
                <w:b/>
                <w:bCs/>
                <w:color w:val="000000"/>
                <w:sz w:val="20"/>
              </w:rPr>
              <w:t>0,7</w:t>
            </w:r>
          </w:p>
        </w:tc>
      </w:tr>
      <w:tr w:rsidR="0078331C" w:rsidRPr="00A16FE8" w14:paraId="1E422B7C" w14:textId="77777777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14:paraId="1703EBE5" w14:textId="77777777"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 xml:space="preserve">деятельность </w:t>
            </w:r>
            <w:proofErr w:type="spellStart"/>
            <w:proofErr w:type="gramStart"/>
            <w:r w:rsidRPr="00A16FE8">
              <w:rPr>
                <w:b/>
                <w:bCs/>
                <w:color w:val="000000"/>
                <w:sz w:val="20"/>
              </w:rPr>
              <w:t>администра</w:t>
            </w:r>
            <w:r>
              <w:rPr>
                <w:b/>
                <w:bCs/>
                <w:color w:val="000000"/>
                <w:sz w:val="20"/>
              </w:rPr>
              <w:t>-</w:t>
            </w:r>
            <w:r w:rsidRPr="00A16FE8">
              <w:rPr>
                <w:b/>
                <w:bCs/>
                <w:color w:val="000000"/>
                <w:sz w:val="20"/>
              </w:rPr>
              <w:t>тивная</w:t>
            </w:r>
            <w:proofErr w:type="spellEnd"/>
            <w:proofErr w:type="gramEnd"/>
            <w:r w:rsidRPr="00A16FE8">
              <w:rPr>
                <w:b/>
                <w:bCs/>
                <w:color w:val="000000"/>
                <w:sz w:val="20"/>
              </w:rPr>
              <w:t xml:space="preserve"> и сопутствующие дополнительные услуги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0C7D635F" w14:textId="7334C6D7"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445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59E94F" w14:textId="536B2DEE" w:rsidR="0078331C" w:rsidRPr="00A50F1D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7D6AAF">
              <w:rPr>
                <w:b/>
                <w:color w:val="000000"/>
                <w:sz w:val="20"/>
              </w:rPr>
              <w:t>27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586593" w14:textId="6081D239" w:rsidR="0078331C" w:rsidRPr="00A50F1D" w:rsidRDefault="0078331C" w:rsidP="0078331C">
            <w:pPr>
              <w:ind w:right="170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6,1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273D8521" w14:textId="6C40D0D0"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D02257">
              <w:rPr>
                <w:b/>
                <w:color w:val="000000"/>
                <w:sz w:val="20"/>
              </w:rPr>
              <w:t>4</w:t>
            </w:r>
            <w:r>
              <w:rPr>
                <w:b/>
                <w:color w:val="000000"/>
                <w:sz w:val="20"/>
              </w:rPr>
              <w:t>15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E291CD3" w14:textId="0CDDD010" w:rsidR="0078331C" w:rsidRPr="00A50F1D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D02257">
              <w:rPr>
                <w:b/>
                <w:bCs/>
                <w:color w:val="000000"/>
                <w:sz w:val="20"/>
              </w:rPr>
              <w:t>93,</w:t>
            </w:r>
            <w:r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0A43C2B1" w14:textId="3AC2E4E4" w:rsidR="0078331C" w:rsidRPr="00A50F1D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D02257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14:paraId="6490B37A" w14:textId="15F857A2" w:rsidR="0078331C" w:rsidRPr="00A50F1D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D02257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78331C" w:rsidRPr="00A16FE8" w14:paraId="58FD8895" w14:textId="77777777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14:paraId="6B8AF78E" w14:textId="77777777"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государственное управление</w:t>
            </w:r>
            <w:r w:rsidRPr="00A16FE8">
              <w:rPr>
                <w:b/>
                <w:bCs/>
                <w:color w:val="000000"/>
                <w:sz w:val="20"/>
              </w:rPr>
              <w:br/>
              <w:t>и обеспечение военной безопасности; социальное обеспечение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4D47F5AD" w14:textId="78A1893E"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538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CA8C7AF" w14:textId="6E180844"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82383">
              <w:rPr>
                <w:b/>
                <w:color w:val="000000"/>
                <w:sz w:val="20"/>
              </w:rPr>
              <w:t>52</w:t>
            </w: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52017C9C" w14:textId="79F10AAC"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82383">
              <w:rPr>
                <w:b/>
                <w:color w:val="000000"/>
                <w:sz w:val="20"/>
              </w:rPr>
              <w:t>97</w:t>
            </w:r>
            <w:r w:rsidR="0080679F">
              <w:rPr>
                <w:b/>
                <w:color w:val="000000"/>
                <w:sz w:val="20"/>
              </w:rPr>
              <w:t>,0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1E164610" w14:textId="6FF64B93"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82383">
              <w:rPr>
                <w:b/>
                <w:color w:val="000000"/>
                <w:sz w:val="20"/>
              </w:rPr>
              <w:t>14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78AA209" w14:textId="5D11D532"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582383">
              <w:rPr>
                <w:b/>
                <w:bCs/>
                <w:color w:val="000000"/>
                <w:sz w:val="20"/>
              </w:rPr>
              <w:t>2,6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C772562" w14:textId="1ED64C22" w:rsidR="0078331C" w:rsidRPr="00B25FF9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82383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4" w:type="dxa"/>
            <w:shd w:val="clear" w:color="auto" w:fill="auto"/>
            <w:vAlign w:val="bottom"/>
          </w:tcPr>
          <w:p w14:paraId="01E212F2" w14:textId="367ED20A"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582383">
              <w:rPr>
                <w:b/>
                <w:bCs/>
                <w:color w:val="000000"/>
                <w:sz w:val="20"/>
              </w:rPr>
              <w:t>0,2</w:t>
            </w:r>
          </w:p>
        </w:tc>
      </w:tr>
      <w:tr w:rsidR="0078331C" w:rsidRPr="00A16FE8" w14:paraId="7B3EEF88" w14:textId="77777777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14:paraId="116D9E97" w14:textId="77777777"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о</w:t>
            </w:r>
            <w:r>
              <w:rPr>
                <w:b/>
                <w:bCs/>
                <w:color w:val="000000"/>
                <w:sz w:val="20"/>
              </w:rPr>
              <w:t>бразование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3569C4E6" w14:textId="2919CB47"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631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5B36E51" w14:textId="31A063F3" w:rsidR="0078331C" w:rsidRPr="005B5BC6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582383">
              <w:rPr>
                <w:b/>
                <w:color w:val="000000"/>
                <w:sz w:val="20"/>
              </w:rPr>
              <w:t>48</w:t>
            </w:r>
            <w:r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F9BED32" w14:textId="099AD97F"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82383">
              <w:rPr>
                <w:b/>
                <w:color w:val="000000"/>
                <w:sz w:val="20"/>
              </w:rPr>
              <w:t>7</w:t>
            </w:r>
            <w:r>
              <w:rPr>
                <w:b/>
                <w:color w:val="000000"/>
                <w:sz w:val="20"/>
              </w:rPr>
              <w:t>6,1</w:t>
            </w:r>
            <w:r w:rsidRPr="00582383">
              <w:rPr>
                <w:b/>
                <w:color w:val="000000"/>
                <w:sz w:val="20"/>
              </w:rPr>
              <w:t xml:space="preserve"> 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5BE773D9" w14:textId="6EE06C96" w:rsidR="0078331C" w:rsidRPr="00F02873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582383">
              <w:rPr>
                <w:b/>
                <w:color w:val="000000"/>
                <w:sz w:val="20"/>
              </w:rPr>
              <w:t>1</w:t>
            </w:r>
            <w:r>
              <w:rPr>
                <w:b/>
                <w:color w:val="000000"/>
                <w:sz w:val="20"/>
              </w:rPr>
              <w:t>36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954401F" w14:textId="088E50AA"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582383">
              <w:rPr>
                <w:b/>
                <w:bCs/>
                <w:color w:val="000000"/>
                <w:sz w:val="20"/>
              </w:rPr>
              <w:t>2</w:t>
            </w:r>
            <w:r>
              <w:rPr>
                <w:b/>
                <w:bCs/>
                <w:color w:val="000000"/>
                <w:sz w:val="20"/>
              </w:rPr>
              <w:t>1</w:t>
            </w:r>
            <w:r w:rsidRPr="00582383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02CBB82" w14:textId="18F3B50D" w:rsidR="0078331C" w:rsidRPr="00B25FF9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82383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854" w:type="dxa"/>
            <w:shd w:val="clear" w:color="auto" w:fill="auto"/>
            <w:vAlign w:val="bottom"/>
          </w:tcPr>
          <w:p w14:paraId="1F222054" w14:textId="2F3510F6" w:rsidR="0078331C" w:rsidRPr="00F02873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582383">
              <w:rPr>
                <w:b/>
                <w:bCs/>
                <w:color w:val="000000"/>
                <w:sz w:val="20"/>
              </w:rPr>
              <w:t>0,5</w:t>
            </w:r>
          </w:p>
        </w:tc>
      </w:tr>
      <w:tr w:rsidR="0078331C" w:rsidRPr="00A16FE8" w14:paraId="3F8506B1" w14:textId="77777777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14:paraId="38783D60" w14:textId="77777777"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>деятельность в области здравоохранения</w:t>
            </w:r>
            <w:r>
              <w:rPr>
                <w:b/>
                <w:bCs/>
                <w:color w:val="000000"/>
                <w:sz w:val="20"/>
              </w:rPr>
              <w:t xml:space="preserve">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A16FE8">
              <w:rPr>
                <w:b/>
                <w:bCs/>
                <w:color w:val="000000"/>
                <w:sz w:val="20"/>
              </w:rPr>
              <w:t>и социальных услуг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77D76736" w14:textId="0A51F33B"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446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1D9F6C91" w14:textId="0E7F6F53"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82383">
              <w:rPr>
                <w:b/>
                <w:color w:val="000000"/>
                <w:sz w:val="20"/>
              </w:rPr>
              <w:t>134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814CA86" w14:textId="5F52DB91"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82383">
              <w:rPr>
                <w:b/>
                <w:color w:val="000000"/>
                <w:sz w:val="20"/>
              </w:rPr>
              <w:t>30</w:t>
            </w:r>
            <w:r w:rsidR="0080679F">
              <w:rPr>
                <w:b/>
                <w:color w:val="000000"/>
                <w:sz w:val="20"/>
              </w:rPr>
              <w:t>,0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20AA33F9" w14:textId="0469EDE9" w:rsidR="0078331C" w:rsidRPr="00FD7B82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582383">
              <w:rPr>
                <w:b/>
                <w:color w:val="000000"/>
                <w:sz w:val="20"/>
              </w:rPr>
              <w:t>2</w:t>
            </w:r>
            <w:r>
              <w:rPr>
                <w:b/>
                <w:color w:val="000000"/>
                <w:sz w:val="20"/>
              </w:rPr>
              <w:t>94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C98A143" w14:textId="0AF31211" w:rsidR="0078331C" w:rsidRPr="00FD7B82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582383">
              <w:rPr>
                <w:b/>
                <w:bCs/>
                <w:color w:val="000000"/>
                <w:sz w:val="20"/>
              </w:rPr>
              <w:t>65,</w:t>
            </w:r>
            <w:r>
              <w:rPr>
                <w:b/>
                <w:bCs/>
                <w:color w:val="000000"/>
                <w:sz w:val="20"/>
              </w:rPr>
              <w:t>9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66F5DF5" w14:textId="2EBC96E0" w:rsidR="0078331C" w:rsidRPr="00FD7B82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582383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854" w:type="dxa"/>
            <w:shd w:val="clear" w:color="auto" w:fill="auto"/>
            <w:vAlign w:val="bottom"/>
          </w:tcPr>
          <w:p w14:paraId="397458F2" w14:textId="33704E00" w:rsidR="0078331C" w:rsidRPr="00FD7B82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582383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78331C" w:rsidRPr="00A16FE8" w14:paraId="55C08EF7" w14:textId="77777777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14:paraId="6D5E98C7" w14:textId="77777777"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A16FE8">
              <w:rPr>
                <w:b/>
                <w:bCs/>
                <w:color w:val="000000"/>
                <w:sz w:val="20"/>
              </w:rPr>
              <w:t xml:space="preserve">деятельность в области </w:t>
            </w:r>
            <w:proofErr w:type="gramStart"/>
            <w:r w:rsidRPr="00A16FE8">
              <w:rPr>
                <w:b/>
                <w:bCs/>
                <w:color w:val="000000"/>
                <w:sz w:val="20"/>
              </w:rPr>
              <w:t>куль</w:t>
            </w:r>
            <w:r>
              <w:rPr>
                <w:b/>
                <w:bCs/>
                <w:color w:val="000000"/>
                <w:sz w:val="20"/>
              </w:rPr>
              <w:t>-</w:t>
            </w:r>
            <w:r w:rsidRPr="00A16FE8">
              <w:rPr>
                <w:b/>
                <w:bCs/>
                <w:color w:val="000000"/>
                <w:sz w:val="20"/>
              </w:rPr>
              <w:t>туры</w:t>
            </w:r>
            <w:proofErr w:type="gramEnd"/>
            <w:r w:rsidRPr="00A16FE8">
              <w:rPr>
                <w:b/>
                <w:bCs/>
                <w:color w:val="000000"/>
                <w:sz w:val="20"/>
              </w:rPr>
              <w:t>, спорта, организации досуга и развлечений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6117FA62" w14:textId="561059EE"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278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6FED779C" w14:textId="3E730743" w:rsidR="0078331C" w:rsidRPr="006F6984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582383">
              <w:rPr>
                <w:b/>
                <w:color w:val="000000"/>
                <w:sz w:val="20"/>
              </w:rPr>
              <w:t>12</w:t>
            </w: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04129F1A" w14:textId="037EE2FE"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82383">
              <w:rPr>
                <w:b/>
                <w:color w:val="000000"/>
                <w:sz w:val="20"/>
              </w:rPr>
              <w:t>43,</w:t>
            </w:r>
            <w:r>
              <w:rPr>
                <w:b/>
                <w:color w:val="000000"/>
                <w:sz w:val="20"/>
              </w:rPr>
              <w:t>9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596E4CA2" w14:textId="10814F5B" w:rsidR="0078331C" w:rsidRPr="006F6984" w:rsidRDefault="0078331C" w:rsidP="0078331C">
            <w:pPr>
              <w:ind w:right="113"/>
              <w:jc w:val="right"/>
              <w:rPr>
                <w:b/>
                <w:color w:val="000000"/>
                <w:sz w:val="20"/>
              </w:rPr>
            </w:pPr>
            <w:r w:rsidRPr="00582383">
              <w:rPr>
                <w:b/>
                <w:color w:val="000000"/>
                <w:sz w:val="20"/>
              </w:rPr>
              <w:t>11</w:t>
            </w: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777ED8C9" w14:textId="3936EB1E" w:rsidR="0078331C" w:rsidRPr="006F6984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582383">
              <w:rPr>
                <w:b/>
                <w:bCs/>
                <w:color w:val="000000"/>
                <w:sz w:val="20"/>
              </w:rPr>
              <w:t>42,</w:t>
            </w:r>
            <w:r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584F9379" w14:textId="4D5ABF68" w:rsidR="0078331C" w:rsidRPr="006F6984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582383"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854" w:type="dxa"/>
            <w:shd w:val="clear" w:color="auto" w:fill="auto"/>
            <w:vAlign w:val="bottom"/>
          </w:tcPr>
          <w:p w14:paraId="7FD97DEB" w14:textId="6713C801" w:rsidR="0078331C" w:rsidRPr="006F6984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582383">
              <w:rPr>
                <w:b/>
                <w:bCs/>
                <w:color w:val="000000"/>
                <w:sz w:val="20"/>
              </w:rPr>
              <w:t>0,4</w:t>
            </w:r>
          </w:p>
        </w:tc>
      </w:tr>
      <w:tr w:rsidR="0078331C" w:rsidRPr="00A16FE8" w14:paraId="115050BC" w14:textId="77777777" w:rsidTr="0078331C">
        <w:trPr>
          <w:cantSplit/>
          <w:trHeight w:val="227"/>
          <w:jc w:val="center"/>
        </w:trPr>
        <w:tc>
          <w:tcPr>
            <w:tcW w:w="3115" w:type="dxa"/>
            <w:shd w:val="clear" w:color="auto" w:fill="auto"/>
            <w:vAlign w:val="bottom"/>
          </w:tcPr>
          <w:p w14:paraId="57397777" w14:textId="77777777" w:rsidR="0078331C" w:rsidRPr="00A16FE8" w:rsidRDefault="0078331C" w:rsidP="0078331C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предоставление прочих видов услуг</w:t>
            </w:r>
          </w:p>
        </w:tc>
        <w:tc>
          <w:tcPr>
            <w:tcW w:w="849" w:type="dxa"/>
            <w:shd w:val="clear" w:color="auto" w:fill="auto"/>
            <w:vAlign w:val="bottom"/>
          </w:tcPr>
          <w:p w14:paraId="52A8F2FC" w14:textId="20480A2F" w:rsidR="0078331C" w:rsidRPr="00A16FE8" w:rsidRDefault="0078331C" w:rsidP="0078331C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849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367E96D2" w14:textId="5DE6CDB8"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82383">
              <w:rPr>
                <w:b/>
                <w:color w:val="000000"/>
                <w:sz w:val="20"/>
              </w:rPr>
              <w:t>14</w:t>
            </w:r>
          </w:p>
        </w:tc>
        <w:tc>
          <w:tcPr>
            <w:tcW w:w="851" w:type="dxa"/>
            <w:shd w:val="clear" w:color="auto" w:fill="auto"/>
            <w:vAlign w:val="bottom"/>
          </w:tcPr>
          <w:p w14:paraId="316CD7FF" w14:textId="0F67CE78" w:rsidR="0078331C" w:rsidRPr="00B25FF9" w:rsidRDefault="0078331C" w:rsidP="0078331C">
            <w:pPr>
              <w:ind w:right="17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582383">
              <w:rPr>
                <w:b/>
                <w:color w:val="000000"/>
                <w:sz w:val="20"/>
              </w:rPr>
              <w:t>1,6</w:t>
            </w:r>
          </w:p>
        </w:tc>
        <w:tc>
          <w:tcPr>
            <w:tcW w:w="852" w:type="dxa"/>
            <w:shd w:val="clear" w:color="auto" w:fill="auto"/>
            <w:vAlign w:val="bottom"/>
          </w:tcPr>
          <w:p w14:paraId="37A72615" w14:textId="708C57CB" w:rsidR="0078331C" w:rsidRPr="00B25FF9" w:rsidRDefault="0078331C" w:rsidP="0078331C">
            <w:pPr>
              <w:ind w:right="113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E16DA4">
              <w:rPr>
                <w:b/>
                <w:color w:val="000000"/>
                <w:sz w:val="20"/>
              </w:rPr>
              <w:t>19</w:t>
            </w: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226CC24E" w14:textId="500DA0F8" w:rsidR="0078331C" w:rsidRPr="00B25FF9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E16DA4">
              <w:rPr>
                <w:b/>
                <w:bCs/>
                <w:color w:val="000000"/>
                <w:sz w:val="20"/>
              </w:rPr>
              <w:t>22,</w:t>
            </w:r>
            <w:r>
              <w:rPr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850" w:type="dxa"/>
            <w:shd w:val="clear" w:color="auto" w:fill="auto"/>
            <w:vAlign w:val="bottom"/>
          </w:tcPr>
          <w:p w14:paraId="4166F989" w14:textId="365D8E6E" w:rsidR="0078331C" w:rsidRPr="00B25FF9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E16DA4"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854" w:type="dxa"/>
            <w:shd w:val="clear" w:color="auto" w:fill="auto"/>
            <w:vAlign w:val="bottom"/>
          </w:tcPr>
          <w:p w14:paraId="267FD663" w14:textId="03FAFACB" w:rsidR="0078331C" w:rsidRPr="00612CF2" w:rsidRDefault="0078331C" w:rsidP="0078331C">
            <w:pPr>
              <w:ind w:right="170"/>
              <w:jc w:val="right"/>
              <w:rPr>
                <w:b/>
                <w:bCs/>
                <w:color w:val="000000"/>
                <w:sz w:val="20"/>
              </w:rPr>
            </w:pPr>
            <w:r w:rsidRPr="00E16DA4">
              <w:rPr>
                <w:b/>
                <w:bCs/>
                <w:color w:val="000000"/>
                <w:sz w:val="20"/>
              </w:rPr>
              <w:t>0,6</w:t>
            </w:r>
          </w:p>
        </w:tc>
      </w:tr>
    </w:tbl>
    <w:p w14:paraId="70EEA494" w14:textId="77777777" w:rsidR="001F79ED" w:rsidRPr="001F79ED" w:rsidRDefault="001F79ED" w:rsidP="001F79ED">
      <w:pPr>
        <w:pStyle w:val="3"/>
        <w:spacing w:before="240" w:after="100" w:afterAutospacing="1"/>
        <w:rPr>
          <w:sz w:val="2"/>
          <w:szCs w:val="2"/>
        </w:rPr>
      </w:pPr>
      <w:bookmarkStart w:id="155" w:name="_Toc149904721"/>
    </w:p>
    <w:p w14:paraId="7ACE59CD" w14:textId="544EDFDB" w:rsidR="0078331C" w:rsidRPr="00417C52" w:rsidRDefault="0078331C" w:rsidP="001F79ED">
      <w:pPr>
        <w:pStyle w:val="3"/>
        <w:spacing w:before="120" w:after="360"/>
        <w:rPr>
          <w:sz w:val="20"/>
        </w:rPr>
      </w:pPr>
      <w:bookmarkStart w:id="156" w:name="_Toc181255942"/>
      <w:r w:rsidRPr="00417C52">
        <w:rPr>
          <w:szCs w:val="24"/>
        </w:rPr>
        <w:t>Распределение организаций по организационно-правовым формам</w:t>
      </w:r>
      <w:r w:rsidRPr="00417C52">
        <w:rPr>
          <w:szCs w:val="24"/>
        </w:rPr>
        <w:br/>
        <w:t>на 1 октября 202</w:t>
      </w:r>
      <w:r>
        <w:rPr>
          <w:szCs w:val="24"/>
        </w:rPr>
        <w:t>4</w:t>
      </w:r>
      <w:r w:rsidRPr="00417C52">
        <w:rPr>
          <w:szCs w:val="24"/>
        </w:rPr>
        <w:t xml:space="preserve"> года</w:t>
      </w:r>
      <w:bookmarkEnd w:id="155"/>
      <w:bookmarkEnd w:id="156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69"/>
        <w:gridCol w:w="1135"/>
        <w:gridCol w:w="1134"/>
        <w:gridCol w:w="1134"/>
      </w:tblGrid>
      <w:tr w:rsidR="0078331C" w:rsidRPr="00CD39E1" w14:paraId="4079B8CF" w14:textId="77777777" w:rsidTr="0078331C">
        <w:trPr>
          <w:cantSplit/>
          <w:trHeight w:val="283"/>
          <w:jc w:val="center"/>
        </w:trPr>
        <w:tc>
          <w:tcPr>
            <w:tcW w:w="5669" w:type="dxa"/>
            <w:vMerge w:val="restart"/>
            <w:vAlign w:val="center"/>
          </w:tcPr>
          <w:p w14:paraId="3642A6B6" w14:textId="77777777" w:rsidR="0078331C" w:rsidRPr="00CD39E1" w:rsidRDefault="0078331C" w:rsidP="0078331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5" w:type="dxa"/>
            <w:vMerge w:val="restart"/>
            <w:vAlign w:val="center"/>
          </w:tcPr>
          <w:p w14:paraId="3602608C" w14:textId="77777777" w:rsidR="0078331C" w:rsidRDefault="0078331C" w:rsidP="0078331C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CD39E1">
              <w:rPr>
                <w:b/>
                <w:sz w:val="20"/>
              </w:rPr>
              <w:t>Количество</w:t>
            </w:r>
            <w:r>
              <w:rPr>
                <w:b/>
                <w:sz w:val="20"/>
              </w:rPr>
              <w:t xml:space="preserve"> </w:t>
            </w:r>
            <w:proofErr w:type="spellStart"/>
            <w:proofErr w:type="gramStart"/>
            <w:r w:rsidRPr="00CD39E1">
              <w:rPr>
                <w:b/>
                <w:sz w:val="20"/>
              </w:rPr>
              <w:t>органи</w:t>
            </w:r>
            <w:r>
              <w:rPr>
                <w:b/>
                <w:sz w:val="20"/>
              </w:rPr>
              <w:t>-</w:t>
            </w:r>
            <w:r w:rsidRPr="00CD39E1">
              <w:rPr>
                <w:b/>
                <w:sz w:val="20"/>
              </w:rPr>
              <w:t>заций</w:t>
            </w:r>
            <w:proofErr w:type="spellEnd"/>
            <w:proofErr w:type="gramEnd"/>
            <w:r w:rsidRPr="00CD39E1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</w:r>
            <w:r w:rsidRPr="00CD39E1">
              <w:rPr>
                <w:b/>
                <w:sz w:val="20"/>
              </w:rPr>
              <w:t>ед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2268" w:type="dxa"/>
            <w:gridSpan w:val="2"/>
            <w:vAlign w:val="center"/>
          </w:tcPr>
          <w:p w14:paraId="143E98D4" w14:textId="77777777" w:rsidR="0078331C" w:rsidRDefault="0078331C" w:rsidP="0078331C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proofErr w:type="gramStart"/>
            <w:r>
              <w:rPr>
                <w:b/>
                <w:color w:val="000000"/>
                <w:sz w:val="20"/>
              </w:rPr>
              <w:t>В</w:t>
            </w:r>
            <w:r w:rsidRPr="00CD39E1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 xml:space="preserve"> </w:t>
            </w:r>
            <w:r w:rsidRPr="00CD39E1">
              <w:rPr>
                <w:b/>
                <w:color w:val="000000"/>
                <w:sz w:val="20"/>
              </w:rPr>
              <w:t>%</w:t>
            </w:r>
            <w:proofErr w:type="gramEnd"/>
            <w:r w:rsidRPr="00CD39E1">
              <w:rPr>
                <w:b/>
                <w:color w:val="000000"/>
                <w:sz w:val="20"/>
              </w:rPr>
              <w:t xml:space="preserve"> </w:t>
            </w:r>
            <w:r>
              <w:rPr>
                <w:b/>
                <w:color w:val="000000"/>
                <w:sz w:val="20"/>
              </w:rPr>
              <w:t xml:space="preserve"> </w:t>
            </w:r>
            <w:r w:rsidRPr="00CD39E1">
              <w:rPr>
                <w:b/>
                <w:color w:val="000000"/>
                <w:sz w:val="20"/>
              </w:rPr>
              <w:t xml:space="preserve">к </w:t>
            </w:r>
          </w:p>
        </w:tc>
      </w:tr>
      <w:tr w:rsidR="0078331C" w:rsidRPr="00CD39E1" w14:paraId="439BE46B" w14:textId="77777777" w:rsidTr="0078331C">
        <w:trPr>
          <w:cantSplit/>
          <w:trHeight w:val="227"/>
          <w:jc w:val="center"/>
        </w:trPr>
        <w:tc>
          <w:tcPr>
            <w:tcW w:w="5669" w:type="dxa"/>
            <w:vMerge/>
            <w:vAlign w:val="center"/>
          </w:tcPr>
          <w:p w14:paraId="18B3B518" w14:textId="77777777" w:rsidR="0078331C" w:rsidRPr="00CD39E1" w:rsidRDefault="0078331C" w:rsidP="0078331C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5" w:type="dxa"/>
            <w:vMerge/>
            <w:vAlign w:val="center"/>
          </w:tcPr>
          <w:p w14:paraId="41370FAB" w14:textId="77777777" w:rsidR="0078331C" w:rsidRPr="00CD39E1" w:rsidRDefault="0078331C" w:rsidP="0078331C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7860E491" w14:textId="77777777" w:rsidR="0078331C" w:rsidRDefault="0078331C" w:rsidP="0078331C">
            <w:pPr>
              <w:jc w:val="center"/>
              <w:rPr>
                <w:b/>
                <w:color w:val="000000"/>
                <w:sz w:val="20"/>
              </w:rPr>
            </w:pPr>
            <w:r w:rsidRPr="00CD39E1">
              <w:rPr>
                <w:b/>
                <w:color w:val="000000"/>
                <w:sz w:val="20"/>
              </w:rPr>
              <w:t>итогу</w:t>
            </w:r>
          </w:p>
        </w:tc>
        <w:tc>
          <w:tcPr>
            <w:tcW w:w="1134" w:type="dxa"/>
            <w:vAlign w:val="center"/>
          </w:tcPr>
          <w:p w14:paraId="382D7986" w14:textId="2AAD2B9F" w:rsidR="0078331C" w:rsidRPr="00CD39E1" w:rsidRDefault="0078331C" w:rsidP="0078331C">
            <w:pPr>
              <w:ind w:left="-85" w:right="-85"/>
              <w:jc w:val="center"/>
              <w:rPr>
                <w:b/>
                <w:sz w:val="20"/>
              </w:rPr>
            </w:pPr>
            <w:r w:rsidRPr="00CD39E1">
              <w:rPr>
                <w:b/>
                <w:sz w:val="20"/>
              </w:rPr>
              <w:t xml:space="preserve">количеству </w:t>
            </w:r>
            <w:proofErr w:type="spellStart"/>
            <w:proofErr w:type="gramStart"/>
            <w:r w:rsidRPr="00CD39E1">
              <w:rPr>
                <w:b/>
                <w:sz w:val="20"/>
              </w:rPr>
              <w:t>органи</w:t>
            </w:r>
            <w:r>
              <w:rPr>
                <w:b/>
                <w:sz w:val="20"/>
              </w:rPr>
              <w:t>-</w:t>
            </w:r>
            <w:r w:rsidRPr="00CD39E1">
              <w:rPr>
                <w:b/>
                <w:sz w:val="20"/>
              </w:rPr>
              <w:t>заций</w:t>
            </w:r>
            <w:proofErr w:type="spellEnd"/>
            <w:proofErr w:type="gramEnd"/>
            <w:r w:rsidRPr="00CD39E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  <w:t>на 1 октябр</w:t>
            </w:r>
            <w:r w:rsidRPr="00CD39E1">
              <w:rPr>
                <w:b/>
                <w:sz w:val="20"/>
              </w:rPr>
              <w:t xml:space="preserve">я </w:t>
            </w:r>
            <w:r>
              <w:rPr>
                <w:b/>
                <w:sz w:val="20"/>
              </w:rPr>
              <w:br/>
              <w:t>2</w:t>
            </w:r>
            <w:r w:rsidRPr="00CD39E1">
              <w:rPr>
                <w:b/>
                <w:sz w:val="20"/>
              </w:rPr>
              <w:t>0</w:t>
            </w:r>
            <w:r>
              <w:rPr>
                <w:b/>
                <w:sz w:val="20"/>
              </w:rPr>
              <w:t>23</w:t>
            </w:r>
          </w:p>
        </w:tc>
      </w:tr>
      <w:tr w:rsidR="0078331C" w:rsidRPr="00CD39E1" w14:paraId="3DF46603" w14:textId="77777777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4E96B570" w14:textId="77777777" w:rsidR="0078331C" w:rsidRPr="00CD39E1" w:rsidRDefault="0078331C" w:rsidP="0078331C">
            <w:pPr>
              <w:jc w:val="left"/>
              <w:rPr>
                <w:b/>
                <w:bCs/>
                <w:sz w:val="20"/>
              </w:rPr>
            </w:pPr>
            <w:bookmarkStart w:id="157" w:name="RANGE!A3:B25"/>
            <w:bookmarkStart w:id="158" w:name="RANGE!A3:B12"/>
            <w:bookmarkEnd w:id="157"/>
            <w:r w:rsidRPr="00CD39E1">
              <w:rPr>
                <w:b/>
                <w:bCs/>
                <w:sz w:val="20"/>
              </w:rPr>
              <w:t>Всего</w:t>
            </w:r>
            <w:bookmarkEnd w:id="158"/>
          </w:p>
        </w:tc>
        <w:tc>
          <w:tcPr>
            <w:tcW w:w="1135" w:type="dxa"/>
            <w:vAlign w:val="bottom"/>
          </w:tcPr>
          <w:p w14:paraId="06BB57FE" w14:textId="1EA0CF6C" w:rsidR="0078331C" w:rsidRPr="004F1F1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6470F5">
              <w:rPr>
                <w:b/>
                <w:bCs/>
                <w:color w:val="000000"/>
                <w:sz w:val="20"/>
              </w:rPr>
              <w:t>11</w:t>
            </w:r>
            <w:r w:rsidRPr="006470F5">
              <w:rPr>
                <w:b/>
                <w:bCs/>
                <w:color w:val="000000"/>
                <w:sz w:val="20"/>
                <w:lang w:val="en-US"/>
              </w:rPr>
              <w:t>7</w:t>
            </w:r>
            <w:r w:rsidRPr="006470F5">
              <w:rPr>
                <w:b/>
                <w:bCs/>
                <w:color w:val="000000"/>
                <w:sz w:val="20"/>
              </w:rPr>
              <w:t>33</w:t>
            </w:r>
          </w:p>
        </w:tc>
        <w:tc>
          <w:tcPr>
            <w:tcW w:w="1134" w:type="dxa"/>
            <w:vAlign w:val="bottom"/>
          </w:tcPr>
          <w:p w14:paraId="5C2B57A1" w14:textId="76A35DA1" w:rsidR="0078331C" w:rsidRPr="004F1F1D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547746">
              <w:rPr>
                <w:b/>
                <w:bCs/>
                <w:color w:val="000000"/>
                <w:sz w:val="20"/>
              </w:rPr>
              <w:t>100</w:t>
            </w:r>
          </w:p>
        </w:tc>
        <w:tc>
          <w:tcPr>
            <w:tcW w:w="1134" w:type="dxa"/>
            <w:vAlign w:val="bottom"/>
          </w:tcPr>
          <w:p w14:paraId="05CDA9B6" w14:textId="1C09A2D0" w:rsidR="0078331C" w:rsidRPr="004F1F1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E21920">
              <w:rPr>
                <w:b/>
                <w:bCs/>
                <w:color w:val="000000"/>
                <w:sz w:val="20"/>
              </w:rPr>
              <w:t>96,4</w:t>
            </w:r>
          </w:p>
        </w:tc>
      </w:tr>
      <w:tr w:rsidR="0078331C" w:rsidRPr="00CD39E1" w14:paraId="152BFD65" w14:textId="77777777" w:rsidTr="0078331C">
        <w:trPr>
          <w:cantSplit/>
          <w:trHeight w:val="227"/>
          <w:jc w:val="center"/>
        </w:trPr>
        <w:tc>
          <w:tcPr>
            <w:tcW w:w="9072" w:type="dxa"/>
            <w:gridSpan w:val="4"/>
            <w:vAlign w:val="bottom"/>
          </w:tcPr>
          <w:p w14:paraId="63FA5216" w14:textId="77777777" w:rsidR="0078331C" w:rsidRDefault="0078331C" w:rsidP="0078331C">
            <w:pPr>
              <w:ind w:left="340"/>
              <w:jc w:val="left"/>
              <w:rPr>
                <w:b/>
                <w:bCs/>
                <w:color w:val="000000"/>
                <w:sz w:val="20"/>
              </w:rPr>
            </w:pPr>
            <w:r w:rsidRPr="00337D41">
              <w:rPr>
                <w:b/>
                <w:color w:val="000000"/>
                <w:sz w:val="20"/>
              </w:rPr>
              <w:t>в том числе:</w:t>
            </w:r>
          </w:p>
        </w:tc>
      </w:tr>
      <w:tr w:rsidR="0080679F" w:rsidRPr="00CD39E1" w14:paraId="033F9723" w14:textId="77777777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53A4D8A4" w14:textId="01E00103" w:rsidR="0080679F" w:rsidRPr="00CD39E1" w:rsidRDefault="0080679F" w:rsidP="0080679F">
            <w:pPr>
              <w:ind w:left="113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</w:t>
            </w:r>
            <w:r w:rsidRPr="00CD39E1">
              <w:rPr>
                <w:b/>
                <w:bCs/>
                <w:sz w:val="20"/>
              </w:rPr>
              <w:t>рганизационно-правовые формы юридических лиц,</w:t>
            </w:r>
            <w:r w:rsidR="001F79ED">
              <w:rPr>
                <w:b/>
                <w:bCs/>
                <w:sz w:val="20"/>
              </w:rPr>
              <w:t xml:space="preserve"> </w:t>
            </w:r>
            <w:r w:rsidRPr="00CD39E1">
              <w:rPr>
                <w:b/>
                <w:bCs/>
                <w:sz w:val="20"/>
              </w:rPr>
              <w:t>являющихся коммерческими корпоративными организациями</w:t>
            </w:r>
          </w:p>
        </w:tc>
        <w:tc>
          <w:tcPr>
            <w:tcW w:w="1135" w:type="dxa"/>
            <w:vAlign w:val="bottom"/>
          </w:tcPr>
          <w:p w14:paraId="7617FA52" w14:textId="27101124"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79</w:t>
            </w:r>
            <w:r>
              <w:rPr>
                <w:b/>
                <w:bCs/>
                <w:color w:val="000000"/>
                <w:sz w:val="20"/>
              </w:rPr>
              <w:t>71</w:t>
            </w:r>
          </w:p>
        </w:tc>
        <w:tc>
          <w:tcPr>
            <w:tcW w:w="1134" w:type="dxa"/>
            <w:vAlign w:val="bottom"/>
          </w:tcPr>
          <w:p w14:paraId="10EB0777" w14:textId="5857FFC8" w:rsidR="0080679F" w:rsidRPr="00273F0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C92B2F">
              <w:rPr>
                <w:b/>
                <w:bCs/>
                <w:color w:val="000000"/>
                <w:sz w:val="20"/>
              </w:rPr>
              <w:t>6</w:t>
            </w:r>
            <w:r>
              <w:rPr>
                <w:b/>
                <w:bCs/>
                <w:color w:val="000000"/>
                <w:sz w:val="20"/>
              </w:rPr>
              <w:t>7</w:t>
            </w:r>
            <w:r w:rsidRPr="00C92B2F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14:paraId="238A1475" w14:textId="6BDAE7CC"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 w:rsidRPr="003E6C72">
              <w:rPr>
                <w:b/>
                <w:bCs/>
                <w:color w:val="000000"/>
                <w:sz w:val="20"/>
              </w:rPr>
              <w:t>9</w:t>
            </w:r>
            <w:r>
              <w:rPr>
                <w:b/>
                <w:bCs/>
                <w:color w:val="000000"/>
                <w:sz w:val="20"/>
              </w:rPr>
              <w:t>4</w:t>
            </w:r>
            <w:r w:rsidRPr="003E6C72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9</w:t>
            </w:r>
          </w:p>
        </w:tc>
      </w:tr>
      <w:tr w:rsidR="0080679F" w:rsidRPr="00CD39E1" w14:paraId="31A7C79B" w14:textId="77777777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00D43BE0" w14:textId="37E33209"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хозяйственные товарищества</w:t>
            </w:r>
          </w:p>
        </w:tc>
        <w:tc>
          <w:tcPr>
            <w:tcW w:w="1135" w:type="dxa"/>
            <w:vAlign w:val="bottom"/>
          </w:tcPr>
          <w:p w14:paraId="6909ACA8" w14:textId="47FB5E84" w:rsidR="0080679F" w:rsidRPr="00476241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 w:rsidRPr="00476241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14:paraId="33319049" w14:textId="1165CCE4" w:rsidR="0080679F" w:rsidRPr="00476241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476241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1134" w:type="dxa"/>
            <w:vAlign w:val="bottom"/>
          </w:tcPr>
          <w:p w14:paraId="0F790B00" w14:textId="0971FFA1" w:rsidR="0080679F" w:rsidRPr="003E6C7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 w:rsidRPr="003E6C72">
              <w:rPr>
                <w:b/>
                <w:bCs/>
                <w:color w:val="000000"/>
                <w:sz w:val="20"/>
              </w:rPr>
              <w:t>х</w:t>
            </w:r>
          </w:p>
        </w:tc>
      </w:tr>
      <w:tr w:rsidR="0080679F" w:rsidRPr="00CD39E1" w14:paraId="5A9B82E6" w14:textId="77777777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3995C9E5" w14:textId="77777777"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хозяйственные общества</w:t>
            </w:r>
          </w:p>
        </w:tc>
        <w:tc>
          <w:tcPr>
            <w:tcW w:w="1135" w:type="dxa"/>
            <w:vAlign w:val="bottom"/>
          </w:tcPr>
          <w:p w14:paraId="426F282A" w14:textId="41D7085A"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79</w:t>
            </w:r>
            <w:r>
              <w:rPr>
                <w:b/>
                <w:bCs/>
                <w:color w:val="000000"/>
                <w:sz w:val="20"/>
              </w:rPr>
              <w:t>09</w:t>
            </w:r>
          </w:p>
        </w:tc>
        <w:tc>
          <w:tcPr>
            <w:tcW w:w="1134" w:type="dxa"/>
            <w:vAlign w:val="bottom"/>
          </w:tcPr>
          <w:p w14:paraId="3D64B929" w14:textId="4972C593" w:rsidR="0080679F" w:rsidRPr="00273F0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C92B2F">
              <w:rPr>
                <w:b/>
                <w:bCs/>
                <w:color w:val="000000"/>
                <w:sz w:val="20"/>
              </w:rPr>
              <w:t>67,</w:t>
            </w:r>
            <w:r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14:paraId="5C2034EE" w14:textId="08A0E493"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 w:rsidRPr="003E6C72">
              <w:rPr>
                <w:b/>
                <w:bCs/>
                <w:color w:val="000000"/>
                <w:sz w:val="20"/>
              </w:rPr>
              <w:t>9</w:t>
            </w:r>
            <w:r>
              <w:rPr>
                <w:b/>
                <w:bCs/>
                <w:color w:val="000000"/>
                <w:sz w:val="20"/>
              </w:rPr>
              <w:t>4</w:t>
            </w:r>
            <w:r w:rsidRPr="003E6C72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9</w:t>
            </w:r>
          </w:p>
        </w:tc>
      </w:tr>
      <w:tr w:rsidR="0080679F" w:rsidRPr="00CD39E1" w14:paraId="36FBB7F3" w14:textId="77777777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1AF995BD" w14:textId="77777777" w:rsidR="0080679F" w:rsidRPr="00CD39E1" w:rsidRDefault="0080679F" w:rsidP="0080679F">
            <w:pPr>
              <w:ind w:left="340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акционерные общества</w:t>
            </w:r>
          </w:p>
        </w:tc>
        <w:tc>
          <w:tcPr>
            <w:tcW w:w="1135" w:type="dxa"/>
            <w:vAlign w:val="bottom"/>
          </w:tcPr>
          <w:p w14:paraId="73F22183" w14:textId="49655B88"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125</w:t>
            </w:r>
          </w:p>
        </w:tc>
        <w:tc>
          <w:tcPr>
            <w:tcW w:w="1134" w:type="dxa"/>
            <w:vAlign w:val="bottom"/>
          </w:tcPr>
          <w:p w14:paraId="2AFCA516" w14:textId="3D553414" w:rsidR="0080679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C92B2F">
              <w:rPr>
                <w:b/>
                <w:bCs/>
                <w:color w:val="000000"/>
                <w:sz w:val="20"/>
              </w:rPr>
              <w:t>1,1</w:t>
            </w:r>
          </w:p>
        </w:tc>
        <w:tc>
          <w:tcPr>
            <w:tcW w:w="1134" w:type="dxa"/>
            <w:vAlign w:val="bottom"/>
          </w:tcPr>
          <w:p w14:paraId="395618A1" w14:textId="24A04E80"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 w:rsidRPr="003E6C72">
              <w:rPr>
                <w:b/>
                <w:bCs/>
                <w:color w:val="000000"/>
                <w:sz w:val="20"/>
              </w:rPr>
              <w:t>9</w:t>
            </w:r>
            <w:r>
              <w:rPr>
                <w:b/>
                <w:bCs/>
                <w:color w:val="000000"/>
                <w:sz w:val="20"/>
              </w:rPr>
              <w:t>6</w:t>
            </w:r>
            <w:r w:rsidRPr="003E6C72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9</w:t>
            </w:r>
          </w:p>
        </w:tc>
      </w:tr>
      <w:tr w:rsidR="0080679F" w:rsidRPr="00CD39E1" w14:paraId="5A6356E7" w14:textId="77777777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71CCA87C" w14:textId="77777777" w:rsidR="0080679F" w:rsidRPr="00CD39E1" w:rsidRDefault="0080679F" w:rsidP="0080679F">
            <w:pPr>
              <w:ind w:left="340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общества с ограниченной ответственностью</w:t>
            </w:r>
          </w:p>
        </w:tc>
        <w:tc>
          <w:tcPr>
            <w:tcW w:w="1135" w:type="dxa"/>
            <w:vAlign w:val="bottom"/>
          </w:tcPr>
          <w:p w14:paraId="53689AA0" w14:textId="025A988F"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7784</w:t>
            </w:r>
          </w:p>
        </w:tc>
        <w:tc>
          <w:tcPr>
            <w:tcW w:w="1134" w:type="dxa"/>
            <w:vAlign w:val="bottom"/>
          </w:tcPr>
          <w:p w14:paraId="6F00D672" w14:textId="2C9FA6CE" w:rsidR="0080679F" w:rsidRPr="00F62A5A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 w:rsidRPr="00C92B2F">
              <w:rPr>
                <w:b/>
                <w:bCs/>
                <w:color w:val="000000"/>
                <w:sz w:val="20"/>
              </w:rPr>
              <w:t>66,</w:t>
            </w:r>
            <w:r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14:paraId="0E2FC9F4" w14:textId="36D89CB0"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E6C72">
              <w:rPr>
                <w:b/>
                <w:bCs/>
                <w:color w:val="000000"/>
                <w:sz w:val="20"/>
              </w:rPr>
              <w:t>9</w:t>
            </w:r>
            <w:r>
              <w:rPr>
                <w:b/>
                <w:bCs/>
                <w:color w:val="000000"/>
                <w:sz w:val="20"/>
              </w:rPr>
              <w:t>4</w:t>
            </w:r>
            <w:r w:rsidRPr="003E6C72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9</w:t>
            </w:r>
          </w:p>
        </w:tc>
      </w:tr>
      <w:tr w:rsidR="0080679F" w:rsidRPr="00CD39E1" w14:paraId="4EDCD007" w14:textId="77777777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3009BDC7" w14:textId="77777777"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производственные кооперативы (артели)</w:t>
            </w:r>
          </w:p>
        </w:tc>
        <w:tc>
          <w:tcPr>
            <w:tcW w:w="1135" w:type="dxa"/>
            <w:vAlign w:val="bottom"/>
          </w:tcPr>
          <w:p w14:paraId="00C23751" w14:textId="26C35BA3"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45</w:t>
            </w:r>
          </w:p>
        </w:tc>
        <w:tc>
          <w:tcPr>
            <w:tcW w:w="1134" w:type="dxa"/>
            <w:vAlign w:val="bottom"/>
          </w:tcPr>
          <w:p w14:paraId="35D0BE7F" w14:textId="099383DD" w:rsidR="0080679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C92B2F">
              <w:rPr>
                <w:b/>
                <w:bCs/>
                <w:color w:val="000000"/>
                <w:sz w:val="20"/>
              </w:rPr>
              <w:t>0,4</w:t>
            </w:r>
          </w:p>
        </w:tc>
        <w:tc>
          <w:tcPr>
            <w:tcW w:w="1134" w:type="dxa"/>
            <w:vAlign w:val="bottom"/>
          </w:tcPr>
          <w:p w14:paraId="2428DE17" w14:textId="71D3AD35" w:rsidR="0080679F" w:rsidRPr="00832D10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 w:rsidRPr="003E6C72">
              <w:rPr>
                <w:b/>
                <w:bCs/>
                <w:color w:val="000000"/>
                <w:sz w:val="20"/>
              </w:rPr>
              <w:t>9</w:t>
            </w:r>
            <w:r>
              <w:rPr>
                <w:b/>
                <w:bCs/>
                <w:color w:val="000000"/>
                <w:sz w:val="20"/>
              </w:rPr>
              <w:t>7</w:t>
            </w:r>
            <w:r w:rsidRPr="003E6C72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8</w:t>
            </w:r>
          </w:p>
        </w:tc>
      </w:tr>
      <w:tr w:rsidR="0080679F" w:rsidRPr="00CD39E1" w14:paraId="7B99B7F4" w14:textId="77777777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082574D0" w14:textId="77777777"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крестьянские (фермерские) хозяйства</w:t>
            </w:r>
          </w:p>
        </w:tc>
        <w:tc>
          <w:tcPr>
            <w:tcW w:w="1135" w:type="dxa"/>
            <w:vAlign w:val="bottom"/>
          </w:tcPr>
          <w:p w14:paraId="1FFF01FE" w14:textId="440A57AB"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16</w:t>
            </w:r>
          </w:p>
        </w:tc>
        <w:tc>
          <w:tcPr>
            <w:tcW w:w="1134" w:type="dxa"/>
            <w:vAlign w:val="bottom"/>
          </w:tcPr>
          <w:p w14:paraId="14FC2A1E" w14:textId="252796CB" w:rsidR="0080679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476241">
              <w:rPr>
                <w:b/>
                <w:bCs/>
                <w:color w:val="000000"/>
                <w:sz w:val="20"/>
              </w:rPr>
              <w:t>0,1</w:t>
            </w:r>
          </w:p>
        </w:tc>
        <w:tc>
          <w:tcPr>
            <w:tcW w:w="1134" w:type="dxa"/>
            <w:vAlign w:val="bottom"/>
          </w:tcPr>
          <w:p w14:paraId="28E88742" w14:textId="30C4BE87"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E21920">
              <w:rPr>
                <w:b/>
                <w:bCs/>
                <w:color w:val="000000"/>
                <w:sz w:val="20"/>
              </w:rPr>
              <w:t>94,1</w:t>
            </w:r>
          </w:p>
        </w:tc>
      </w:tr>
      <w:tr w:rsidR="0080679F" w:rsidRPr="00CD39E1" w14:paraId="2AADDCC0" w14:textId="77777777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533308B2" w14:textId="77777777" w:rsidR="0080679F" w:rsidRPr="00CD39E1" w:rsidRDefault="0080679F" w:rsidP="0080679F">
            <w:pPr>
              <w:ind w:left="113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</w:t>
            </w:r>
            <w:r w:rsidRPr="00CD39E1">
              <w:rPr>
                <w:b/>
                <w:bCs/>
                <w:sz w:val="20"/>
              </w:rPr>
              <w:t>рганизационно-правовые формы юридических лиц, являющихся некоммерческими корпоративными организациями</w:t>
            </w:r>
          </w:p>
        </w:tc>
        <w:tc>
          <w:tcPr>
            <w:tcW w:w="1135" w:type="dxa"/>
            <w:vAlign w:val="bottom"/>
          </w:tcPr>
          <w:p w14:paraId="67E174A5" w14:textId="27DF5055"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1543</w:t>
            </w:r>
          </w:p>
        </w:tc>
        <w:tc>
          <w:tcPr>
            <w:tcW w:w="1134" w:type="dxa"/>
            <w:vAlign w:val="bottom"/>
          </w:tcPr>
          <w:p w14:paraId="4F44D1EE" w14:textId="1A298905" w:rsidR="0080679F" w:rsidRPr="000E6F9D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 w:rsidRPr="00547746">
              <w:rPr>
                <w:b/>
                <w:bCs/>
                <w:color w:val="000000"/>
                <w:sz w:val="20"/>
              </w:rPr>
              <w:t>13,2</w:t>
            </w:r>
          </w:p>
        </w:tc>
        <w:tc>
          <w:tcPr>
            <w:tcW w:w="1134" w:type="dxa"/>
            <w:vAlign w:val="bottom"/>
          </w:tcPr>
          <w:p w14:paraId="1E367832" w14:textId="5DB6B9E9"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E6C72">
              <w:rPr>
                <w:b/>
                <w:bCs/>
                <w:color w:val="000000"/>
                <w:sz w:val="20"/>
              </w:rPr>
              <w:t>99,</w:t>
            </w:r>
            <w:r>
              <w:rPr>
                <w:b/>
                <w:bCs/>
                <w:color w:val="000000"/>
                <w:sz w:val="20"/>
              </w:rPr>
              <w:t>4</w:t>
            </w:r>
          </w:p>
        </w:tc>
      </w:tr>
      <w:tr w:rsidR="0080679F" w:rsidRPr="00CD39E1" w14:paraId="4FA8B6F9" w14:textId="77777777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6AFA6945" w14:textId="77777777"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потребительские кооперативы</w:t>
            </w:r>
          </w:p>
        </w:tc>
        <w:tc>
          <w:tcPr>
            <w:tcW w:w="1135" w:type="dxa"/>
            <w:vAlign w:val="bottom"/>
          </w:tcPr>
          <w:p w14:paraId="23A56CC3" w14:textId="1818F3A1"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302</w:t>
            </w:r>
          </w:p>
        </w:tc>
        <w:tc>
          <w:tcPr>
            <w:tcW w:w="1134" w:type="dxa"/>
            <w:vAlign w:val="bottom"/>
          </w:tcPr>
          <w:p w14:paraId="1C4A2F83" w14:textId="16D619E2" w:rsidR="0080679F" w:rsidRPr="00F62A5A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 w:rsidRPr="00C92B2F">
              <w:rPr>
                <w:b/>
                <w:bCs/>
                <w:color w:val="000000"/>
                <w:sz w:val="20"/>
              </w:rPr>
              <w:t>2,6</w:t>
            </w:r>
          </w:p>
        </w:tc>
        <w:tc>
          <w:tcPr>
            <w:tcW w:w="1134" w:type="dxa"/>
            <w:vAlign w:val="bottom"/>
          </w:tcPr>
          <w:p w14:paraId="650D70AE" w14:textId="0B2501CD"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E6C72">
              <w:rPr>
                <w:b/>
                <w:bCs/>
                <w:color w:val="000000"/>
                <w:sz w:val="20"/>
              </w:rPr>
              <w:t>9</w:t>
            </w:r>
            <w:r>
              <w:rPr>
                <w:b/>
                <w:bCs/>
                <w:color w:val="000000"/>
                <w:sz w:val="20"/>
              </w:rPr>
              <w:t>7</w:t>
            </w:r>
            <w:r w:rsidRPr="003E6C72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7</w:t>
            </w:r>
          </w:p>
        </w:tc>
      </w:tr>
      <w:tr w:rsidR="0080679F" w:rsidRPr="00CD39E1" w14:paraId="55D753AB" w14:textId="77777777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168060A7" w14:textId="77777777"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общественные организации</w:t>
            </w:r>
          </w:p>
        </w:tc>
        <w:tc>
          <w:tcPr>
            <w:tcW w:w="1135" w:type="dxa"/>
            <w:vAlign w:val="bottom"/>
          </w:tcPr>
          <w:p w14:paraId="56089340" w14:textId="3E7B4EBD"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447</w:t>
            </w:r>
          </w:p>
        </w:tc>
        <w:tc>
          <w:tcPr>
            <w:tcW w:w="1134" w:type="dxa"/>
            <w:vAlign w:val="bottom"/>
          </w:tcPr>
          <w:p w14:paraId="2205DB03" w14:textId="61256199" w:rsidR="0080679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C92B2F">
              <w:rPr>
                <w:b/>
                <w:bCs/>
                <w:color w:val="000000"/>
                <w:sz w:val="20"/>
              </w:rPr>
              <w:t>3,8</w:t>
            </w:r>
          </w:p>
        </w:tc>
        <w:tc>
          <w:tcPr>
            <w:tcW w:w="1134" w:type="dxa"/>
            <w:vAlign w:val="bottom"/>
          </w:tcPr>
          <w:p w14:paraId="55AFD6FC" w14:textId="07EF4EA1"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E6C72">
              <w:rPr>
                <w:b/>
                <w:bCs/>
                <w:color w:val="000000"/>
                <w:sz w:val="20"/>
              </w:rPr>
              <w:t>98,</w:t>
            </w:r>
            <w:r>
              <w:rPr>
                <w:b/>
                <w:bCs/>
                <w:color w:val="000000"/>
                <w:sz w:val="20"/>
              </w:rPr>
              <w:t>9</w:t>
            </w:r>
          </w:p>
        </w:tc>
      </w:tr>
      <w:tr w:rsidR="0080679F" w:rsidRPr="00CD39E1" w14:paraId="1C00382B" w14:textId="77777777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40B1A3F5" w14:textId="77777777"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ассоциации (союзы)</w:t>
            </w:r>
          </w:p>
        </w:tc>
        <w:tc>
          <w:tcPr>
            <w:tcW w:w="1135" w:type="dxa"/>
            <w:vAlign w:val="bottom"/>
          </w:tcPr>
          <w:p w14:paraId="79EBC9DD" w14:textId="097E2D79" w:rsidR="0080679F" w:rsidRPr="006139F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85</w:t>
            </w:r>
          </w:p>
        </w:tc>
        <w:tc>
          <w:tcPr>
            <w:tcW w:w="1134" w:type="dxa"/>
            <w:vAlign w:val="bottom"/>
          </w:tcPr>
          <w:p w14:paraId="65AC17A6" w14:textId="38A370B2" w:rsidR="0080679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C92B2F">
              <w:rPr>
                <w:b/>
                <w:bCs/>
                <w:color w:val="000000"/>
                <w:sz w:val="20"/>
              </w:rPr>
              <w:t>0,7</w:t>
            </w:r>
          </w:p>
        </w:tc>
        <w:tc>
          <w:tcPr>
            <w:tcW w:w="1134" w:type="dxa"/>
            <w:vAlign w:val="bottom"/>
          </w:tcPr>
          <w:p w14:paraId="16141898" w14:textId="07577091"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97</w:t>
            </w:r>
            <w:r w:rsidRPr="003E6C72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7</w:t>
            </w:r>
          </w:p>
        </w:tc>
      </w:tr>
      <w:tr w:rsidR="0080679F" w:rsidRPr="00CD39E1" w14:paraId="3AEAAFF7" w14:textId="77777777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4F777EE5" w14:textId="77777777"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товарищества собственников недвижимости</w:t>
            </w:r>
          </w:p>
        </w:tc>
        <w:tc>
          <w:tcPr>
            <w:tcW w:w="1135" w:type="dxa"/>
            <w:vAlign w:val="bottom"/>
          </w:tcPr>
          <w:p w14:paraId="364BF6A7" w14:textId="7422D121"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692</w:t>
            </w:r>
          </w:p>
        </w:tc>
        <w:tc>
          <w:tcPr>
            <w:tcW w:w="1134" w:type="dxa"/>
            <w:vAlign w:val="bottom"/>
          </w:tcPr>
          <w:p w14:paraId="1B4227E2" w14:textId="6D842868" w:rsidR="0080679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C92B2F">
              <w:rPr>
                <w:b/>
                <w:bCs/>
                <w:color w:val="000000"/>
                <w:sz w:val="20"/>
              </w:rPr>
              <w:t>5,</w:t>
            </w:r>
            <w:r w:rsidRPr="00C92B2F">
              <w:rPr>
                <w:b/>
                <w:bCs/>
                <w:color w:val="000000"/>
                <w:sz w:val="20"/>
                <w:lang w:val="en-US"/>
              </w:rPr>
              <w:t>9</w:t>
            </w:r>
          </w:p>
        </w:tc>
        <w:tc>
          <w:tcPr>
            <w:tcW w:w="1134" w:type="dxa"/>
            <w:vAlign w:val="bottom"/>
          </w:tcPr>
          <w:p w14:paraId="5400B9F4" w14:textId="17772FE2"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E6C72">
              <w:rPr>
                <w:b/>
                <w:bCs/>
                <w:color w:val="000000"/>
                <w:sz w:val="20"/>
              </w:rPr>
              <w:t>10</w:t>
            </w:r>
            <w:r>
              <w:rPr>
                <w:b/>
                <w:bCs/>
                <w:color w:val="000000"/>
                <w:sz w:val="20"/>
              </w:rPr>
              <w:t>0</w:t>
            </w:r>
            <w:r w:rsidRPr="003E6C72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6</w:t>
            </w:r>
          </w:p>
        </w:tc>
      </w:tr>
      <w:tr w:rsidR="0080679F" w:rsidRPr="00CD39E1" w14:paraId="0E2B6D4C" w14:textId="77777777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586D66E7" w14:textId="77777777"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казачьи общества, внесенные в государственный реестр казачьих обществ в российской федерации</w:t>
            </w:r>
          </w:p>
        </w:tc>
        <w:tc>
          <w:tcPr>
            <w:tcW w:w="1135" w:type="dxa"/>
            <w:vAlign w:val="bottom"/>
          </w:tcPr>
          <w:p w14:paraId="78119364" w14:textId="645596D6" w:rsidR="0080679F" w:rsidRPr="00C06B24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17</w:t>
            </w:r>
          </w:p>
        </w:tc>
        <w:tc>
          <w:tcPr>
            <w:tcW w:w="1134" w:type="dxa"/>
            <w:vAlign w:val="bottom"/>
          </w:tcPr>
          <w:p w14:paraId="55505D9C" w14:textId="0B660FD5" w:rsidR="0080679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547746">
              <w:rPr>
                <w:b/>
                <w:bCs/>
                <w:color w:val="000000"/>
                <w:sz w:val="20"/>
              </w:rPr>
              <w:t>0,2</w:t>
            </w:r>
          </w:p>
        </w:tc>
        <w:tc>
          <w:tcPr>
            <w:tcW w:w="1134" w:type="dxa"/>
            <w:vAlign w:val="bottom"/>
          </w:tcPr>
          <w:p w14:paraId="0724144C" w14:textId="26768EC8"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100,0</w:t>
            </w:r>
          </w:p>
        </w:tc>
      </w:tr>
      <w:tr w:rsidR="0080679F" w:rsidRPr="00CD39E1" w14:paraId="0A68F2A4" w14:textId="77777777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330CAD3D" w14:textId="77777777" w:rsidR="0080679F" w:rsidRPr="00CD39E1" w:rsidRDefault="0080679F" w:rsidP="0080679F">
            <w:pPr>
              <w:ind w:left="113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</w:t>
            </w:r>
            <w:r w:rsidRPr="00CD39E1">
              <w:rPr>
                <w:b/>
                <w:bCs/>
                <w:sz w:val="20"/>
              </w:rPr>
              <w:t xml:space="preserve">рганизационно-правовые формы организаций, </w:t>
            </w:r>
            <w:r>
              <w:rPr>
                <w:b/>
                <w:bCs/>
                <w:sz w:val="20"/>
              </w:rPr>
              <w:br/>
            </w:r>
            <w:r w:rsidRPr="00CD39E1">
              <w:rPr>
                <w:b/>
                <w:bCs/>
                <w:sz w:val="20"/>
              </w:rPr>
              <w:t>созданных без прав юридического лица</w:t>
            </w:r>
          </w:p>
        </w:tc>
        <w:tc>
          <w:tcPr>
            <w:tcW w:w="1135" w:type="dxa"/>
            <w:vAlign w:val="bottom"/>
          </w:tcPr>
          <w:p w14:paraId="085ED295" w14:textId="319C4D49" w:rsidR="0080679F" w:rsidRPr="0047522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307</w:t>
            </w:r>
          </w:p>
        </w:tc>
        <w:tc>
          <w:tcPr>
            <w:tcW w:w="1134" w:type="dxa"/>
            <w:vAlign w:val="bottom"/>
          </w:tcPr>
          <w:p w14:paraId="38C1544E" w14:textId="4321D690" w:rsidR="0080679F" w:rsidRPr="00F62A5A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 w:rsidRPr="00CF52C8">
              <w:rPr>
                <w:b/>
                <w:bCs/>
                <w:color w:val="000000"/>
                <w:sz w:val="20"/>
              </w:rPr>
              <w:t>2,</w:t>
            </w:r>
            <w:r w:rsidRPr="00CF52C8">
              <w:rPr>
                <w:b/>
                <w:bCs/>
                <w:color w:val="000000"/>
                <w:sz w:val="20"/>
                <w:lang w:val="en-US"/>
              </w:rPr>
              <w:t>6</w:t>
            </w:r>
          </w:p>
        </w:tc>
        <w:tc>
          <w:tcPr>
            <w:tcW w:w="1134" w:type="dxa"/>
            <w:vAlign w:val="bottom"/>
          </w:tcPr>
          <w:p w14:paraId="6BCBF453" w14:textId="6F159337" w:rsidR="0080679F" w:rsidRPr="002134CB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 w:rsidRPr="004B4A00">
              <w:rPr>
                <w:b/>
                <w:bCs/>
                <w:color w:val="000000"/>
                <w:sz w:val="20"/>
              </w:rPr>
              <w:t>97,</w:t>
            </w:r>
            <w:r>
              <w:rPr>
                <w:b/>
                <w:bCs/>
                <w:color w:val="000000"/>
                <w:sz w:val="20"/>
              </w:rPr>
              <w:t>2</w:t>
            </w:r>
          </w:p>
        </w:tc>
      </w:tr>
      <w:tr w:rsidR="0080679F" w:rsidRPr="00CD39E1" w14:paraId="5F4FDCB8" w14:textId="77777777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77313300" w14:textId="77777777" w:rsidR="0080679F" w:rsidRPr="00CD39E1" w:rsidRDefault="0080679F" w:rsidP="0080679F">
            <w:pPr>
              <w:ind w:left="113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</w:t>
            </w:r>
            <w:r w:rsidRPr="00CD39E1">
              <w:rPr>
                <w:b/>
                <w:bCs/>
                <w:sz w:val="20"/>
              </w:rPr>
              <w:t>рганизационно-правовые формы юридических лиц, являющихся коммерческими унитарными организациями</w:t>
            </w:r>
          </w:p>
        </w:tc>
        <w:tc>
          <w:tcPr>
            <w:tcW w:w="1135" w:type="dxa"/>
            <w:vAlign w:val="bottom"/>
          </w:tcPr>
          <w:p w14:paraId="357E7465" w14:textId="68B3ADA2" w:rsidR="0080679F" w:rsidRPr="00AF2786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86</w:t>
            </w:r>
          </w:p>
        </w:tc>
        <w:tc>
          <w:tcPr>
            <w:tcW w:w="1134" w:type="dxa"/>
            <w:vAlign w:val="bottom"/>
          </w:tcPr>
          <w:p w14:paraId="4F442806" w14:textId="6C9C8587" w:rsidR="0080679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CF52C8">
              <w:rPr>
                <w:b/>
                <w:bCs/>
                <w:color w:val="000000"/>
                <w:sz w:val="20"/>
              </w:rPr>
              <w:t>0,</w:t>
            </w:r>
            <w:r>
              <w:rPr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14:paraId="04C04626" w14:textId="708AF20C"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87</w:t>
            </w:r>
            <w:r w:rsidRPr="004B4A00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8</w:t>
            </w:r>
          </w:p>
        </w:tc>
      </w:tr>
      <w:tr w:rsidR="0080679F" w:rsidRPr="00CD39E1" w14:paraId="3EB61C9D" w14:textId="77777777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15D37289" w14:textId="77777777"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унитарные предприятия</w:t>
            </w:r>
          </w:p>
        </w:tc>
        <w:tc>
          <w:tcPr>
            <w:tcW w:w="1135" w:type="dxa"/>
            <w:vAlign w:val="bottom"/>
          </w:tcPr>
          <w:p w14:paraId="6BDDB6A0" w14:textId="2189A444" w:rsidR="0080679F" w:rsidRPr="00AF2786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86</w:t>
            </w:r>
          </w:p>
        </w:tc>
        <w:tc>
          <w:tcPr>
            <w:tcW w:w="1134" w:type="dxa"/>
            <w:vAlign w:val="bottom"/>
          </w:tcPr>
          <w:p w14:paraId="33B4158E" w14:textId="2A05CFFE" w:rsidR="0080679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CF52C8">
              <w:rPr>
                <w:b/>
                <w:bCs/>
                <w:color w:val="000000"/>
                <w:sz w:val="20"/>
              </w:rPr>
              <w:t>0,</w:t>
            </w:r>
            <w:r>
              <w:rPr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14:paraId="1EABC520" w14:textId="43362426"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87</w:t>
            </w:r>
            <w:r w:rsidRPr="004B4A00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8</w:t>
            </w:r>
          </w:p>
        </w:tc>
      </w:tr>
      <w:tr w:rsidR="0080679F" w:rsidRPr="00CD39E1" w14:paraId="66207A65" w14:textId="77777777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6B749184" w14:textId="77777777" w:rsidR="0080679F" w:rsidRPr="00CD39E1" w:rsidRDefault="0080679F" w:rsidP="0080679F">
            <w:pPr>
              <w:ind w:left="113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</w:t>
            </w:r>
            <w:r w:rsidRPr="00CD39E1">
              <w:rPr>
                <w:b/>
                <w:bCs/>
                <w:sz w:val="20"/>
              </w:rPr>
              <w:t>рганизационно-правовые формы юридических лиц, являющихся некоммерческими унитарными организациями</w:t>
            </w:r>
          </w:p>
        </w:tc>
        <w:tc>
          <w:tcPr>
            <w:tcW w:w="1135" w:type="dxa"/>
            <w:vAlign w:val="bottom"/>
          </w:tcPr>
          <w:p w14:paraId="71FF7707" w14:textId="4BF36A9B" w:rsidR="0080679F" w:rsidRPr="0047522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  <w:lang w:val="en-US"/>
              </w:rPr>
              <w:t>182</w:t>
            </w:r>
            <w:r>
              <w:rPr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14:paraId="70862DF8" w14:textId="3D8EF81C" w:rsidR="0080679F" w:rsidRPr="00F62A5A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 w:rsidRPr="00547746">
              <w:rPr>
                <w:b/>
                <w:bCs/>
                <w:color w:val="000000"/>
                <w:sz w:val="20"/>
              </w:rPr>
              <w:t>15,6</w:t>
            </w:r>
          </w:p>
        </w:tc>
        <w:tc>
          <w:tcPr>
            <w:tcW w:w="1134" w:type="dxa"/>
            <w:vAlign w:val="bottom"/>
          </w:tcPr>
          <w:p w14:paraId="669E689F" w14:textId="612606DB"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58334D">
              <w:rPr>
                <w:b/>
                <w:bCs/>
                <w:color w:val="000000"/>
                <w:sz w:val="20"/>
              </w:rPr>
              <w:t>100,7</w:t>
            </w:r>
          </w:p>
        </w:tc>
      </w:tr>
      <w:tr w:rsidR="0080679F" w:rsidRPr="00CD39E1" w14:paraId="6202A696" w14:textId="77777777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07045E58" w14:textId="77777777"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фонды</w:t>
            </w:r>
          </w:p>
        </w:tc>
        <w:tc>
          <w:tcPr>
            <w:tcW w:w="1135" w:type="dxa"/>
            <w:vAlign w:val="bottom"/>
          </w:tcPr>
          <w:p w14:paraId="4DA40DCA" w14:textId="1960218F" w:rsidR="0080679F" w:rsidRPr="0047522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84</w:t>
            </w:r>
          </w:p>
        </w:tc>
        <w:tc>
          <w:tcPr>
            <w:tcW w:w="1134" w:type="dxa"/>
            <w:vAlign w:val="bottom"/>
          </w:tcPr>
          <w:p w14:paraId="29B1E496" w14:textId="0EEC02FC" w:rsidR="0080679F" w:rsidRPr="00F62A5A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 w:rsidRPr="00CF52C8">
              <w:rPr>
                <w:b/>
                <w:bCs/>
                <w:color w:val="000000"/>
                <w:sz w:val="20"/>
              </w:rPr>
              <w:t>0,</w:t>
            </w:r>
            <w:r w:rsidRPr="00CF52C8">
              <w:rPr>
                <w:b/>
                <w:bCs/>
                <w:color w:val="000000"/>
                <w:sz w:val="20"/>
                <w:lang w:val="en-US"/>
              </w:rPr>
              <w:t>7</w:t>
            </w:r>
          </w:p>
        </w:tc>
        <w:tc>
          <w:tcPr>
            <w:tcW w:w="1134" w:type="dxa"/>
            <w:vAlign w:val="bottom"/>
          </w:tcPr>
          <w:p w14:paraId="289B1F0B" w14:textId="6C086E08"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B4A00">
              <w:rPr>
                <w:b/>
                <w:bCs/>
                <w:color w:val="000000"/>
                <w:sz w:val="20"/>
              </w:rPr>
              <w:t>10</w:t>
            </w:r>
            <w:r>
              <w:rPr>
                <w:b/>
                <w:bCs/>
                <w:color w:val="000000"/>
                <w:sz w:val="20"/>
              </w:rPr>
              <w:t>1</w:t>
            </w:r>
            <w:r w:rsidRPr="004B4A00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2</w:t>
            </w:r>
          </w:p>
        </w:tc>
      </w:tr>
      <w:tr w:rsidR="0080679F" w:rsidRPr="00CD39E1" w14:paraId="45DDD544" w14:textId="77777777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1ABDAE2C" w14:textId="77777777"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автономные некоммерческие организации</w:t>
            </w:r>
          </w:p>
        </w:tc>
        <w:tc>
          <w:tcPr>
            <w:tcW w:w="1135" w:type="dxa"/>
            <w:vAlign w:val="bottom"/>
          </w:tcPr>
          <w:p w14:paraId="79CF941D" w14:textId="2669A279" w:rsidR="0080679F" w:rsidRPr="000924D6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</w:t>
            </w:r>
            <w:r>
              <w:rPr>
                <w:b/>
                <w:bCs/>
                <w:color w:val="000000"/>
                <w:sz w:val="20"/>
                <w:lang w:val="en-US"/>
              </w:rPr>
              <w:t>4</w:t>
            </w:r>
            <w:r>
              <w:rPr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14:paraId="2B721D57" w14:textId="0F6D04FD" w:rsidR="0080679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395465">
              <w:rPr>
                <w:b/>
                <w:bCs/>
                <w:color w:val="000000"/>
                <w:sz w:val="20"/>
              </w:rPr>
              <w:t>1,</w:t>
            </w:r>
            <w:r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14:paraId="53DC4F5F" w14:textId="12D4C619"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4B4A00">
              <w:rPr>
                <w:b/>
                <w:bCs/>
                <w:color w:val="000000"/>
                <w:sz w:val="20"/>
              </w:rPr>
              <w:t>1</w:t>
            </w:r>
            <w:r>
              <w:rPr>
                <w:b/>
                <w:bCs/>
                <w:color w:val="000000"/>
                <w:sz w:val="20"/>
              </w:rPr>
              <w:t>11</w:t>
            </w:r>
            <w:r w:rsidRPr="004B4A00">
              <w:rPr>
                <w:b/>
                <w:bCs/>
                <w:color w:val="000000"/>
                <w:sz w:val="20"/>
              </w:rPr>
              <w:t>,</w:t>
            </w:r>
            <w:r>
              <w:rPr>
                <w:b/>
                <w:bCs/>
                <w:color w:val="000000"/>
                <w:sz w:val="20"/>
              </w:rPr>
              <w:t>5</w:t>
            </w:r>
          </w:p>
        </w:tc>
      </w:tr>
      <w:tr w:rsidR="0080679F" w:rsidRPr="00CD39E1" w14:paraId="183D0374" w14:textId="77777777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6A4B5ECD" w14:textId="77777777"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религиозные организации</w:t>
            </w:r>
          </w:p>
        </w:tc>
        <w:tc>
          <w:tcPr>
            <w:tcW w:w="1135" w:type="dxa"/>
            <w:vAlign w:val="bottom"/>
          </w:tcPr>
          <w:p w14:paraId="6880DB27" w14:textId="7D169F28" w:rsidR="0080679F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21</w:t>
            </w:r>
            <w:r>
              <w:rPr>
                <w:b/>
                <w:bCs/>
                <w:color w:val="000000"/>
                <w:sz w:val="20"/>
                <w:lang w:val="en-US"/>
              </w:rPr>
              <w:t>3</w:t>
            </w:r>
          </w:p>
        </w:tc>
        <w:tc>
          <w:tcPr>
            <w:tcW w:w="1134" w:type="dxa"/>
            <w:vAlign w:val="bottom"/>
          </w:tcPr>
          <w:p w14:paraId="32644A99" w14:textId="4E0E7949" w:rsidR="0080679F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395465">
              <w:rPr>
                <w:b/>
                <w:bCs/>
                <w:color w:val="000000"/>
                <w:sz w:val="20"/>
              </w:rPr>
              <w:t>1,8</w:t>
            </w:r>
          </w:p>
        </w:tc>
        <w:tc>
          <w:tcPr>
            <w:tcW w:w="1134" w:type="dxa"/>
            <w:vAlign w:val="bottom"/>
          </w:tcPr>
          <w:p w14:paraId="4C8EAAD8" w14:textId="05C868A7"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113B1">
              <w:rPr>
                <w:b/>
                <w:bCs/>
                <w:color w:val="000000"/>
                <w:sz w:val="20"/>
              </w:rPr>
              <w:t>100</w:t>
            </w:r>
            <w:r>
              <w:rPr>
                <w:b/>
                <w:bCs/>
                <w:color w:val="000000"/>
                <w:sz w:val="20"/>
              </w:rPr>
              <w:t>,0</w:t>
            </w:r>
          </w:p>
        </w:tc>
      </w:tr>
      <w:tr w:rsidR="0080679F" w:rsidRPr="00CD39E1" w14:paraId="3556009E" w14:textId="77777777" w:rsidTr="0078331C">
        <w:trPr>
          <w:cantSplit/>
          <w:trHeight w:val="227"/>
          <w:jc w:val="center"/>
        </w:trPr>
        <w:tc>
          <w:tcPr>
            <w:tcW w:w="5669" w:type="dxa"/>
            <w:vAlign w:val="bottom"/>
          </w:tcPr>
          <w:p w14:paraId="77BA2A97" w14:textId="77777777" w:rsidR="0080679F" w:rsidRPr="00CD39E1" w:rsidRDefault="0080679F" w:rsidP="0080679F">
            <w:pPr>
              <w:ind w:left="227"/>
              <w:jc w:val="left"/>
              <w:rPr>
                <w:b/>
                <w:bCs/>
                <w:sz w:val="20"/>
              </w:rPr>
            </w:pPr>
            <w:r w:rsidRPr="00CD39E1">
              <w:rPr>
                <w:b/>
                <w:bCs/>
                <w:sz w:val="20"/>
              </w:rPr>
              <w:t>учреждения</w:t>
            </w:r>
          </w:p>
        </w:tc>
        <w:tc>
          <w:tcPr>
            <w:tcW w:w="1135" w:type="dxa"/>
            <w:vAlign w:val="bottom"/>
          </w:tcPr>
          <w:p w14:paraId="3C00DE90" w14:textId="2162C5D6" w:rsidR="0080679F" w:rsidRPr="00AF2786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1384</w:t>
            </w:r>
          </w:p>
        </w:tc>
        <w:tc>
          <w:tcPr>
            <w:tcW w:w="1134" w:type="dxa"/>
            <w:vAlign w:val="bottom"/>
          </w:tcPr>
          <w:p w14:paraId="08670FF6" w14:textId="4148DDD4" w:rsidR="0080679F" w:rsidRPr="00D40C5A" w:rsidRDefault="0080679F" w:rsidP="0080679F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395465">
              <w:rPr>
                <w:b/>
                <w:bCs/>
                <w:color w:val="000000"/>
                <w:sz w:val="20"/>
              </w:rPr>
              <w:t>11,</w:t>
            </w:r>
            <w:r>
              <w:rPr>
                <w:b/>
                <w:bCs/>
                <w:color w:val="000000"/>
                <w:sz w:val="20"/>
                <w:lang w:val="en-US"/>
              </w:rPr>
              <w:t>8</w:t>
            </w:r>
          </w:p>
        </w:tc>
        <w:tc>
          <w:tcPr>
            <w:tcW w:w="1134" w:type="dxa"/>
            <w:vAlign w:val="bottom"/>
          </w:tcPr>
          <w:p w14:paraId="74DBF514" w14:textId="0A15EFA8" w:rsidR="0080679F" w:rsidRPr="00F37CA2" w:rsidRDefault="0080679F" w:rsidP="0080679F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9113B1">
              <w:rPr>
                <w:b/>
                <w:bCs/>
                <w:color w:val="000000"/>
                <w:sz w:val="20"/>
              </w:rPr>
              <w:t>99,</w:t>
            </w:r>
            <w:r>
              <w:rPr>
                <w:b/>
                <w:bCs/>
                <w:color w:val="000000"/>
                <w:sz w:val="20"/>
              </w:rPr>
              <w:t>8</w:t>
            </w:r>
          </w:p>
        </w:tc>
      </w:tr>
    </w:tbl>
    <w:p w14:paraId="5D389E75" w14:textId="77777777" w:rsidR="001F79ED" w:rsidRDefault="001F79ED" w:rsidP="001F79ED">
      <w:pPr>
        <w:pStyle w:val="3"/>
        <w:spacing w:before="140"/>
        <w:rPr>
          <w:szCs w:val="24"/>
        </w:rPr>
      </w:pPr>
      <w:bookmarkStart w:id="159" w:name="_Toc149904722"/>
    </w:p>
    <w:p w14:paraId="5B4A814A" w14:textId="77777777" w:rsidR="001F79ED" w:rsidRDefault="001F79ED">
      <w:pPr>
        <w:jc w:val="left"/>
        <w:rPr>
          <w:b/>
          <w:szCs w:val="24"/>
        </w:rPr>
      </w:pPr>
      <w:r>
        <w:rPr>
          <w:szCs w:val="24"/>
        </w:rPr>
        <w:br w:type="page"/>
      </w:r>
    </w:p>
    <w:p w14:paraId="660E995B" w14:textId="77777777" w:rsidR="001F79ED" w:rsidRPr="001F79ED" w:rsidRDefault="001F79ED" w:rsidP="001F79ED">
      <w:pPr>
        <w:pStyle w:val="3"/>
        <w:spacing w:before="120" w:after="360"/>
        <w:rPr>
          <w:sz w:val="2"/>
          <w:szCs w:val="2"/>
        </w:rPr>
      </w:pPr>
    </w:p>
    <w:p w14:paraId="40A04E05" w14:textId="0E2CC1AC" w:rsidR="0078331C" w:rsidRDefault="0078331C" w:rsidP="001F79ED">
      <w:pPr>
        <w:pStyle w:val="3"/>
        <w:spacing w:before="140" w:after="360"/>
        <w:rPr>
          <w:szCs w:val="24"/>
        </w:rPr>
      </w:pPr>
      <w:bookmarkStart w:id="160" w:name="_Toc181255943"/>
      <w:r w:rsidRPr="00417C52">
        <w:rPr>
          <w:szCs w:val="24"/>
        </w:rPr>
        <w:t>Распределение индивидуальных предпринимателей</w:t>
      </w:r>
      <w:r w:rsidRPr="00417C52">
        <w:rPr>
          <w:szCs w:val="24"/>
        </w:rPr>
        <w:br/>
        <w:t>по видам экономической деятельности</w:t>
      </w:r>
      <w:r w:rsidRPr="00417C52">
        <w:rPr>
          <w:szCs w:val="24"/>
        </w:rPr>
        <w:br/>
        <w:t>на 1 октября 202</w:t>
      </w:r>
      <w:r>
        <w:rPr>
          <w:szCs w:val="24"/>
        </w:rPr>
        <w:t>4</w:t>
      </w:r>
      <w:r w:rsidRPr="00417C52">
        <w:rPr>
          <w:szCs w:val="24"/>
        </w:rPr>
        <w:t xml:space="preserve"> года</w:t>
      </w:r>
      <w:bookmarkEnd w:id="159"/>
      <w:bookmarkEnd w:id="160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0"/>
        <w:gridCol w:w="1136"/>
        <w:gridCol w:w="1134"/>
        <w:gridCol w:w="1132"/>
      </w:tblGrid>
      <w:tr w:rsidR="0078331C" w:rsidRPr="00CD39E1" w14:paraId="6EA2CCBF" w14:textId="77777777" w:rsidTr="0078331C">
        <w:trPr>
          <w:cantSplit/>
          <w:trHeight w:val="283"/>
          <w:jc w:val="center"/>
        </w:trPr>
        <w:tc>
          <w:tcPr>
            <w:tcW w:w="3125" w:type="pct"/>
            <w:vMerge w:val="restart"/>
            <w:vAlign w:val="center"/>
          </w:tcPr>
          <w:p w14:paraId="3AF8662A" w14:textId="77777777" w:rsidR="0078331C" w:rsidRPr="00CD39E1" w:rsidRDefault="0078331C" w:rsidP="0078331C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626" w:type="pct"/>
            <w:vMerge w:val="restart"/>
            <w:vAlign w:val="center"/>
          </w:tcPr>
          <w:p w14:paraId="66742AB4" w14:textId="77777777" w:rsidR="0078331C" w:rsidRPr="00CD39E1" w:rsidRDefault="0078331C" w:rsidP="0078331C">
            <w:pPr>
              <w:ind w:left="-85" w:right="-85"/>
              <w:jc w:val="center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 xml:space="preserve">Количество </w:t>
            </w:r>
            <w:proofErr w:type="spellStart"/>
            <w:proofErr w:type="gramStart"/>
            <w:r>
              <w:rPr>
                <w:b/>
                <w:sz w:val="20"/>
              </w:rPr>
              <w:t>индиви</w:t>
            </w:r>
            <w:proofErr w:type="spellEnd"/>
            <w:r>
              <w:rPr>
                <w:b/>
                <w:sz w:val="20"/>
              </w:rPr>
              <w:t>-дуальных</w:t>
            </w:r>
            <w:proofErr w:type="gram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предпри-нимателей</w:t>
            </w:r>
            <w:proofErr w:type="spellEnd"/>
            <w:r>
              <w:rPr>
                <w:b/>
                <w:sz w:val="20"/>
              </w:rPr>
              <w:t>, е</w:t>
            </w:r>
            <w:r w:rsidRPr="00CD39E1">
              <w:rPr>
                <w:b/>
                <w:sz w:val="20"/>
              </w:rPr>
              <w:t>д</w:t>
            </w:r>
            <w:r>
              <w:rPr>
                <w:b/>
                <w:sz w:val="20"/>
              </w:rPr>
              <w:t>.</w:t>
            </w:r>
          </w:p>
        </w:tc>
        <w:tc>
          <w:tcPr>
            <w:tcW w:w="1249" w:type="pct"/>
            <w:gridSpan w:val="2"/>
            <w:vAlign w:val="center"/>
          </w:tcPr>
          <w:p w14:paraId="1197263E" w14:textId="77777777" w:rsidR="0078331C" w:rsidRPr="00CD39E1" w:rsidRDefault="0078331C" w:rsidP="0078331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gramStart"/>
            <w:r>
              <w:rPr>
                <w:b/>
                <w:sz w:val="20"/>
              </w:rPr>
              <w:t>В</w:t>
            </w:r>
            <w:r w:rsidRPr="00CD39E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 </w:t>
            </w:r>
            <w:r w:rsidRPr="00CD39E1">
              <w:rPr>
                <w:b/>
                <w:sz w:val="20"/>
              </w:rPr>
              <w:t>%</w:t>
            </w:r>
            <w:proofErr w:type="gramEnd"/>
            <w:r>
              <w:rPr>
                <w:b/>
                <w:sz w:val="20"/>
              </w:rPr>
              <w:t xml:space="preserve"> </w:t>
            </w:r>
            <w:r w:rsidRPr="00CD39E1">
              <w:rPr>
                <w:b/>
                <w:sz w:val="20"/>
              </w:rPr>
              <w:t xml:space="preserve"> к </w:t>
            </w:r>
          </w:p>
        </w:tc>
      </w:tr>
      <w:tr w:rsidR="0078331C" w:rsidRPr="00CD39E1" w14:paraId="4227D81C" w14:textId="77777777" w:rsidTr="0078331C">
        <w:trPr>
          <w:cantSplit/>
          <w:trHeight w:val="227"/>
          <w:jc w:val="center"/>
        </w:trPr>
        <w:tc>
          <w:tcPr>
            <w:tcW w:w="3125" w:type="pct"/>
            <w:vMerge/>
            <w:vAlign w:val="center"/>
          </w:tcPr>
          <w:p w14:paraId="7695AC60" w14:textId="77777777" w:rsidR="0078331C" w:rsidRPr="00CD39E1" w:rsidRDefault="0078331C" w:rsidP="0078331C">
            <w:pPr>
              <w:jc w:val="center"/>
              <w:rPr>
                <w:b/>
                <w:color w:val="000000"/>
                <w:sz w:val="20"/>
              </w:rPr>
            </w:pPr>
          </w:p>
        </w:tc>
        <w:tc>
          <w:tcPr>
            <w:tcW w:w="626" w:type="pct"/>
            <w:vMerge/>
            <w:vAlign w:val="center"/>
          </w:tcPr>
          <w:p w14:paraId="6702DBC7" w14:textId="77777777" w:rsidR="0078331C" w:rsidRDefault="0078331C" w:rsidP="0078331C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vAlign w:val="center"/>
          </w:tcPr>
          <w:p w14:paraId="73B659B3" w14:textId="77777777" w:rsidR="0078331C" w:rsidRDefault="0078331C" w:rsidP="0078331C">
            <w:pPr>
              <w:ind w:left="-85" w:right="-85"/>
              <w:jc w:val="center"/>
              <w:rPr>
                <w:b/>
                <w:sz w:val="20"/>
              </w:rPr>
            </w:pPr>
            <w:r w:rsidRPr="00CD39E1">
              <w:rPr>
                <w:b/>
                <w:sz w:val="20"/>
              </w:rPr>
              <w:t>итогу</w:t>
            </w:r>
          </w:p>
        </w:tc>
        <w:tc>
          <w:tcPr>
            <w:tcW w:w="624" w:type="pct"/>
            <w:vAlign w:val="center"/>
          </w:tcPr>
          <w:p w14:paraId="359C2442" w14:textId="66618999" w:rsidR="0078331C" w:rsidRPr="00CD39E1" w:rsidRDefault="0078331C" w:rsidP="0078331C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CD39E1">
              <w:rPr>
                <w:b/>
                <w:sz w:val="20"/>
              </w:rPr>
              <w:t>количеству</w:t>
            </w:r>
            <w:r>
              <w:rPr>
                <w:b/>
                <w:sz w:val="20"/>
              </w:rPr>
              <w:t xml:space="preserve"> </w:t>
            </w:r>
            <w:proofErr w:type="spellStart"/>
            <w:proofErr w:type="gramStart"/>
            <w:r>
              <w:rPr>
                <w:b/>
                <w:sz w:val="20"/>
              </w:rPr>
              <w:t>индиви</w:t>
            </w:r>
            <w:proofErr w:type="spellEnd"/>
            <w:r>
              <w:rPr>
                <w:b/>
                <w:sz w:val="20"/>
              </w:rPr>
              <w:t>-дуальных</w:t>
            </w:r>
            <w:proofErr w:type="gramEnd"/>
            <w:r>
              <w:rPr>
                <w:b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предпри-нимателей</w:t>
            </w:r>
            <w:proofErr w:type="spellEnd"/>
            <w:r>
              <w:rPr>
                <w:b/>
                <w:sz w:val="20"/>
              </w:rPr>
              <w:t xml:space="preserve"> на 1 </w:t>
            </w:r>
            <w:proofErr w:type="spellStart"/>
            <w:r>
              <w:rPr>
                <w:b/>
                <w:sz w:val="20"/>
              </w:rPr>
              <w:t>ок-тябр</w:t>
            </w:r>
            <w:r w:rsidRPr="00CD39E1">
              <w:rPr>
                <w:b/>
                <w:sz w:val="20"/>
              </w:rPr>
              <w:t>я</w:t>
            </w:r>
            <w:proofErr w:type="spellEnd"/>
            <w:r w:rsidRPr="00CD39E1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</w:r>
            <w:r w:rsidRPr="00CD39E1">
              <w:rPr>
                <w:b/>
                <w:sz w:val="20"/>
              </w:rPr>
              <w:t>20</w:t>
            </w:r>
            <w:r>
              <w:rPr>
                <w:b/>
                <w:sz w:val="20"/>
              </w:rPr>
              <w:t>23</w:t>
            </w:r>
          </w:p>
        </w:tc>
      </w:tr>
      <w:tr w:rsidR="0078331C" w:rsidRPr="00CD39E1" w14:paraId="48EAA3A2" w14:textId="77777777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14:paraId="0D9A85BD" w14:textId="77777777" w:rsidR="0078331C" w:rsidRPr="00CD39E1" w:rsidRDefault="0078331C" w:rsidP="0078331C">
            <w:pPr>
              <w:rPr>
                <w:b/>
                <w:color w:val="000000"/>
                <w:sz w:val="20"/>
              </w:rPr>
            </w:pPr>
            <w:r w:rsidRPr="00CD39E1">
              <w:rPr>
                <w:b/>
                <w:color w:val="000000"/>
                <w:sz w:val="20"/>
              </w:rPr>
              <w:t>Всего</w:t>
            </w:r>
          </w:p>
        </w:tc>
        <w:tc>
          <w:tcPr>
            <w:tcW w:w="626" w:type="pct"/>
            <w:vAlign w:val="bottom"/>
          </w:tcPr>
          <w:p w14:paraId="7C0955C9" w14:textId="34424D60" w:rsidR="0078331C" w:rsidRPr="00A01012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E3330">
              <w:rPr>
                <w:b/>
                <w:bCs/>
                <w:color w:val="000000"/>
                <w:sz w:val="20"/>
              </w:rPr>
              <w:t>24629</w:t>
            </w:r>
          </w:p>
        </w:tc>
        <w:tc>
          <w:tcPr>
            <w:tcW w:w="625" w:type="pct"/>
            <w:vAlign w:val="bottom"/>
          </w:tcPr>
          <w:p w14:paraId="0D2CEDB8" w14:textId="6E2CD005" w:rsidR="0078331C" w:rsidRPr="00A01012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E3330">
              <w:rPr>
                <w:b/>
                <w:bCs/>
                <w:color w:val="000000"/>
                <w:sz w:val="20"/>
              </w:rPr>
              <w:t>100</w:t>
            </w:r>
          </w:p>
        </w:tc>
        <w:tc>
          <w:tcPr>
            <w:tcW w:w="624" w:type="pct"/>
            <w:vAlign w:val="bottom"/>
          </w:tcPr>
          <w:p w14:paraId="0FA85C53" w14:textId="3CF8C7D8" w:rsidR="0078331C" w:rsidRPr="00863EC8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 w:rsidRPr="0078641E">
              <w:rPr>
                <w:b/>
                <w:color w:val="000000"/>
                <w:sz w:val="20"/>
              </w:rPr>
              <w:t>107,7</w:t>
            </w:r>
          </w:p>
        </w:tc>
      </w:tr>
      <w:tr w:rsidR="0078331C" w:rsidRPr="00CD39E1" w14:paraId="1398A018" w14:textId="77777777" w:rsidTr="0078331C">
        <w:trPr>
          <w:cantSplit/>
          <w:trHeight w:val="227"/>
          <w:jc w:val="center"/>
        </w:trPr>
        <w:tc>
          <w:tcPr>
            <w:tcW w:w="5000" w:type="pct"/>
            <w:gridSpan w:val="4"/>
            <w:vAlign w:val="bottom"/>
          </w:tcPr>
          <w:p w14:paraId="6C9462A1" w14:textId="77777777" w:rsidR="0078331C" w:rsidRPr="00C00B3D" w:rsidRDefault="0078331C" w:rsidP="0078331C">
            <w:pPr>
              <w:ind w:left="340"/>
              <w:jc w:val="left"/>
              <w:rPr>
                <w:b/>
                <w:bCs/>
                <w:sz w:val="20"/>
              </w:rPr>
            </w:pPr>
            <w:r>
              <w:rPr>
                <w:b/>
                <w:color w:val="000000"/>
                <w:sz w:val="20"/>
              </w:rPr>
              <w:t>из них</w:t>
            </w:r>
            <w:r w:rsidRPr="00337D41">
              <w:rPr>
                <w:b/>
                <w:color w:val="000000"/>
                <w:sz w:val="20"/>
              </w:rPr>
              <w:t>:</w:t>
            </w:r>
          </w:p>
        </w:tc>
      </w:tr>
      <w:tr w:rsidR="0078331C" w:rsidRPr="00CD39E1" w14:paraId="1A59FF16" w14:textId="77777777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14:paraId="614277E2" w14:textId="77777777" w:rsidR="0078331C" w:rsidRPr="00CD39E1" w:rsidRDefault="0078331C" w:rsidP="0078331C">
            <w:pPr>
              <w:ind w:left="113" w:right="-113" w:firstLine="11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</w:t>
            </w:r>
            <w:r w:rsidRPr="00CD39E1">
              <w:rPr>
                <w:b/>
                <w:color w:val="000000"/>
                <w:sz w:val="20"/>
              </w:rPr>
              <w:t>ел</w:t>
            </w:r>
            <w:r>
              <w:rPr>
                <w:b/>
                <w:color w:val="000000"/>
                <w:sz w:val="20"/>
              </w:rPr>
              <w:t xml:space="preserve">ьское, лесное хозяйство, охота, </w:t>
            </w:r>
            <w:r>
              <w:rPr>
                <w:b/>
                <w:color w:val="000000"/>
                <w:sz w:val="20"/>
              </w:rPr>
              <w:br/>
            </w:r>
            <w:r w:rsidRPr="00CD39E1">
              <w:rPr>
                <w:b/>
                <w:color w:val="000000"/>
                <w:sz w:val="20"/>
              </w:rPr>
              <w:t>рыболовство и рыбоводство</w:t>
            </w:r>
          </w:p>
        </w:tc>
        <w:tc>
          <w:tcPr>
            <w:tcW w:w="626" w:type="pct"/>
            <w:vAlign w:val="bottom"/>
          </w:tcPr>
          <w:p w14:paraId="4DFDF7A9" w14:textId="546B3A35" w:rsidR="0078331C" w:rsidRPr="00655D6D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3078</w:t>
            </w:r>
          </w:p>
        </w:tc>
        <w:tc>
          <w:tcPr>
            <w:tcW w:w="625" w:type="pct"/>
            <w:vAlign w:val="bottom"/>
          </w:tcPr>
          <w:p w14:paraId="2312F114" w14:textId="433DCB4D" w:rsidR="0078331C" w:rsidRPr="00655D6D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7566D5">
              <w:rPr>
                <w:b/>
                <w:bCs/>
                <w:color w:val="000000"/>
                <w:sz w:val="20"/>
              </w:rPr>
              <w:t>12,5</w:t>
            </w:r>
          </w:p>
        </w:tc>
        <w:tc>
          <w:tcPr>
            <w:tcW w:w="624" w:type="pct"/>
            <w:vAlign w:val="bottom"/>
          </w:tcPr>
          <w:p w14:paraId="28B74836" w14:textId="6F516BED" w:rsidR="0078331C" w:rsidRPr="008019FF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lang w:val="en-US"/>
              </w:rPr>
            </w:pPr>
            <w:r w:rsidRPr="008019FF">
              <w:rPr>
                <w:b/>
                <w:color w:val="000000"/>
                <w:sz w:val="20"/>
              </w:rPr>
              <w:t>10</w:t>
            </w:r>
            <w:r>
              <w:rPr>
                <w:b/>
                <w:color w:val="000000"/>
                <w:sz w:val="20"/>
              </w:rPr>
              <w:t>7</w:t>
            </w:r>
            <w:r w:rsidRPr="008019FF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8</w:t>
            </w:r>
          </w:p>
        </w:tc>
      </w:tr>
      <w:tr w:rsidR="0078331C" w:rsidRPr="00CD39E1" w14:paraId="31D7513A" w14:textId="77777777" w:rsidTr="0078331C">
        <w:trPr>
          <w:cantSplit/>
          <w:trHeight w:val="227"/>
          <w:jc w:val="center"/>
        </w:trPr>
        <w:tc>
          <w:tcPr>
            <w:tcW w:w="5000" w:type="pct"/>
            <w:gridSpan w:val="4"/>
            <w:vAlign w:val="bottom"/>
          </w:tcPr>
          <w:p w14:paraId="099B9CB4" w14:textId="77777777" w:rsidR="0078331C" w:rsidRPr="00C00B3D" w:rsidRDefault="0078331C" w:rsidP="0078331C">
            <w:pPr>
              <w:ind w:left="454"/>
              <w:jc w:val="left"/>
              <w:rPr>
                <w:b/>
                <w:bCs/>
                <w:sz w:val="20"/>
              </w:rPr>
            </w:pPr>
            <w:r w:rsidRPr="00337D41">
              <w:rPr>
                <w:b/>
                <w:color w:val="000000"/>
                <w:sz w:val="20"/>
              </w:rPr>
              <w:t>в том числе</w:t>
            </w:r>
          </w:p>
        </w:tc>
      </w:tr>
      <w:tr w:rsidR="0078331C" w:rsidRPr="00CD39E1" w14:paraId="13219A13" w14:textId="77777777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14:paraId="2C53DB83" w14:textId="77777777" w:rsidR="0078331C" w:rsidRPr="00CD39E1" w:rsidRDefault="0078331C" w:rsidP="0078331C">
            <w:pPr>
              <w:ind w:left="227"/>
              <w:jc w:val="left"/>
              <w:rPr>
                <w:b/>
                <w:color w:val="000000"/>
                <w:sz w:val="20"/>
              </w:rPr>
            </w:pPr>
            <w:r w:rsidRPr="00CD39E1">
              <w:rPr>
                <w:b/>
                <w:color w:val="000000"/>
                <w:sz w:val="20"/>
              </w:rPr>
              <w:t>рыболовство и рыбоводство</w:t>
            </w:r>
          </w:p>
        </w:tc>
        <w:tc>
          <w:tcPr>
            <w:tcW w:w="626" w:type="pct"/>
            <w:vAlign w:val="bottom"/>
          </w:tcPr>
          <w:p w14:paraId="28190855" w14:textId="0D767A3C" w:rsidR="0078331C" w:rsidRPr="00AB0AF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118</w:t>
            </w:r>
          </w:p>
        </w:tc>
        <w:tc>
          <w:tcPr>
            <w:tcW w:w="625" w:type="pct"/>
            <w:vAlign w:val="bottom"/>
          </w:tcPr>
          <w:p w14:paraId="63617341" w14:textId="39D22C0D" w:rsidR="0078331C" w:rsidRPr="00873C20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672">
              <w:rPr>
                <w:b/>
                <w:bCs/>
                <w:color w:val="000000"/>
                <w:sz w:val="20"/>
              </w:rPr>
              <w:t>0,5</w:t>
            </w:r>
          </w:p>
        </w:tc>
        <w:tc>
          <w:tcPr>
            <w:tcW w:w="624" w:type="pct"/>
            <w:vAlign w:val="bottom"/>
          </w:tcPr>
          <w:p w14:paraId="2C8F5E4E" w14:textId="05E392A5" w:rsidR="0078331C" w:rsidRPr="00005611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108</w:t>
            </w:r>
            <w:r w:rsidRPr="00005611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3</w:t>
            </w:r>
          </w:p>
        </w:tc>
      </w:tr>
      <w:tr w:rsidR="0078331C" w:rsidRPr="00CD39E1" w14:paraId="0EAEE124" w14:textId="77777777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14:paraId="0B20862D" w14:textId="77777777"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>обыча полезных ископаемых</w:t>
            </w:r>
          </w:p>
        </w:tc>
        <w:tc>
          <w:tcPr>
            <w:tcW w:w="626" w:type="pct"/>
            <w:vAlign w:val="bottom"/>
          </w:tcPr>
          <w:p w14:paraId="79C81375" w14:textId="15865F1E" w:rsidR="0078331C" w:rsidRPr="00AB0AF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 w:rsidRPr="00EF09C6">
              <w:rPr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625" w:type="pct"/>
            <w:vAlign w:val="bottom"/>
          </w:tcPr>
          <w:p w14:paraId="0B9F68AB" w14:textId="790DF9AF" w:rsidR="0078331C" w:rsidRPr="00873C20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624" w:type="pct"/>
            <w:vAlign w:val="bottom"/>
          </w:tcPr>
          <w:p w14:paraId="7D7F10A7" w14:textId="6B60C00F" w:rsidR="0078331C" w:rsidRPr="008019FF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>
              <w:rPr>
                <w:b/>
                <w:color w:val="000000"/>
                <w:sz w:val="20"/>
              </w:rPr>
              <w:t>58</w:t>
            </w:r>
            <w:r w:rsidRPr="00A671CA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3</w:t>
            </w:r>
          </w:p>
        </w:tc>
      </w:tr>
      <w:tr w:rsidR="0078331C" w:rsidRPr="00CD39E1" w14:paraId="445073A3" w14:textId="77777777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14:paraId="65FFC8F7" w14:textId="77777777"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</w:t>
            </w:r>
            <w:r w:rsidRPr="00CD39E1">
              <w:rPr>
                <w:b/>
                <w:color w:val="000000"/>
                <w:sz w:val="20"/>
              </w:rPr>
              <w:t>брабатывающие производства</w:t>
            </w:r>
          </w:p>
        </w:tc>
        <w:tc>
          <w:tcPr>
            <w:tcW w:w="626" w:type="pct"/>
            <w:vAlign w:val="bottom"/>
          </w:tcPr>
          <w:p w14:paraId="20CD8FFD" w14:textId="2E536BC4" w:rsidR="0078331C" w:rsidRPr="00AB0AF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1154</w:t>
            </w:r>
          </w:p>
        </w:tc>
        <w:tc>
          <w:tcPr>
            <w:tcW w:w="625" w:type="pct"/>
            <w:vAlign w:val="bottom"/>
          </w:tcPr>
          <w:p w14:paraId="091991BD" w14:textId="063CC7FC" w:rsidR="0078331C" w:rsidRPr="009A7FD9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 w:rsidRPr="00D36672">
              <w:rPr>
                <w:b/>
                <w:bCs/>
                <w:color w:val="000000"/>
                <w:sz w:val="20"/>
              </w:rPr>
              <w:t>4,</w:t>
            </w:r>
            <w:r>
              <w:rPr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624" w:type="pct"/>
            <w:vAlign w:val="bottom"/>
          </w:tcPr>
          <w:p w14:paraId="34F8B54F" w14:textId="38BE65B2" w:rsidR="0078331C" w:rsidRPr="008019FF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 w:rsidRPr="008019FF">
              <w:rPr>
                <w:b/>
                <w:color w:val="000000"/>
                <w:sz w:val="20"/>
              </w:rPr>
              <w:t>10</w:t>
            </w:r>
            <w:r>
              <w:rPr>
                <w:b/>
                <w:color w:val="000000"/>
                <w:sz w:val="20"/>
              </w:rPr>
              <w:t>6</w:t>
            </w:r>
            <w:r w:rsidRPr="008019FF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6</w:t>
            </w:r>
          </w:p>
        </w:tc>
      </w:tr>
      <w:tr w:rsidR="0078331C" w:rsidRPr="00CD39E1" w14:paraId="5031BB38" w14:textId="77777777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14:paraId="5D71092F" w14:textId="77777777"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</w:t>
            </w:r>
            <w:r w:rsidRPr="00CD39E1">
              <w:rPr>
                <w:b/>
                <w:color w:val="000000"/>
                <w:sz w:val="20"/>
              </w:rPr>
              <w:t>беспечени</w:t>
            </w:r>
            <w:r>
              <w:rPr>
                <w:b/>
                <w:color w:val="000000"/>
                <w:sz w:val="20"/>
              </w:rPr>
              <w:t xml:space="preserve">е электрической энергией, газом </w:t>
            </w:r>
            <w:r w:rsidRPr="00CD39E1">
              <w:rPr>
                <w:b/>
                <w:color w:val="000000"/>
                <w:sz w:val="20"/>
              </w:rPr>
              <w:t>и паром; кондиционирование воздуха</w:t>
            </w:r>
          </w:p>
        </w:tc>
        <w:tc>
          <w:tcPr>
            <w:tcW w:w="626" w:type="pct"/>
            <w:vAlign w:val="bottom"/>
          </w:tcPr>
          <w:p w14:paraId="547A292A" w14:textId="4ECD28C7" w:rsidR="0078331C" w:rsidRPr="00873C20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3E3330">
              <w:rPr>
                <w:b/>
                <w:bCs/>
                <w:color w:val="000000"/>
                <w:sz w:val="20"/>
              </w:rPr>
              <w:t>8</w:t>
            </w:r>
          </w:p>
        </w:tc>
        <w:tc>
          <w:tcPr>
            <w:tcW w:w="625" w:type="pct"/>
            <w:vAlign w:val="bottom"/>
          </w:tcPr>
          <w:p w14:paraId="6D8A08F8" w14:textId="7CC24D81" w:rsidR="0078331C" w:rsidRPr="00873C20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672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624" w:type="pct"/>
            <w:vAlign w:val="bottom"/>
          </w:tcPr>
          <w:p w14:paraId="638714B1" w14:textId="1A4A1127" w:rsidR="0078331C" w:rsidRPr="00873C20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114,3</w:t>
            </w:r>
          </w:p>
        </w:tc>
      </w:tr>
      <w:tr w:rsidR="0078331C" w:rsidRPr="00CD39E1" w14:paraId="5F5BD984" w14:textId="77777777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14:paraId="1EE822EC" w14:textId="77777777"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в</w:t>
            </w:r>
            <w:r w:rsidRPr="00CD39E1">
              <w:rPr>
                <w:b/>
                <w:color w:val="000000"/>
                <w:sz w:val="20"/>
              </w:rPr>
              <w:t xml:space="preserve">одоснабжение; водоотведение, </w:t>
            </w:r>
            <w:r w:rsidRPr="002B1F61">
              <w:rPr>
                <w:b/>
                <w:color w:val="000000"/>
                <w:sz w:val="20"/>
              </w:rPr>
              <w:br/>
            </w:r>
            <w:r w:rsidRPr="00CD39E1">
              <w:rPr>
                <w:b/>
                <w:color w:val="000000"/>
                <w:sz w:val="20"/>
              </w:rPr>
              <w:t>организация сбора и</w:t>
            </w:r>
            <w:r w:rsidRPr="002B1F61">
              <w:rPr>
                <w:b/>
                <w:color w:val="000000"/>
                <w:sz w:val="20"/>
              </w:rPr>
              <w:t xml:space="preserve"> </w:t>
            </w:r>
            <w:r w:rsidRPr="00CD39E1">
              <w:rPr>
                <w:b/>
                <w:color w:val="000000"/>
                <w:sz w:val="20"/>
              </w:rPr>
              <w:t>у</w:t>
            </w:r>
            <w:r>
              <w:rPr>
                <w:b/>
                <w:color w:val="000000"/>
                <w:sz w:val="20"/>
              </w:rPr>
              <w:t xml:space="preserve">тилизации отходов, </w:t>
            </w:r>
            <w:r w:rsidRPr="002B1F61">
              <w:rPr>
                <w:b/>
                <w:color w:val="000000"/>
                <w:sz w:val="20"/>
              </w:rPr>
              <w:br/>
            </w:r>
            <w:r>
              <w:rPr>
                <w:b/>
                <w:color w:val="000000"/>
                <w:sz w:val="20"/>
              </w:rPr>
              <w:t xml:space="preserve">деятельность </w:t>
            </w:r>
            <w:r w:rsidRPr="00CD39E1">
              <w:rPr>
                <w:b/>
                <w:color w:val="000000"/>
                <w:sz w:val="20"/>
              </w:rPr>
              <w:t>по ликвидации загрязнений</w:t>
            </w:r>
          </w:p>
        </w:tc>
        <w:tc>
          <w:tcPr>
            <w:tcW w:w="626" w:type="pct"/>
            <w:vAlign w:val="bottom"/>
          </w:tcPr>
          <w:p w14:paraId="4A906777" w14:textId="35CAA600" w:rsidR="0078331C" w:rsidRPr="00AB0AF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 w:rsidRPr="00AB0AF1">
              <w:rPr>
                <w:b/>
                <w:bCs/>
                <w:color w:val="000000"/>
                <w:sz w:val="20"/>
              </w:rPr>
              <w:t>5</w:t>
            </w:r>
            <w:r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625" w:type="pct"/>
            <w:vAlign w:val="bottom"/>
          </w:tcPr>
          <w:p w14:paraId="20DE0EC2" w14:textId="06347D43" w:rsidR="0078331C" w:rsidRPr="00D36672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 w:rsidRPr="00D36672">
              <w:rPr>
                <w:b/>
                <w:bCs/>
                <w:color w:val="000000"/>
                <w:sz w:val="20"/>
              </w:rPr>
              <w:t>0,</w:t>
            </w:r>
            <w:r w:rsidRPr="00D36672">
              <w:rPr>
                <w:b/>
                <w:bCs/>
                <w:color w:val="000000"/>
                <w:sz w:val="20"/>
                <w:lang w:val="en-US"/>
              </w:rPr>
              <w:t>2</w:t>
            </w:r>
          </w:p>
        </w:tc>
        <w:tc>
          <w:tcPr>
            <w:tcW w:w="624" w:type="pct"/>
            <w:vAlign w:val="bottom"/>
          </w:tcPr>
          <w:p w14:paraId="01E8E9BE" w14:textId="32BFEB56" w:rsidR="0078331C" w:rsidRPr="008019FF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  <w:lang w:val="en-US"/>
              </w:rPr>
            </w:pPr>
            <w:r>
              <w:rPr>
                <w:b/>
                <w:color w:val="000000"/>
                <w:sz w:val="20"/>
              </w:rPr>
              <w:t>92,6</w:t>
            </w:r>
          </w:p>
        </w:tc>
      </w:tr>
      <w:tr w:rsidR="0078331C" w:rsidRPr="00CD39E1" w14:paraId="2F790DD2" w14:textId="77777777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14:paraId="61B47F56" w14:textId="77777777"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с</w:t>
            </w:r>
            <w:r w:rsidRPr="00CD39E1">
              <w:rPr>
                <w:b/>
                <w:color w:val="000000"/>
                <w:sz w:val="20"/>
              </w:rPr>
              <w:t>троительство</w:t>
            </w:r>
          </w:p>
        </w:tc>
        <w:tc>
          <w:tcPr>
            <w:tcW w:w="626" w:type="pct"/>
            <w:vAlign w:val="bottom"/>
          </w:tcPr>
          <w:p w14:paraId="6485E3AD" w14:textId="1FFFED55" w:rsidR="0078331C" w:rsidRPr="00AB0AF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1513</w:t>
            </w:r>
          </w:p>
        </w:tc>
        <w:tc>
          <w:tcPr>
            <w:tcW w:w="625" w:type="pct"/>
            <w:vAlign w:val="bottom"/>
          </w:tcPr>
          <w:p w14:paraId="7F7C5117" w14:textId="240F5E1D" w:rsidR="0078331C" w:rsidRPr="00D36672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 w:rsidRPr="002339E0">
              <w:rPr>
                <w:b/>
                <w:bCs/>
                <w:color w:val="000000"/>
                <w:sz w:val="20"/>
              </w:rPr>
              <w:t>6,1</w:t>
            </w:r>
          </w:p>
        </w:tc>
        <w:tc>
          <w:tcPr>
            <w:tcW w:w="624" w:type="pct"/>
            <w:vAlign w:val="bottom"/>
          </w:tcPr>
          <w:p w14:paraId="5F3FD91D" w14:textId="452C6FDA" w:rsidR="0078331C" w:rsidRPr="00B86D8D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B86D8D">
              <w:rPr>
                <w:b/>
                <w:color w:val="000000"/>
                <w:sz w:val="20"/>
              </w:rPr>
              <w:t>11</w:t>
            </w:r>
            <w:r>
              <w:rPr>
                <w:b/>
                <w:color w:val="000000"/>
                <w:sz w:val="20"/>
              </w:rPr>
              <w:t>3</w:t>
            </w:r>
            <w:r w:rsidRPr="00B86D8D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6</w:t>
            </w:r>
          </w:p>
        </w:tc>
      </w:tr>
      <w:tr w:rsidR="0078331C" w:rsidRPr="00CD39E1" w14:paraId="676CC2D5" w14:textId="77777777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14:paraId="5213F46D" w14:textId="77777777"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т</w:t>
            </w:r>
            <w:r w:rsidRPr="00CD39E1">
              <w:rPr>
                <w:b/>
                <w:color w:val="000000"/>
                <w:sz w:val="20"/>
              </w:rPr>
              <w:t xml:space="preserve">орговля оптовая и розничная; </w:t>
            </w:r>
            <w:r w:rsidRPr="002B1F61">
              <w:rPr>
                <w:b/>
                <w:color w:val="000000"/>
                <w:sz w:val="20"/>
              </w:rPr>
              <w:br/>
            </w:r>
            <w:r w:rsidRPr="00CD39E1">
              <w:rPr>
                <w:b/>
                <w:color w:val="000000"/>
                <w:sz w:val="20"/>
              </w:rPr>
              <w:t>ремонт автотранспортных средств и мотоциклов</w:t>
            </w:r>
          </w:p>
        </w:tc>
        <w:tc>
          <w:tcPr>
            <w:tcW w:w="626" w:type="pct"/>
            <w:vAlign w:val="bottom"/>
          </w:tcPr>
          <w:p w14:paraId="6294C9D8" w14:textId="2CFD4DFE" w:rsidR="0078331C" w:rsidRPr="00AF11E9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10414</w:t>
            </w:r>
          </w:p>
        </w:tc>
        <w:tc>
          <w:tcPr>
            <w:tcW w:w="625" w:type="pct"/>
            <w:vAlign w:val="bottom"/>
          </w:tcPr>
          <w:p w14:paraId="011051EB" w14:textId="50A53CA0" w:rsidR="0078331C" w:rsidRPr="00D36672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 w:rsidRPr="007566D5">
              <w:rPr>
                <w:b/>
                <w:bCs/>
                <w:color w:val="000000"/>
                <w:sz w:val="20"/>
              </w:rPr>
              <w:t>4</w:t>
            </w:r>
            <w:r w:rsidRPr="007566D5">
              <w:rPr>
                <w:b/>
                <w:bCs/>
                <w:color w:val="000000"/>
                <w:sz w:val="20"/>
                <w:lang w:val="en-US"/>
              </w:rPr>
              <w:t>2</w:t>
            </w:r>
            <w:r w:rsidRPr="007566D5">
              <w:rPr>
                <w:b/>
                <w:bCs/>
                <w:color w:val="000000"/>
                <w:sz w:val="20"/>
              </w:rPr>
              <w:t>,3</w:t>
            </w:r>
          </w:p>
        </w:tc>
        <w:tc>
          <w:tcPr>
            <w:tcW w:w="624" w:type="pct"/>
            <w:vAlign w:val="bottom"/>
          </w:tcPr>
          <w:p w14:paraId="6A234DCE" w14:textId="008DE82F" w:rsidR="0078331C" w:rsidRPr="00873C20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B27C87">
              <w:rPr>
                <w:b/>
                <w:color w:val="000000"/>
                <w:sz w:val="20"/>
              </w:rPr>
              <w:t>10</w:t>
            </w:r>
            <w:r>
              <w:rPr>
                <w:b/>
                <w:color w:val="000000"/>
                <w:sz w:val="20"/>
              </w:rPr>
              <w:t>6</w:t>
            </w:r>
            <w:r w:rsidRPr="00B27C87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8</w:t>
            </w:r>
          </w:p>
        </w:tc>
      </w:tr>
      <w:tr w:rsidR="0078331C" w:rsidRPr="00CD39E1" w14:paraId="59A80F32" w14:textId="77777777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14:paraId="527B595E" w14:textId="77777777"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т</w:t>
            </w:r>
            <w:r w:rsidRPr="00CD39E1">
              <w:rPr>
                <w:b/>
                <w:color w:val="000000"/>
                <w:sz w:val="20"/>
              </w:rPr>
              <w:t>ранспортировка и хранение</w:t>
            </w:r>
          </w:p>
        </w:tc>
        <w:tc>
          <w:tcPr>
            <w:tcW w:w="626" w:type="pct"/>
            <w:vAlign w:val="bottom"/>
          </w:tcPr>
          <w:p w14:paraId="61204BE1" w14:textId="2BBF1AB1" w:rsidR="0078331C" w:rsidRPr="00AF11E9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 w:rsidRPr="002339E0">
              <w:rPr>
                <w:b/>
                <w:bCs/>
                <w:color w:val="000000"/>
                <w:sz w:val="20"/>
              </w:rPr>
              <w:t>198</w:t>
            </w:r>
            <w:r>
              <w:rPr>
                <w:b/>
                <w:bCs/>
                <w:color w:val="000000"/>
                <w:sz w:val="20"/>
              </w:rPr>
              <w:t>7</w:t>
            </w:r>
          </w:p>
        </w:tc>
        <w:tc>
          <w:tcPr>
            <w:tcW w:w="625" w:type="pct"/>
            <w:vAlign w:val="bottom"/>
          </w:tcPr>
          <w:p w14:paraId="2F0BE3AF" w14:textId="20DE5A4D" w:rsidR="0078331C" w:rsidRPr="00D36672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 w:rsidRPr="002339E0">
              <w:rPr>
                <w:b/>
                <w:bCs/>
                <w:color w:val="000000"/>
                <w:sz w:val="20"/>
              </w:rPr>
              <w:t>8,1</w:t>
            </w:r>
          </w:p>
        </w:tc>
        <w:tc>
          <w:tcPr>
            <w:tcW w:w="624" w:type="pct"/>
            <w:vAlign w:val="bottom"/>
          </w:tcPr>
          <w:p w14:paraId="762A8E75" w14:textId="2D8D0C13" w:rsidR="0078331C" w:rsidRPr="00873C20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B27C87">
              <w:rPr>
                <w:b/>
                <w:color w:val="000000"/>
                <w:sz w:val="20"/>
              </w:rPr>
              <w:t>10</w:t>
            </w:r>
            <w:r>
              <w:rPr>
                <w:b/>
                <w:color w:val="000000"/>
                <w:sz w:val="20"/>
              </w:rPr>
              <w:t>3,3</w:t>
            </w:r>
          </w:p>
        </w:tc>
      </w:tr>
      <w:tr w:rsidR="0078331C" w:rsidRPr="00CD39E1" w14:paraId="1DE334F1" w14:textId="77777777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14:paraId="1F5BD233" w14:textId="77777777"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 xml:space="preserve">еятельность гостиниц </w:t>
            </w:r>
            <w:r w:rsidRPr="002B1F61">
              <w:rPr>
                <w:b/>
                <w:color w:val="000000"/>
                <w:sz w:val="20"/>
              </w:rPr>
              <w:br/>
            </w:r>
            <w:r w:rsidRPr="00CD39E1">
              <w:rPr>
                <w:b/>
                <w:color w:val="000000"/>
                <w:sz w:val="20"/>
              </w:rPr>
              <w:t>и предприятий общественного питания</w:t>
            </w:r>
          </w:p>
        </w:tc>
        <w:tc>
          <w:tcPr>
            <w:tcW w:w="626" w:type="pct"/>
            <w:vAlign w:val="bottom"/>
          </w:tcPr>
          <w:p w14:paraId="209BAA9F" w14:textId="1AE9A2F8" w:rsidR="0078331C" w:rsidRPr="00AF11E9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954</w:t>
            </w:r>
          </w:p>
        </w:tc>
        <w:tc>
          <w:tcPr>
            <w:tcW w:w="625" w:type="pct"/>
            <w:vAlign w:val="bottom"/>
          </w:tcPr>
          <w:p w14:paraId="0EED632A" w14:textId="61B5EF94" w:rsidR="0078331C" w:rsidRPr="00D36672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 w:rsidRPr="002339E0">
              <w:rPr>
                <w:b/>
                <w:bCs/>
                <w:color w:val="000000"/>
                <w:sz w:val="20"/>
              </w:rPr>
              <w:t xml:space="preserve">3,9 </w:t>
            </w:r>
          </w:p>
        </w:tc>
        <w:tc>
          <w:tcPr>
            <w:tcW w:w="624" w:type="pct"/>
            <w:vAlign w:val="bottom"/>
          </w:tcPr>
          <w:p w14:paraId="44020E16" w14:textId="03F6E0B3" w:rsidR="0078331C" w:rsidRPr="00873C20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800656">
              <w:rPr>
                <w:b/>
                <w:color w:val="000000"/>
                <w:sz w:val="20"/>
              </w:rPr>
              <w:t>10</w:t>
            </w:r>
            <w:r>
              <w:rPr>
                <w:b/>
                <w:color w:val="000000"/>
                <w:sz w:val="20"/>
              </w:rPr>
              <w:t>1</w:t>
            </w:r>
            <w:r w:rsidRPr="00800656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3</w:t>
            </w:r>
          </w:p>
        </w:tc>
      </w:tr>
      <w:tr w:rsidR="0078331C" w:rsidRPr="00CD39E1" w14:paraId="23B0B9CE" w14:textId="77777777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14:paraId="3072B7F3" w14:textId="77777777"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>еятельность в области информации и связи</w:t>
            </w:r>
          </w:p>
        </w:tc>
        <w:tc>
          <w:tcPr>
            <w:tcW w:w="626" w:type="pct"/>
            <w:vAlign w:val="bottom"/>
          </w:tcPr>
          <w:p w14:paraId="3C07BA2C" w14:textId="57FD045E" w:rsidR="0078331C" w:rsidRPr="00AF11E9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586</w:t>
            </w:r>
          </w:p>
        </w:tc>
        <w:tc>
          <w:tcPr>
            <w:tcW w:w="625" w:type="pct"/>
            <w:vAlign w:val="bottom"/>
          </w:tcPr>
          <w:p w14:paraId="0F7DFC1C" w14:textId="544AAD77" w:rsidR="0078331C" w:rsidRPr="00873C20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7566D5">
              <w:rPr>
                <w:b/>
                <w:bCs/>
                <w:color w:val="000000"/>
                <w:sz w:val="20"/>
              </w:rPr>
              <w:t>2,4</w:t>
            </w:r>
          </w:p>
        </w:tc>
        <w:tc>
          <w:tcPr>
            <w:tcW w:w="624" w:type="pct"/>
            <w:vAlign w:val="bottom"/>
          </w:tcPr>
          <w:p w14:paraId="6F3D74A4" w14:textId="6772C1BC" w:rsidR="0078331C" w:rsidRPr="007E4BCC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7E4BCC">
              <w:rPr>
                <w:b/>
                <w:color w:val="000000"/>
                <w:sz w:val="20"/>
              </w:rPr>
              <w:t>1</w:t>
            </w:r>
            <w:r>
              <w:rPr>
                <w:b/>
                <w:color w:val="000000"/>
                <w:sz w:val="20"/>
              </w:rPr>
              <w:t>17,9</w:t>
            </w:r>
          </w:p>
        </w:tc>
      </w:tr>
      <w:tr w:rsidR="0078331C" w:rsidRPr="00CD39E1" w14:paraId="10EA963F" w14:textId="77777777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14:paraId="4DD4E1FC" w14:textId="77777777"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>еятельность финансовая и страховая</w:t>
            </w:r>
          </w:p>
        </w:tc>
        <w:tc>
          <w:tcPr>
            <w:tcW w:w="626" w:type="pct"/>
            <w:vAlign w:val="bottom"/>
          </w:tcPr>
          <w:p w14:paraId="7AEE6BB1" w14:textId="021A5461" w:rsidR="0078331C" w:rsidRPr="00FC709F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56</w:t>
            </w:r>
          </w:p>
        </w:tc>
        <w:tc>
          <w:tcPr>
            <w:tcW w:w="625" w:type="pct"/>
            <w:vAlign w:val="bottom"/>
          </w:tcPr>
          <w:p w14:paraId="27A65BC4" w14:textId="42C75118" w:rsidR="0078331C" w:rsidRPr="00873C20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672">
              <w:rPr>
                <w:b/>
                <w:bCs/>
                <w:color w:val="000000"/>
                <w:sz w:val="20"/>
              </w:rPr>
              <w:t>0,2</w:t>
            </w:r>
          </w:p>
        </w:tc>
        <w:tc>
          <w:tcPr>
            <w:tcW w:w="624" w:type="pct"/>
            <w:vAlign w:val="bottom"/>
          </w:tcPr>
          <w:p w14:paraId="341B286C" w14:textId="63D213F3" w:rsidR="0078331C" w:rsidRPr="00873C20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105</w:t>
            </w:r>
            <w:r w:rsidRPr="00231F31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7</w:t>
            </w:r>
          </w:p>
        </w:tc>
      </w:tr>
      <w:tr w:rsidR="0078331C" w:rsidRPr="00CD39E1" w14:paraId="3A884024" w14:textId="77777777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14:paraId="1292AEA7" w14:textId="77777777"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>еятельность по операциям с недвижимым имуществом</w:t>
            </w:r>
          </w:p>
        </w:tc>
        <w:tc>
          <w:tcPr>
            <w:tcW w:w="626" w:type="pct"/>
            <w:vAlign w:val="bottom"/>
          </w:tcPr>
          <w:p w14:paraId="20430640" w14:textId="733A5638" w:rsidR="0078331C" w:rsidRPr="00873C20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1037</w:t>
            </w:r>
          </w:p>
        </w:tc>
        <w:tc>
          <w:tcPr>
            <w:tcW w:w="625" w:type="pct"/>
            <w:vAlign w:val="bottom"/>
          </w:tcPr>
          <w:p w14:paraId="465386F6" w14:textId="52A8EB01" w:rsidR="0078331C" w:rsidRPr="00873C20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7566D5">
              <w:rPr>
                <w:b/>
                <w:bCs/>
                <w:color w:val="000000"/>
                <w:sz w:val="20"/>
              </w:rPr>
              <w:t>4,2</w:t>
            </w:r>
          </w:p>
        </w:tc>
        <w:tc>
          <w:tcPr>
            <w:tcW w:w="624" w:type="pct"/>
            <w:vAlign w:val="bottom"/>
          </w:tcPr>
          <w:p w14:paraId="0D6D70AC" w14:textId="4CE78B55" w:rsidR="0078331C" w:rsidRPr="00231F31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107,3</w:t>
            </w:r>
          </w:p>
        </w:tc>
      </w:tr>
      <w:tr w:rsidR="0078331C" w:rsidRPr="00CD39E1" w14:paraId="3DACD20E" w14:textId="77777777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14:paraId="18116DC3" w14:textId="77777777"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>еятель</w:t>
            </w:r>
            <w:r>
              <w:rPr>
                <w:b/>
                <w:color w:val="000000"/>
                <w:sz w:val="20"/>
              </w:rPr>
              <w:t xml:space="preserve">ность профессиональная, научная </w:t>
            </w:r>
            <w:r w:rsidRPr="00CD39E1">
              <w:rPr>
                <w:b/>
                <w:color w:val="000000"/>
                <w:sz w:val="20"/>
              </w:rPr>
              <w:t>и техническая</w:t>
            </w:r>
          </w:p>
        </w:tc>
        <w:tc>
          <w:tcPr>
            <w:tcW w:w="626" w:type="pct"/>
            <w:vAlign w:val="bottom"/>
          </w:tcPr>
          <w:p w14:paraId="6FAC8CA8" w14:textId="46C7352A" w:rsidR="0078331C" w:rsidRPr="00FC709F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1226</w:t>
            </w:r>
          </w:p>
        </w:tc>
        <w:tc>
          <w:tcPr>
            <w:tcW w:w="625" w:type="pct"/>
            <w:vAlign w:val="bottom"/>
          </w:tcPr>
          <w:p w14:paraId="499CF96C" w14:textId="77F87FA8" w:rsidR="0078331C" w:rsidRPr="00D36672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</w:rPr>
            </w:pPr>
            <w:r w:rsidRPr="007566D5">
              <w:rPr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624" w:type="pct"/>
            <w:vAlign w:val="bottom"/>
          </w:tcPr>
          <w:p w14:paraId="26198FC2" w14:textId="0A0290D3" w:rsidR="0078331C" w:rsidRPr="00873C20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120,3</w:t>
            </w:r>
          </w:p>
        </w:tc>
      </w:tr>
      <w:tr w:rsidR="0078331C" w:rsidRPr="00CD39E1" w14:paraId="35BFEC8E" w14:textId="77777777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14:paraId="2A032EFD" w14:textId="77777777"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 xml:space="preserve">еятельность административная </w:t>
            </w:r>
            <w:r w:rsidRPr="002B1F61">
              <w:rPr>
                <w:b/>
                <w:color w:val="000000"/>
                <w:sz w:val="20"/>
              </w:rPr>
              <w:br/>
            </w:r>
            <w:r w:rsidRPr="00CD39E1">
              <w:rPr>
                <w:b/>
                <w:color w:val="000000"/>
                <w:sz w:val="20"/>
              </w:rPr>
              <w:t>и сопутствующие дополнительные услуги</w:t>
            </w:r>
          </w:p>
        </w:tc>
        <w:tc>
          <w:tcPr>
            <w:tcW w:w="626" w:type="pct"/>
            <w:vAlign w:val="bottom"/>
          </w:tcPr>
          <w:p w14:paraId="572E79D3" w14:textId="3C96D596" w:rsidR="0078331C" w:rsidRPr="00FC709F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522</w:t>
            </w:r>
          </w:p>
        </w:tc>
        <w:tc>
          <w:tcPr>
            <w:tcW w:w="625" w:type="pct"/>
            <w:vAlign w:val="bottom"/>
          </w:tcPr>
          <w:p w14:paraId="2D046C4B" w14:textId="0D4938BC" w:rsidR="0078331C" w:rsidRPr="00D36672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 w:rsidRPr="00F8240F">
              <w:rPr>
                <w:b/>
                <w:bCs/>
                <w:color w:val="000000"/>
                <w:sz w:val="20"/>
              </w:rPr>
              <w:t>2,1</w:t>
            </w:r>
          </w:p>
        </w:tc>
        <w:tc>
          <w:tcPr>
            <w:tcW w:w="624" w:type="pct"/>
            <w:vAlign w:val="bottom"/>
          </w:tcPr>
          <w:p w14:paraId="1DBB4E84" w14:textId="527BFB5D" w:rsidR="0078331C" w:rsidRPr="00873C20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31F31">
              <w:rPr>
                <w:b/>
                <w:color w:val="000000"/>
                <w:sz w:val="20"/>
              </w:rPr>
              <w:t>1</w:t>
            </w:r>
            <w:r>
              <w:rPr>
                <w:b/>
                <w:color w:val="000000"/>
                <w:sz w:val="20"/>
              </w:rPr>
              <w:t>09</w:t>
            </w:r>
            <w:r w:rsidRPr="00231F31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4</w:t>
            </w:r>
          </w:p>
        </w:tc>
      </w:tr>
      <w:tr w:rsidR="0078331C" w:rsidRPr="00CD39E1" w14:paraId="2521FBB7" w14:textId="77777777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14:paraId="1EE2CBD2" w14:textId="77777777" w:rsidR="0078331C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государственное управление и обеспечение военной безопасности; социальное обеспечение</w:t>
            </w:r>
          </w:p>
        </w:tc>
        <w:tc>
          <w:tcPr>
            <w:tcW w:w="626" w:type="pct"/>
            <w:vAlign w:val="bottom"/>
          </w:tcPr>
          <w:p w14:paraId="7DB1EEA8" w14:textId="016DA07F" w:rsidR="0078331C" w:rsidRPr="00873C20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FC709F"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625" w:type="pct"/>
            <w:vAlign w:val="bottom"/>
          </w:tcPr>
          <w:p w14:paraId="2E1DAC27" w14:textId="17B17DF4" w:rsidR="0078331C" w:rsidRPr="00873C20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672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624" w:type="pct"/>
            <w:vAlign w:val="bottom"/>
          </w:tcPr>
          <w:p w14:paraId="4362173B" w14:textId="02FC1242" w:rsidR="0078331C" w:rsidRPr="00873C20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231F31">
              <w:rPr>
                <w:b/>
                <w:color w:val="000000"/>
                <w:sz w:val="20"/>
              </w:rPr>
              <w:t>100</w:t>
            </w:r>
            <w:r w:rsidR="00A46026">
              <w:rPr>
                <w:b/>
                <w:color w:val="000000"/>
                <w:sz w:val="20"/>
              </w:rPr>
              <w:t>,0</w:t>
            </w:r>
          </w:p>
        </w:tc>
      </w:tr>
      <w:tr w:rsidR="0078331C" w:rsidRPr="00CD39E1" w14:paraId="5C33D75B" w14:textId="77777777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14:paraId="23C267AF" w14:textId="77777777"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</w:t>
            </w:r>
            <w:r w:rsidRPr="00CD39E1">
              <w:rPr>
                <w:b/>
                <w:color w:val="000000"/>
                <w:sz w:val="20"/>
              </w:rPr>
              <w:t>бразование</w:t>
            </w:r>
          </w:p>
        </w:tc>
        <w:tc>
          <w:tcPr>
            <w:tcW w:w="626" w:type="pct"/>
            <w:vAlign w:val="bottom"/>
          </w:tcPr>
          <w:p w14:paraId="741073FF" w14:textId="52D58C78" w:rsidR="0078331C" w:rsidRPr="00AF741C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328</w:t>
            </w:r>
          </w:p>
        </w:tc>
        <w:tc>
          <w:tcPr>
            <w:tcW w:w="625" w:type="pct"/>
            <w:vAlign w:val="bottom"/>
          </w:tcPr>
          <w:p w14:paraId="363EEC28" w14:textId="2D777233" w:rsidR="0078331C" w:rsidRPr="00873C20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672">
              <w:rPr>
                <w:b/>
                <w:bCs/>
                <w:color w:val="000000"/>
                <w:sz w:val="20"/>
              </w:rPr>
              <w:t>1,</w:t>
            </w:r>
            <w:r>
              <w:rPr>
                <w:b/>
                <w:bCs/>
                <w:color w:val="000000"/>
                <w:sz w:val="20"/>
              </w:rPr>
              <w:t>3</w:t>
            </w:r>
          </w:p>
        </w:tc>
        <w:tc>
          <w:tcPr>
            <w:tcW w:w="624" w:type="pct"/>
            <w:vAlign w:val="bottom"/>
          </w:tcPr>
          <w:p w14:paraId="26F69160" w14:textId="6808BFCC" w:rsidR="0078331C" w:rsidRPr="00231F31" w:rsidRDefault="0078331C" w:rsidP="0078331C">
            <w:pPr>
              <w:ind w:right="227"/>
              <w:jc w:val="right"/>
              <w:rPr>
                <w:b/>
                <w:color w:val="000000"/>
                <w:sz w:val="20"/>
              </w:rPr>
            </w:pPr>
            <w:r w:rsidRPr="00231F31">
              <w:rPr>
                <w:b/>
                <w:color w:val="000000"/>
                <w:sz w:val="20"/>
              </w:rPr>
              <w:t>1</w:t>
            </w:r>
            <w:r>
              <w:rPr>
                <w:b/>
                <w:color w:val="000000"/>
                <w:sz w:val="20"/>
              </w:rPr>
              <w:t>16</w:t>
            </w:r>
            <w:r w:rsidRPr="00231F31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3</w:t>
            </w:r>
          </w:p>
        </w:tc>
      </w:tr>
      <w:tr w:rsidR="0078331C" w:rsidRPr="00CD39E1" w14:paraId="60948F37" w14:textId="77777777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14:paraId="4BD9A2D6" w14:textId="77777777"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>еятель</w:t>
            </w:r>
            <w:r>
              <w:rPr>
                <w:b/>
                <w:color w:val="000000"/>
                <w:sz w:val="20"/>
              </w:rPr>
              <w:t xml:space="preserve">ность в области здравоохранения </w:t>
            </w:r>
            <w:r w:rsidRPr="002B1F61">
              <w:rPr>
                <w:b/>
                <w:color w:val="000000"/>
                <w:sz w:val="20"/>
              </w:rPr>
              <w:br/>
            </w:r>
            <w:r w:rsidRPr="00CD39E1">
              <w:rPr>
                <w:b/>
                <w:color w:val="000000"/>
                <w:sz w:val="20"/>
              </w:rPr>
              <w:t>и социальных услуг</w:t>
            </w:r>
          </w:p>
        </w:tc>
        <w:tc>
          <w:tcPr>
            <w:tcW w:w="626" w:type="pct"/>
            <w:vAlign w:val="bottom"/>
          </w:tcPr>
          <w:p w14:paraId="7748D158" w14:textId="1590FA36" w:rsidR="0078331C" w:rsidRPr="000869E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135</w:t>
            </w:r>
          </w:p>
        </w:tc>
        <w:tc>
          <w:tcPr>
            <w:tcW w:w="625" w:type="pct"/>
            <w:vAlign w:val="bottom"/>
          </w:tcPr>
          <w:p w14:paraId="3F94027F" w14:textId="091D25BE" w:rsidR="0078331C" w:rsidRPr="00873C20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672">
              <w:rPr>
                <w:b/>
                <w:bCs/>
                <w:color w:val="000000"/>
                <w:sz w:val="20"/>
              </w:rPr>
              <w:t>0,</w:t>
            </w:r>
            <w:r>
              <w:rPr>
                <w:b/>
                <w:bCs/>
                <w:color w:val="000000"/>
                <w:sz w:val="20"/>
              </w:rPr>
              <w:t>6</w:t>
            </w:r>
          </w:p>
        </w:tc>
        <w:tc>
          <w:tcPr>
            <w:tcW w:w="624" w:type="pct"/>
            <w:vAlign w:val="bottom"/>
          </w:tcPr>
          <w:p w14:paraId="2C30A0C6" w14:textId="5D378484" w:rsidR="0078331C" w:rsidRPr="00873C20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6207E3">
              <w:rPr>
                <w:b/>
                <w:color w:val="000000"/>
                <w:sz w:val="20"/>
              </w:rPr>
              <w:t>1</w:t>
            </w:r>
            <w:r>
              <w:rPr>
                <w:b/>
                <w:color w:val="000000"/>
                <w:sz w:val="20"/>
              </w:rPr>
              <w:t>10</w:t>
            </w:r>
            <w:r w:rsidRPr="006207E3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7</w:t>
            </w:r>
          </w:p>
        </w:tc>
      </w:tr>
      <w:tr w:rsidR="0078331C" w:rsidRPr="00CD39E1" w14:paraId="015F6D8D" w14:textId="77777777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14:paraId="3E470F2A" w14:textId="77777777"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CD39E1">
              <w:rPr>
                <w:b/>
                <w:color w:val="000000"/>
                <w:sz w:val="20"/>
              </w:rPr>
              <w:t xml:space="preserve">еятельность в области культуры, спорта, </w:t>
            </w:r>
            <w:r w:rsidRPr="002B1F61">
              <w:rPr>
                <w:b/>
                <w:color w:val="000000"/>
                <w:sz w:val="20"/>
              </w:rPr>
              <w:br/>
            </w:r>
            <w:r w:rsidRPr="00CD39E1">
              <w:rPr>
                <w:b/>
                <w:color w:val="000000"/>
                <w:sz w:val="20"/>
              </w:rPr>
              <w:t>организации досуга и развлечений</w:t>
            </w:r>
          </w:p>
        </w:tc>
        <w:tc>
          <w:tcPr>
            <w:tcW w:w="626" w:type="pct"/>
            <w:vAlign w:val="bottom"/>
          </w:tcPr>
          <w:p w14:paraId="471DA476" w14:textId="77A89666" w:rsidR="0078331C" w:rsidRPr="000869E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lang w:val="en-US"/>
              </w:rPr>
            </w:pPr>
            <w:r w:rsidRPr="000869E1">
              <w:rPr>
                <w:b/>
                <w:bCs/>
                <w:color w:val="000000"/>
                <w:sz w:val="20"/>
              </w:rPr>
              <w:t>3</w:t>
            </w:r>
            <w:r>
              <w:rPr>
                <w:b/>
                <w:bCs/>
                <w:color w:val="000000"/>
                <w:sz w:val="20"/>
              </w:rPr>
              <w:t>36</w:t>
            </w:r>
          </w:p>
        </w:tc>
        <w:tc>
          <w:tcPr>
            <w:tcW w:w="625" w:type="pct"/>
            <w:vAlign w:val="bottom"/>
          </w:tcPr>
          <w:p w14:paraId="573B136A" w14:textId="77722D35" w:rsidR="0078331C" w:rsidRPr="00AB12AE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 w:rsidRPr="007566D5">
              <w:rPr>
                <w:b/>
                <w:bCs/>
                <w:color w:val="000000"/>
                <w:sz w:val="20"/>
              </w:rPr>
              <w:t>1,4</w:t>
            </w:r>
          </w:p>
        </w:tc>
        <w:tc>
          <w:tcPr>
            <w:tcW w:w="624" w:type="pct"/>
            <w:vAlign w:val="bottom"/>
          </w:tcPr>
          <w:p w14:paraId="1064AD77" w14:textId="3513542E" w:rsidR="0078331C" w:rsidRPr="00873C20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6207E3">
              <w:rPr>
                <w:b/>
                <w:color w:val="000000"/>
                <w:sz w:val="20"/>
              </w:rPr>
              <w:t>10</w:t>
            </w:r>
            <w:r>
              <w:rPr>
                <w:b/>
                <w:color w:val="000000"/>
                <w:sz w:val="20"/>
              </w:rPr>
              <w:t>9</w:t>
            </w:r>
            <w:r w:rsidRPr="006207E3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1</w:t>
            </w:r>
          </w:p>
        </w:tc>
      </w:tr>
      <w:tr w:rsidR="0078331C" w:rsidRPr="00CD39E1" w14:paraId="23A2EA36" w14:textId="77777777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14:paraId="44FA59FE" w14:textId="77777777" w:rsidR="0078331C" w:rsidRPr="00CD39E1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п</w:t>
            </w:r>
            <w:r w:rsidRPr="00CD39E1">
              <w:rPr>
                <w:b/>
                <w:color w:val="000000"/>
                <w:sz w:val="20"/>
              </w:rPr>
              <w:t>редоставление прочих видов услуг</w:t>
            </w:r>
          </w:p>
        </w:tc>
        <w:tc>
          <w:tcPr>
            <w:tcW w:w="626" w:type="pct"/>
            <w:vAlign w:val="bottom"/>
          </w:tcPr>
          <w:p w14:paraId="535B3FB6" w14:textId="7A51884F" w:rsidR="0078331C" w:rsidRPr="000869E1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>
              <w:rPr>
                <w:b/>
                <w:bCs/>
                <w:color w:val="000000"/>
                <w:sz w:val="20"/>
              </w:rPr>
              <w:t>1233</w:t>
            </w:r>
          </w:p>
        </w:tc>
        <w:tc>
          <w:tcPr>
            <w:tcW w:w="625" w:type="pct"/>
            <w:vAlign w:val="bottom"/>
          </w:tcPr>
          <w:p w14:paraId="6EA817A2" w14:textId="55064571" w:rsidR="0078331C" w:rsidRPr="0011655E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  <w:lang w:val="en-US"/>
              </w:rPr>
            </w:pPr>
            <w:r w:rsidRPr="002339E0">
              <w:rPr>
                <w:b/>
                <w:bCs/>
                <w:color w:val="000000"/>
                <w:sz w:val="20"/>
              </w:rPr>
              <w:t>5</w:t>
            </w:r>
          </w:p>
        </w:tc>
        <w:tc>
          <w:tcPr>
            <w:tcW w:w="624" w:type="pct"/>
            <w:vAlign w:val="bottom"/>
          </w:tcPr>
          <w:p w14:paraId="419F9EFB" w14:textId="40231F44" w:rsidR="0078331C" w:rsidRPr="00873C20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104</w:t>
            </w:r>
            <w:r w:rsidRPr="006207E3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1</w:t>
            </w:r>
          </w:p>
        </w:tc>
      </w:tr>
      <w:tr w:rsidR="0078331C" w:rsidRPr="00CD39E1" w14:paraId="7BD4FB2A" w14:textId="77777777" w:rsidTr="0078331C">
        <w:trPr>
          <w:cantSplit/>
          <w:trHeight w:val="227"/>
          <w:jc w:val="center"/>
        </w:trPr>
        <w:tc>
          <w:tcPr>
            <w:tcW w:w="3125" w:type="pct"/>
            <w:vAlign w:val="bottom"/>
          </w:tcPr>
          <w:p w14:paraId="3BFFEA17" w14:textId="77777777" w:rsidR="0078331C" w:rsidRDefault="0078331C" w:rsidP="0078331C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 xml:space="preserve">деятельность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</w:t>
            </w:r>
            <w:r>
              <w:rPr>
                <w:b/>
                <w:color w:val="000000"/>
                <w:sz w:val="20"/>
              </w:rPr>
              <w:br/>
              <w:t>для собственного потребления</w:t>
            </w:r>
          </w:p>
        </w:tc>
        <w:tc>
          <w:tcPr>
            <w:tcW w:w="626" w:type="pct"/>
            <w:vAlign w:val="bottom"/>
          </w:tcPr>
          <w:p w14:paraId="63C45157" w14:textId="478CA984" w:rsidR="0078331C" w:rsidRPr="00873C20" w:rsidRDefault="0078331C" w:rsidP="0078331C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4</w:t>
            </w:r>
          </w:p>
        </w:tc>
        <w:tc>
          <w:tcPr>
            <w:tcW w:w="625" w:type="pct"/>
            <w:vAlign w:val="bottom"/>
          </w:tcPr>
          <w:p w14:paraId="7D716067" w14:textId="68BA4717" w:rsidR="0078331C" w:rsidRPr="00873C20" w:rsidRDefault="0078331C" w:rsidP="0078331C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D36672">
              <w:rPr>
                <w:b/>
                <w:bCs/>
                <w:color w:val="000000"/>
                <w:sz w:val="20"/>
              </w:rPr>
              <w:t>0</w:t>
            </w:r>
          </w:p>
        </w:tc>
        <w:tc>
          <w:tcPr>
            <w:tcW w:w="624" w:type="pct"/>
            <w:vAlign w:val="bottom"/>
          </w:tcPr>
          <w:p w14:paraId="018C3B8B" w14:textId="1A91EA2D" w:rsidR="0078331C" w:rsidRPr="00873C20" w:rsidRDefault="0078331C" w:rsidP="0078331C">
            <w:pPr>
              <w:ind w:right="227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133,3</w:t>
            </w:r>
          </w:p>
        </w:tc>
      </w:tr>
    </w:tbl>
    <w:p w14:paraId="09C8FE55" w14:textId="77777777" w:rsidR="00E44E85" w:rsidRDefault="00E44E85" w:rsidP="00E44E85">
      <w:pPr>
        <w:pStyle w:val="2"/>
        <w:spacing w:before="240" w:after="120"/>
        <w:rPr>
          <w:sz w:val="20"/>
        </w:rPr>
      </w:pPr>
    </w:p>
    <w:p w14:paraId="64A72810" w14:textId="73366B8D" w:rsidR="00E41120" w:rsidRPr="00B719FD" w:rsidRDefault="00E41120" w:rsidP="00E44E85">
      <w:pPr>
        <w:pStyle w:val="2"/>
        <w:spacing w:before="240" w:after="360"/>
        <w:rPr>
          <w:b w:val="0"/>
          <w:sz w:val="20"/>
        </w:rPr>
      </w:pPr>
      <w:bookmarkStart w:id="161" w:name="_Toc181255944"/>
      <w:r w:rsidRPr="00B719FD">
        <w:rPr>
          <w:sz w:val="20"/>
        </w:rPr>
        <w:t>ДЕМОГРАФИЯ ОРГАНИЗАЦИЙ</w:t>
      </w:r>
      <w:bookmarkEnd w:id="145"/>
      <w:bookmarkEnd w:id="146"/>
      <w:bookmarkEnd w:id="147"/>
      <w:r w:rsidR="003D283A">
        <w:rPr>
          <w:sz w:val="20"/>
          <w:vertAlign w:val="superscript"/>
        </w:rPr>
        <w:t>2</w:t>
      </w:r>
      <w:r w:rsidRPr="00B719FD">
        <w:rPr>
          <w:sz w:val="20"/>
          <w:vertAlign w:val="superscript"/>
        </w:rPr>
        <w:t>)</w:t>
      </w:r>
      <w:bookmarkEnd w:id="161"/>
    </w:p>
    <w:p w14:paraId="4B98BDCA" w14:textId="504408D0" w:rsidR="008A5BBA" w:rsidRDefault="008A5BBA" w:rsidP="00CB7ED6">
      <w:pPr>
        <w:tabs>
          <w:tab w:val="left" w:pos="709"/>
        </w:tabs>
        <w:spacing w:before="120"/>
        <w:ind w:firstLine="709"/>
      </w:pPr>
      <w:r w:rsidRPr="001B5A5D">
        <w:t xml:space="preserve">В </w:t>
      </w:r>
      <w:r w:rsidR="001B5A5D" w:rsidRPr="001B5A5D">
        <w:t>январе-</w:t>
      </w:r>
      <w:r w:rsidR="008476A0">
        <w:t>сентябре</w:t>
      </w:r>
      <w:r w:rsidRPr="001B5A5D">
        <w:t xml:space="preserve"> 202</w:t>
      </w:r>
      <w:r w:rsidR="001B5A5D" w:rsidRPr="001B5A5D">
        <w:t>4</w:t>
      </w:r>
      <w:r w:rsidRPr="001B5A5D">
        <w:t xml:space="preserve"> года вновь </w:t>
      </w:r>
      <w:r w:rsidRPr="008E78B8">
        <w:t xml:space="preserve">зарегистрировано </w:t>
      </w:r>
      <w:r w:rsidR="008E78B8" w:rsidRPr="008E78B8">
        <w:t>459</w:t>
      </w:r>
      <w:r w:rsidRPr="008E78B8">
        <w:t xml:space="preserve"> организаций, из них коммерческие организации составили </w:t>
      </w:r>
      <w:r w:rsidR="008E78B8" w:rsidRPr="008E78B8">
        <w:t>90,0</w:t>
      </w:r>
      <w:r w:rsidRPr="008E78B8">
        <w:t xml:space="preserve">%. Преобладающей формой собственности регистрируемых организаций является частная – </w:t>
      </w:r>
      <w:r w:rsidR="008E78B8" w:rsidRPr="008E78B8">
        <w:t>95,0</w:t>
      </w:r>
      <w:r w:rsidRPr="008E78B8">
        <w:t>%.</w:t>
      </w:r>
    </w:p>
    <w:p w14:paraId="7C48B265" w14:textId="4150A5AF" w:rsidR="009152DB" w:rsidRPr="00CD39E1" w:rsidRDefault="003D283A" w:rsidP="0042241F">
      <w:pPr>
        <w:tabs>
          <w:tab w:val="left" w:pos="709"/>
        </w:tabs>
        <w:spacing w:before="120"/>
        <w:ind w:left="340"/>
      </w:pPr>
      <w:r w:rsidRPr="003D283A">
        <w:rPr>
          <w:sz w:val="18"/>
          <w:szCs w:val="18"/>
          <w:vertAlign w:val="superscript"/>
        </w:rPr>
        <w:t>2</w:t>
      </w:r>
      <w:r w:rsidR="00282A1E" w:rsidRPr="001B5A5D">
        <w:rPr>
          <w:rStyle w:val="af7"/>
          <w:sz w:val="18"/>
          <w:szCs w:val="18"/>
        </w:rPr>
        <w:t>)</w:t>
      </w:r>
      <w:r w:rsidR="009152DB" w:rsidRPr="001B5A5D">
        <w:rPr>
          <w:sz w:val="18"/>
          <w:szCs w:val="18"/>
        </w:rPr>
        <w:t>исключая</w:t>
      </w:r>
      <w:r w:rsidR="009152DB" w:rsidRPr="00F92634">
        <w:rPr>
          <w:sz w:val="18"/>
          <w:szCs w:val="18"/>
        </w:rPr>
        <w:t xml:space="preserve"> филиалы, представительства и другие обособленные подразделения</w:t>
      </w:r>
    </w:p>
    <w:p w14:paraId="0BF0C9C0" w14:textId="63BC2D77" w:rsidR="009152DB" w:rsidRPr="005A66EF" w:rsidRDefault="009152DB" w:rsidP="00E44E85">
      <w:pPr>
        <w:pStyle w:val="3"/>
        <w:spacing w:before="240" w:after="240"/>
        <w:ind w:right="0"/>
        <w:rPr>
          <w:szCs w:val="24"/>
        </w:rPr>
      </w:pPr>
      <w:bookmarkStart w:id="162" w:name="_Toc95817009"/>
      <w:bookmarkStart w:id="163" w:name="_Toc127178047"/>
      <w:bookmarkStart w:id="164" w:name="_Toc378601372"/>
      <w:bookmarkStart w:id="165" w:name="_Toc181255945"/>
      <w:r w:rsidRPr="00650AFA">
        <w:rPr>
          <w:szCs w:val="24"/>
        </w:rPr>
        <w:t xml:space="preserve">Демография организаций </w:t>
      </w:r>
      <w:r w:rsidR="00425761">
        <w:rPr>
          <w:szCs w:val="24"/>
        </w:rPr>
        <w:br/>
      </w:r>
      <w:r w:rsidRPr="00650AFA">
        <w:rPr>
          <w:szCs w:val="24"/>
        </w:rPr>
        <w:t xml:space="preserve">по </w:t>
      </w:r>
      <w:r w:rsidRPr="001B5A5D">
        <w:rPr>
          <w:szCs w:val="24"/>
        </w:rPr>
        <w:t>видам экономической деятельности</w:t>
      </w:r>
      <w:bookmarkEnd w:id="162"/>
      <w:bookmarkEnd w:id="163"/>
      <w:r w:rsidR="004B16C0" w:rsidRPr="001B5A5D">
        <w:rPr>
          <w:szCs w:val="24"/>
        </w:rPr>
        <w:br/>
      </w:r>
      <w:bookmarkEnd w:id="164"/>
      <w:r w:rsidR="008A5BBA" w:rsidRPr="005A66EF">
        <w:rPr>
          <w:szCs w:val="24"/>
        </w:rPr>
        <w:t xml:space="preserve">за </w:t>
      </w:r>
      <w:r w:rsidR="001B5A5D" w:rsidRPr="005A66EF">
        <w:rPr>
          <w:szCs w:val="24"/>
        </w:rPr>
        <w:t>январь-</w:t>
      </w:r>
      <w:r w:rsidR="008476A0">
        <w:rPr>
          <w:szCs w:val="24"/>
        </w:rPr>
        <w:t>сентябрь</w:t>
      </w:r>
      <w:r w:rsidR="008A5BBA" w:rsidRPr="005A66EF">
        <w:rPr>
          <w:szCs w:val="24"/>
        </w:rPr>
        <w:t xml:space="preserve"> 2024 года</w:t>
      </w:r>
      <w:bookmarkEnd w:id="165"/>
    </w:p>
    <w:tbl>
      <w:tblPr>
        <w:tblW w:w="90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4"/>
        <w:gridCol w:w="1139"/>
        <w:gridCol w:w="1139"/>
        <w:gridCol w:w="1137"/>
        <w:gridCol w:w="1134"/>
      </w:tblGrid>
      <w:tr w:rsidR="007A2433" w:rsidRPr="00BC25EC" w14:paraId="02C8D708" w14:textId="77777777" w:rsidTr="007A2433">
        <w:trPr>
          <w:cantSplit/>
          <w:trHeight w:val="1531"/>
          <w:jc w:val="center"/>
        </w:trPr>
        <w:tc>
          <w:tcPr>
            <w:tcW w:w="2496" w:type="pct"/>
            <w:vAlign w:val="center"/>
          </w:tcPr>
          <w:p w14:paraId="2F78845F" w14:textId="77777777" w:rsidR="007A2433" w:rsidRPr="00BC25EC" w:rsidRDefault="007A2433" w:rsidP="007A2433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  <w:bookmarkStart w:id="166" w:name="_Toc95817010"/>
            <w:bookmarkStart w:id="167" w:name="_Toc127178048"/>
            <w:bookmarkStart w:id="168" w:name="_Toc378601373"/>
          </w:p>
        </w:tc>
        <w:tc>
          <w:tcPr>
            <w:tcW w:w="627" w:type="pct"/>
            <w:vAlign w:val="center"/>
          </w:tcPr>
          <w:p w14:paraId="3D7AFE23" w14:textId="77777777"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Количество вновь заре</w:t>
            </w:r>
            <w:r>
              <w:rPr>
                <w:b/>
                <w:sz w:val="20"/>
              </w:rPr>
              <w:t>-</w:t>
            </w:r>
            <w:proofErr w:type="spellStart"/>
            <w:r w:rsidRPr="00BC25EC">
              <w:rPr>
                <w:b/>
                <w:sz w:val="20"/>
              </w:rPr>
              <w:t>гистриро</w:t>
            </w:r>
            <w:proofErr w:type="spellEnd"/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 xml:space="preserve">ванных </w:t>
            </w:r>
            <w:proofErr w:type="spellStart"/>
            <w:proofErr w:type="gramStart"/>
            <w:r w:rsidRPr="00BC25EC">
              <w:rPr>
                <w:b/>
                <w:sz w:val="20"/>
              </w:rPr>
              <w:t>органи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заций</w:t>
            </w:r>
            <w:proofErr w:type="spellEnd"/>
            <w:proofErr w:type="gramEnd"/>
            <w:r w:rsidRPr="00BC25EC">
              <w:rPr>
                <w:b/>
                <w:sz w:val="20"/>
              </w:rPr>
              <w:t xml:space="preserve">, </w:t>
            </w:r>
            <w:r w:rsidRPr="00BC25EC">
              <w:rPr>
                <w:b/>
                <w:sz w:val="20"/>
              </w:rPr>
              <w:br/>
              <w:t>ед.</w:t>
            </w:r>
          </w:p>
        </w:tc>
        <w:tc>
          <w:tcPr>
            <w:tcW w:w="627" w:type="pct"/>
            <w:vAlign w:val="center"/>
          </w:tcPr>
          <w:p w14:paraId="32746573" w14:textId="77777777"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BC25EC">
              <w:rPr>
                <w:b/>
                <w:sz w:val="20"/>
              </w:rPr>
              <w:t>Коэффи-циент</w:t>
            </w:r>
            <w:proofErr w:type="spellEnd"/>
            <w:proofErr w:type="gramEnd"/>
            <w:r w:rsidRPr="00BC25EC">
              <w:rPr>
                <w:b/>
                <w:sz w:val="20"/>
              </w:rPr>
              <w:t xml:space="preserve"> рож-</w:t>
            </w:r>
            <w:proofErr w:type="spellStart"/>
            <w:r w:rsidRPr="00BC25EC">
              <w:rPr>
                <w:b/>
                <w:sz w:val="20"/>
              </w:rPr>
              <w:t>даемости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органи-заций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r w:rsidRPr="00BC25EC">
              <w:rPr>
                <w:b/>
                <w:sz w:val="20"/>
              </w:rPr>
              <w:br/>
              <w:t>на 1000 ор-</w:t>
            </w:r>
            <w:proofErr w:type="spellStart"/>
            <w:r w:rsidRPr="00BC25EC">
              <w:rPr>
                <w:b/>
                <w:sz w:val="20"/>
              </w:rPr>
              <w:t>ганизаций</w:t>
            </w:r>
            <w:proofErr w:type="spellEnd"/>
          </w:p>
        </w:tc>
        <w:tc>
          <w:tcPr>
            <w:tcW w:w="626" w:type="pct"/>
            <w:vAlign w:val="center"/>
          </w:tcPr>
          <w:p w14:paraId="3664B35C" w14:textId="77777777"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Количество </w:t>
            </w:r>
            <w:proofErr w:type="spellStart"/>
            <w:proofErr w:type="gramStart"/>
            <w:r w:rsidRPr="00BC25EC">
              <w:rPr>
                <w:b/>
                <w:sz w:val="20"/>
              </w:rPr>
              <w:t>официаль</w:t>
            </w:r>
            <w:proofErr w:type="spellEnd"/>
            <w:r w:rsidRPr="00BC25EC">
              <w:rPr>
                <w:b/>
                <w:sz w:val="20"/>
              </w:rPr>
              <w:t>-но</w:t>
            </w:r>
            <w:proofErr w:type="gram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ликви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дирован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ных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низаций</w:t>
            </w:r>
            <w:proofErr w:type="spellEnd"/>
            <w:r w:rsidRPr="00BC25EC">
              <w:rPr>
                <w:b/>
                <w:sz w:val="20"/>
              </w:rPr>
              <w:t xml:space="preserve">, </w:t>
            </w:r>
            <w:r w:rsidRPr="00BC25EC">
              <w:rPr>
                <w:b/>
                <w:sz w:val="20"/>
              </w:rPr>
              <w:br/>
              <w:t>ед.</w:t>
            </w:r>
          </w:p>
        </w:tc>
        <w:tc>
          <w:tcPr>
            <w:tcW w:w="624" w:type="pct"/>
            <w:vAlign w:val="center"/>
          </w:tcPr>
          <w:p w14:paraId="5041AE4E" w14:textId="77777777"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BC25EC">
              <w:rPr>
                <w:b/>
                <w:sz w:val="20"/>
              </w:rPr>
              <w:t>Коэффи-циент</w:t>
            </w:r>
            <w:proofErr w:type="spellEnd"/>
            <w:proofErr w:type="gram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офи-циальной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ликвида-ции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орга-низаций</w:t>
            </w:r>
            <w:proofErr w:type="spellEnd"/>
            <w:r w:rsidRPr="00BC25EC">
              <w:rPr>
                <w:b/>
                <w:sz w:val="20"/>
              </w:rPr>
              <w:br/>
              <w:t>на 1000 ор-</w:t>
            </w:r>
            <w:proofErr w:type="spellStart"/>
            <w:r w:rsidRPr="00BC25EC">
              <w:rPr>
                <w:b/>
                <w:sz w:val="20"/>
              </w:rPr>
              <w:t>ганизаций</w:t>
            </w:r>
            <w:proofErr w:type="spellEnd"/>
          </w:p>
        </w:tc>
      </w:tr>
      <w:tr w:rsidR="008E78B8" w:rsidRPr="00BC25EC" w14:paraId="5C7CCA33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6DEE0893" w14:textId="77777777" w:rsidR="008E78B8" w:rsidRPr="00BC25EC" w:rsidRDefault="008E78B8" w:rsidP="008E78B8">
            <w:pPr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Всего</w:t>
            </w:r>
          </w:p>
        </w:tc>
        <w:tc>
          <w:tcPr>
            <w:tcW w:w="627" w:type="pct"/>
            <w:vAlign w:val="bottom"/>
          </w:tcPr>
          <w:p w14:paraId="5FCBD1DC" w14:textId="4BC27601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C3AD8">
              <w:rPr>
                <w:b/>
                <w:sz w:val="20"/>
              </w:rPr>
              <w:t>459</w:t>
            </w:r>
          </w:p>
        </w:tc>
        <w:tc>
          <w:tcPr>
            <w:tcW w:w="627" w:type="pct"/>
            <w:vAlign w:val="bottom"/>
          </w:tcPr>
          <w:p w14:paraId="293EC967" w14:textId="75D928B2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5C3AD8">
              <w:rPr>
                <w:b/>
                <w:sz w:val="20"/>
              </w:rPr>
              <w:t>39,9</w:t>
            </w:r>
          </w:p>
        </w:tc>
        <w:tc>
          <w:tcPr>
            <w:tcW w:w="626" w:type="pct"/>
            <w:vAlign w:val="bottom"/>
          </w:tcPr>
          <w:p w14:paraId="68C13E25" w14:textId="0B539AFD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C3AD8">
              <w:rPr>
                <w:b/>
                <w:sz w:val="20"/>
              </w:rPr>
              <w:t>601</w:t>
            </w:r>
          </w:p>
        </w:tc>
        <w:tc>
          <w:tcPr>
            <w:tcW w:w="624" w:type="pct"/>
            <w:vAlign w:val="bottom"/>
          </w:tcPr>
          <w:p w14:paraId="587A0774" w14:textId="04842ABC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5C3AD8">
              <w:rPr>
                <w:b/>
                <w:sz w:val="20"/>
              </w:rPr>
              <w:t>52,2</w:t>
            </w:r>
          </w:p>
        </w:tc>
      </w:tr>
      <w:tr w:rsidR="007A2433" w:rsidRPr="00BC25EC" w14:paraId="74CCE03E" w14:textId="77777777" w:rsidTr="007A2433">
        <w:trPr>
          <w:cantSplit/>
          <w:trHeight w:val="227"/>
          <w:jc w:val="center"/>
        </w:trPr>
        <w:tc>
          <w:tcPr>
            <w:tcW w:w="5000" w:type="pct"/>
            <w:gridSpan w:val="5"/>
            <w:vAlign w:val="bottom"/>
          </w:tcPr>
          <w:p w14:paraId="3A65F74C" w14:textId="77777777" w:rsidR="007A2433" w:rsidRPr="00BC25EC" w:rsidRDefault="007A2433" w:rsidP="007A2433">
            <w:pPr>
              <w:ind w:left="340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в том числе:</w:t>
            </w:r>
          </w:p>
        </w:tc>
      </w:tr>
      <w:tr w:rsidR="008E78B8" w:rsidRPr="00BC25EC" w14:paraId="14327129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72C3AF38" w14:textId="77777777"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сельское, лесное хозяйство, охота, рыболовство и рыбоводство</w:t>
            </w:r>
          </w:p>
        </w:tc>
        <w:tc>
          <w:tcPr>
            <w:tcW w:w="627" w:type="pct"/>
            <w:vAlign w:val="bottom"/>
          </w:tcPr>
          <w:p w14:paraId="5825EB8E" w14:textId="5930CDFC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627" w:type="pct"/>
            <w:vAlign w:val="bottom"/>
          </w:tcPr>
          <w:p w14:paraId="41CA9C4C" w14:textId="010F2A4C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29</w:t>
            </w:r>
            <w:r w:rsidRPr="003D2DC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626" w:type="pct"/>
            <w:vAlign w:val="bottom"/>
          </w:tcPr>
          <w:p w14:paraId="14DAF72A" w14:textId="624FBC3C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624" w:type="pct"/>
            <w:vAlign w:val="bottom"/>
          </w:tcPr>
          <w:p w14:paraId="2F48BAC9" w14:textId="03C0C63E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38</w:t>
            </w:r>
            <w:r w:rsidRPr="003D2DC7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2</w:t>
            </w:r>
          </w:p>
        </w:tc>
      </w:tr>
      <w:tr w:rsidR="008E78B8" w:rsidRPr="00BC25EC" w14:paraId="47AC833B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6E2BF7F3" w14:textId="77777777"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627" w:type="pct"/>
            <w:vAlign w:val="bottom"/>
          </w:tcPr>
          <w:p w14:paraId="27D41F1D" w14:textId="096FFC33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7" w:type="pct"/>
            <w:vAlign w:val="bottom"/>
          </w:tcPr>
          <w:p w14:paraId="0FBA5C80" w14:textId="0F1DFBB0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76,9</w:t>
            </w:r>
          </w:p>
        </w:tc>
        <w:tc>
          <w:tcPr>
            <w:tcW w:w="626" w:type="pct"/>
            <w:vAlign w:val="bottom"/>
          </w:tcPr>
          <w:p w14:paraId="7B7B607B" w14:textId="0AE58F17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4" w:type="pct"/>
            <w:vAlign w:val="bottom"/>
          </w:tcPr>
          <w:p w14:paraId="4731418C" w14:textId="0DDA2641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76,9</w:t>
            </w:r>
          </w:p>
        </w:tc>
      </w:tr>
      <w:tr w:rsidR="008E78B8" w:rsidRPr="00BC25EC" w14:paraId="7F0236DE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40335370" w14:textId="77777777"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627" w:type="pct"/>
            <w:vAlign w:val="bottom"/>
          </w:tcPr>
          <w:p w14:paraId="0C14C3D6" w14:textId="10E874CC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627" w:type="pct"/>
            <w:vAlign w:val="bottom"/>
          </w:tcPr>
          <w:p w14:paraId="13A99B8C" w14:textId="55579BA3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41</w:t>
            </w:r>
            <w:r w:rsidRPr="005A62A5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26" w:type="pct"/>
            <w:vAlign w:val="bottom"/>
          </w:tcPr>
          <w:p w14:paraId="6CC1032D" w14:textId="58521B1B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53</w:t>
            </w:r>
          </w:p>
        </w:tc>
        <w:tc>
          <w:tcPr>
            <w:tcW w:w="624" w:type="pct"/>
            <w:vAlign w:val="bottom"/>
          </w:tcPr>
          <w:p w14:paraId="43A3D3D4" w14:textId="0E11B174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72</w:t>
            </w:r>
            <w:r w:rsidRPr="005A62A5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5</w:t>
            </w:r>
          </w:p>
        </w:tc>
      </w:tr>
      <w:tr w:rsidR="008E78B8" w:rsidRPr="00BC25EC" w14:paraId="7C2D2E42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12FFCE19" w14:textId="77777777" w:rsidR="008E78B8" w:rsidRPr="00BC25EC" w:rsidRDefault="008E78B8" w:rsidP="008E78B8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о</w:t>
            </w:r>
            <w:r w:rsidRPr="00BC25EC">
              <w:rPr>
                <w:b/>
                <w:color w:val="000000"/>
                <w:sz w:val="20"/>
              </w:rPr>
              <w:t xml:space="preserve">беспечение электрической энергией, </w:t>
            </w:r>
            <w:r>
              <w:rPr>
                <w:b/>
                <w:color w:val="000000"/>
                <w:sz w:val="20"/>
              </w:rPr>
              <w:br/>
              <w:t>г</w:t>
            </w:r>
            <w:r w:rsidRPr="00BC25EC">
              <w:rPr>
                <w:b/>
                <w:color w:val="000000"/>
                <w:sz w:val="20"/>
              </w:rPr>
              <w:t>азом и паром; кондиционирование воздуха</w:t>
            </w:r>
          </w:p>
        </w:tc>
        <w:tc>
          <w:tcPr>
            <w:tcW w:w="627" w:type="pct"/>
            <w:vAlign w:val="bottom"/>
          </w:tcPr>
          <w:p w14:paraId="7A925AD6" w14:textId="181169F1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742D6B">
              <w:rPr>
                <w:b/>
                <w:color w:val="000000"/>
                <w:sz w:val="20"/>
              </w:rPr>
              <w:t>3</w:t>
            </w:r>
          </w:p>
        </w:tc>
        <w:tc>
          <w:tcPr>
            <w:tcW w:w="627" w:type="pct"/>
            <w:vAlign w:val="bottom"/>
          </w:tcPr>
          <w:p w14:paraId="5BB3C810" w14:textId="546A4069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42</w:t>
            </w:r>
            <w:r w:rsidRPr="00E134F3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626" w:type="pct"/>
            <w:vAlign w:val="bottom"/>
          </w:tcPr>
          <w:p w14:paraId="1B0F05A0" w14:textId="2AC3BD34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</w:t>
            </w:r>
          </w:p>
        </w:tc>
        <w:tc>
          <w:tcPr>
            <w:tcW w:w="624" w:type="pct"/>
            <w:vAlign w:val="bottom"/>
          </w:tcPr>
          <w:p w14:paraId="2A578F9C" w14:textId="1A025E93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14,0</w:t>
            </w:r>
          </w:p>
        </w:tc>
      </w:tr>
      <w:tr w:rsidR="008E78B8" w:rsidRPr="00BC25EC" w14:paraId="5FD43415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6C548AF7" w14:textId="77777777" w:rsidR="008E78B8" w:rsidRDefault="008E78B8" w:rsidP="008E78B8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sz w:val="20"/>
              </w:rPr>
              <w:t>в</w:t>
            </w:r>
            <w:r w:rsidRPr="00616EE9">
              <w:rPr>
                <w:b/>
                <w:sz w:val="20"/>
              </w:rPr>
              <w:t>одоснабжение; водоотведение, организация сбора и у</w:t>
            </w:r>
            <w:r>
              <w:rPr>
                <w:b/>
                <w:sz w:val="20"/>
              </w:rPr>
              <w:t>тилизации отходов, деятельность</w:t>
            </w:r>
            <w:r>
              <w:rPr>
                <w:b/>
                <w:sz w:val="20"/>
              </w:rPr>
              <w:br/>
            </w:r>
            <w:r w:rsidRPr="00616EE9">
              <w:rPr>
                <w:b/>
                <w:sz w:val="20"/>
              </w:rPr>
              <w:t>по ликвидации загрязнений</w:t>
            </w:r>
          </w:p>
        </w:tc>
        <w:tc>
          <w:tcPr>
            <w:tcW w:w="627" w:type="pct"/>
            <w:vAlign w:val="bottom"/>
          </w:tcPr>
          <w:p w14:paraId="026422A4" w14:textId="6F0E025A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27" w:type="pct"/>
            <w:vAlign w:val="bottom"/>
          </w:tcPr>
          <w:p w14:paraId="56919943" w14:textId="6715054E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9,9</w:t>
            </w:r>
          </w:p>
        </w:tc>
        <w:tc>
          <w:tcPr>
            <w:tcW w:w="626" w:type="pct"/>
            <w:vAlign w:val="bottom"/>
          </w:tcPr>
          <w:p w14:paraId="2AB17536" w14:textId="4732B8F1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624" w:type="pct"/>
            <w:vAlign w:val="bottom"/>
          </w:tcPr>
          <w:p w14:paraId="74EA693D" w14:textId="60E0E502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39</w:t>
            </w:r>
            <w:r w:rsidRPr="00E134F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4</w:t>
            </w:r>
          </w:p>
        </w:tc>
      </w:tr>
      <w:tr w:rsidR="008E78B8" w:rsidRPr="00BC25EC" w14:paraId="007479C7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6ADEEB42" w14:textId="77777777"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строительство</w:t>
            </w:r>
          </w:p>
        </w:tc>
        <w:tc>
          <w:tcPr>
            <w:tcW w:w="627" w:type="pct"/>
            <w:vAlign w:val="bottom"/>
          </w:tcPr>
          <w:p w14:paraId="04F436D2" w14:textId="59099223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74</w:t>
            </w:r>
          </w:p>
        </w:tc>
        <w:tc>
          <w:tcPr>
            <w:tcW w:w="627" w:type="pct"/>
            <w:vAlign w:val="bottom"/>
          </w:tcPr>
          <w:p w14:paraId="27E7C2E0" w14:textId="09B49AB1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63,9</w:t>
            </w:r>
          </w:p>
        </w:tc>
        <w:tc>
          <w:tcPr>
            <w:tcW w:w="626" w:type="pct"/>
            <w:vAlign w:val="bottom"/>
          </w:tcPr>
          <w:p w14:paraId="012BC1C7" w14:textId="22F25EE7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70</w:t>
            </w:r>
          </w:p>
        </w:tc>
        <w:tc>
          <w:tcPr>
            <w:tcW w:w="624" w:type="pct"/>
            <w:vAlign w:val="bottom"/>
          </w:tcPr>
          <w:p w14:paraId="06B59DD4" w14:textId="0423A26F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60</w:t>
            </w:r>
            <w:r w:rsidRPr="007C2DAF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4</w:t>
            </w:r>
          </w:p>
        </w:tc>
      </w:tr>
      <w:tr w:rsidR="008E78B8" w:rsidRPr="00BC25EC" w14:paraId="2D19F2E8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0F708945" w14:textId="77777777"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627" w:type="pct"/>
            <w:vAlign w:val="bottom"/>
          </w:tcPr>
          <w:p w14:paraId="6B4EE036" w14:textId="3D6FCCDA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114</w:t>
            </w:r>
          </w:p>
        </w:tc>
        <w:tc>
          <w:tcPr>
            <w:tcW w:w="627" w:type="pct"/>
            <w:vAlign w:val="bottom"/>
          </w:tcPr>
          <w:p w14:paraId="4BFC77E5" w14:textId="3393CC27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49</w:t>
            </w:r>
            <w:r w:rsidRPr="007C2DAF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5</w:t>
            </w:r>
          </w:p>
        </w:tc>
        <w:tc>
          <w:tcPr>
            <w:tcW w:w="626" w:type="pct"/>
            <w:vAlign w:val="bottom"/>
          </w:tcPr>
          <w:p w14:paraId="2F9064D5" w14:textId="084CB001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213</w:t>
            </w:r>
          </w:p>
        </w:tc>
        <w:tc>
          <w:tcPr>
            <w:tcW w:w="624" w:type="pct"/>
            <w:vAlign w:val="bottom"/>
          </w:tcPr>
          <w:p w14:paraId="517914A6" w14:textId="4B227888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</w:t>
            </w:r>
            <w:r w:rsidRPr="00F92BF0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5</w:t>
            </w:r>
          </w:p>
        </w:tc>
      </w:tr>
      <w:tr w:rsidR="008E78B8" w:rsidRPr="00BC25EC" w14:paraId="18EB52B1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57887683" w14:textId="77777777"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транспортировка и хранение</w:t>
            </w:r>
          </w:p>
        </w:tc>
        <w:tc>
          <w:tcPr>
            <w:tcW w:w="627" w:type="pct"/>
            <w:vAlign w:val="bottom"/>
          </w:tcPr>
          <w:p w14:paraId="29375D54" w14:textId="60841323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49</w:t>
            </w:r>
          </w:p>
        </w:tc>
        <w:tc>
          <w:tcPr>
            <w:tcW w:w="627" w:type="pct"/>
            <w:vAlign w:val="bottom"/>
          </w:tcPr>
          <w:p w14:paraId="4C041BE8" w14:textId="1AA4F23B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68</w:t>
            </w:r>
            <w:r w:rsidRPr="00F92BF0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626" w:type="pct"/>
            <w:vAlign w:val="bottom"/>
          </w:tcPr>
          <w:p w14:paraId="54AF7C8E" w14:textId="651AFB45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624" w:type="pct"/>
            <w:vAlign w:val="bottom"/>
          </w:tcPr>
          <w:p w14:paraId="6B4A354A" w14:textId="7AD1C40E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37</w:t>
            </w:r>
            <w:r w:rsidRPr="00F92BF0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5</w:t>
            </w:r>
          </w:p>
        </w:tc>
      </w:tr>
      <w:tr w:rsidR="008E78B8" w:rsidRPr="00BC25EC" w14:paraId="485EBA41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16D01F0E" w14:textId="77777777"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деятельность гостиниц </w:t>
            </w:r>
            <w:r w:rsidRPr="00C96B5F">
              <w:rPr>
                <w:b/>
                <w:sz w:val="20"/>
              </w:rPr>
              <w:br/>
            </w:r>
            <w:r w:rsidRPr="00BC25EC">
              <w:rPr>
                <w:b/>
                <w:sz w:val="20"/>
              </w:rPr>
              <w:t>и предприятий общественного питания</w:t>
            </w:r>
          </w:p>
        </w:tc>
        <w:tc>
          <w:tcPr>
            <w:tcW w:w="627" w:type="pct"/>
            <w:vAlign w:val="bottom"/>
          </w:tcPr>
          <w:p w14:paraId="49440BE4" w14:textId="35FE7E37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627" w:type="pct"/>
            <w:vAlign w:val="bottom"/>
          </w:tcPr>
          <w:p w14:paraId="5288FF52" w14:textId="59EED74D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57</w:t>
            </w:r>
            <w:r w:rsidRPr="00CF57CC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9</w:t>
            </w:r>
          </w:p>
        </w:tc>
        <w:tc>
          <w:tcPr>
            <w:tcW w:w="626" w:type="pct"/>
            <w:vAlign w:val="bottom"/>
          </w:tcPr>
          <w:p w14:paraId="6CB7D04B" w14:textId="6CFE7798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624" w:type="pct"/>
            <w:vAlign w:val="bottom"/>
          </w:tcPr>
          <w:p w14:paraId="62BEAF7A" w14:textId="7D6467FC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68</w:t>
            </w:r>
            <w:r w:rsidRPr="00CF57CC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4</w:t>
            </w:r>
          </w:p>
        </w:tc>
      </w:tr>
      <w:tr w:rsidR="008E78B8" w:rsidRPr="00BC25EC" w14:paraId="2F6063F5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751C2EC5" w14:textId="77777777" w:rsidR="008E78B8" w:rsidRPr="00BC25EC" w:rsidRDefault="008E78B8" w:rsidP="008E78B8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BC25EC">
              <w:rPr>
                <w:b/>
                <w:color w:val="000000"/>
                <w:sz w:val="20"/>
              </w:rPr>
              <w:t>еятельность в области информации и связи</w:t>
            </w:r>
          </w:p>
        </w:tc>
        <w:tc>
          <w:tcPr>
            <w:tcW w:w="627" w:type="pct"/>
            <w:vAlign w:val="bottom"/>
          </w:tcPr>
          <w:p w14:paraId="553B2FA1" w14:textId="6FDCEAFB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15</w:t>
            </w:r>
          </w:p>
        </w:tc>
        <w:tc>
          <w:tcPr>
            <w:tcW w:w="627" w:type="pct"/>
            <w:vAlign w:val="bottom"/>
          </w:tcPr>
          <w:p w14:paraId="5A9F1B43" w14:textId="0111212A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52</w:t>
            </w:r>
            <w:r w:rsidRPr="00CF57CC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7</w:t>
            </w:r>
          </w:p>
        </w:tc>
        <w:tc>
          <w:tcPr>
            <w:tcW w:w="626" w:type="pct"/>
            <w:vAlign w:val="bottom"/>
          </w:tcPr>
          <w:p w14:paraId="24E5C923" w14:textId="5D34513C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15</w:t>
            </w:r>
          </w:p>
        </w:tc>
        <w:tc>
          <w:tcPr>
            <w:tcW w:w="624" w:type="pct"/>
            <w:vAlign w:val="bottom"/>
          </w:tcPr>
          <w:p w14:paraId="1E61F77E" w14:textId="71A8EBB0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52</w:t>
            </w:r>
            <w:r w:rsidRPr="00CF57CC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7</w:t>
            </w:r>
          </w:p>
        </w:tc>
      </w:tr>
      <w:tr w:rsidR="008E78B8" w:rsidRPr="00BC25EC" w14:paraId="3100471E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1FE776E9" w14:textId="77777777" w:rsidR="008E78B8" w:rsidRPr="00BC25EC" w:rsidRDefault="008E78B8" w:rsidP="008E78B8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BC25EC">
              <w:rPr>
                <w:b/>
                <w:color w:val="000000"/>
                <w:sz w:val="20"/>
              </w:rPr>
              <w:t>еятельность финансовая и страховая</w:t>
            </w:r>
          </w:p>
        </w:tc>
        <w:tc>
          <w:tcPr>
            <w:tcW w:w="627" w:type="pct"/>
            <w:vAlign w:val="bottom"/>
          </w:tcPr>
          <w:p w14:paraId="0DC9985F" w14:textId="19385465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8E2148">
              <w:rPr>
                <w:b/>
                <w:color w:val="000000"/>
                <w:sz w:val="20"/>
              </w:rPr>
              <w:t>8</w:t>
            </w:r>
          </w:p>
        </w:tc>
        <w:tc>
          <w:tcPr>
            <w:tcW w:w="627" w:type="pct"/>
            <w:vAlign w:val="bottom"/>
          </w:tcPr>
          <w:p w14:paraId="09E7322E" w14:textId="28FD8995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color w:val="000000"/>
                <w:sz w:val="20"/>
              </w:rPr>
              <w:t>62</w:t>
            </w:r>
            <w:r w:rsidRPr="002114DD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5</w:t>
            </w:r>
          </w:p>
        </w:tc>
        <w:tc>
          <w:tcPr>
            <w:tcW w:w="626" w:type="pct"/>
            <w:vAlign w:val="bottom"/>
          </w:tcPr>
          <w:p w14:paraId="057CD4FF" w14:textId="42057AFA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6</w:t>
            </w:r>
          </w:p>
        </w:tc>
        <w:tc>
          <w:tcPr>
            <w:tcW w:w="624" w:type="pct"/>
            <w:vAlign w:val="bottom"/>
          </w:tcPr>
          <w:p w14:paraId="2103FCA7" w14:textId="59675930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46</w:t>
            </w:r>
            <w:r w:rsidRPr="002114DD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9</w:t>
            </w:r>
          </w:p>
        </w:tc>
      </w:tr>
      <w:tr w:rsidR="008E78B8" w:rsidRPr="00BC25EC" w14:paraId="61B75445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72B5296E" w14:textId="77777777"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деятельность по операциям </w:t>
            </w:r>
            <w:r w:rsidRPr="00C96B5F">
              <w:rPr>
                <w:b/>
                <w:sz w:val="20"/>
              </w:rPr>
              <w:br/>
            </w:r>
            <w:r w:rsidRPr="00BC25EC">
              <w:rPr>
                <w:b/>
                <w:sz w:val="20"/>
              </w:rPr>
              <w:t>с недвижимым имуществом</w:t>
            </w:r>
          </w:p>
        </w:tc>
        <w:tc>
          <w:tcPr>
            <w:tcW w:w="627" w:type="pct"/>
            <w:vAlign w:val="bottom"/>
          </w:tcPr>
          <w:p w14:paraId="2B035181" w14:textId="54CF27F1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24</w:t>
            </w:r>
          </w:p>
        </w:tc>
        <w:tc>
          <w:tcPr>
            <w:tcW w:w="627" w:type="pct"/>
            <w:vAlign w:val="bottom"/>
          </w:tcPr>
          <w:p w14:paraId="395A951C" w14:textId="61089C1A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19</w:t>
            </w:r>
            <w:r w:rsidRPr="002114DD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26" w:type="pct"/>
            <w:vAlign w:val="bottom"/>
          </w:tcPr>
          <w:p w14:paraId="63172571" w14:textId="5C10DA35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33</w:t>
            </w:r>
          </w:p>
        </w:tc>
        <w:tc>
          <w:tcPr>
            <w:tcW w:w="624" w:type="pct"/>
            <w:vAlign w:val="bottom"/>
          </w:tcPr>
          <w:p w14:paraId="0A044AD4" w14:textId="690146F9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26</w:t>
            </w:r>
            <w:r w:rsidRPr="002114DD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2</w:t>
            </w:r>
          </w:p>
        </w:tc>
      </w:tr>
      <w:tr w:rsidR="008E78B8" w:rsidRPr="00BC25EC" w14:paraId="33FCF1BB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5128D02E" w14:textId="77777777"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деятельность профессиональная, </w:t>
            </w:r>
            <w:r>
              <w:rPr>
                <w:b/>
                <w:sz w:val="20"/>
              </w:rPr>
              <w:br/>
            </w:r>
            <w:r w:rsidRPr="00BC25EC">
              <w:rPr>
                <w:b/>
                <w:sz w:val="20"/>
              </w:rPr>
              <w:t>научная и техническая</w:t>
            </w:r>
          </w:p>
        </w:tc>
        <w:tc>
          <w:tcPr>
            <w:tcW w:w="627" w:type="pct"/>
            <w:vAlign w:val="bottom"/>
          </w:tcPr>
          <w:p w14:paraId="25C74AE1" w14:textId="0F1E008A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36</w:t>
            </w:r>
          </w:p>
        </w:tc>
        <w:tc>
          <w:tcPr>
            <w:tcW w:w="627" w:type="pct"/>
            <w:vAlign w:val="bottom"/>
          </w:tcPr>
          <w:p w14:paraId="69906F3B" w14:textId="6E2FFB3D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45</w:t>
            </w:r>
            <w:r w:rsidRPr="00A230B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626" w:type="pct"/>
            <w:vAlign w:val="bottom"/>
          </w:tcPr>
          <w:p w14:paraId="65080DF0" w14:textId="6FBB3111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58</w:t>
            </w:r>
          </w:p>
        </w:tc>
        <w:tc>
          <w:tcPr>
            <w:tcW w:w="624" w:type="pct"/>
            <w:vAlign w:val="bottom"/>
          </w:tcPr>
          <w:p w14:paraId="010B926C" w14:textId="366E40ED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72</w:t>
            </w:r>
            <w:r w:rsidRPr="00A230B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8</w:t>
            </w:r>
          </w:p>
        </w:tc>
      </w:tr>
      <w:tr w:rsidR="008E78B8" w:rsidRPr="00BC25EC" w14:paraId="296AA875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09D26B21" w14:textId="77777777"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деятельность административная </w:t>
            </w:r>
            <w:r w:rsidRPr="00BC25EC">
              <w:rPr>
                <w:b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627" w:type="pct"/>
            <w:vAlign w:val="bottom"/>
          </w:tcPr>
          <w:p w14:paraId="686487F2" w14:textId="09ABE585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627" w:type="pct"/>
            <w:vAlign w:val="bottom"/>
          </w:tcPr>
          <w:p w14:paraId="73C044E3" w14:textId="2AC53278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29</w:t>
            </w:r>
            <w:r w:rsidRPr="00A230B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1</w:t>
            </w:r>
          </w:p>
        </w:tc>
        <w:tc>
          <w:tcPr>
            <w:tcW w:w="626" w:type="pct"/>
            <w:vAlign w:val="bottom"/>
          </w:tcPr>
          <w:p w14:paraId="321FA543" w14:textId="7F4BB269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8E2148">
              <w:rPr>
                <w:b/>
                <w:sz w:val="20"/>
              </w:rPr>
              <w:t>22</w:t>
            </w:r>
          </w:p>
        </w:tc>
        <w:tc>
          <w:tcPr>
            <w:tcW w:w="624" w:type="pct"/>
            <w:vAlign w:val="bottom"/>
          </w:tcPr>
          <w:p w14:paraId="0313CB4B" w14:textId="59EC85DB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49</w:t>
            </w:r>
            <w:r w:rsidRPr="00A230B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2</w:t>
            </w:r>
          </w:p>
        </w:tc>
      </w:tr>
      <w:tr w:rsidR="008E78B8" w:rsidRPr="00BC25EC" w14:paraId="707348D0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7BCD4A6C" w14:textId="77777777"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государственное управление </w:t>
            </w:r>
            <w:r>
              <w:rPr>
                <w:b/>
                <w:sz w:val="20"/>
              </w:rPr>
              <w:br/>
            </w:r>
            <w:r w:rsidRPr="00BC25EC">
              <w:rPr>
                <w:b/>
                <w:sz w:val="20"/>
              </w:rPr>
              <w:t>и обеспечение военной безопасности; социальное обеспечение</w:t>
            </w:r>
          </w:p>
        </w:tc>
        <w:tc>
          <w:tcPr>
            <w:tcW w:w="627" w:type="pct"/>
            <w:vAlign w:val="bottom"/>
          </w:tcPr>
          <w:p w14:paraId="0DAD11BD" w14:textId="378FF47E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27" w:type="pct"/>
            <w:vAlign w:val="bottom"/>
          </w:tcPr>
          <w:p w14:paraId="438E46EB" w14:textId="1DAF062F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</w:t>
            </w:r>
            <w:r w:rsidRPr="00A230B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26" w:type="pct"/>
            <w:vAlign w:val="bottom"/>
          </w:tcPr>
          <w:p w14:paraId="4443753F" w14:textId="6352613E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624" w:type="pct"/>
            <w:vAlign w:val="bottom"/>
          </w:tcPr>
          <w:p w14:paraId="6AF5BD7D" w14:textId="682D99EE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4</w:t>
            </w:r>
            <w:r w:rsidRPr="00A230B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</w:tr>
      <w:tr w:rsidR="008E78B8" w:rsidRPr="00BC25EC" w14:paraId="71F6C9A4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11BD3CB1" w14:textId="77777777"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образование</w:t>
            </w:r>
          </w:p>
        </w:tc>
        <w:tc>
          <w:tcPr>
            <w:tcW w:w="627" w:type="pct"/>
            <w:vAlign w:val="bottom"/>
          </w:tcPr>
          <w:p w14:paraId="23CDFFC9" w14:textId="4D62C183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627" w:type="pct"/>
            <w:vAlign w:val="bottom"/>
          </w:tcPr>
          <w:p w14:paraId="30DA7F50" w14:textId="749C89D3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19,6</w:t>
            </w:r>
          </w:p>
        </w:tc>
        <w:tc>
          <w:tcPr>
            <w:tcW w:w="626" w:type="pct"/>
            <w:vAlign w:val="bottom"/>
          </w:tcPr>
          <w:p w14:paraId="4952E9DE" w14:textId="70458157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624" w:type="pct"/>
            <w:vAlign w:val="bottom"/>
          </w:tcPr>
          <w:p w14:paraId="0CE2C045" w14:textId="062E0BE1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16</w:t>
            </w:r>
            <w:r w:rsidRPr="00A230B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3</w:t>
            </w:r>
          </w:p>
        </w:tc>
      </w:tr>
      <w:tr w:rsidR="008E78B8" w:rsidRPr="00BC25EC" w14:paraId="17FD6CB5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23A289B9" w14:textId="77777777" w:rsidR="008E78B8" w:rsidRPr="00BC25EC" w:rsidRDefault="008E78B8" w:rsidP="008E78B8">
            <w:pPr>
              <w:ind w:left="113"/>
              <w:jc w:val="lef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д</w:t>
            </w:r>
            <w:r w:rsidRPr="00BC25EC">
              <w:rPr>
                <w:b/>
                <w:color w:val="000000"/>
                <w:sz w:val="20"/>
              </w:rPr>
              <w:t xml:space="preserve">еятельность в области здравоохранения </w:t>
            </w:r>
            <w:r>
              <w:rPr>
                <w:b/>
                <w:color w:val="000000"/>
                <w:sz w:val="20"/>
              </w:rPr>
              <w:br/>
              <w:t xml:space="preserve">и </w:t>
            </w:r>
            <w:r w:rsidRPr="00BC25EC">
              <w:rPr>
                <w:b/>
                <w:color w:val="000000"/>
                <w:sz w:val="20"/>
              </w:rPr>
              <w:t>социальных услуг</w:t>
            </w:r>
          </w:p>
        </w:tc>
        <w:tc>
          <w:tcPr>
            <w:tcW w:w="627" w:type="pct"/>
            <w:vAlign w:val="bottom"/>
          </w:tcPr>
          <w:p w14:paraId="2D8A3C79" w14:textId="6C5BAEAD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</w:t>
            </w:r>
          </w:p>
        </w:tc>
        <w:tc>
          <w:tcPr>
            <w:tcW w:w="627" w:type="pct"/>
            <w:vAlign w:val="bottom"/>
          </w:tcPr>
          <w:p w14:paraId="2B3EC5A0" w14:textId="520C7B56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43</w:t>
            </w:r>
            <w:r w:rsidRPr="00A230B3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626" w:type="pct"/>
            <w:vAlign w:val="bottom"/>
          </w:tcPr>
          <w:p w14:paraId="22305289" w14:textId="3012B0C6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12</w:t>
            </w:r>
          </w:p>
        </w:tc>
        <w:tc>
          <w:tcPr>
            <w:tcW w:w="624" w:type="pct"/>
            <w:vAlign w:val="bottom"/>
          </w:tcPr>
          <w:p w14:paraId="32DB0938" w14:textId="1FFA6627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28</w:t>
            </w:r>
            <w:r w:rsidRPr="00A230B3">
              <w:rPr>
                <w:b/>
                <w:color w:val="000000"/>
                <w:sz w:val="20"/>
              </w:rPr>
              <w:t>,</w:t>
            </w:r>
            <w:r>
              <w:rPr>
                <w:b/>
                <w:color w:val="000000"/>
                <w:sz w:val="20"/>
              </w:rPr>
              <w:t>7</w:t>
            </w:r>
          </w:p>
        </w:tc>
      </w:tr>
      <w:tr w:rsidR="008E78B8" w:rsidRPr="00BC25EC" w14:paraId="609129B3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70401A8B" w14:textId="77777777"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627" w:type="pct"/>
            <w:vAlign w:val="bottom"/>
          </w:tcPr>
          <w:p w14:paraId="66472893" w14:textId="45213877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</w:t>
            </w:r>
          </w:p>
        </w:tc>
        <w:tc>
          <w:tcPr>
            <w:tcW w:w="627" w:type="pct"/>
            <w:vAlign w:val="bottom"/>
          </w:tcPr>
          <w:p w14:paraId="52EC86C3" w14:textId="19E0E09A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33,0</w:t>
            </w:r>
          </w:p>
        </w:tc>
        <w:tc>
          <w:tcPr>
            <w:tcW w:w="626" w:type="pct"/>
            <w:vAlign w:val="bottom"/>
          </w:tcPr>
          <w:p w14:paraId="56FACE3D" w14:textId="3CB8D5DD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</w:t>
            </w:r>
          </w:p>
        </w:tc>
        <w:tc>
          <w:tcPr>
            <w:tcW w:w="624" w:type="pct"/>
            <w:vAlign w:val="bottom"/>
          </w:tcPr>
          <w:p w14:paraId="6EC6ED79" w14:textId="5C734118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22,0</w:t>
            </w:r>
          </w:p>
        </w:tc>
      </w:tr>
      <w:tr w:rsidR="008E78B8" w:rsidRPr="00BC25EC" w14:paraId="7B902AF6" w14:textId="77777777" w:rsidTr="007A2433">
        <w:trPr>
          <w:cantSplit/>
          <w:trHeight w:val="227"/>
          <w:jc w:val="center"/>
        </w:trPr>
        <w:tc>
          <w:tcPr>
            <w:tcW w:w="2496" w:type="pct"/>
            <w:vAlign w:val="bottom"/>
          </w:tcPr>
          <w:p w14:paraId="3BF9A3DA" w14:textId="77777777" w:rsidR="008E78B8" w:rsidRPr="00BC25EC" w:rsidRDefault="008E78B8" w:rsidP="008E78B8">
            <w:pPr>
              <w:ind w:left="113"/>
              <w:jc w:val="left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предоставление прочих видов услуг</w:t>
            </w:r>
          </w:p>
        </w:tc>
        <w:tc>
          <w:tcPr>
            <w:tcW w:w="627" w:type="pct"/>
            <w:vAlign w:val="bottom"/>
          </w:tcPr>
          <w:p w14:paraId="730FA447" w14:textId="118AA432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627" w:type="pct"/>
            <w:vAlign w:val="bottom"/>
          </w:tcPr>
          <w:p w14:paraId="3A1E3FF0" w14:textId="701FBA2F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16</w:t>
            </w:r>
            <w:r w:rsidRPr="00F24702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6</w:t>
            </w:r>
          </w:p>
        </w:tc>
        <w:tc>
          <w:tcPr>
            <w:tcW w:w="626" w:type="pct"/>
            <w:vAlign w:val="bottom"/>
          </w:tcPr>
          <w:p w14:paraId="3587B5AD" w14:textId="246233F5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624" w:type="pct"/>
            <w:vAlign w:val="bottom"/>
          </w:tcPr>
          <w:p w14:paraId="32517F5F" w14:textId="6FFFE84F" w:rsidR="008E78B8" w:rsidRPr="008476A0" w:rsidRDefault="008E78B8" w:rsidP="008E78B8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27</w:t>
            </w:r>
            <w:r w:rsidRPr="00F24702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3</w:t>
            </w:r>
          </w:p>
        </w:tc>
      </w:tr>
    </w:tbl>
    <w:p w14:paraId="64CD1C32" w14:textId="1CDEC408" w:rsidR="009152DB" w:rsidRPr="005A66EF" w:rsidRDefault="009152DB" w:rsidP="00E44E85">
      <w:pPr>
        <w:pStyle w:val="3"/>
        <w:spacing w:before="200" w:after="240"/>
        <w:ind w:right="0"/>
        <w:rPr>
          <w:szCs w:val="24"/>
        </w:rPr>
      </w:pPr>
      <w:bookmarkStart w:id="169" w:name="_Toc181255946"/>
      <w:r w:rsidRPr="0022283C">
        <w:rPr>
          <w:szCs w:val="24"/>
        </w:rPr>
        <w:lastRenderedPageBreak/>
        <w:t>Демография организаций по формам собственности</w:t>
      </w:r>
      <w:bookmarkEnd w:id="166"/>
      <w:bookmarkEnd w:id="167"/>
      <w:r w:rsidR="004B16C0" w:rsidRPr="0022283C">
        <w:rPr>
          <w:b w:val="0"/>
          <w:bCs/>
          <w:szCs w:val="24"/>
        </w:rPr>
        <w:br/>
      </w:r>
      <w:bookmarkEnd w:id="168"/>
      <w:r w:rsidR="008A5BBA" w:rsidRPr="005A66EF">
        <w:rPr>
          <w:szCs w:val="24"/>
        </w:rPr>
        <w:t xml:space="preserve">за </w:t>
      </w:r>
      <w:r w:rsidR="001B5A5D" w:rsidRPr="005A66EF">
        <w:rPr>
          <w:szCs w:val="24"/>
        </w:rPr>
        <w:t>январь-</w:t>
      </w:r>
      <w:r w:rsidR="008476A0">
        <w:rPr>
          <w:szCs w:val="24"/>
        </w:rPr>
        <w:t>сентябрь</w:t>
      </w:r>
      <w:r w:rsidR="008A5BBA" w:rsidRPr="005A66EF">
        <w:rPr>
          <w:szCs w:val="24"/>
        </w:rPr>
        <w:t xml:space="preserve"> 2024 года</w:t>
      </w:r>
      <w:bookmarkEnd w:id="169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9"/>
        <w:gridCol w:w="1136"/>
        <w:gridCol w:w="1136"/>
        <w:gridCol w:w="1134"/>
        <w:gridCol w:w="1127"/>
      </w:tblGrid>
      <w:tr w:rsidR="007A2433" w:rsidRPr="004303E4" w14:paraId="48C8E642" w14:textId="77777777" w:rsidTr="007A2433">
        <w:trPr>
          <w:cantSplit/>
          <w:trHeight w:val="1417"/>
          <w:jc w:val="center"/>
        </w:trPr>
        <w:tc>
          <w:tcPr>
            <w:tcW w:w="2502" w:type="pct"/>
            <w:vAlign w:val="center"/>
          </w:tcPr>
          <w:p w14:paraId="2BBF9BAF" w14:textId="77777777" w:rsidR="007A2433" w:rsidRPr="004303E4" w:rsidRDefault="007A2433" w:rsidP="007A2433">
            <w:pPr>
              <w:tabs>
                <w:tab w:val="left" w:pos="709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626" w:type="pct"/>
            <w:vAlign w:val="center"/>
          </w:tcPr>
          <w:p w14:paraId="70C4432A" w14:textId="77777777"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>Количество вновь заре</w:t>
            </w:r>
            <w:r>
              <w:rPr>
                <w:b/>
                <w:sz w:val="20"/>
              </w:rPr>
              <w:t>-</w:t>
            </w:r>
            <w:proofErr w:type="spellStart"/>
            <w:r w:rsidRPr="00BC25EC">
              <w:rPr>
                <w:b/>
                <w:sz w:val="20"/>
              </w:rPr>
              <w:t>гистриро</w:t>
            </w:r>
            <w:proofErr w:type="spellEnd"/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 xml:space="preserve">ванных </w:t>
            </w:r>
            <w:proofErr w:type="spellStart"/>
            <w:proofErr w:type="gramStart"/>
            <w:r w:rsidRPr="00BC25EC">
              <w:rPr>
                <w:b/>
                <w:sz w:val="20"/>
              </w:rPr>
              <w:t>органи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заций</w:t>
            </w:r>
            <w:proofErr w:type="spellEnd"/>
            <w:proofErr w:type="gramEnd"/>
            <w:r w:rsidRPr="00BC25EC">
              <w:rPr>
                <w:b/>
                <w:sz w:val="20"/>
              </w:rPr>
              <w:t xml:space="preserve">, </w:t>
            </w:r>
            <w:r w:rsidRPr="00BC25EC">
              <w:rPr>
                <w:b/>
                <w:sz w:val="20"/>
              </w:rPr>
              <w:br/>
              <w:t>ед.</w:t>
            </w:r>
          </w:p>
        </w:tc>
        <w:tc>
          <w:tcPr>
            <w:tcW w:w="626" w:type="pct"/>
            <w:vAlign w:val="center"/>
          </w:tcPr>
          <w:p w14:paraId="3451A41C" w14:textId="77777777"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BC25EC">
              <w:rPr>
                <w:b/>
                <w:sz w:val="20"/>
              </w:rPr>
              <w:t>Коэффи-циент</w:t>
            </w:r>
            <w:proofErr w:type="spellEnd"/>
            <w:proofErr w:type="gramEnd"/>
            <w:r w:rsidRPr="00BC25EC">
              <w:rPr>
                <w:b/>
                <w:sz w:val="20"/>
              </w:rPr>
              <w:t xml:space="preserve"> рож-</w:t>
            </w:r>
            <w:proofErr w:type="spellStart"/>
            <w:r w:rsidRPr="00BC25EC">
              <w:rPr>
                <w:b/>
                <w:sz w:val="20"/>
              </w:rPr>
              <w:t>даемости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органи-заций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r w:rsidRPr="00BC25EC">
              <w:rPr>
                <w:b/>
                <w:sz w:val="20"/>
              </w:rPr>
              <w:br/>
              <w:t>на 1000 ор-</w:t>
            </w:r>
            <w:proofErr w:type="spellStart"/>
            <w:r w:rsidRPr="00BC25EC">
              <w:rPr>
                <w:b/>
                <w:sz w:val="20"/>
              </w:rPr>
              <w:t>ганизаций</w:t>
            </w:r>
            <w:proofErr w:type="spellEnd"/>
          </w:p>
        </w:tc>
        <w:tc>
          <w:tcPr>
            <w:tcW w:w="625" w:type="pct"/>
            <w:vAlign w:val="center"/>
          </w:tcPr>
          <w:p w14:paraId="3B1197C5" w14:textId="77777777"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r w:rsidRPr="00BC25EC">
              <w:rPr>
                <w:b/>
                <w:sz w:val="20"/>
              </w:rPr>
              <w:t xml:space="preserve">Количество </w:t>
            </w:r>
            <w:proofErr w:type="spellStart"/>
            <w:proofErr w:type="gramStart"/>
            <w:r w:rsidRPr="00BC25EC">
              <w:rPr>
                <w:b/>
                <w:sz w:val="20"/>
              </w:rPr>
              <w:t>официаль</w:t>
            </w:r>
            <w:proofErr w:type="spellEnd"/>
            <w:r w:rsidRPr="00BC25EC">
              <w:rPr>
                <w:b/>
                <w:sz w:val="20"/>
              </w:rPr>
              <w:t>-но</w:t>
            </w:r>
            <w:proofErr w:type="gram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ликви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дирован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ных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</w:t>
            </w:r>
            <w:r>
              <w:rPr>
                <w:b/>
                <w:sz w:val="20"/>
              </w:rPr>
              <w:t>-</w:t>
            </w:r>
            <w:r w:rsidRPr="00BC25EC">
              <w:rPr>
                <w:b/>
                <w:sz w:val="20"/>
              </w:rPr>
              <w:t>низаций</w:t>
            </w:r>
            <w:proofErr w:type="spellEnd"/>
            <w:r w:rsidRPr="00BC25EC">
              <w:rPr>
                <w:b/>
                <w:sz w:val="20"/>
              </w:rPr>
              <w:t xml:space="preserve">, </w:t>
            </w:r>
            <w:r w:rsidRPr="00BC25EC">
              <w:rPr>
                <w:b/>
                <w:sz w:val="20"/>
              </w:rPr>
              <w:br/>
              <w:t>ед.</w:t>
            </w:r>
          </w:p>
        </w:tc>
        <w:tc>
          <w:tcPr>
            <w:tcW w:w="621" w:type="pct"/>
            <w:vAlign w:val="center"/>
          </w:tcPr>
          <w:p w14:paraId="2CF832FD" w14:textId="77777777" w:rsidR="007A2433" w:rsidRPr="00BC25EC" w:rsidRDefault="007A2433" w:rsidP="007A2433">
            <w:pPr>
              <w:tabs>
                <w:tab w:val="left" w:pos="709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BC25EC">
              <w:rPr>
                <w:b/>
                <w:sz w:val="20"/>
              </w:rPr>
              <w:t>Коэффи-циент</w:t>
            </w:r>
            <w:proofErr w:type="spellEnd"/>
            <w:proofErr w:type="gram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офи-циальной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ликвида-ции</w:t>
            </w:r>
            <w:proofErr w:type="spellEnd"/>
            <w:r w:rsidRPr="00BC25EC">
              <w:rPr>
                <w:b/>
                <w:sz w:val="20"/>
              </w:rPr>
              <w:t xml:space="preserve"> </w:t>
            </w:r>
            <w:proofErr w:type="spellStart"/>
            <w:r w:rsidRPr="00BC25EC">
              <w:rPr>
                <w:b/>
                <w:sz w:val="20"/>
              </w:rPr>
              <w:t>орга-низаций</w:t>
            </w:r>
            <w:proofErr w:type="spellEnd"/>
            <w:r w:rsidRPr="00BC25EC">
              <w:rPr>
                <w:b/>
                <w:sz w:val="20"/>
              </w:rPr>
              <w:br/>
              <w:t>на 1000 ор-</w:t>
            </w:r>
            <w:proofErr w:type="spellStart"/>
            <w:r w:rsidRPr="00BC25EC">
              <w:rPr>
                <w:b/>
                <w:sz w:val="20"/>
              </w:rPr>
              <w:t>ганизаций</w:t>
            </w:r>
            <w:proofErr w:type="spellEnd"/>
          </w:p>
        </w:tc>
      </w:tr>
      <w:tr w:rsidR="00CF7B45" w:rsidRPr="004303E4" w14:paraId="7943308C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5E363D5A" w14:textId="77777777" w:rsidR="00CF7B45" w:rsidRPr="004303E4" w:rsidRDefault="00CF7B45" w:rsidP="00CF7B45">
            <w:pPr>
              <w:jc w:val="left"/>
              <w:rPr>
                <w:b/>
                <w:bCs/>
                <w:sz w:val="20"/>
              </w:rPr>
            </w:pPr>
            <w:r w:rsidRPr="004303E4">
              <w:rPr>
                <w:b/>
                <w:bCs/>
                <w:sz w:val="20"/>
              </w:rPr>
              <w:t>Всего</w:t>
            </w:r>
          </w:p>
        </w:tc>
        <w:tc>
          <w:tcPr>
            <w:tcW w:w="626" w:type="pct"/>
            <w:vAlign w:val="bottom"/>
          </w:tcPr>
          <w:p w14:paraId="61DC9B8E" w14:textId="06F9A7A5" w:rsidR="00CF7B45" w:rsidRPr="004967FA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04655F">
              <w:rPr>
                <w:b/>
                <w:sz w:val="20"/>
              </w:rPr>
              <w:t>459</w:t>
            </w:r>
          </w:p>
        </w:tc>
        <w:tc>
          <w:tcPr>
            <w:tcW w:w="626" w:type="pct"/>
            <w:vAlign w:val="bottom"/>
          </w:tcPr>
          <w:p w14:paraId="67488C12" w14:textId="67BFC339" w:rsidR="00CF7B45" w:rsidRPr="004967FA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04655F">
              <w:rPr>
                <w:b/>
                <w:sz w:val="20"/>
              </w:rPr>
              <w:t>39,9</w:t>
            </w:r>
          </w:p>
        </w:tc>
        <w:tc>
          <w:tcPr>
            <w:tcW w:w="625" w:type="pct"/>
            <w:vAlign w:val="bottom"/>
          </w:tcPr>
          <w:p w14:paraId="6532878C" w14:textId="2922E389" w:rsidR="00CF7B45" w:rsidRPr="004967FA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04655F">
              <w:rPr>
                <w:b/>
                <w:sz w:val="20"/>
              </w:rPr>
              <w:t>601</w:t>
            </w:r>
          </w:p>
        </w:tc>
        <w:tc>
          <w:tcPr>
            <w:tcW w:w="621" w:type="pct"/>
            <w:vAlign w:val="bottom"/>
          </w:tcPr>
          <w:p w14:paraId="5E86ED1C" w14:textId="52A06D22" w:rsidR="00CF7B45" w:rsidRPr="004967FA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04655F">
              <w:rPr>
                <w:b/>
                <w:sz w:val="20"/>
              </w:rPr>
              <w:t>52,2</w:t>
            </w:r>
          </w:p>
        </w:tc>
      </w:tr>
      <w:tr w:rsidR="007A2433" w:rsidRPr="004303E4" w14:paraId="20788665" w14:textId="77777777" w:rsidTr="007A2433">
        <w:trPr>
          <w:cantSplit/>
          <w:trHeight w:val="227"/>
          <w:jc w:val="center"/>
        </w:trPr>
        <w:tc>
          <w:tcPr>
            <w:tcW w:w="5000" w:type="pct"/>
            <w:gridSpan w:val="5"/>
            <w:vAlign w:val="bottom"/>
          </w:tcPr>
          <w:p w14:paraId="21AA61D9" w14:textId="77777777" w:rsidR="007A2433" w:rsidRPr="004303E4" w:rsidRDefault="007A2433" w:rsidP="007A2433">
            <w:pPr>
              <w:ind w:left="340"/>
              <w:jc w:val="left"/>
              <w:rPr>
                <w:b/>
                <w:bCs/>
                <w:sz w:val="20"/>
              </w:rPr>
            </w:pPr>
            <w:r w:rsidRPr="004303E4">
              <w:rPr>
                <w:b/>
                <w:bCs/>
                <w:sz w:val="20"/>
              </w:rPr>
              <w:t>в том числе:</w:t>
            </w:r>
          </w:p>
        </w:tc>
      </w:tr>
      <w:tr w:rsidR="00CF7B45" w:rsidRPr="004303E4" w14:paraId="3B6CD02D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4AC88BE2" w14:textId="77777777" w:rsidR="00CF7B45" w:rsidRPr="004303E4" w:rsidRDefault="00CF7B45" w:rsidP="00CF7B45">
            <w:pPr>
              <w:ind w:left="113"/>
              <w:jc w:val="left"/>
              <w:rPr>
                <w:b/>
                <w:bCs/>
                <w:sz w:val="20"/>
                <w:lang w:val="en-US"/>
              </w:rPr>
            </w:pPr>
            <w:r w:rsidRPr="004303E4">
              <w:rPr>
                <w:b/>
                <w:bCs/>
                <w:sz w:val="20"/>
              </w:rPr>
              <w:t>российская</w:t>
            </w:r>
          </w:p>
        </w:tc>
        <w:tc>
          <w:tcPr>
            <w:tcW w:w="626" w:type="pct"/>
            <w:vAlign w:val="bottom"/>
          </w:tcPr>
          <w:p w14:paraId="0AAB49FA" w14:textId="021AB769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453</w:t>
            </w:r>
          </w:p>
        </w:tc>
        <w:tc>
          <w:tcPr>
            <w:tcW w:w="626" w:type="pct"/>
            <w:vAlign w:val="bottom"/>
          </w:tcPr>
          <w:p w14:paraId="6841AC5F" w14:textId="12DD0BE9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40</w:t>
            </w:r>
            <w:r w:rsidRPr="002245F1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25" w:type="pct"/>
            <w:vAlign w:val="bottom"/>
          </w:tcPr>
          <w:p w14:paraId="3A7EAD53" w14:textId="41CF27D3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573</w:t>
            </w:r>
          </w:p>
        </w:tc>
        <w:tc>
          <w:tcPr>
            <w:tcW w:w="621" w:type="pct"/>
            <w:vAlign w:val="bottom"/>
          </w:tcPr>
          <w:p w14:paraId="28CC29D0" w14:textId="45E468D6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50</w:t>
            </w:r>
            <w:r w:rsidRPr="002245F1"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>7</w:t>
            </w:r>
          </w:p>
        </w:tc>
      </w:tr>
      <w:tr w:rsidR="00CF7B45" w:rsidRPr="004303E4" w14:paraId="0D0DE63F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587B305A" w14:textId="77777777" w:rsidR="00CF7B45" w:rsidRPr="004303E4" w:rsidRDefault="00CF7B45" w:rsidP="00CF7B45">
            <w:pPr>
              <w:ind w:left="227"/>
              <w:jc w:val="left"/>
              <w:rPr>
                <w:b/>
                <w:sz w:val="20"/>
                <w:lang w:val="en-US"/>
              </w:rPr>
            </w:pPr>
            <w:r w:rsidRPr="004303E4">
              <w:rPr>
                <w:b/>
                <w:sz w:val="20"/>
              </w:rPr>
              <w:t>государственная</w:t>
            </w:r>
          </w:p>
        </w:tc>
        <w:tc>
          <w:tcPr>
            <w:tcW w:w="626" w:type="pct"/>
            <w:vAlign w:val="bottom"/>
          </w:tcPr>
          <w:p w14:paraId="08FADD04" w14:textId="3FCA3D69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14:paraId="1AFDA0A5" w14:textId="1BB36DA4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14:paraId="0F08AAA4" w14:textId="0E90BBD1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621" w:type="pct"/>
            <w:vAlign w:val="bottom"/>
          </w:tcPr>
          <w:p w14:paraId="5A87211B" w14:textId="5181457A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4,8</w:t>
            </w:r>
          </w:p>
        </w:tc>
      </w:tr>
      <w:tr w:rsidR="00CF7B45" w:rsidRPr="004303E4" w14:paraId="567711DF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6946C5C4" w14:textId="77777777" w:rsidR="00CF7B45" w:rsidRPr="004303E4" w:rsidRDefault="00CF7B45" w:rsidP="00CF7B45">
            <w:pPr>
              <w:ind w:left="340"/>
              <w:jc w:val="left"/>
              <w:rPr>
                <w:b/>
                <w:sz w:val="20"/>
              </w:rPr>
            </w:pPr>
            <w:r w:rsidRPr="004303E4">
              <w:rPr>
                <w:b/>
                <w:sz w:val="20"/>
              </w:rPr>
              <w:t>федеральная</w:t>
            </w:r>
          </w:p>
        </w:tc>
        <w:tc>
          <w:tcPr>
            <w:tcW w:w="626" w:type="pct"/>
            <w:vAlign w:val="bottom"/>
          </w:tcPr>
          <w:p w14:paraId="5B1DE9F6" w14:textId="7FA78900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2245F1">
              <w:rPr>
                <w:b/>
                <w:sz w:val="20"/>
                <w:lang w:val="en-US"/>
              </w:rPr>
              <w:t>-</w:t>
            </w:r>
          </w:p>
        </w:tc>
        <w:tc>
          <w:tcPr>
            <w:tcW w:w="626" w:type="pct"/>
            <w:vAlign w:val="bottom"/>
          </w:tcPr>
          <w:p w14:paraId="25A56294" w14:textId="7DF613A3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14:paraId="54C383EF" w14:textId="4555FC3C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</w:t>
            </w:r>
          </w:p>
        </w:tc>
        <w:tc>
          <w:tcPr>
            <w:tcW w:w="621" w:type="pct"/>
            <w:vAlign w:val="bottom"/>
          </w:tcPr>
          <w:p w14:paraId="6BA93C31" w14:textId="21564153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18</w:t>
            </w:r>
            <w:r w:rsidRPr="002245F1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9</w:t>
            </w:r>
          </w:p>
        </w:tc>
      </w:tr>
      <w:tr w:rsidR="00CF7B45" w:rsidRPr="004303E4" w14:paraId="30288773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0635E257" w14:textId="06BCC98C" w:rsidR="00CF7B45" w:rsidRPr="004303E4" w:rsidRDefault="00CF7B45" w:rsidP="00CF7B45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субъектов Российской Федерации</w:t>
            </w:r>
          </w:p>
        </w:tc>
        <w:tc>
          <w:tcPr>
            <w:tcW w:w="626" w:type="pct"/>
            <w:vAlign w:val="bottom"/>
          </w:tcPr>
          <w:p w14:paraId="5C38E877" w14:textId="0D675607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14:paraId="0E3AF44D" w14:textId="74637507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14:paraId="06BAE400" w14:textId="1F360D8D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621" w:type="pct"/>
            <w:vAlign w:val="bottom"/>
          </w:tcPr>
          <w:p w14:paraId="4AC9860D" w14:textId="1D0EC2DC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х</w:t>
            </w:r>
          </w:p>
        </w:tc>
      </w:tr>
      <w:tr w:rsidR="00CF7B45" w:rsidRPr="004303E4" w14:paraId="5A03F9F2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30F56B68" w14:textId="77777777" w:rsidR="00CF7B45" w:rsidRPr="004303E4" w:rsidRDefault="00CF7B45" w:rsidP="00CF7B45">
            <w:pPr>
              <w:ind w:left="227"/>
              <w:jc w:val="left"/>
              <w:rPr>
                <w:b/>
                <w:sz w:val="20"/>
              </w:rPr>
            </w:pPr>
            <w:r w:rsidRPr="004303E4">
              <w:rPr>
                <w:b/>
                <w:sz w:val="20"/>
              </w:rPr>
              <w:t>муниципальная</w:t>
            </w:r>
          </w:p>
        </w:tc>
        <w:tc>
          <w:tcPr>
            <w:tcW w:w="626" w:type="pct"/>
            <w:vAlign w:val="bottom"/>
          </w:tcPr>
          <w:p w14:paraId="522654FD" w14:textId="368C443A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6" w:type="pct"/>
            <w:vAlign w:val="bottom"/>
          </w:tcPr>
          <w:p w14:paraId="23975071" w14:textId="416FD25A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2</w:t>
            </w:r>
            <w:r w:rsidRPr="00F42405"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>9</w:t>
            </w:r>
          </w:p>
        </w:tc>
        <w:tc>
          <w:tcPr>
            <w:tcW w:w="625" w:type="pct"/>
            <w:vAlign w:val="bottom"/>
          </w:tcPr>
          <w:p w14:paraId="7EF5D36B" w14:textId="7B12A501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621" w:type="pct"/>
            <w:vAlign w:val="bottom"/>
          </w:tcPr>
          <w:p w14:paraId="37BC9DF1" w14:textId="6318E663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13</w:t>
            </w:r>
            <w:r w:rsidRPr="00F42405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6</w:t>
            </w:r>
          </w:p>
        </w:tc>
      </w:tr>
      <w:tr w:rsidR="00CF7B45" w:rsidRPr="004303E4" w14:paraId="4183C4BA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6598991F" w14:textId="77777777" w:rsidR="00CF7B45" w:rsidRPr="004303E4" w:rsidRDefault="00CF7B45" w:rsidP="00CF7B45">
            <w:pPr>
              <w:ind w:left="227"/>
              <w:jc w:val="left"/>
              <w:rPr>
                <w:b/>
                <w:sz w:val="20"/>
              </w:rPr>
            </w:pPr>
            <w:r w:rsidRPr="004303E4">
              <w:rPr>
                <w:b/>
                <w:sz w:val="20"/>
              </w:rPr>
              <w:t xml:space="preserve">собственность общественных </w:t>
            </w:r>
            <w:r w:rsidRPr="004303E4">
              <w:rPr>
                <w:b/>
                <w:sz w:val="20"/>
              </w:rPr>
              <w:br/>
              <w:t>и религиозных организаций (объединений)</w:t>
            </w:r>
          </w:p>
        </w:tc>
        <w:tc>
          <w:tcPr>
            <w:tcW w:w="626" w:type="pct"/>
            <w:vAlign w:val="bottom"/>
          </w:tcPr>
          <w:p w14:paraId="2A371CCB" w14:textId="5C57E4F2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lang w:val="en-US"/>
              </w:rPr>
              <w:t>1</w:t>
            </w:r>
            <w:r>
              <w:rPr>
                <w:b/>
                <w:sz w:val="20"/>
              </w:rPr>
              <w:t>4</w:t>
            </w:r>
          </w:p>
        </w:tc>
        <w:tc>
          <w:tcPr>
            <w:tcW w:w="626" w:type="pct"/>
            <w:vAlign w:val="bottom"/>
          </w:tcPr>
          <w:p w14:paraId="1F586C1E" w14:textId="461E30DD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19</w:t>
            </w:r>
            <w:r w:rsidRPr="00F42405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625" w:type="pct"/>
            <w:vAlign w:val="bottom"/>
          </w:tcPr>
          <w:p w14:paraId="1E38829B" w14:textId="74EF02D6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621" w:type="pct"/>
            <w:vAlign w:val="bottom"/>
          </w:tcPr>
          <w:p w14:paraId="78F747A0" w14:textId="6CEB3813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lang w:val="en-US"/>
              </w:rPr>
              <w:t>2</w:t>
            </w:r>
            <w:r>
              <w:rPr>
                <w:b/>
                <w:sz w:val="20"/>
              </w:rPr>
              <w:t>4</w:t>
            </w:r>
            <w:r w:rsidRPr="00F42405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7</w:t>
            </w:r>
          </w:p>
        </w:tc>
      </w:tr>
      <w:tr w:rsidR="00CF7B45" w:rsidRPr="004303E4" w14:paraId="7B4BB948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771EFA4B" w14:textId="77777777" w:rsidR="00CF7B45" w:rsidRPr="004303E4" w:rsidRDefault="00CF7B45" w:rsidP="00CF7B45">
            <w:pPr>
              <w:ind w:left="227"/>
              <w:jc w:val="left"/>
              <w:rPr>
                <w:b/>
                <w:sz w:val="20"/>
                <w:lang w:val="en-US"/>
              </w:rPr>
            </w:pPr>
            <w:r w:rsidRPr="004303E4">
              <w:rPr>
                <w:b/>
                <w:sz w:val="20"/>
              </w:rPr>
              <w:t>частная</w:t>
            </w:r>
          </w:p>
        </w:tc>
        <w:tc>
          <w:tcPr>
            <w:tcW w:w="626" w:type="pct"/>
            <w:vAlign w:val="bottom"/>
          </w:tcPr>
          <w:p w14:paraId="7A751092" w14:textId="3E6BD201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436</w:t>
            </w:r>
          </w:p>
        </w:tc>
        <w:tc>
          <w:tcPr>
            <w:tcW w:w="626" w:type="pct"/>
            <w:vAlign w:val="bottom"/>
          </w:tcPr>
          <w:p w14:paraId="78099EA8" w14:textId="247A415A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48</w:t>
            </w:r>
            <w:r w:rsidRPr="003A4AC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2</w:t>
            </w:r>
          </w:p>
        </w:tc>
        <w:tc>
          <w:tcPr>
            <w:tcW w:w="625" w:type="pct"/>
            <w:vAlign w:val="bottom"/>
          </w:tcPr>
          <w:p w14:paraId="24188958" w14:textId="40C70812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537</w:t>
            </w:r>
          </w:p>
        </w:tc>
        <w:tc>
          <w:tcPr>
            <w:tcW w:w="621" w:type="pct"/>
            <w:vAlign w:val="bottom"/>
          </w:tcPr>
          <w:p w14:paraId="5C59C79D" w14:textId="059694C8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59</w:t>
            </w:r>
            <w:r w:rsidRPr="003A4AC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3</w:t>
            </w:r>
          </w:p>
        </w:tc>
      </w:tr>
      <w:tr w:rsidR="00CF7B45" w:rsidRPr="004303E4" w14:paraId="2CE74C42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1440FD5D" w14:textId="58CFE986" w:rsidR="00CF7B45" w:rsidRPr="00DF433E" w:rsidRDefault="00CF7B45" w:rsidP="00CF7B45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смешанная российская</w:t>
            </w:r>
          </w:p>
        </w:tc>
        <w:tc>
          <w:tcPr>
            <w:tcW w:w="626" w:type="pct"/>
            <w:vAlign w:val="bottom"/>
          </w:tcPr>
          <w:p w14:paraId="1C4487C5" w14:textId="48ACE4A1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14:paraId="0C193FC6" w14:textId="438C4BA3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  <w:lang w:val="en-US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14:paraId="3FB0530A" w14:textId="12954E28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lang w:val="en-US"/>
              </w:rPr>
              <w:t>1</w:t>
            </w:r>
          </w:p>
        </w:tc>
        <w:tc>
          <w:tcPr>
            <w:tcW w:w="621" w:type="pct"/>
            <w:vAlign w:val="bottom"/>
          </w:tcPr>
          <w:p w14:paraId="6A6E84BE" w14:textId="3C1C7A80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lang w:val="en-US"/>
              </w:rPr>
              <w:t>4</w:t>
            </w:r>
            <w:r>
              <w:rPr>
                <w:b/>
                <w:sz w:val="20"/>
              </w:rPr>
              <w:t>3,5</w:t>
            </w:r>
          </w:p>
        </w:tc>
      </w:tr>
      <w:tr w:rsidR="00CF7B45" w:rsidRPr="004303E4" w14:paraId="79325CD4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601D5354" w14:textId="191B8DF5" w:rsidR="00CF7B45" w:rsidRDefault="00CF7B45" w:rsidP="00CF7B45">
            <w:pPr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потребительской кооперации</w:t>
            </w:r>
          </w:p>
        </w:tc>
        <w:tc>
          <w:tcPr>
            <w:tcW w:w="626" w:type="pct"/>
            <w:vAlign w:val="bottom"/>
          </w:tcPr>
          <w:p w14:paraId="60129E06" w14:textId="75F5C64A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14:paraId="45452438" w14:textId="5274E253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14:paraId="088B6299" w14:textId="5A08E241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</w:t>
            </w:r>
          </w:p>
        </w:tc>
        <w:tc>
          <w:tcPr>
            <w:tcW w:w="621" w:type="pct"/>
            <w:vAlign w:val="bottom"/>
          </w:tcPr>
          <w:p w14:paraId="66522A6C" w14:textId="2EB810F7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16,5</w:t>
            </w:r>
          </w:p>
        </w:tc>
      </w:tr>
      <w:tr w:rsidR="00CF7B45" w:rsidRPr="004303E4" w14:paraId="13600424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23100AE6" w14:textId="77777777" w:rsidR="00CF7B45" w:rsidRPr="004303E4" w:rsidRDefault="00CF7B45" w:rsidP="00CF7B45">
            <w:pPr>
              <w:ind w:left="113"/>
              <w:jc w:val="left"/>
              <w:rPr>
                <w:b/>
                <w:bCs/>
                <w:sz w:val="20"/>
              </w:rPr>
            </w:pPr>
            <w:r w:rsidRPr="004303E4">
              <w:rPr>
                <w:b/>
                <w:bCs/>
                <w:sz w:val="20"/>
              </w:rPr>
              <w:t>иностранная</w:t>
            </w:r>
          </w:p>
        </w:tc>
        <w:tc>
          <w:tcPr>
            <w:tcW w:w="626" w:type="pct"/>
            <w:vAlign w:val="bottom"/>
          </w:tcPr>
          <w:p w14:paraId="397EEA41" w14:textId="61073DE3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04655F">
              <w:rPr>
                <w:b/>
                <w:sz w:val="20"/>
              </w:rPr>
              <w:t>3</w:t>
            </w:r>
          </w:p>
        </w:tc>
        <w:tc>
          <w:tcPr>
            <w:tcW w:w="626" w:type="pct"/>
            <w:vAlign w:val="bottom"/>
          </w:tcPr>
          <w:p w14:paraId="54ED8B24" w14:textId="7DA220C6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21,3</w:t>
            </w:r>
          </w:p>
        </w:tc>
        <w:tc>
          <w:tcPr>
            <w:tcW w:w="625" w:type="pct"/>
            <w:vAlign w:val="bottom"/>
          </w:tcPr>
          <w:p w14:paraId="37FFC184" w14:textId="0675758C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621" w:type="pct"/>
            <w:vAlign w:val="bottom"/>
          </w:tcPr>
          <w:p w14:paraId="69AFABD5" w14:textId="0D2DCC1D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141</w:t>
            </w:r>
            <w:r w:rsidRPr="003A4AC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8</w:t>
            </w:r>
          </w:p>
        </w:tc>
      </w:tr>
      <w:tr w:rsidR="00CF7B45" w:rsidRPr="004303E4" w14:paraId="7B3D9382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658B92EC" w14:textId="77777777" w:rsidR="00CF7B45" w:rsidRPr="004303E4" w:rsidRDefault="00CF7B45" w:rsidP="00CF7B45">
            <w:pPr>
              <w:ind w:left="227"/>
              <w:jc w:val="left"/>
              <w:rPr>
                <w:b/>
                <w:sz w:val="20"/>
              </w:rPr>
            </w:pPr>
            <w:r w:rsidRPr="00E83F84">
              <w:rPr>
                <w:b/>
                <w:sz w:val="20"/>
              </w:rPr>
              <w:t>собственность иностранных юридических лиц</w:t>
            </w:r>
          </w:p>
        </w:tc>
        <w:tc>
          <w:tcPr>
            <w:tcW w:w="626" w:type="pct"/>
            <w:vAlign w:val="bottom"/>
          </w:tcPr>
          <w:p w14:paraId="36904A44" w14:textId="53F9B3E0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3A4AC3">
              <w:rPr>
                <w:b/>
                <w:color w:val="000000"/>
                <w:sz w:val="20"/>
              </w:rPr>
              <w:t>-</w:t>
            </w:r>
          </w:p>
        </w:tc>
        <w:tc>
          <w:tcPr>
            <w:tcW w:w="626" w:type="pct"/>
            <w:vAlign w:val="bottom"/>
          </w:tcPr>
          <w:p w14:paraId="587DE712" w14:textId="33702082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х</w:t>
            </w:r>
          </w:p>
        </w:tc>
        <w:tc>
          <w:tcPr>
            <w:tcW w:w="625" w:type="pct"/>
            <w:vAlign w:val="bottom"/>
          </w:tcPr>
          <w:p w14:paraId="71168B9B" w14:textId="4B40D3ED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</w:t>
            </w:r>
          </w:p>
        </w:tc>
        <w:tc>
          <w:tcPr>
            <w:tcW w:w="621" w:type="pct"/>
            <w:vAlign w:val="bottom"/>
          </w:tcPr>
          <w:p w14:paraId="08F6B2FF" w14:textId="0B1D1BC1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80,0</w:t>
            </w:r>
          </w:p>
        </w:tc>
      </w:tr>
      <w:tr w:rsidR="00CF7B45" w:rsidRPr="004303E4" w14:paraId="00DABC96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0450EF3F" w14:textId="77777777" w:rsidR="00CF7B45" w:rsidRPr="004303E4" w:rsidRDefault="00CF7B45" w:rsidP="00CF7B45">
            <w:pPr>
              <w:ind w:left="227"/>
              <w:jc w:val="left"/>
              <w:rPr>
                <w:b/>
                <w:sz w:val="20"/>
              </w:rPr>
            </w:pPr>
            <w:r w:rsidRPr="004303E4">
              <w:rPr>
                <w:b/>
                <w:sz w:val="20"/>
              </w:rPr>
              <w:t xml:space="preserve">собственность иностранных граждан </w:t>
            </w:r>
            <w:r w:rsidRPr="004303E4">
              <w:rPr>
                <w:b/>
                <w:sz w:val="20"/>
              </w:rPr>
              <w:br/>
              <w:t>и лиц без гражданства</w:t>
            </w:r>
          </w:p>
        </w:tc>
        <w:tc>
          <w:tcPr>
            <w:tcW w:w="626" w:type="pct"/>
            <w:vAlign w:val="bottom"/>
          </w:tcPr>
          <w:p w14:paraId="2FF6F1AB" w14:textId="05740833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6" w:type="pct"/>
            <w:vAlign w:val="bottom"/>
          </w:tcPr>
          <w:p w14:paraId="2FA20649" w14:textId="6146AF3D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26,5</w:t>
            </w:r>
          </w:p>
        </w:tc>
        <w:tc>
          <w:tcPr>
            <w:tcW w:w="625" w:type="pct"/>
            <w:vAlign w:val="bottom"/>
          </w:tcPr>
          <w:p w14:paraId="75D7FE33" w14:textId="5A5E9168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621" w:type="pct"/>
            <w:vAlign w:val="bottom"/>
          </w:tcPr>
          <w:p w14:paraId="7A3FE901" w14:textId="237EB792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159</w:t>
            </w:r>
            <w:r w:rsidRPr="003A4AC3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3</w:t>
            </w:r>
          </w:p>
        </w:tc>
      </w:tr>
      <w:tr w:rsidR="00CF7B45" w:rsidRPr="004303E4" w14:paraId="6DB7CC71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62816549" w14:textId="77777777" w:rsidR="00CF7B45" w:rsidRPr="00BB2816" w:rsidRDefault="00CF7B45" w:rsidP="00CF7B45">
            <w:pPr>
              <w:ind w:left="113"/>
              <w:jc w:val="left"/>
              <w:rPr>
                <w:b/>
                <w:bCs/>
                <w:sz w:val="20"/>
              </w:rPr>
            </w:pPr>
            <w:r w:rsidRPr="00BB2816">
              <w:rPr>
                <w:b/>
                <w:bCs/>
                <w:sz w:val="20"/>
              </w:rPr>
              <w:t>совместная российская и иностранная</w:t>
            </w:r>
          </w:p>
        </w:tc>
        <w:tc>
          <w:tcPr>
            <w:tcW w:w="626" w:type="pct"/>
            <w:vAlign w:val="bottom"/>
          </w:tcPr>
          <w:p w14:paraId="19179477" w14:textId="18F63D18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6" w:type="pct"/>
            <w:vAlign w:val="bottom"/>
          </w:tcPr>
          <w:p w14:paraId="38A74A3C" w14:textId="43843DE2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47,6</w:t>
            </w:r>
          </w:p>
        </w:tc>
        <w:tc>
          <w:tcPr>
            <w:tcW w:w="625" w:type="pct"/>
            <w:vAlign w:val="bottom"/>
          </w:tcPr>
          <w:p w14:paraId="04D7B1B3" w14:textId="0E33B1A0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621" w:type="pct"/>
            <w:vAlign w:val="bottom"/>
          </w:tcPr>
          <w:p w14:paraId="61C8C198" w14:textId="4BA3925F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127,0</w:t>
            </w:r>
          </w:p>
        </w:tc>
      </w:tr>
      <w:tr w:rsidR="00CF7B45" w:rsidRPr="004303E4" w14:paraId="185A67E3" w14:textId="77777777" w:rsidTr="007A2433">
        <w:trPr>
          <w:cantSplit/>
          <w:trHeight w:val="227"/>
          <w:jc w:val="center"/>
        </w:trPr>
        <w:tc>
          <w:tcPr>
            <w:tcW w:w="2502" w:type="pct"/>
            <w:vAlign w:val="bottom"/>
          </w:tcPr>
          <w:p w14:paraId="3F2AFE4A" w14:textId="77777777" w:rsidR="00CF7B45" w:rsidRPr="00BB2816" w:rsidRDefault="00CF7B45" w:rsidP="00CF7B45">
            <w:pPr>
              <w:ind w:left="227"/>
              <w:jc w:val="left"/>
              <w:rPr>
                <w:b/>
                <w:bCs/>
                <w:sz w:val="20"/>
              </w:rPr>
            </w:pPr>
            <w:r w:rsidRPr="00BB2816">
              <w:rPr>
                <w:b/>
                <w:bCs/>
                <w:sz w:val="20"/>
              </w:rPr>
              <w:t xml:space="preserve">совместная </w:t>
            </w:r>
            <w:r>
              <w:rPr>
                <w:b/>
                <w:bCs/>
                <w:sz w:val="20"/>
              </w:rPr>
              <w:t>частн</w:t>
            </w:r>
            <w:r w:rsidRPr="00BB2816">
              <w:rPr>
                <w:b/>
                <w:bCs/>
                <w:sz w:val="20"/>
              </w:rPr>
              <w:t>ая и иностранная</w:t>
            </w:r>
          </w:p>
        </w:tc>
        <w:tc>
          <w:tcPr>
            <w:tcW w:w="626" w:type="pct"/>
            <w:vAlign w:val="bottom"/>
          </w:tcPr>
          <w:p w14:paraId="6F6A44CE" w14:textId="0DBD6AC0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626" w:type="pct"/>
            <w:vAlign w:val="bottom"/>
          </w:tcPr>
          <w:p w14:paraId="5ADE9090" w14:textId="57F9F309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48,4</w:t>
            </w:r>
          </w:p>
        </w:tc>
        <w:tc>
          <w:tcPr>
            <w:tcW w:w="625" w:type="pct"/>
            <w:vAlign w:val="bottom"/>
          </w:tcPr>
          <w:p w14:paraId="275CDCB9" w14:textId="73CE51B4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</w:t>
            </w:r>
          </w:p>
        </w:tc>
        <w:tc>
          <w:tcPr>
            <w:tcW w:w="621" w:type="pct"/>
            <w:vAlign w:val="bottom"/>
          </w:tcPr>
          <w:p w14:paraId="308C7B13" w14:textId="12D484B7" w:rsidR="00CF7B45" w:rsidRPr="008476A0" w:rsidRDefault="00CF7B45" w:rsidP="00CF7B45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129,0</w:t>
            </w:r>
          </w:p>
        </w:tc>
      </w:tr>
    </w:tbl>
    <w:p w14:paraId="115E15A3" w14:textId="77777777" w:rsidR="001F3C7A" w:rsidRDefault="00147BE1" w:rsidP="001F3C7A">
      <w:pPr>
        <w:spacing w:before="240" w:after="120"/>
        <w:ind w:firstLine="720"/>
        <w:rPr>
          <w:szCs w:val="24"/>
        </w:rPr>
        <w:sectPr w:rsidR="001F3C7A" w:rsidSect="00994103">
          <w:headerReference w:type="default" r:id="rId21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  <w:r w:rsidRPr="0009396B">
        <w:rPr>
          <w:szCs w:val="24"/>
        </w:rPr>
        <w:t xml:space="preserve">По данным государственной регистрации </w:t>
      </w:r>
      <w:r w:rsidR="001B5A5D" w:rsidRPr="0009396B">
        <w:rPr>
          <w:szCs w:val="24"/>
        </w:rPr>
        <w:t xml:space="preserve">за </w:t>
      </w:r>
      <w:r w:rsidR="001B5A5D">
        <w:rPr>
          <w:szCs w:val="24"/>
        </w:rPr>
        <w:t>январь-</w:t>
      </w:r>
      <w:r w:rsidR="008476A0">
        <w:rPr>
          <w:szCs w:val="24"/>
        </w:rPr>
        <w:t>сентябрь</w:t>
      </w:r>
      <w:r w:rsidR="001B5A5D">
        <w:rPr>
          <w:szCs w:val="24"/>
        </w:rPr>
        <w:t xml:space="preserve"> </w:t>
      </w:r>
      <w:r w:rsidR="001B5A5D" w:rsidRPr="0009396B">
        <w:rPr>
          <w:szCs w:val="24"/>
        </w:rPr>
        <w:t>20</w:t>
      </w:r>
      <w:r w:rsidR="001B5A5D">
        <w:rPr>
          <w:szCs w:val="24"/>
        </w:rPr>
        <w:t xml:space="preserve">24 года вновь </w:t>
      </w:r>
      <w:r w:rsidR="001B5A5D" w:rsidRPr="00843ABC">
        <w:rPr>
          <w:szCs w:val="24"/>
        </w:rPr>
        <w:t>зарегистрирован</w:t>
      </w:r>
      <w:r w:rsidR="00955BD6">
        <w:rPr>
          <w:szCs w:val="24"/>
        </w:rPr>
        <w:t>о</w:t>
      </w:r>
      <w:r w:rsidR="001B5A5D" w:rsidRPr="00843ABC">
        <w:rPr>
          <w:szCs w:val="24"/>
        </w:rPr>
        <w:t xml:space="preserve"> </w:t>
      </w:r>
      <w:r w:rsidR="00CF7B45" w:rsidRPr="00CF7B45">
        <w:rPr>
          <w:szCs w:val="24"/>
        </w:rPr>
        <w:t>4578</w:t>
      </w:r>
      <w:r w:rsidR="001B5A5D" w:rsidRPr="00CF7B45">
        <w:rPr>
          <w:szCs w:val="24"/>
        </w:rPr>
        <w:t xml:space="preserve"> и ликвидирован</w:t>
      </w:r>
      <w:r w:rsidR="00955BD6" w:rsidRPr="00CF7B45">
        <w:rPr>
          <w:szCs w:val="24"/>
        </w:rPr>
        <w:t>о</w:t>
      </w:r>
      <w:r w:rsidR="001B5A5D" w:rsidRPr="00CF7B45">
        <w:rPr>
          <w:szCs w:val="24"/>
        </w:rPr>
        <w:t xml:space="preserve"> </w:t>
      </w:r>
      <w:r w:rsidR="00CF7B45" w:rsidRPr="00CF7B45">
        <w:rPr>
          <w:szCs w:val="24"/>
        </w:rPr>
        <w:t>2964</w:t>
      </w:r>
      <w:r w:rsidR="001B5A5D" w:rsidRPr="000D1B60">
        <w:rPr>
          <w:szCs w:val="24"/>
        </w:rPr>
        <w:t xml:space="preserve"> индивидуальны</w:t>
      </w:r>
      <w:r w:rsidR="00955BD6">
        <w:rPr>
          <w:szCs w:val="24"/>
        </w:rPr>
        <w:t>х</w:t>
      </w:r>
      <w:r w:rsidR="001B5A5D" w:rsidRPr="000D1B60">
        <w:rPr>
          <w:szCs w:val="24"/>
        </w:rPr>
        <w:t xml:space="preserve"> предпринимател</w:t>
      </w:r>
      <w:r w:rsidR="00955BD6">
        <w:rPr>
          <w:szCs w:val="24"/>
        </w:rPr>
        <w:t>ей</w:t>
      </w:r>
      <w:r w:rsidR="001B5A5D">
        <w:rPr>
          <w:szCs w:val="24"/>
        </w:rPr>
        <w:t>.</w:t>
      </w:r>
      <w:bookmarkEnd w:id="148"/>
    </w:p>
    <w:p w14:paraId="65B68912" w14:textId="2E08597E" w:rsidR="0031223F" w:rsidRPr="00F75F14" w:rsidRDefault="0031223F" w:rsidP="00BA2DAE">
      <w:pPr>
        <w:pStyle w:val="1"/>
        <w:spacing w:before="1080"/>
        <w:rPr>
          <w:spacing w:val="60"/>
        </w:rPr>
      </w:pPr>
      <w:bookmarkStart w:id="170" w:name="_Toc181255947"/>
      <w:r w:rsidRPr="00F75F14">
        <w:rPr>
          <w:spacing w:val="60"/>
        </w:rPr>
        <w:t>ЦЕНЫ</w:t>
      </w:r>
      <w:bookmarkEnd w:id="137"/>
      <w:bookmarkEnd w:id="138"/>
      <w:bookmarkEnd w:id="170"/>
    </w:p>
    <w:p w14:paraId="26B5684F" w14:textId="77777777" w:rsidR="0031223F" w:rsidRPr="005A3CEB" w:rsidRDefault="0031223F" w:rsidP="001F3C7A">
      <w:pPr>
        <w:pStyle w:val="16"/>
        <w:spacing w:before="480" w:after="240"/>
        <w:outlineLvl w:val="2"/>
        <w:rPr>
          <w:rFonts w:ascii="Times New Roman" w:hAnsi="Times New Roman" w:cs="Times New Roman"/>
          <w:sz w:val="24"/>
          <w:szCs w:val="24"/>
        </w:rPr>
      </w:pPr>
      <w:bookmarkStart w:id="171" w:name="_Toc369700770"/>
      <w:bookmarkStart w:id="172" w:name="_Toc388626358"/>
      <w:bookmarkStart w:id="173" w:name="_Toc401575658"/>
      <w:bookmarkStart w:id="174" w:name="_Toc493779768"/>
      <w:bookmarkStart w:id="175" w:name="_Toc181255948"/>
      <w:bookmarkStart w:id="176" w:name="_Hlk173415184"/>
      <w:r w:rsidRPr="005A3CEB">
        <w:rPr>
          <w:rFonts w:ascii="Times New Roman" w:hAnsi="Times New Roman" w:cs="Times New Roman"/>
          <w:sz w:val="24"/>
          <w:szCs w:val="24"/>
        </w:rPr>
        <w:t>Индексы цен и т</w:t>
      </w:r>
      <w:r>
        <w:rPr>
          <w:rFonts w:ascii="Times New Roman" w:hAnsi="Times New Roman" w:cs="Times New Roman"/>
          <w:sz w:val="24"/>
          <w:szCs w:val="24"/>
        </w:rPr>
        <w:t>ар</w:t>
      </w:r>
      <w:r w:rsidRPr="005A3CEB">
        <w:rPr>
          <w:rFonts w:ascii="Times New Roman" w:hAnsi="Times New Roman" w:cs="Times New Roman"/>
          <w:sz w:val="24"/>
          <w:szCs w:val="24"/>
        </w:rPr>
        <w:t>ифов</w:t>
      </w:r>
      <w:bookmarkEnd w:id="171"/>
      <w:bookmarkEnd w:id="172"/>
      <w:bookmarkEnd w:id="173"/>
      <w:bookmarkEnd w:id="174"/>
      <w:bookmarkEnd w:id="175"/>
    </w:p>
    <w:p w14:paraId="186F6057" w14:textId="77777777" w:rsidR="0031223F" w:rsidRPr="005A3CEB" w:rsidRDefault="0031223F" w:rsidP="0031223F">
      <w:pPr>
        <w:spacing w:after="60"/>
        <w:jc w:val="right"/>
        <w:rPr>
          <w:b/>
          <w:sz w:val="20"/>
        </w:rPr>
      </w:pPr>
      <w:r w:rsidRPr="005A3CEB">
        <w:rPr>
          <w:b/>
          <w:sz w:val="20"/>
        </w:rPr>
        <w:t xml:space="preserve">на конец </w:t>
      </w:r>
      <w:r>
        <w:rPr>
          <w:b/>
          <w:sz w:val="20"/>
        </w:rPr>
        <w:t>п</w:t>
      </w:r>
      <w:r w:rsidRPr="005A3CEB">
        <w:rPr>
          <w:b/>
          <w:sz w:val="20"/>
        </w:rPr>
        <w:t>ериода; в процентах</w:t>
      </w:r>
    </w:p>
    <w:tbl>
      <w:tblPr>
        <w:tblW w:w="90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2"/>
        <w:gridCol w:w="1132"/>
        <w:gridCol w:w="1139"/>
        <w:gridCol w:w="1130"/>
        <w:gridCol w:w="1135"/>
      </w:tblGrid>
      <w:tr w:rsidR="007A2433" w:rsidRPr="00E120E5" w14:paraId="77D979FB" w14:textId="77777777" w:rsidTr="001143E0">
        <w:trPr>
          <w:cantSplit/>
          <w:trHeight w:val="283"/>
          <w:jc w:val="center"/>
        </w:trPr>
        <w:tc>
          <w:tcPr>
            <w:tcW w:w="2499" w:type="pct"/>
            <w:vMerge w:val="restart"/>
            <w:vAlign w:val="center"/>
          </w:tcPr>
          <w:p w14:paraId="03CFA195" w14:textId="77777777" w:rsidR="007A2433" w:rsidRPr="00E120E5" w:rsidRDefault="007A2433" w:rsidP="007A2433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252" w:type="pct"/>
            <w:gridSpan w:val="2"/>
            <w:vAlign w:val="center"/>
          </w:tcPr>
          <w:p w14:paraId="4F76788A" w14:textId="77777777" w:rsidR="007A2433" w:rsidRPr="009712A3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9712A3">
              <w:rPr>
                <w:b/>
                <w:sz w:val="20"/>
              </w:rPr>
              <w:t>К предыдущему месяцу</w:t>
            </w:r>
          </w:p>
        </w:tc>
        <w:tc>
          <w:tcPr>
            <w:tcW w:w="623" w:type="pct"/>
            <w:vMerge w:val="restart"/>
            <w:vAlign w:val="center"/>
          </w:tcPr>
          <w:p w14:paraId="0EFB34CE" w14:textId="54272D8D" w:rsidR="007A2433" w:rsidRPr="00750AF8" w:rsidRDefault="008476A0" w:rsidP="007A2433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7A2433" w:rsidRPr="00750AF8">
              <w:rPr>
                <w:b/>
                <w:sz w:val="20"/>
              </w:rPr>
              <w:br/>
              <w:t>2024</w:t>
            </w:r>
            <w:r w:rsidR="007A2433" w:rsidRPr="00750AF8">
              <w:rPr>
                <w:b/>
                <w:sz w:val="20"/>
              </w:rPr>
              <w:br/>
              <w:t>к декабрю</w:t>
            </w:r>
            <w:r w:rsidR="007A2433" w:rsidRPr="00750AF8">
              <w:rPr>
                <w:b/>
                <w:sz w:val="20"/>
              </w:rPr>
              <w:br/>
              <w:t>2023</w:t>
            </w:r>
          </w:p>
        </w:tc>
        <w:tc>
          <w:tcPr>
            <w:tcW w:w="626" w:type="pct"/>
            <w:vMerge w:val="restart"/>
            <w:vAlign w:val="center"/>
          </w:tcPr>
          <w:p w14:paraId="5625812D" w14:textId="0A7D21B6" w:rsidR="007A2433" w:rsidRPr="00750AF8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750AF8">
              <w:rPr>
                <w:b/>
                <w:sz w:val="20"/>
              </w:rPr>
              <w:t>Справочно</w:t>
            </w:r>
            <w:proofErr w:type="spellEnd"/>
            <w:r w:rsidRPr="00750AF8">
              <w:rPr>
                <w:b/>
                <w:sz w:val="20"/>
              </w:rPr>
              <w:t xml:space="preserve">: </w:t>
            </w:r>
            <w:r w:rsidR="008476A0">
              <w:rPr>
                <w:b/>
                <w:sz w:val="20"/>
              </w:rPr>
              <w:t>сентябрь</w:t>
            </w:r>
            <w:r w:rsidRPr="00750AF8">
              <w:rPr>
                <w:b/>
                <w:sz w:val="20"/>
              </w:rPr>
              <w:br/>
              <w:t>2023</w:t>
            </w:r>
            <w:r w:rsidRPr="00750AF8">
              <w:rPr>
                <w:b/>
                <w:sz w:val="20"/>
              </w:rPr>
              <w:br/>
              <w:t>к декабрю</w:t>
            </w:r>
            <w:r w:rsidRPr="00750AF8">
              <w:rPr>
                <w:b/>
                <w:sz w:val="20"/>
              </w:rPr>
              <w:br/>
              <w:t>2022</w:t>
            </w:r>
          </w:p>
        </w:tc>
      </w:tr>
      <w:tr w:rsidR="007A2433" w:rsidRPr="00E120E5" w14:paraId="753AECA6" w14:textId="77777777" w:rsidTr="001143E0">
        <w:trPr>
          <w:cantSplit/>
          <w:trHeight w:val="227"/>
          <w:jc w:val="center"/>
        </w:trPr>
        <w:tc>
          <w:tcPr>
            <w:tcW w:w="2499" w:type="pct"/>
            <w:vMerge/>
            <w:vAlign w:val="center"/>
          </w:tcPr>
          <w:p w14:paraId="6D297BD4" w14:textId="77777777" w:rsidR="007A2433" w:rsidRPr="00E002CF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4" w:type="pct"/>
            <w:vAlign w:val="center"/>
          </w:tcPr>
          <w:p w14:paraId="6B8078B6" w14:textId="78B49DE9" w:rsidR="007A2433" w:rsidRPr="00750AF8" w:rsidRDefault="008476A0" w:rsidP="007A2433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7A2433" w:rsidRPr="00750AF8">
              <w:rPr>
                <w:b/>
                <w:sz w:val="20"/>
              </w:rPr>
              <w:br/>
              <w:t>2024</w:t>
            </w:r>
          </w:p>
        </w:tc>
        <w:tc>
          <w:tcPr>
            <w:tcW w:w="628" w:type="pct"/>
            <w:vAlign w:val="center"/>
          </w:tcPr>
          <w:p w14:paraId="3AA3D255" w14:textId="350B4C93" w:rsidR="007A2433" w:rsidRPr="00750AF8" w:rsidRDefault="008476A0" w:rsidP="007A2433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7A2433" w:rsidRPr="00750AF8">
              <w:rPr>
                <w:b/>
                <w:sz w:val="20"/>
              </w:rPr>
              <w:br/>
              <w:t>2024</w:t>
            </w:r>
          </w:p>
        </w:tc>
        <w:tc>
          <w:tcPr>
            <w:tcW w:w="623" w:type="pct"/>
            <w:vMerge/>
          </w:tcPr>
          <w:p w14:paraId="39C8D63B" w14:textId="77777777" w:rsidR="007A2433" w:rsidRPr="00253420" w:rsidRDefault="007A2433" w:rsidP="007A2433">
            <w:pPr>
              <w:ind w:left="-96" w:right="-96"/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626" w:type="pct"/>
            <w:vMerge/>
            <w:vAlign w:val="center"/>
          </w:tcPr>
          <w:p w14:paraId="68CF569E" w14:textId="77777777" w:rsidR="007A2433" w:rsidRPr="00253420" w:rsidRDefault="007A2433" w:rsidP="007A2433">
            <w:pPr>
              <w:ind w:left="-96" w:right="-96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3D283A" w:rsidRPr="00E60778" w14:paraId="5B71FCA6" w14:textId="77777777" w:rsidTr="003D283A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14:paraId="709582CE" w14:textId="77777777" w:rsidR="003D283A" w:rsidRPr="00510BF6" w:rsidRDefault="003D283A" w:rsidP="003D283A">
            <w:pPr>
              <w:ind w:right="-57"/>
              <w:jc w:val="left"/>
              <w:rPr>
                <w:b/>
                <w:sz w:val="20"/>
              </w:rPr>
            </w:pPr>
            <w:r w:rsidRPr="00510BF6">
              <w:rPr>
                <w:b/>
                <w:sz w:val="20"/>
              </w:rPr>
              <w:t>Индекс потребительских цен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2C80542" w14:textId="27230B60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100,4</w:t>
            </w:r>
          </w:p>
        </w:tc>
        <w:tc>
          <w:tcPr>
            <w:tcW w:w="628" w:type="pct"/>
            <w:vAlign w:val="bottom"/>
          </w:tcPr>
          <w:p w14:paraId="3E7E8886" w14:textId="48286BBF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100,1</w:t>
            </w:r>
          </w:p>
        </w:tc>
        <w:tc>
          <w:tcPr>
            <w:tcW w:w="623" w:type="pct"/>
            <w:vAlign w:val="bottom"/>
          </w:tcPr>
          <w:p w14:paraId="17484477" w14:textId="74BABC08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104,3</w:t>
            </w:r>
          </w:p>
        </w:tc>
        <w:tc>
          <w:tcPr>
            <w:tcW w:w="626" w:type="pct"/>
            <w:vAlign w:val="bottom"/>
          </w:tcPr>
          <w:p w14:paraId="4A773D28" w14:textId="529122C8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103,5</w:t>
            </w:r>
          </w:p>
        </w:tc>
      </w:tr>
      <w:tr w:rsidR="003D283A" w:rsidRPr="00E60778" w14:paraId="5B5210CA" w14:textId="77777777" w:rsidTr="003D283A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14:paraId="3EF65355" w14:textId="77777777" w:rsidR="003D283A" w:rsidRPr="00510BF6" w:rsidRDefault="003D283A" w:rsidP="003D283A">
            <w:pPr>
              <w:pStyle w:val="121"/>
              <w:spacing w:line="200" w:lineRule="exact"/>
              <w:ind w:right="-57"/>
              <w:rPr>
                <w:b/>
              </w:rPr>
            </w:pPr>
            <w:r w:rsidRPr="00510BF6">
              <w:rPr>
                <w:b/>
              </w:rPr>
              <w:t>Индекс цен производителей промышленных товаров</w:t>
            </w:r>
            <w:r w:rsidRPr="00510BF6">
              <w:rPr>
                <w:b/>
                <w:vertAlign w:val="superscript"/>
              </w:rPr>
              <w:t>1)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0AE7B45B" w14:textId="51539491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103,9</w:t>
            </w:r>
          </w:p>
        </w:tc>
        <w:tc>
          <w:tcPr>
            <w:tcW w:w="628" w:type="pct"/>
            <w:vAlign w:val="bottom"/>
          </w:tcPr>
          <w:p w14:paraId="75FEBDAE" w14:textId="159C79D5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623" w:type="pct"/>
            <w:vAlign w:val="bottom"/>
          </w:tcPr>
          <w:p w14:paraId="48BFA602" w14:textId="5F4EBB7C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8</w:t>
            </w:r>
            <w:r w:rsidRPr="00CC41A9">
              <w:rPr>
                <w:b/>
                <w:sz w:val="20"/>
              </w:rPr>
              <w:t>,</w:t>
            </w:r>
            <w:r>
              <w:rPr>
                <w:b/>
                <w:sz w:val="20"/>
              </w:rPr>
              <w:t>8</w:t>
            </w:r>
          </w:p>
        </w:tc>
        <w:tc>
          <w:tcPr>
            <w:tcW w:w="626" w:type="pct"/>
            <w:vAlign w:val="bottom"/>
          </w:tcPr>
          <w:p w14:paraId="7B5086D8" w14:textId="1E11EDFF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160,0</w:t>
            </w:r>
          </w:p>
        </w:tc>
      </w:tr>
      <w:tr w:rsidR="003D283A" w:rsidRPr="00E60778" w14:paraId="6F5873C1" w14:textId="77777777" w:rsidTr="003D283A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14:paraId="765B0D31" w14:textId="77777777" w:rsidR="003D283A" w:rsidRPr="00510BF6" w:rsidRDefault="003D283A" w:rsidP="003D283A">
            <w:pPr>
              <w:pStyle w:val="121"/>
              <w:spacing w:line="200" w:lineRule="exact"/>
              <w:ind w:right="-57"/>
              <w:rPr>
                <w:b/>
              </w:rPr>
            </w:pPr>
            <w:r w:rsidRPr="00510BF6">
              <w:rPr>
                <w:b/>
              </w:rPr>
              <w:t>Индекс цен производителей сельскохозяйственной продукции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1E15FBA7" w14:textId="7E71FA3D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100,3</w:t>
            </w:r>
          </w:p>
        </w:tc>
        <w:tc>
          <w:tcPr>
            <w:tcW w:w="628" w:type="pct"/>
            <w:vAlign w:val="bottom"/>
          </w:tcPr>
          <w:p w14:paraId="4C63EA0B" w14:textId="2BE3DE42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100,</w:t>
            </w:r>
            <w:r>
              <w:rPr>
                <w:b/>
                <w:sz w:val="20"/>
              </w:rPr>
              <w:t>0</w:t>
            </w:r>
          </w:p>
        </w:tc>
        <w:tc>
          <w:tcPr>
            <w:tcW w:w="623" w:type="pct"/>
            <w:vAlign w:val="bottom"/>
          </w:tcPr>
          <w:p w14:paraId="30168090" w14:textId="24382704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96,6</w:t>
            </w:r>
          </w:p>
        </w:tc>
        <w:tc>
          <w:tcPr>
            <w:tcW w:w="626" w:type="pct"/>
            <w:vAlign w:val="bottom"/>
          </w:tcPr>
          <w:p w14:paraId="6A4EE29C" w14:textId="67E96337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134,4</w:t>
            </w:r>
          </w:p>
        </w:tc>
      </w:tr>
      <w:tr w:rsidR="003D283A" w:rsidRPr="00E60778" w14:paraId="1F9A90D2" w14:textId="77777777" w:rsidTr="003D283A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14:paraId="2F5DA156" w14:textId="77777777" w:rsidR="003D283A" w:rsidRPr="00510BF6" w:rsidRDefault="003D283A" w:rsidP="003D283A">
            <w:pPr>
              <w:pStyle w:val="121"/>
              <w:spacing w:line="200" w:lineRule="exact"/>
              <w:ind w:right="-57"/>
              <w:rPr>
                <w:b/>
              </w:rPr>
            </w:pPr>
            <w:r w:rsidRPr="00510BF6">
              <w:rPr>
                <w:b/>
              </w:rPr>
              <w:t xml:space="preserve">Сводный индекс цен на продукцию </w:t>
            </w:r>
            <w:r>
              <w:rPr>
                <w:b/>
              </w:rPr>
              <w:br/>
            </w:r>
            <w:r w:rsidRPr="00510BF6">
              <w:rPr>
                <w:b/>
              </w:rPr>
              <w:t>(затраты, услуги) инвестиционного назначени</w:t>
            </w:r>
            <w:r>
              <w:rPr>
                <w:b/>
              </w:rPr>
              <w:t>я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36031B36" w14:textId="5724C279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100,3</w:t>
            </w:r>
          </w:p>
        </w:tc>
        <w:tc>
          <w:tcPr>
            <w:tcW w:w="628" w:type="pct"/>
            <w:vAlign w:val="bottom"/>
          </w:tcPr>
          <w:p w14:paraId="3037BE96" w14:textId="5EA4C3AC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101,1</w:t>
            </w:r>
          </w:p>
        </w:tc>
        <w:tc>
          <w:tcPr>
            <w:tcW w:w="623" w:type="pct"/>
            <w:vAlign w:val="bottom"/>
          </w:tcPr>
          <w:p w14:paraId="65973D68" w14:textId="27041C7F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103,5</w:t>
            </w:r>
          </w:p>
        </w:tc>
        <w:tc>
          <w:tcPr>
            <w:tcW w:w="626" w:type="pct"/>
            <w:vAlign w:val="bottom"/>
          </w:tcPr>
          <w:p w14:paraId="761BB278" w14:textId="3B16BAEA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111,0</w:t>
            </w:r>
          </w:p>
        </w:tc>
      </w:tr>
      <w:tr w:rsidR="003D283A" w:rsidRPr="00E60778" w14:paraId="455310D3" w14:textId="77777777" w:rsidTr="003D283A">
        <w:trPr>
          <w:cantSplit/>
          <w:trHeight w:val="227"/>
          <w:jc w:val="center"/>
        </w:trPr>
        <w:tc>
          <w:tcPr>
            <w:tcW w:w="2499" w:type="pct"/>
            <w:vAlign w:val="bottom"/>
          </w:tcPr>
          <w:p w14:paraId="07B27912" w14:textId="77777777" w:rsidR="003D283A" w:rsidRPr="00510BF6" w:rsidRDefault="003D283A" w:rsidP="003D283A">
            <w:pPr>
              <w:ind w:right="-57"/>
              <w:jc w:val="left"/>
              <w:rPr>
                <w:b/>
                <w:sz w:val="20"/>
              </w:rPr>
            </w:pPr>
            <w:r w:rsidRPr="00510BF6">
              <w:rPr>
                <w:b/>
                <w:sz w:val="20"/>
              </w:rPr>
              <w:t>Индекс тарифов на грузовые перевозки</w:t>
            </w:r>
          </w:p>
        </w:tc>
        <w:tc>
          <w:tcPr>
            <w:tcW w:w="624" w:type="pct"/>
            <w:shd w:val="clear" w:color="auto" w:fill="auto"/>
            <w:vAlign w:val="bottom"/>
          </w:tcPr>
          <w:p w14:paraId="64DB6487" w14:textId="08A9B775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100,2</w:t>
            </w:r>
          </w:p>
        </w:tc>
        <w:tc>
          <w:tcPr>
            <w:tcW w:w="628" w:type="pct"/>
            <w:vAlign w:val="bottom"/>
          </w:tcPr>
          <w:p w14:paraId="4FAC89B3" w14:textId="168A72FE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100,0</w:t>
            </w:r>
          </w:p>
        </w:tc>
        <w:tc>
          <w:tcPr>
            <w:tcW w:w="623" w:type="pct"/>
            <w:vAlign w:val="bottom"/>
          </w:tcPr>
          <w:p w14:paraId="292B7F21" w14:textId="7F554ECB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108,3</w:t>
            </w:r>
          </w:p>
        </w:tc>
        <w:tc>
          <w:tcPr>
            <w:tcW w:w="626" w:type="pct"/>
            <w:vAlign w:val="bottom"/>
          </w:tcPr>
          <w:p w14:paraId="04B8EC6F" w14:textId="12BF9526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CC41A9">
              <w:rPr>
                <w:b/>
                <w:sz w:val="20"/>
              </w:rPr>
              <w:t>110,0</w:t>
            </w:r>
          </w:p>
        </w:tc>
      </w:tr>
    </w:tbl>
    <w:p w14:paraId="1EB958D4" w14:textId="77777777" w:rsidR="0095366D" w:rsidRDefault="0095366D" w:rsidP="0095366D">
      <w:pPr>
        <w:spacing w:before="120"/>
        <w:ind w:left="340"/>
        <w:rPr>
          <w:iCs/>
          <w:sz w:val="18"/>
          <w:szCs w:val="18"/>
        </w:rPr>
      </w:pPr>
      <w:r w:rsidRPr="00E002CF">
        <w:rPr>
          <w:sz w:val="18"/>
          <w:szCs w:val="18"/>
          <w:vertAlign w:val="superscript"/>
        </w:rPr>
        <w:t>1)</w:t>
      </w:r>
      <w:r w:rsidRPr="00E002CF">
        <w:rPr>
          <w:iCs/>
          <w:sz w:val="18"/>
          <w:szCs w:val="18"/>
        </w:rPr>
        <w:t>промышленные товары, предназначенные для реализации на внутреннем рынке</w:t>
      </w:r>
    </w:p>
    <w:p w14:paraId="47917F41" w14:textId="79387217" w:rsidR="0031223F" w:rsidRPr="000930C7" w:rsidRDefault="0031223F" w:rsidP="00F71AA1">
      <w:pPr>
        <w:pStyle w:val="3"/>
        <w:spacing w:before="360"/>
        <w:ind w:right="0" w:firstLine="709"/>
        <w:jc w:val="both"/>
        <w:rPr>
          <w:b w:val="0"/>
        </w:rPr>
      </w:pPr>
      <w:bookmarkStart w:id="177" w:name="_Toc493779769"/>
      <w:bookmarkStart w:id="178" w:name="_Toc369700771"/>
      <w:bookmarkStart w:id="179" w:name="_Toc383169479"/>
      <w:bookmarkStart w:id="180" w:name="_Toc401575659"/>
      <w:bookmarkStart w:id="181" w:name="_Toc181255949"/>
      <w:r w:rsidRPr="000930C7">
        <w:rPr>
          <w:szCs w:val="24"/>
        </w:rPr>
        <w:lastRenderedPageBreak/>
        <w:t>ПОТРЕБИТЕЛЬСКИЕ ЦЕНЫ</w:t>
      </w:r>
      <w:r w:rsidRPr="00750AF8">
        <w:rPr>
          <w:szCs w:val="24"/>
        </w:rPr>
        <w:t xml:space="preserve">. </w:t>
      </w:r>
      <w:bookmarkStart w:id="182" w:name="_Toc401575660"/>
      <w:bookmarkStart w:id="183" w:name="_Toc388626359"/>
      <w:bookmarkStart w:id="184" w:name="_Toc383169480"/>
      <w:bookmarkStart w:id="185" w:name="_Toc369700772"/>
      <w:bookmarkStart w:id="186" w:name="_Toc369700773"/>
      <w:bookmarkEnd w:id="177"/>
      <w:bookmarkEnd w:id="178"/>
      <w:bookmarkEnd w:id="179"/>
      <w:bookmarkEnd w:id="180"/>
      <w:r w:rsidR="007A2433" w:rsidRPr="00750AF8">
        <w:rPr>
          <w:b w:val="0"/>
          <w:szCs w:val="24"/>
        </w:rPr>
        <w:t xml:space="preserve">Индекс потребительских цен в </w:t>
      </w:r>
      <w:r w:rsidR="008476A0">
        <w:rPr>
          <w:b w:val="0"/>
          <w:szCs w:val="24"/>
        </w:rPr>
        <w:t>сентябре</w:t>
      </w:r>
      <w:r w:rsidR="007A2433" w:rsidRPr="00750AF8">
        <w:rPr>
          <w:b w:val="0"/>
          <w:szCs w:val="24"/>
        </w:rPr>
        <w:t xml:space="preserve"> </w:t>
      </w:r>
      <w:r w:rsidR="0026772A">
        <w:rPr>
          <w:b w:val="0"/>
          <w:szCs w:val="24"/>
        </w:rPr>
        <w:br/>
      </w:r>
      <w:r w:rsidR="007A2433" w:rsidRPr="00750AF8">
        <w:rPr>
          <w:b w:val="0"/>
          <w:szCs w:val="24"/>
        </w:rPr>
        <w:t>2024 года</w:t>
      </w:r>
      <w:r w:rsidR="007A2433" w:rsidRPr="00750AF8">
        <w:rPr>
          <w:b w:val="0"/>
        </w:rPr>
        <w:t xml:space="preserve"> по отношению к предыдущему месяцу </w:t>
      </w:r>
      <w:r w:rsidR="007A2433" w:rsidRPr="00750AF8">
        <w:rPr>
          <w:b w:val="0"/>
          <w:szCs w:val="24"/>
          <w:lang w:eastAsia="x-none"/>
        </w:rPr>
        <w:t xml:space="preserve">составил </w:t>
      </w:r>
      <w:r w:rsidR="003D283A" w:rsidRPr="007B3E44">
        <w:rPr>
          <w:b w:val="0"/>
          <w:color w:val="000000"/>
          <w:szCs w:val="24"/>
          <w:lang w:eastAsia="x-none"/>
        </w:rPr>
        <w:t>100,1</w:t>
      </w:r>
      <w:r w:rsidR="007A2433" w:rsidRPr="00750AF8">
        <w:rPr>
          <w:b w:val="0"/>
          <w:szCs w:val="24"/>
          <w:lang w:eastAsia="x-none"/>
        </w:rPr>
        <w:t>%</w:t>
      </w:r>
      <w:r w:rsidR="007A2433" w:rsidRPr="00750AF8">
        <w:rPr>
          <w:b w:val="0"/>
        </w:rPr>
        <w:t xml:space="preserve">, в том числе </w:t>
      </w:r>
      <w:r w:rsidR="007A2433" w:rsidRPr="00750AF8">
        <w:rPr>
          <w:b w:val="0"/>
        </w:rPr>
        <w:br/>
        <w:t xml:space="preserve">на продовольственные товары – </w:t>
      </w:r>
      <w:r w:rsidR="003D283A">
        <w:rPr>
          <w:b w:val="0"/>
          <w:color w:val="000000"/>
          <w:szCs w:val="24"/>
          <w:lang w:eastAsia="x-none"/>
        </w:rPr>
        <w:t>100,0</w:t>
      </w:r>
      <w:r w:rsidR="007A2433" w:rsidRPr="00750AF8">
        <w:rPr>
          <w:b w:val="0"/>
        </w:rPr>
        <w:t xml:space="preserve">%, непродовольственные товары – </w:t>
      </w:r>
      <w:r w:rsidR="003D283A" w:rsidRPr="007B3E44">
        <w:rPr>
          <w:b w:val="0"/>
          <w:color w:val="000000"/>
          <w:szCs w:val="24"/>
          <w:lang w:eastAsia="x-none"/>
        </w:rPr>
        <w:t>100,3</w:t>
      </w:r>
      <w:r w:rsidR="007A2433" w:rsidRPr="00750AF8">
        <w:rPr>
          <w:b w:val="0"/>
          <w:szCs w:val="24"/>
          <w:lang w:eastAsia="x-none"/>
        </w:rPr>
        <w:t>%</w:t>
      </w:r>
      <w:r w:rsidR="007A2433" w:rsidRPr="00750AF8">
        <w:rPr>
          <w:b w:val="0"/>
        </w:rPr>
        <w:t xml:space="preserve">, </w:t>
      </w:r>
      <w:r w:rsidR="007A2433" w:rsidRPr="00750AF8">
        <w:rPr>
          <w:b w:val="0"/>
        </w:rPr>
        <w:br/>
        <w:t xml:space="preserve">услуги – </w:t>
      </w:r>
      <w:r w:rsidR="003D283A" w:rsidRPr="007B3E44">
        <w:rPr>
          <w:b w:val="0"/>
          <w:color w:val="000000"/>
          <w:szCs w:val="24"/>
          <w:lang w:eastAsia="x-none"/>
        </w:rPr>
        <w:t>99,9</w:t>
      </w:r>
      <w:r w:rsidR="005C47CB" w:rsidRPr="00750AF8">
        <w:rPr>
          <w:b w:val="0"/>
          <w:szCs w:val="24"/>
          <w:lang w:eastAsia="x-none"/>
        </w:rPr>
        <w:t>%</w:t>
      </w:r>
      <w:r w:rsidR="00A9592D" w:rsidRPr="00750AF8">
        <w:rPr>
          <w:b w:val="0"/>
        </w:rPr>
        <w:t>.</w:t>
      </w:r>
      <w:bookmarkEnd w:id="181"/>
    </w:p>
    <w:p w14:paraId="33CBA9F8" w14:textId="77777777" w:rsidR="0031223F" w:rsidRPr="003A67F7" w:rsidRDefault="0031223F" w:rsidP="0042241F">
      <w:pPr>
        <w:pStyle w:val="3"/>
        <w:spacing w:before="360" w:after="240"/>
      </w:pPr>
      <w:bookmarkStart w:id="187" w:name="_Toc493779770"/>
      <w:bookmarkStart w:id="188" w:name="_Toc181255950"/>
      <w:r w:rsidRPr="000930C7">
        <w:t>Индексы потребит</w:t>
      </w:r>
      <w:r w:rsidRPr="003A67F7">
        <w:t xml:space="preserve">ельских цен и тарифов </w:t>
      </w:r>
      <w:r w:rsidR="00BA71CB">
        <w:br/>
      </w:r>
      <w:r w:rsidRPr="003A67F7">
        <w:t>на товары и услуги</w:t>
      </w:r>
      <w:bookmarkEnd w:id="182"/>
      <w:bookmarkEnd w:id="183"/>
      <w:bookmarkEnd w:id="184"/>
      <w:bookmarkEnd w:id="185"/>
      <w:bookmarkEnd w:id="187"/>
      <w:bookmarkEnd w:id="188"/>
    </w:p>
    <w:p w14:paraId="27446244" w14:textId="77777777" w:rsidR="0031223F" w:rsidRPr="003A67F7" w:rsidRDefault="0031223F" w:rsidP="0031223F">
      <w:pPr>
        <w:spacing w:after="60"/>
        <w:jc w:val="right"/>
        <w:rPr>
          <w:b/>
          <w:sz w:val="20"/>
        </w:rPr>
      </w:pPr>
      <w:r w:rsidRPr="003A67F7">
        <w:rPr>
          <w:b/>
          <w:sz w:val="20"/>
        </w:rPr>
        <w:t>на конец периода; в процентах к предыдущему периоду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535"/>
        <w:gridCol w:w="1134"/>
        <w:gridCol w:w="1134"/>
        <w:gridCol w:w="1134"/>
        <w:gridCol w:w="1134"/>
      </w:tblGrid>
      <w:tr w:rsidR="007A2433" w:rsidRPr="00DD362A" w14:paraId="64DB42FA" w14:textId="77777777" w:rsidTr="007A2433">
        <w:trPr>
          <w:trHeight w:val="283"/>
          <w:jc w:val="center"/>
        </w:trPr>
        <w:tc>
          <w:tcPr>
            <w:tcW w:w="2500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57A9603" w14:textId="77777777" w:rsidR="007A2433" w:rsidRPr="0092070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AD99342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Все товары</w:t>
            </w:r>
            <w:r w:rsidRPr="00DD362A">
              <w:rPr>
                <w:b/>
                <w:sz w:val="20"/>
              </w:rPr>
              <w:br/>
              <w:t>и услуги</w:t>
            </w:r>
          </w:p>
        </w:tc>
        <w:tc>
          <w:tcPr>
            <w:tcW w:w="1875" w:type="pct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F31E3A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 том числе:</w:t>
            </w:r>
          </w:p>
        </w:tc>
      </w:tr>
      <w:tr w:rsidR="007A2433" w:rsidRPr="00DD362A" w14:paraId="6D5B4051" w14:textId="77777777" w:rsidTr="007A2433">
        <w:trPr>
          <w:trHeight w:val="227"/>
          <w:jc w:val="center"/>
        </w:trPr>
        <w:tc>
          <w:tcPr>
            <w:tcW w:w="2500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A55B98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B7A9D7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FB6BDB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DD362A">
              <w:rPr>
                <w:b/>
                <w:sz w:val="20"/>
              </w:rPr>
              <w:t>продо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вольст</w:t>
            </w:r>
            <w:proofErr w:type="spellEnd"/>
            <w:r w:rsidRPr="00DD362A">
              <w:rPr>
                <w:b/>
                <w:sz w:val="20"/>
              </w:rPr>
              <w:t>-венные товары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6586BA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DD362A">
              <w:rPr>
                <w:b/>
                <w:sz w:val="20"/>
              </w:rPr>
              <w:t>непродо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вольст</w:t>
            </w:r>
            <w:proofErr w:type="spellEnd"/>
            <w:r w:rsidRPr="00DD362A">
              <w:rPr>
                <w:b/>
                <w:sz w:val="20"/>
              </w:rPr>
              <w:t>-венные товары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DEE6310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услуги</w:t>
            </w:r>
          </w:p>
        </w:tc>
      </w:tr>
      <w:tr w:rsidR="007A2433" w:rsidRPr="00DD362A" w14:paraId="24E01CF8" w14:textId="77777777" w:rsidTr="007A2433">
        <w:trPr>
          <w:trHeight w:val="283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BF45A8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14:paraId="257897AE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40EE4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7C0E8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4638B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BB9D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15981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14:paraId="470DB94A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5FA237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DECDB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86554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83157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B02F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</w:tr>
      <w:tr w:rsidR="007A2433" w:rsidRPr="00DD362A" w14:paraId="0A33F51B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8A1383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1B7B4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563CC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63EE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8764D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101,2</w:t>
            </w:r>
          </w:p>
        </w:tc>
      </w:tr>
      <w:tr w:rsidR="007A2433" w:rsidRPr="00DD362A" w14:paraId="7C701435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4EC95B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8F528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5E77F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CED8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A2750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102,1</w:t>
            </w:r>
          </w:p>
        </w:tc>
      </w:tr>
      <w:tr w:rsidR="007A2433" w:rsidRPr="00DD362A" w14:paraId="3A504F77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43BD3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37F02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060F8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8E3012" w14:textId="77777777" w:rsidR="007A2433" w:rsidRPr="00DD362A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D6D25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</w:tr>
      <w:tr w:rsidR="007A2433" w:rsidRPr="00DD362A" w14:paraId="02B8DB31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0550D6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AFBF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0B42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C275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ED1E8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</w:tr>
      <w:tr w:rsidR="007A2433" w:rsidRPr="00DD362A" w14:paraId="2328B747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BD987B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F6A9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F8433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84E8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2A7DC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</w:tr>
      <w:tr w:rsidR="007A2433" w:rsidRPr="00DD362A" w14:paraId="2D475704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0BF329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7C59F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942C2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6DA7D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CC78E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102,4</w:t>
            </w:r>
          </w:p>
        </w:tc>
      </w:tr>
      <w:tr w:rsidR="007A2433" w:rsidRPr="00DD362A" w14:paraId="56710514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E1FC29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93843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40B3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6F49F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768FA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</w:tr>
      <w:tr w:rsidR="007A2433" w:rsidRPr="00DD362A" w14:paraId="0304666A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CB831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93072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6CE8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D8C4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EA351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</w:tr>
      <w:tr w:rsidR="007A2433" w:rsidRPr="00DD362A" w14:paraId="29EB73EF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D9B1EB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B742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F4606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230DB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D0CA3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</w:tr>
      <w:tr w:rsidR="007A2433" w:rsidRPr="00DD362A" w14:paraId="455F1155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CB4F45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III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CF3C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1718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3D76D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055A1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14:paraId="26E10A29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28BAF3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98F61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6777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C32F7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01748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</w:tr>
      <w:tr w:rsidR="007A2433" w:rsidRPr="00DD362A" w14:paraId="20BEA5B7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4F7E92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B758F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DBEE5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5362D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028BE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14:paraId="382B67F5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E83452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C1BA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CFAA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97D81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49E6E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101,3</w:t>
            </w:r>
          </w:p>
        </w:tc>
      </w:tr>
      <w:tr w:rsidR="007A2433" w:rsidRPr="00DD362A" w14:paraId="7D2EC32E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400581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IV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02E7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A31D7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AD30D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37C28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</w:tr>
      <w:tr w:rsidR="007A2433" w:rsidRPr="00DD362A" w14:paraId="23749F22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02AB82" w14:textId="77777777" w:rsidR="007A2433" w:rsidRPr="00DD362A" w:rsidRDefault="007A2433" w:rsidP="007A2433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7A4E0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F438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F1AC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104,6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D2A0E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107,5</w:t>
            </w:r>
          </w:p>
        </w:tc>
      </w:tr>
      <w:tr w:rsidR="007A2433" w:rsidRPr="00DD362A" w14:paraId="272EDBE0" w14:textId="77777777" w:rsidTr="007A2433">
        <w:trPr>
          <w:trHeight w:val="283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99891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F5001D" w:rsidRPr="00DD362A" w14:paraId="05C220E1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B5FB1D" w14:textId="77777777"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6F601A" w14:textId="746F3C36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693C0" w14:textId="616346B9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1ED91B" w14:textId="7F655FAB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7BCF08" w14:textId="70C76DE7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</w:tr>
      <w:tr w:rsidR="00F5001D" w:rsidRPr="00DD362A" w14:paraId="1C57AE90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40959" w14:textId="77777777"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973D63" w14:textId="24FF931E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1AACF2" w14:textId="6AD1BD30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69AE36" w14:textId="260C8FF9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4D0F7A" w14:textId="4081D1E2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100,2</w:t>
            </w:r>
          </w:p>
        </w:tc>
      </w:tr>
      <w:tr w:rsidR="00F5001D" w:rsidRPr="00DD362A" w14:paraId="57BE83D4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D08BDF" w14:textId="77777777"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92E7BD" w14:textId="55B02D2E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13611" w14:textId="4C8C9CB2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142668" w14:textId="223A8453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1243C5" w14:textId="404E1119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100,8</w:t>
            </w:r>
          </w:p>
        </w:tc>
      </w:tr>
      <w:tr w:rsidR="00F5001D" w:rsidRPr="00DD362A" w14:paraId="0451CD4E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D43CC0" w14:textId="77777777"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2B65F8" w14:textId="33C575BF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102,0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3BB3B" w14:textId="57DFC7C0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102,9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627BA2" w14:textId="58F560ED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2DCE57" w14:textId="4AD3C974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101,4</w:t>
            </w:r>
          </w:p>
        </w:tc>
      </w:tr>
      <w:tr w:rsidR="00F5001D" w:rsidRPr="00DD362A" w14:paraId="172FAD63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3DD9D0" w14:textId="77777777" w:rsidR="00F5001D" w:rsidRPr="00DD362A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9EE68" w14:textId="04A64E79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9BF08F" w14:textId="272C891D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8838C" w14:textId="543419F7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B9DC0" w14:textId="1EB80DB6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</w:tr>
      <w:tr w:rsidR="00F5001D" w:rsidRPr="00DD362A" w14:paraId="581838E0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B7241" w14:textId="77777777" w:rsidR="00F5001D" w:rsidRPr="00960536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 w:rsidRPr="00960536">
              <w:rPr>
                <w:b/>
                <w:sz w:val="20"/>
              </w:rPr>
              <w:t>Май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FADF70" w14:textId="18F86212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5A8B86" w14:textId="519011FA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99,7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A78A97" w14:textId="0DE2C0EF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7CA6CF" w14:textId="40F60EAB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101,0</w:t>
            </w:r>
          </w:p>
        </w:tc>
      </w:tr>
      <w:tr w:rsidR="00F5001D" w:rsidRPr="0092070A" w14:paraId="3FC826A0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4AD5DF" w14:textId="5A525627" w:rsidR="00F5001D" w:rsidRPr="00960536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FBA673" w14:textId="47559CCF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2D6CD6" w14:textId="18C6616F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B50629" w14:textId="1B76CA1E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BA4A7C" w14:textId="779D1380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101,1</w:t>
            </w:r>
          </w:p>
        </w:tc>
      </w:tr>
      <w:tr w:rsidR="00F5001D" w:rsidRPr="0092070A" w14:paraId="473CA252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3248B0" w14:textId="4F02A979" w:rsidR="00F5001D" w:rsidRPr="00486E59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1B7D6D" w14:textId="49DF5962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7913F" w14:textId="56D4033B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7BDEC6" w14:textId="1A6D5149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101,0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1E374E" w14:textId="597FEE17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102,5</w:t>
            </w:r>
          </w:p>
        </w:tc>
      </w:tr>
      <w:tr w:rsidR="00F5001D" w:rsidRPr="0092070A" w14:paraId="5B950FA0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F45F12" w14:textId="4F6608D9" w:rsidR="00F5001D" w:rsidRPr="00960536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F025C8" w14:textId="28556879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E64764" w14:textId="5B57EAE4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99,3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DAA16" w14:textId="2B56A2E6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2D0E7" w14:textId="59737013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102,7</w:t>
            </w:r>
          </w:p>
        </w:tc>
      </w:tr>
      <w:tr w:rsidR="00F5001D" w:rsidRPr="0092070A" w14:paraId="0162924B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C074D" w14:textId="4D5A2F24" w:rsidR="00F5001D" w:rsidRDefault="00F5001D" w:rsidP="00F5001D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F108F7" w14:textId="3C9F5C73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F1A619" w14:textId="48AA6F8F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DFA07" w14:textId="4D869B3D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DBC6D" w14:textId="3FFE4847" w:rsidR="00F5001D" w:rsidRPr="003D283A" w:rsidRDefault="00F5001D" w:rsidP="00F5001D">
            <w:pPr>
              <w:ind w:right="227"/>
              <w:jc w:val="right"/>
              <w:rPr>
                <w:b/>
                <w:sz w:val="20"/>
              </w:rPr>
            </w:pPr>
            <w:r w:rsidRPr="003D283A">
              <w:rPr>
                <w:b/>
                <w:sz w:val="20"/>
              </w:rPr>
              <w:t>100,7</w:t>
            </w:r>
          </w:p>
        </w:tc>
      </w:tr>
      <w:tr w:rsidR="003D283A" w:rsidRPr="0092070A" w14:paraId="56EF709D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7E69B" w14:textId="03FF2BE5" w:rsidR="003D283A" w:rsidRDefault="003D283A" w:rsidP="003D283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F6C942" w14:textId="10A5ABE6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93DA0B" w14:textId="752C40D0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20B581" w14:textId="71686909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E00A14" w14:textId="081918FC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</w:tr>
      <w:tr w:rsidR="003D283A" w:rsidRPr="0092070A" w14:paraId="043E915F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E7BD98" w14:textId="45E04055" w:rsidR="003D283A" w:rsidRDefault="003D283A" w:rsidP="003D283A">
            <w:pPr>
              <w:ind w:right="-57"/>
              <w:jc w:val="left"/>
              <w:rPr>
                <w:b/>
                <w:sz w:val="20"/>
              </w:rPr>
            </w:pPr>
            <w:r w:rsidRPr="00F109AC"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  <w:lang w:val="en-US"/>
              </w:rPr>
              <w:t>I</w:t>
            </w:r>
            <w:r w:rsidRPr="00F109AC">
              <w:rPr>
                <w:b/>
                <w:sz w:val="20"/>
                <w:lang w:val="en-US"/>
              </w:rPr>
              <w:t xml:space="preserve"> </w:t>
            </w:r>
            <w:r w:rsidRPr="00F109AC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615141" w14:textId="4710CCFA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lang w:val="en-US"/>
              </w:rPr>
              <w:t>100</w:t>
            </w:r>
            <w:r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>9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76E6B6" w14:textId="6A947353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7D7B28" w14:textId="5C19358E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101,2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EA795B" w14:textId="4E2872D5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103,4</w:t>
            </w:r>
          </w:p>
        </w:tc>
      </w:tr>
      <w:tr w:rsidR="003D283A" w:rsidRPr="0092070A" w14:paraId="6F36345C" w14:textId="77777777" w:rsidTr="007A2433">
        <w:trPr>
          <w:trHeight w:val="227"/>
          <w:jc w:val="center"/>
        </w:trPr>
        <w:tc>
          <w:tcPr>
            <w:tcW w:w="250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61BF00" w14:textId="00CA44F4" w:rsidR="003D283A" w:rsidRDefault="003D283A" w:rsidP="003D283A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 2024 к декабрю 2023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E963E0" w14:textId="6AC3E382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104,3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A97265" w14:textId="77FBEC22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103,5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68DCA" w14:textId="169ECDF7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103,4</w:t>
            </w:r>
          </w:p>
        </w:tc>
        <w:tc>
          <w:tcPr>
            <w:tcW w:w="6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A7D50" w14:textId="655028B6" w:rsidR="003D283A" w:rsidRPr="008476A0" w:rsidRDefault="003D283A" w:rsidP="003D283A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107,4</w:t>
            </w:r>
          </w:p>
        </w:tc>
      </w:tr>
    </w:tbl>
    <w:p w14:paraId="7C7EAF13" w14:textId="1C7CDC13" w:rsidR="001A0891" w:rsidRDefault="00C20B55" w:rsidP="00465ED5">
      <w:pPr>
        <w:pStyle w:val="3"/>
        <w:spacing w:before="240"/>
        <w:ind w:right="0" w:firstLine="709"/>
        <w:jc w:val="both"/>
        <w:rPr>
          <w:b w:val="0"/>
        </w:rPr>
      </w:pPr>
      <w:bookmarkStart w:id="189" w:name="_Toc181255951"/>
      <w:r w:rsidRPr="00063164">
        <w:t>Базовый и</w:t>
      </w:r>
      <w:r w:rsidRPr="00DB4C99">
        <w:t>ндекс потребительских цен (БИПЦ)</w:t>
      </w:r>
      <w:r w:rsidRPr="00DB4C99">
        <w:rPr>
          <w:b w:val="0"/>
        </w:rPr>
        <w:t>,</w:t>
      </w:r>
      <w:r w:rsidRPr="00C65EAB">
        <w:rPr>
          <w:b w:val="0"/>
        </w:rPr>
        <w:t xml:space="preserve"> </w:t>
      </w:r>
      <w:r w:rsidR="005C47CB" w:rsidRPr="005C47CB">
        <w:rPr>
          <w:b w:val="0"/>
        </w:rPr>
        <w:t xml:space="preserve">исключающий изменения цен </w:t>
      </w:r>
      <w:r w:rsidR="00666DB9" w:rsidRPr="00666DB9">
        <w:rPr>
          <w:b w:val="0"/>
        </w:rPr>
        <w:t>на отдельные товары, подверженные влиянию факторов, которые носят административный, а также сезонный</w:t>
      </w:r>
      <w:r w:rsidR="00AA5417">
        <w:rPr>
          <w:b w:val="0"/>
        </w:rPr>
        <w:t xml:space="preserve"> характер, </w:t>
      </w:r>
      <w:r w:rsidR="00063164" w:rsidRPr="00750AF8">
        <w:rPr>
          <w:b w:val="0"/>
        </w:rPr>
        <w:t xml:space="preserve">в </w:t>
      </w:r>
      <w:r w:rsidR="008476A0">
        <w:rPr>
          <w:b w:val="0"/>
        </w:rPr>
        <w:t>сентябре</w:t>
      </w:r>
      <w:r w:rsidR="008024EE" w:rsidRPr="00750AF8">
        <w:rPr>
          <w:b w:val="0"/>
        </w:rPr>
        <w:t xml:space="preserve"> 2024 года по отношению </w:t>
      </w:r>
      <w:r w:rsidR="008024EE" w:rsidRPr="00750AF8">
        <w:rPr>
          <w:b w:val="0"/>
        </w:rPr>
        <w:br/>
        <w:t xml:space="preserve">к предыдущему месяцу составил </w:t>
      </w:r>
      <w:bookmarkStart w:id="190" w:name="_Toc493779772"/>
      <w:r w:rsidR="00F5001D" w:rsidRPr="003D283A">
        <w:rPr>
          <w:b w:val="0"/>
          <w:color w:val="000000"/>
        </w:rPr>
        <w:t>100,</w:t>
      </w:r>
      <w:r w:rsidR="003D283A" w:rsidRPr="003D283A">
        <w:rPr>
          <w:b w:val="0"/>
          <w:color w:val="000000"/>
        </w:rPr>
        <w:t>3</w:t>
      </w:r>
      <w:r w:rsidR="00750AF8" w:rsidRPr="003D283A">
        <w:rPr>
          <w:b w:val="0"/>
          <w:color w:val="000000"/>
        </w:rPr>
        <w:t xml:space="preserve">% (в </w:t>
      </w:r>
      <w:r w:rsidR="008476A0" w:rsidRPr="003D283A">
        <w:rPr>
          <w:b w:val="0"/>
          <w:color w:val="000000"/>
        </w:rPr>
        <w:t>сентябре</w:t>
      </w:r>
      <w:r w:rsidR="00750AF8" w:rsidRPr="003D283A">
        <w:rPr>
          <w:b w:val="0"/>
          <w:color w:val="000000"/>
        </w:rPr>
        <w:t xml:space="preserve"> 2023 года – </w:t>
      </w:r>
      <w:r w:rsidR="00F5001D" w:rsidRPr="003D283A">
        <w:rPr>
          <w:b w:val="0"/>
          <w:color w:val="000000"/>
        </w:rPr>
        <w:t>100,</w:t>
      </w:r>
      <w:r w:rsidR="003D283A">
        <w:rPr>
          <w:b w:val="0"/>
          <w:color w:val="000000"/>
        </w:rPr>
        <w:t>9</w:t>
      </w:r>
      <w:r w:rsidR="00750AF8" w:rsidRPr="00BD77DE">
        <w:rPr>
          <w:b w:val="0"/>
          <w:color w:val="000000"/>
        </w:rPr>
        <w:t>%).</w:t>
      </w:r>
      <w:bookmarkEnd w:id="189"/>
    </w:p>
    <w:p w14:paraId="230F72C6" w14:textId="7DAE6DE3" w:rsidR="0031223F" w:rsidRPr="00F60282" w:rsidRDefault="00C20B55" w:rsidP="005A66EF">
      <w:pPr>
        <w:pStyle w:val="3"/>
        <w:keepNext w:val="0"/>
        <w:spacing w:before="120"/>
        <w:ind w:right="0" w:firstLine="709"/>
        <w:jc w:val="both"/>
        <w:rPr>
          <w:bCs/>
          <w:szCs w:val="24"/>
          <w:lang w:val="x-none"/>
        </w:rPr>
      </w:pPr>
      <w:bookmarkStart w:id="191" w:name="_Toc181255952"/>
      <w:r w:rsidRPr="00C20B55">
        <w:t>Стоимость фиксированного набора потребительских товаров и услуг</w:t>
      </w:r>
      <w:r w:rsidRPr="00C20B55">
        <w:rPr>
          <w:b w:val="0"/>
        </w:rPr>
        <w:br/>
      </w:r>
      <w:bookmarkEnd w:id="190"/>
      <w:r w:rsidR="00666DB9" w:rsidRPr="00666DB9">
        <w:rPr>
          <w:b w:val="0"/>
          <w:lang w:val="x-none" w:eastAsia="x-none"/>
        </w:rPr>
        <w:t xml:space="preserve">для межрегиональных сопоставлений покупательной способности населения в расчете на месяц в среднем на одного человека </w:t>
      </w:r>
      <w:r w:rsidR="00666DB9" w:rsidRPr="00486E59">
        <w:rPr>
          <w:b w:val="0"/>
          <w:lang w:val="x-none" w:eastAsia="x-none"/>
        </w:rPr>
        <w:t xml:space="preserve">по </w:t>
      </w:r>
      <w:r w:rsidR="00666DB9" w:rsidRPr="00F60282">
        <w:rPr>
          <w:b w:val="0"/>
          <w:lang w:val="x-none" w:eastAsia="x-none"/>
        </w:rPr>
        <w:t xml:space="preserve">области в </w:t>
      </w:r>
      <w:r w:rsidR="008476A0">
        <w:rPr>
          <w:b w:val="0"/>
          <w:lang w:eastAsia="x-none"/>
        </w:rPr>
        <w:t>сентябре</w:t>
      </w:r>
      <w:r w:rsidR="00666DB9" w:rsidRPr="00F60282">
        <w:rPr>
          <w:b w:val="0"/>
          <w:lang w:val="x-none" w:eastAsia="x-none"/>
        </w:rPr>
        <w:t xml:space="preserve"> 202</w:t>
      </w:r>
      <w:r w:rsidR="00621B67" w:rsidRPr="00F60282">
        <w:rPr>
          <w:b w:val="0"/>
          <w:lang w:eastAsia="x-none"/>
        </w:rPr>
        <w:t>4</w:t>
      </w:r>
      <w:r w:rsidR="00666DB9" w:rsidRPr="00F60282">
        <w:rPr>
          <w:b w:val="0"/>
          <w:lang w:val="x-none" w:eastAsia="x-none"/>
        </w:rPr>
        <w:t xml:space="preserve"> года составила</w:t>
      </w:r>
      <w:r w:rsidR="00666DB9" w:rsidRPr="00F60282">
        <w:rPr>
          <w:b w:val="0"/>
          <w:lang w:eastAsia="x-none"/>
        </w:rPr>
        <w:br/>
      </w:r>
      <w:r w:rsidR="003D283A" w:rsidRPr="003D283A">
        <w:rPr>
          <w:b w:val="0"/>
          <w:bCs/>
          <w:color w:val="000000"/>
          <w:szCs w:val="24"/>
          <w:lang w:eastAsia="x-none"/>
        </w:rPr>
        <w:t>19832,33</w:t>
      </w:r>
      <w:r w:rsidR="003D283A">
        <w:rPr>
          <w:color w:val="000000"/>
          <w:szCs w:val="24"/>
          <w:lang w:eastAsia="x-none"/>
        </w:rPr>
        <w:t xml:space="preserve"> </w:t>
      </w:r>
      <w:r w:rsidR="007A2433" w:rsidRPr="00F60282">
        <w:rPr>
          <w:b w:val="0"/>
          <w:lang w:val="x-none" w:eastAsia="x-none"/>
        </w:rPr>
        <w:t xml:space="preserve">рубля и за месяц </w:t>
      </w:r>
      <w:r w:rsidR="007A2433" w:rsidRPr="003D283A">
        <w:rPr>
          <w:b w:val="0"/>
          <w:color w:val="000000"/>
          <w:lang w:eastAsia="x-none"/>
        </w:rPr>
        <w:t xml:space="preserve">повысилась на </w:t>
      </w:r>
      <w:r w:rsidR="00F5001D" w:rsidRPr="003D283A">
        <w:rPr>
          <w:b w:val="0"/>
          <w:bCs/>
          <w:color w:val="000000"/>
          <w:lang w:eastAsia="x-none"/>
        </w:rPr>
        <w:t>0,2</w:t>
      </w:r>
      <w:r w:rsidR="007A2433" w:rsidRPr="003D283A">
        <w:rPr>
          <w:b w:val="0"/>
          <w:color w:val="000000"/>
          <w:lang w:eastAsia="x-none"/>
        </w:rPr>
        <w:t>%</w:t>
      </w:r>
      <w:r w:rsidR="007A2433" w:rsidRPr="003D283A">
        <w:rPr>
          <w:b w:val="0"/>
          <w:color w:val="000000"/>
          <w:lang w:val="x-none" w:eastAsia="x-none"/>
        </w:rPr>
        <w:t xml:space="preserve"> (</w:t>
      </w:r>
      <w:r w:rsidR="007A2433" w:rsidRPr="003D283A">
        <w:rPr>
          <w:b w:val="0"/>
          <w:color w:val="000000"/>
        </w:rPr>
        <w:t xml:space="preserve">в </w:t>
      </w:r>
      <w:r w:rsidR="008476A0" w:rsidRPr="003D283A">
        <w:rPr>
          <w:b w:val="0"/>
          <w:color w:val="000000"/>
        </w:rPr>
        <w:t>сентябре</w:t>
      </w:r>
      <w:r w:rsidR="007A2433" w:rsidRPr="003D283A">
        <w:rPr>
          <w:b w:val="0"/>
          <w:color w:val="000000"/>
        </w:rPr>
        <w:t xml:space="preserve"> 2023 года </w:t>
      </w:r>
      <w:r w:rsidR="00F5001D" w:rsidRPr="003D283A">
        <w:rPr>
          <w:b w:val="0"/>
          <w:color w:val="000000"/>
        </w:rPr>
        <w:t>- 0,1%</w:t>
      </w:r>
      <w:r w:rsidR="00FA5B8E" w:rsidRPr="003D283A">
        <w:rPr>
          <w:b w:val="0"/>
          <w:color w:val="000000"/>
          <w:lang w:eastAsia="x-none"/>
        </w:rPr>
        <w:t>)</w:t>
      </w:r>
      <w:r w:rsidR="00834655" w:rsidRPr="003D283A">
        <w:rPr>
          <w:b w:val="0"/>
          <w:color w:val="000000"/>
          <w:lang w:eastAsia="x-none"/>
        </w:rPr>
        <w:t>.</w:t>
      </w:r>
      <w:bookmarkEnd w:id="191"/>
    </w:p>
    <w:p w14:paraId="0C6966AB" w14:textId="5F20C7D9" w:rsidR="00F60282" w:rsidRPr="00B94731" w:rsidRDefault="00F60282" w:rsidP="005A66EF">
      <w:pPr>
        <w:pStyle w:val="3"/>
        <w:keepNext w:val="0"/>
        <w:spacing w:before="120"/>
        <w:ind w:right="0" w:firstLine="709"/>
        <w:jc w:val="both"/>
        <w:rPr>
          <w:b w:val="0"/>
          <w:bCs/>
          <w:szCs w:val="24"/>
        </w:rPr>
      </w:pPr>
      <w:bookmarkStart w:id="192" w:name="_Toc22292253"/>
      <w:bookmarkStart w:id="193" w:name="_Toc27990896"/>
      <w:bookmarkStart w:id="194" w:name="_Toc181255953"/>
      <w:r w:rsidRPr="00B94731">
        <w:rPr>
          <w:b w:val="0"/>
          <w:bCs/>
          <w:szCs w:val="24"/>
        </w:rPr>
        <w:lastRenderedPageBreak/>
        <w:t xml:space="preserve">В </w:t>
      </w:r>
      <w:r w:rsidR="008476A0">
        <w:rPr>
          <w:b w:val="0"/>
          <w:bCs/>
          <w:szCs w:val="24"/>
        </w:rPr>
        <w:t>сентябре</w:t>
      </w:r>
      <w:r w:rsidRPr="00B94731">
        <w:rPr>
          <w:b w:val="0"/>
          <w:bCs/>
          <w:szCs w:val="24"/>
        </w:rPr>
        <w:t xml:space="preserve"> 2024 года </w:t>
      </w:r>
      <w:r w:rsidRPr="00B94731">
        <w:rPr>
          <w:szCs w:val="24"/>
        </w:rPr>
        <w:t>цены на продовольственные товары</w:t>
      </w:r>
      <w:r w:rsidRPr="00B94731">
        <w:rPr>
          <w:b w:val="0"/>
          <w:bCs/>
          <w:szCs w:val="24"/>
        </w:rPr>
        <w:t xml:space="preserve"> по сравнению</w:t>
      </w:r>
      <w:r w:rsidRPr="00B94731">
        <w:rPr>
          <w:b w:val="0"/>
          <w:bCs/>
          <w:szCs w:val="24"/>
        </w:rPr>
        <w:br/>
        <w:t xml:space="preserve">с предыдущим месяцем </w:t>
      </w:r>
      <w:r w:rsidR="00D35264" w:rsidRPr="00D35264">
        <w:rPr>
          <w:b w:val="0"/>
          <w:bCs/>
          <w:szCs w:val="24"/>
        </w:rPr>
        <w:t>существенно не изменились</w:t>
      </w:r>
      <w:r w:rsidRPr="00B94731">
        <w:rPr>
          <w:b w:val="0"/>
          <w:bCs/>
          <w:szCs w:val="24"/>
        </w:rPr>
        <w:t xml:space="preserve"> (в </w:t>
      </w:r>
      <w:r w:rsidR="008476A0">
        <w:rPr>
          <w:b w:val="0"/>
          <w:bCs/>
          <w:szCs w:val="24"/>
        </w:rPr>
        <w:t>сентябре</w:t>
      </w:r>
      <w:r w:rsidRPr="00B94731">
        <w:rPr>
          <w:b w:val="0"/>
          <w:bCs/>
          <w:szCs w:val="24"/>
        </w:rPr>
        <w:t xml:space="preserve"> 2023 года </w:t>
      </w:r>
      <w:r w:rsidR="00D35264" w:rsidRPr="00D35264">
        <w:rPr>
          <w:b w:val="0"/>
          <w:bCs/>
          <w:szCs w:val="24"/>
        </w:rPr>
        <w:t xml:space="preserve">повысились </w:t>
      </w:r>
      <w:r w:rsidRPr="00D35264">
        <w:rPr>
          <w:b w:val="0"/>
          <w:bCs/>
          <w:szCs w:val="24"/>
        </w:rPr>
        <w:t xml:space="preserve">на </w:t>
      </w:r>
      <w:r w:rsidR="00F5001D" w:rsidRPr="00D35264">
        <w:rPr>
          <w:b w:val="0"/>
          <w:bCs/>
          <w:szCs w:val="24"/>
        </w:rPr>
        <w:t>0,</w:t>
      </w:r>
      <w:r w:rsidR="00D35264" w:rsidRPr="00D35264">
        <w:rPr>
          <w:b w:val="0"/>
          <w:bCs/>
          <w:szCs w:val="24"/>
        </w:rPr>
        <w:t>8</w:t>
      </w:r>
      <w:r w:rsidRPr="00D35264">
        <w:rPr>
          <w:b w:val="0"/>
          <w:bCs/>
          <w:szCs w:val="24"/>
        </w:rPr>
        <w:t>%).</w:t>
      </w:r>
      <w:bookmarkEnd w:id="192"/>
      <w:bookmarkEnd w:id="193"/>
      <w:bookmarkEnd w:id="194"/>
    </w:p>
    <w:p w14:paraId="45602D58" w14:textId="654F41EC" w:rsidR="0031223F" w:rsidRDefault="0031223F" w:rsidP="0042241F">
      <w:pPr>
        <w:pStyle w:val="3"/>
        <w:spacing w:before="120" w:after="120"/>
        <w:ind w:right="0"/>
      </w:pPr>
      <w:bookmarkStart w:id="195" w:name="_Toc383169481"/>
      <w:bookmarkStart w:id="196" w:name="_Toc493779773"/>
      <w:bookmarkStart w:id="197" w:name="_Toc181255954"/>
      <w:bookmarkStart w:id="198" w:name="_Toc401575662"/>
      <w:bookmarkEnd w:id="186"/>
      <w:r w:rsidRPr="00453386">
        <w:t xml:space="preserve">Индексы цен на отдельные группы и виды </w:t>
      </w:r>
      <w:r w:rsidR="00BA71CB">
        <w:br/>
      </w:r>
      <w:r w:rsidRPr="00453386">
        <w:t>продовольственных товаров</w:t>
      </w:r>
      <w:bookmarkEnd w:id="195"/>
      <w:bookmarkEnd w:id="196"/>
      <w:bookmarkEnd w:id="197"/>
    </w:p>
    <w:p w14:paraId="15B8522D" w14:textId="77777777" w:rsidR="0031223F" w:rsidRPr="00453386" w:rsidRDefault="0031223F" w:rsidP="0031223F">
      <w:pPr>
        <w:spacing w:after="60"/>
        <w:jc w:val="right"/>
        <w:rPr>
          <w:b/>
          <w:sz w:val="20"/>
        </w:rPr>
      </w:pPr>
      <w:r w:rsidRPr="00453386">
        <w:rPr>
          <w:b/>
          <w:sz w:val="20"/>
        </w:rPr>
        <w:t>на конец периода; в процентах</w:t>
      </w:r>
    </w:p>
    <w:tbl>
      <w:tblPr>
        <w:tblW w:w="90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5"/>
        <w:gridCol w:w="1134"/>
        <w:gridCol w:w="1135"/>
        <w:gridCol w:w="1135"/>
        <w:gridCol w:w="1135"/>
      </w:tblGrid>
      <w:tr w:rsidR="007A2433" w:rsidRPr="0092070A" w14:paraId="75837EC6" w14:textId="77777777" w:rsidTr="007A2433">
        <w:trPr>
          <w:cantSplit/>
          <w:trHeight w:val="283"/>
          <w:jc w:val="center"/>
        </w:trPr>
        <w:tc>
          <w:tcPr>
            <w:tcW w:w="4535" w:type="dxa"/>
            <w:vMerge w:val="restart"/>
            <w:vAlign w:val="center"/>
          </w:tcPr>
          <w:p w14:paraId="5B354D94" w14:textId="77777777" w:rsidR="007A2433" w:rsidRPr="0092070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bookmarkStart w:id="199" w:name="_Toc22292255"/>
            <w:bookmarkStart w:id="200" w:name="_Toc27990898"/>
            <w:bookmarkEnd w:id="198"/>
          </w:p>
        </w:tc>
        <w:tc>
          <w:tcPr>
            <w:tcW w:w="3404" w:type="dxa"/>
            <w:gridSpan w:val="3"/>
            <w:vAlign w:val="center"/>
          </w:tcPr>
          <w:p w14:paraId="26EE20AD" w14:textId="65AB6348" w:rsidR="007A2433" w:rsidRPr="00F60282" w:rsidRDefault="008476A0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7A2433" w:rsidRPr="00F60282">
              <w:rPr>
                <w:b/>
                <w:sz w:val="20"/>
              </w:rPr>
              <w:t xml:space="preserve"> 2024 к</w:t>
            </w:r>
          </w:p>
        </w:tc>
        <w:tc>
          <w:tcPr>
            <w:tcW w:w="1135" w:type="dxa"/>
            <w:vMerge w:val="restart"/>
            <w:vAlign w:val="center"/>
          </w:tcPr>
          <w:p w14:paraId="186854A2" w14:textId="15B3E472" w:rsidR="007A2433" w:rsidRPr="00F60282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F60282">
              <w:rPr>
                <w:b/>
                <w:sz w:val="20"/>
              </w:rPr>
              <w:t>Справочно</w:t>
            </w:r>
            <w:proofErr w:type="spellEnd"/>
            <w:r w:rsidRPr="00F60282">
              <w:rPr>
                <w:b/>
                <w:sz w:val="20"/>
              </w:rPr>
              <w:t>:</w:t>
            </w:r>
            <w:r w:rsidRPr="00F60282">
              <w:rPr>
                <w:b/>
                <w:sz w:val="20"/>
              </w:rPr>
              <w:br/>
            </w:r>
            <w:r w:rsidR="008476A0">
              <w:rPr>
                <w:b/>
                <w:sz w:val="20"/>
              </w:rPr>
              <w:t>сентябрь</w:t>
            </w:r>
            <w:r w:rsidRPr="00F60282">
              <w:rPr>
                <w:b/>
                <w:sz w:val="20"/>
              </w:rPr>
              <w:br/>
              <w:t>2023</w:t>
            </w:r>
            <w:r w:rsidRPr="00F60282">
              <w:rPr>
                <w:b/>
                <w:sz w:val="20"/>
              </w:rPr>
              <w:br/>
              <w:t>к декабрю</w:t>
            </w:r>
            <w:r w:rsidRPr="00F60282">
              <w:rPr>
                <w:b/>
                <w:sz w:val="20"/>
              </w:rPr>
              <w:br/>
              <w:t>2022</w:t>
            </w:r>
          </w:p>
        </w:tc>
      </w:tr>
      <w:tr w:rsidR="007A2433" w:rsidRPr="0092070A" w14:paraId="7071FF52" w14:textId="77777777" w:rsidTr="007A2433">
        <w:trPr>
          <w:cantSplit/>
          <w:trHeight w:val="283"/>
          <w:jc w:val="center"/>
        </w:trPr>
        <w:tc>
          <w:tcPr>
            <w:tcW w:w="4535" w:type="dxa"/>
            <w:vMerge/>
            <w:vAlign w:val="center"/>
          </w:tcPr>
          <w:p w14:paraId="50A36D69" w14:textId="77777777" w:rsidR="007A2433" w:rsidRPr="0092070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28A93C2C" w14:textId="5AA12094" w:rsidR="007A2433" w:rsidRPr="00F60282" w:rsidRDefault="008476A0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F60282">
              <w:rPr>
                <w:b/>
                <w:sz w:val="20"/>
              </w:rPr>
              <w:br/>
              <w:t>2024</w:t>
            </w:r>
          </w:p>
        </w:tc>
        <w:tc>
          <w:tcPr>
            <w:tcW w:w="1135" w:type="dxa"/>
            <w:vAlign w:val="center"/>
          </w:tcPr>
          <w:p w14:paraId="7F763474" w14:textId="77777777" w:rsidR="007A2433" w:rsidRPr="00F60282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F60282">
              <w:rPr>
                <w:b/>
                <w:sz w:val="20"/>
              </w:rPr>
              <w:t>декабрю</w:t>
            </w:r>
            <w:r w:rsidRPr="00F60282">
              <w:rPr>
                <w:b/>
                <w:sz w:val="20"/>
              </w:rPr>
              <w:br/>
              <w:t>2023</w:t>
            </w:r>
          </w:p>
        </w:tc>
        <w:tc>
          <w:tcPr>
            <w:tcW w:w="1135" w:type="dxa"/>
            <w:vAlign w:val="center"/>
          </w:tcPr>
          <w:p w14:paraId="74C7497D" w14:textId="769E22A7" w:rsidR="007A2433" w:rsidRPr="00F60282" w:rsidRDefault="008476A0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7A2433" w:rsidRPr="00F60282">
              <w:rPr>
                <w:b/>
                <w:sz w:val="20"/>
              </w:rPr>
              <w:br/>
              <w:t>2023</w:t>
            </w:r>
          </w:p>
        </w:tc>
        <w:tc>
          <w:tcPr>
            <w:tcW w:w="1135" w:type="dxa"/>
            <w:vMerge/>
            <w:vAlign w:val="center"/>
          </w:tcPr>
          <w:p w14:paraId="1C5B2A49" w14:textId="77777777" w:rsidR="007A2433" w:rsidRPr="00253420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D35264" w:rsidRPr="0092070A" w14:paraId="64B2625A" w14:textId="77777777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605CCD98" w14:textId="77777777" w:rsidR="00D35264" w:rsidRPr="0092070A" w:rsidRDefault="00D35264" w:rsidP="00D35264">
            <w:pPr>
              <w:ind w:right="-68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Продовольственные товары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>без алкогольных напитков</w:t>
            </w:r>
          </w:p>
        </w:tc>
        <w:tc>
          <w:tcPr>
            <w:tcW w:w="1134" w:type="dxa"/>
            <w:vAlign w:val="bottom"/>
          </w:tcPr>
          <w:p w14:paraId="63483422" w14:textId="3C4D80B3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100,0</w:t>
            </w:r>
          </w:p>
        </w:tc>
        <w:tc>
          <w:tcPr>
            <w:tcW w:w="1135" w:type="dxa"/>
            <w:vAlign w:val="bottom"/>
          </w:tcPr>
          <w:p w14:paraId="6404D61D" w14:textId="6C5C539C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103,6</w:t>
            </w:r>
          </w:p>
        </w:tc>
        <w:tc>
          <w:tcPr>
            <w:tcW w:w="1135" w:type="dxa"/>
            <w:vAlign w:val="bottom"/>
          </w:tcPr>
          <w:p w14:paraId="2897079B" w14:textId="08C569FD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109,1</w:t>
            </w:r>
          </w:p>
        </w:tc>
        <w:tc>
          <w:tcPr>
            <w:tcW w:w="1135" w:type="dxa"/>
            <w:vAlign w:val="bottom"/>
          </w:tcPr>
          <w:p w14:paraId="450B7C75" w14:textId="76C7535A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103,9</w:t>
            </w:r>
          </w:p>
        </w:tc>
      </w:tr>
      <w:tr w:rsidR="00D35264" w:rsidRPr="0092070A" w14:paraId="01A73621" w14:textId="77777777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2A740C56" w14:textId="77777777"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мясопродукты</w:t>
            </w:r>
          </w:p>
        </w:tc>
        <w:tc>
          <w:tcPr>
            <w:tcW w:w="1134" w:type="dxa"/>
            <w:vAlign w:val="bottom"/>
          </w:tcPr>
          <w:p w14:paraId="4109F976" w14:textId="384B73C1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100,1</w:t>
            </w:r>
          </w:p>
        </w:tc>
        <w:tc>
          <w:tcPr>
            <w:tcW w:w="1135" w:type="dxa"/>
            <w:vAlign w:val="bottom"/>
          </w:tcPr>
          <w:p w14:paraId="36B402E1" w14:textId="61F3D079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102,4</w:t>
            </w:r>
          </w:p>
        </w:tc>
        <w:tc>
          <w:tcPr>
            <w:tcW w:w="1135" w:type="dxa"/>
            <w:vAlign w:val="bottom"/>
          </w:tcPr>
          <w:p w14:paraId="32DF3181" w14:textId="2A842210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106,4</w:t>
            </w:r>
          </w:p>
        </w:tc>
        <w:tc>
          <w:tcPr>
            <w:tcW w:w="1135" w:type="dxa"/>
            <w:vAlign w:val="bottom"/>
          </w:tcPr>
          <w:p w14:paraId="377AEB72" w14:textId="7ECB99E2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106,6</w:t>
            </w:r>
          </w:p>
        </w:tc>
      </w:tr>
      <w:tr w:rsidR="00D35264" w:rsidRPr="0092070A" w14:paraId="22B031DE" w14:textId="77777777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06D44EEF" w14:textId="77777777"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рыбопродукты</w:t>
            </w:r>
          </w:p>
        </w:tc>
        <w:tc>
          <w:tcPr>
            <w:tcW w:w="1134" w:type="dxa"/>
            <w:vAlign w:val="bottom"/>
          </w:tcPr>
          <w:p w14:paraId="19E4CA1F" w14:textId="717C5031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101,1</w:t>
            </w:r>
          </w:p>
        </w:tc>
        <w:tc>
          <w:tcPr>
            <w:tcW w:w="1135" w:type="dxa"/>
            <w:vAlign w:val="bottom"/>
          </w:tcPr>
          <w:p w14:paraId="792AB514" w14:textId="05827ED7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104,7</w:t>
            </w:r>
          </w:p>
        </w:tc>
        <w:tc>
          <w:tcPr>
            <w:tcW w:w="1135" w:type="dxa"/>
            <w:vAlign w:val="bottom"/>
          </w:tcPr>
          <w:p w14:paraId="7671B018" w14:textId="50BA9F58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112,8</w:t>
            </w:r>
          </w:p>
        </w:tc>
        <w:tc>
          <w:tcPr>
            <w:tcW w:w="1135" w:type="dxa"/>
            <w:vAlign w:val="bottom"/>
          </w:tcPr>
          <w:p w14:paraId="027D79A4" w14:textId="1E3C97B7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108,4</w:t>
            </w:r>
          </w:p>
        </w:tc>
      </w:tr>
      <w:tr w:rsidR="00D35264" w:rsidRPr="0092070A" w14:paraId="2AF676F7" w14:textId="77777777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5C75C859" w14:textId="77777777"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масло сливочное</w:t>
            </w:r>
          </w:p>
        </w:tc>
        <w:tc>
          <w:tcPr>
            <w:tcW w:w="1134" w:type="dxa"/>
            <w:vAlign w:val="bottom"/>
          </w:tcPr>
          <w:p w14:paraId="2D93DFBE" w14:textId="11E4BE3A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102,7</w:t>
            </w:r>
          </w:p>
        </w:tc>
        <w:tc>
          <w:tcPr>
            <w:tcW w:w="1135" w:type="dxa"/>
            <w:vAlign w:val="bottom"/>
          </w:tcPr>
          <w:p w14:paraId="1CFB3499" w14:textId="4FA976FE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111,0</w:t>
            </w:r>
          </w:p>
        </w:tc>
        <w:tc>
          <w:tcPr>
            <w:tcW w:w="1135" w:type="dxa"/>
            <w:vAlign w:val="bottom"/>
          </w:tcPr>
          <w:p w14:paraId="6C1D8A60" w14:textId="3FFBB53D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110,9</w:t>
            </w:r>
          </w:p>
        </w:tc>
        <w:tc>
          <w:tcPr>
            <w:tcW w:w="1135" w:type="dxa"/>
            <w:vAlign w:val="bottom"/>
          </w:tcPr>
          <w:p w14:paraId="445278F0" w14:textId="5192F996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101,5</w:t>
            </w:r>
          </w:p>
        </w:tc>
      </w:tr>
      <w:tr w:rsidR="00D35264" w:rsidRPr="0092070A" w14:paraId="24F2769B" w14:textId="77777777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4C3EAB29" w14:textId="77777777"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масло подсолнечное</w:t>
            </w:r>
          </w:p>
        </w:tc>
        <w:tc>
          <w:tcPr>
            <w:tcW w:w="1134" w:type="dxa"/>
            <w:vAlign w:val="bottom"/>
          </w:tcPr>
          <w:p w14:paraId="1B391E09" w14:textId="0B090EE6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101,0</w:t>
            </w:r>
          </w:p>
        </w:tc>
        <w:tc>
          <w:tcPr>
            <w:tcW w:w="1135" w:type="dxa"/>
            <w:vAlign w:val="bottom"/>
          </w:tcPr>
          <w:p w14:paraId="79420673" w14:textId="47B6D98F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102,2</w:t>
            </w:r>
          </w:p>
        </w:tc>
        <w:tc>
          <w:tcPr>
            <w:tcW w:w="1135" w:type="dxa"/>
            <w:vAlign w:val="bottom"/>
          </w:tcPr>
          <w:p w14:paraId="74FE590B" w14:textId="42D12D54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106,3</w:t>
            </w:r>
          </w:p>
        </w:tc>
        <w:tc>
          <w:tcPr>
            <w:tcW w:w="1135" w:type="dxa"/>
            <w:vAlign w:val="bottom"/>
          </w:tcPr>
          <w:p w14:paraId="5CAAF128" w14:textId="6D34D238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96,6</w:t>
            </w:r>
          </w:p>
        </w:tc>
      </w:tr>
      <w:tr w:rsidR="00D35264" w:rsidRPr="0092070A" w14:paraId="2CDBC20D" w14:textId="77777777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04BCE171" w14:textId="77777777"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молоко и молочная продукция</w:t>
            </w:r>
          </w:p>
        </w:tc>
        <w:tc>
          <w:tcPr>
            <w:tcW w:w="1134" w:type="dxa"/>
            <w:vAlign w:val="bottom"/>
          </w:tcPr>
          <w:p w14:paraId="5D216A51" w14:textId="0F63DC4C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102,1</w:t>
            </w:r>
          </w:p>
        </w:tc>
        <w:tc>
          <w:tcPr>
            <w:tcW w:w="1135" w:type="dxa"/>
            <w:vAlign w:val="bottom"/>
          </w:tcPr>
          <w:p w14:paraId="65F87D17" w14:textId="7B475B0E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104,7</w:t>
            </w:r>
          </w:p>
        </w:tc>
        <w:tc>
          <w:tcPr>
            <w:tcW w:w="1135" w:type="dxa"/>
            <w:vAlign w:val="bottom"/>
          </w:tcPr>
          <w:p w14:paraId="08E3C921" w14:textId="09E18342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106,4</w:t>
            </w:r>
          </w:p>
        </w:tc>
        <w:tc>
          <w:tcPr>
            <w:tcW w:w="1135" w:type="dxa"/>
            <w:vAlign w:val="bottom"/>
          </w:tcPr>
          <w:p w14:paraId="25A7AE70" w14:textId="4773019C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100,5</w:t>
            </w:r>
          </w:p>
        </w:tc>
      </w:tr>
      <w:tr w:rsidR="00D35264" w:rsidRPr="0092070A" w14:paraId="030AAF3F" w14:textId="77777777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05B02B84" w14:textId="77777777"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яйца</w:t>
            </w:r>
          </w:p>
        </w:tc>
        <w:tc>
          <w:tcPr>
            <w:tcW w:w="1134" w:type="dxa"/>
            <w:vAlign w:val="bottom"/>
          </w:tcPr>
          <w:p w14:paraId="528222AC" w14:textId="6239AF25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99,0</w:t>
            </w:r>
          </w:p>
        </w:tc>
        <w:tc>
          <w:tcPr>
            <w:tcW w:w="1135" w:type="dxa"/>
            <w:vAlign w:val="bottom"/>
          </w:tcPr>
          <w:p w14:paraId="6578F168" w14:textId="4894095E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79,4</w:t>
            </w:r>
          </w:p>
        </w:tc>
        <w:tc>
          <w:tcPr>
            <w:tcW w:w="1135" w:type="dxa"/>
            <w:vAlign w:val="bottom"/>
          </w:tcPr>
          <w:p w14:paraId="6BD20336" w14:textId="6E9E7F11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138,3</w:t>
            </w:r>
          </w:p>
        </w:tc>
        <w:tc>
          <w:tcPr>
            <w:tcW w:w="1135" w:type="dxa"/>
            <w:vAlign w:val="bottom"/>
          </w:tcPr>
          <w:p w14:paraId="72D2260D" w14:textId="5DEBEBEA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103,5</w:t>
            </w:r>
          </w:p>
        </w:tc>
      </w:tr>
      <w:tr w:rsidR="00D35264" w:rsidRPr="0092070A" w14:paraId="118ABC19" w14:textId="77777777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4BF1B45D" w14:textId="77777777"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сахар-песок</w:t>
            </w:r>
          </w:p>
        </w:tc>
        <w:tc>
          <w:tcPr>
            <w:tcW w:w="1134" w:type="dxa"/>
            <w:vAlign w:val="bottom"/>
          </w:tcPr>
          <w:p w14:paraId="12A141A3" w14:textId="75931DA6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97,2</w:t>
            </w:r>
          </w:p>
        </w:tc>
        <w:tc>
          <w:tcPr>
            <w:tcW w:w="1135" w:type="dxa"/>
            <w:vAlign w:val="bottom"/>
          </w:tcPr>
          <w:p w14:paraId="4F5FB945" w14:textId="7D7593AD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104,1</w:t>
            </w:r>
          </w:p>
        </w:tc>
        <w:tc>
          <w:tcPr>
            <w:tcW w:w="1135" w:type="dxa"/>
            <w:vAlign w:val="bottom"/>
          </w:tcPr>
          <w:p w14:paraId="2653689B" w14:textId="744F5D4F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95,7</w:t>
            </w:r>
          </w:p>
        </w:tc>
        <w:tc>
          <w:tcPr>
            <w:tcW w:w="1135" w:type="dxa"/>
            <w:vAlign w:val="bottom"/>
          </w:tcPr>
          <w:p w14:paraId="68E0C24C" w14:textId="76301039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118,2</w:t>
            </w:r>
          </w:p>
        </w:tc>
      </w:tr>
      <w:tr w:rsidR="00D35264" w:rsidRPr="0092070A" w14:paraId="5934CBEC" w14:textId="77777777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125EC06F" w14:textId="77777777"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хлеб и хлебобулочные изделия</w:t>
            </w:r>
          </w:p>
        </w:tc>
        <w:tc>
          <w:tcPr>
            <w:tcW w:w="1134" w:type="dxa"/>
            <w:vAlign w:val="bottom"/>
          </w:tcPr>
          <w:p w14:paraId="58092263" w14:textId="59736C30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101,6</w:t>
            </w:r>
          </w:p>
        </w:tc>
        <w:tc>
          <w:tcPr>
            <w:tcW w:w="1135" w:type="dxa"/>
            <w:vAlign w:val="bottom"/>
          </w:tcPr>
          <w:p w14:paraId="7179156A" w14:textId="75FAAB4F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106,7</w:t>
            </w:r>
          </w:p>
        </w:tc>
        <w:tc>
          <w:tcPr>
            <w:tcW w:w="1135" w:type="dxa"/>
            <w:vAlign w:val="bottom"/>
          </w:tcPr>
          <w:p w14:paraId="4D378176" w14:textId="6919DB52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107,9</w:t>
            </w:r>
          </w:p>
        </w:tc>
        <w:tc>
          <w:tcPr>
            <w:tcW w:w="1135" w:type="dxa"/>
            <w:vAlign w:val="bottom"/>
          </w:tcPr>
          <w:p w14:paraId="656E72BE" w14:textId="34A78049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102,9</w:t>
            </w:r>
          </w:p>
        </w:tc>
      </w:tr>
      <w:tr w:rsidR="00D35264" w:rsidRPr="0092070A" w14:paraId="1988E8E0" w14:textId="77777777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598001F6" w14:textId="77777777"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крупа и бобовые</w:t>
            </w:r>
          </w:p>
        </w:tc>
        <w:tc>
          <w:tcPr>
            <w:tcW w:w="1134" w:type="dxa"/>
            <w:vAlign w:val="bottom"/>
          </w:tcPr>
          <w:p w14:paraId="1ED8236B" w14:textId="77718E9F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100,2</w:t>
            </w:r>
          </w:p>
        </w:tc>
        <w:tc>
          <w:tcPr>
            <w:tcW w:w="1135" w:type="dxa"/>
            <w:vAlign w:val="bottom"/>
          </w:tcPr>
          <w:p w14:paraId="64D38CAC" w14:textId="06B2CBAE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99,1</w:t>
            </w:r>
          </w:p>
        </w:tc>
        <w:tc>
          <w:tcPr>
            <w:tcW w:w="1135" w:type="dxa"/>
            <w:vAlign w:val="bottom"/>
          </w:tcPr>
          <w:p w14:paraId="22C8834B" w14:textId="197016F2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104,7</w:t>
            </w:r>
          </w:p>
        </w:tc>
        <w:tc>
          <w:tcPr>
            <w:tcW w:w="1135" w:type="dxa"/>
            <w:vAlign w:val="bottom"/>
          </w:tcPr>
          <w:p w14:paraId="0161A1CD" w14:textId="733487D6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96,2</w:t>
            </w:r>
          </w:p>
        </w:tc>
      </w:tr>
      <w:tr w:rsidR="00D35264" w:rsidRPr="0092070A" w14:paraId="10129AF7" w14:textId="77777777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345AA415" w14:textId="77777777"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макаронные изделия</w:t>
            </w:r>
          </w:p>
        </w:tc>
        <w:tc>
          <w:tcPr>
            <w:tcW w:w="1134" w:type="dxa"/>
            <w:vAlign w:val="bottom"/>
          </w:tcPr>
          <w:p w14:paraId="14557C48" w14:textId="233C1DF2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9</w:t>
            </w:r>
            <w:r>
              <w:rPr>
                <w:b/>
                <w:sz w:val="20"/>
              </w:rPr>
              <w:t>9</w:t>
            </w:r>
            <w:r w:rsidRPr="00201E6B">
              <w:rPr>
                <w:b/>
                <w:sz w:val="20"/>
              </w:rPr>
              <w:t>,1</w:t>
            </w:r>
          </w:p>
        </w:tc>
        <w:tc>
          <w:tcPr>
            <w:tcW w:w="1135" w:type="dxa"/>
            <w:vAlign w:val="bottom"/>
          </w:tcPr>
          <w:p w14:paraId="2E8D8C4B" w14:textId="04E4DA52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101,1</w:t>
            </w:r>
          </w:p>
        </w:tc>
        <w:tc>
          <w:tcPr>
            <w:tcW w:w="1135" w:type="dxa"/>
            <w:vAlign w:val="bottom"/>
          </w:tcPr>
          <w:p w14:paraId="074BE8F0" w14:textId="1AD01B96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100,1</w:t>
            </w:r>
          </w:p>
        </w:tc>
        <w:tc>
          <w:tcPr>
            <w:tcW w:w="1135" w:type="dxa"/>
            <w:vAlign w:val="bottom"/>
          </w:tcPr>
          <w:p w14:paraId="0633E631" w14:textId="1E923203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96,3</w:t>
            </w:r>
          </w:p>
        </w:tc>
      </w:tr>
      <w:tr w:rsidR="00D35264" w:rsidRPr="0092070A" w14:paraId="616223B8" w14:textId="77777777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34CFB78E" w14:textId="77777777"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плодоовощная продукция,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>включая картофель</w:t>
            </w:r>
          </w:p>
        </w:tc>
        <w:tc>
          <w:tcPr>
            <w:tcW w:w="1134" w:type="dxa"/>
            <w:vAlign w:val="bottom"/>
          </w:tcPr>
          <w:p w14:paraId="1FC19F2A" w14:textId="7327C016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97,5</w:t>
            </w:r>
          </w:p>
        </w:tc>
        <w:tc>
          <w:tcPr>
            <w:tcW w:w="1135" w:type="dxa"/>
            <w:vAlign w:val="bottom"/>
          </w:tcPr>
          <w:p w14:paraId="6203BE8C" w14:textId="32175D6B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106,1</w:t>
            </w:r>
          </w:p>
        </w:tc>
        <w:tc>
          <w:tcPr>
            <w:tcW w:w="1135" w:type="dxa"/>
            <w:vAlign w:val="bottom"/>
          </w:tcPr>
          <w:p w14:paraId="44B1F077" w14:textId="32CC1277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121,3</w:t>
            </w:r>
          </w:p>
        </w:tc>
        <w:tc>
          <w:tcPr>
            <w:tcW w:w="1135" w:type="dxa"/>
            <w:vAlign w:val="bottom"/>
          </w:tcPr>
          <w:p w14:paraId="7962E117" w14:textId="7C90BAC2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104,6</w:t>
            </w:r>
          </w:p>
        </w:tc>
      </w:tr>
      <w:tr w:rsidR="00D35264" w:rsidRPr="0092070A" w14:paraId="72186EE1" w14:textId="77777777" w:rsidTr="00D35264">
        <w:trPr>
          <w:cantSplit/>
          <w:trHeight w:val="227"/>
          <w:jc w:val="center"/>
        </w:trPr>
        <w:tc>
          <w:tcPr>
            <w:tcW w:w="4535" w:type="dxa"/>
            <w:vAlign w:val="bottom"/>
          </w:tcPr>
          <w:p w14:paraId="0D012722" w14:textId="77777777" w:rsidR="00D35264" w:rsidRPr="0092070A" w:rsidRDefault="00D35264" w:rsidP="00D35264">
            <w:pPr>
              <w:jc w:val="left"/>
              <w:rPr>
                <w:b/>
                <w:sz w:val="20"/>
                <w:highlight w:val="yellow"/>
              </w:rPr>
            </w:pPr>
            <w:r w:rsidRPr="0092070A">
              <w:rPr>
                <w:b/>
                <w:sz w:val="20"/>
              </w:rPr>
              <w:t>Алкогольные напитки</w:t>
            </w:r>
          </w:p>
        </w:tc>
        <w:tc>
          <w:tcPr>
            <w:tcW w:w="1134" w:type="dxa"/>
            <w:vAlign w:val="bottom"/>
          </w:tcPr>
          <w:p w14:paraId="0046FC4D" w14:textId="5D661589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99,9</w:t>
            </w:r>
          </w:p>
        </w:tc>
        <w:tc>
          <w:tcPr>
            <w:tcW w:w="1135" w:type="dxa"/>
            <w:vAlign w:val="bottom"/>
          </w:tcPr>
          <w:p w14:paraId="3E49CB3F" w14:textId="399A49AF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103,1</w:t>
            </w:r>
          </w:p>
        </w:tc>
        <w:tc>
          <w:tcPr>
            <w:tcW w:w="1135" w:type="dxa"/>
            <w:vAlign w:val="bottom"/>
          </w:tcPr>
          <w:p w14:paraId="30070F59" w14:textId="5BE7262C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103,3</w:t>
            </w:r>
          </w:p>
        </w:tc>
        <w:tc>
          <w:tcPr>
            <w:tcW w:w="1135" w:type="dxa"/>
            <w:vAlign w:val="bottom"/>
          </w:tcPr>
          <w:p w14:paraId="19E49AEE" w14:textId="00E5ECCA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201E6B">
              <w:rPr>
                <w:b/>
                <w:sz w:val="20"/>
              </w:rPr>
              <w:t>101,2</w:t>
            </w:r>
          </w:p>
        </w:tc>
      </w:tr>
    </w:tbl>
    <w:p w14:paraId="2E62A673" w14:textId="55ECD02E" w:rsidR="00063164" w:rsidRPr="00D83A43" w:rsidRDefault="00C20B55" w:rsidP="00D35264">
      <w:pPr>
        <w:pStyle w:val="3"/>
        <w:spacing w:before="240"/>
        <w:ind w:right="0" w:firstLine="709"/>
        <w:jc w:val="both"/>
        <w:rPr>
          <w:b w:val="0"/>
          <w:lang w:eastAsia="x-none"/>
        </w:rPr>
      </w:pPr>
      <w:bookmarkStart w:id="201" w:name="_Toc181255955"/>
      <w:r w:rsidRPr="00C20B55">
        <w:rPr>
          <w:lang w:val="x-none" w:eastAsia="x-none"/>
        </w:rPr>
        <w:t>Стоимость условного (минимального) набора продуктов питания</w:t>
      </w:r>
      <w:r w:rsidRPr="00C20B55">
        <w:rPr>
          <w:b w:val="0"/>
          <w:lang w:val="x-none" w:eastAsia="x-none"/>
        </w:rPr>
        <w:t xml:space="preserve"> по области </w:t>
      </w:r>
      <w:r w:rsidRPr="00C20B55">
        <w:rPr>
          <w:b w:val="0"/>
          <w:lang w:val="x-none" w:eastAsia="x-none"/>
        </w:rPr>
        <w:br/>
      </w:r>
      <w:bookmarkEnd w:id="199"/>
      <w:bookmarkEnd w:id="200"/>
      <w:r w:rsidR="00666DB9" w:rsidRPr="00666DB9">
        <w:rPr>
          <w:b w:val="0"/>
          <w:lang w:val="x-none" w:eastAsia="x-none"/>
        </w:rPr>
        <w:t xml:space="preserve">в </w:t>
      </w:r>
      <w:r w:rsidR="00666DB9" w:rsidRPr="00D83A43">
        <w:rPr>
          <w:b w:val="0"/>
          <w:lang w:val="x-none" w:eastAsia="x-none"/>
        </w:rPr>
        <w:t xml:space="preserve">среднем на конец </w:t>
      </w:r>
      <w:r w:rsidR="00D8138A">
        <w:rPr>
          <w:b w:val="0"/>
          <w:lang w:eastAsia="x-none"/>
        </w:rPr>
        <w:t>сентября</w:t>
      </w:r>
      <w:r w:rsidR="00773774" w:rsidRPr="00D83A43">
        <w:rPr>
          <w:b w:val="0"/>
          <w:lang w:eastAsia="x-none"/>
        </w:rPr>
        <w:t xml:space="preserve"> </w:t>
      </w:r>
      <w:r w:rsidR="00666DB9" w:rsidRPr="00D83A43">
        <w:rPr>
          <w:b w:val="0"/>
          <w:lang w:val="x-none" w:eastAsia="x-none"/>
        </w:rPr>
        <w:t>202</w:t>
      </w:r>
      <w:r w:rsidR="00621B67" w:rsidRPr="00D83A43">
        <w:rPr>
          <w:b w:val="0"/>
          <w:lang w:eastAsia="x-none"/>
        </w:rPr>
        <w:t>4</w:t>
      </w:r>
      <w:r w:rsidR="00666DB9" w:rsidRPr="00D83A43">
        <w:rPr>
          <w:b w:val="0"/>
          <w:lang w:val="x-none" w:eastAsia="x-none"/>
        </w:rPr>
        <w:t xml:space="preserve"> года составила </w:t>
      </w:r>
      <w:r w:rsidR="00D35264" w:rsidRPr="00D35264">
        <w:rPr>
          <w:rFonts w:eastAsia="Calibri"/>
          <w:b w:val="0"/>
          <w:bCs/>
          <w:szCs w:val="24"/>
          <w:lang w:eastAsia="en-US"/>
        </w:rPr>
        <w:t>6118,78</w:t>
      </w:r>
      <w:r w:rsidR="00D83A43" w:rsidRPr="00D83A43">
        <w:rPr>
          <w:color w:val="000000"/>
        </w:rPr>
        <w:t xml:space="preserve"> </w:t>
      </w:r>
      <w:r w:rsidR="007A2433" w:rsidRPr="00D83A43">
        <w:rPr>
          <w:b w:val="0"/>
          <w:bCs/>
          <w:lang w:val="x-none" w:eastAsia="x-none"/>
        </w:rPr>
        <w:t>рубл</w:t>
      </w:r>
      <w:r w:rsidR="007A2433" w:rsidRPr="00D83A43">
        <w:rPr>
          <w:b w:val="0"/>
          <w:bCs/>
          <w:lang w:eastAsia="x-none"/>
        </w:rPr>
        <w:t>я</w:t>
      </w:r>
      <w:r w:rsidR="007A2433" w:rsidRPr="00D83A43">
        <w:rPr>
          <w:b w:val="0"/>
          <w:lang w:val="x-none" w:eastAsia="x-none"/>
        </w:rPr>
        <w:t xml:space="preserve"> в расчете на </w:t>
      </w:r>
      <w:r w:rsidR="007A2433" w:rsidRPr="00D83A43">
        <w:rPr>
          <w:b w:val="0"/>
          <w:lang w:eastAsia="x-none"/>
        </w:rPr>
        <w:t>одного</w:t>
      </w:r>
      <w:r w:rsidR="007A2433" w:rsidRPr="00D83A43">
        <w:rPr>
          <w:b w:val="0"/>
          <w:lang w:val="x-none" w:eastAsia="x-none"/>
        </w:rPr>
        <w:t xml:space="preserve"> человека и за </w:t>
      </w:r>
      <w:r w:rsidR="007A2433" w:rsidRPr="00D35264">
        <w:rPr>
          <w:b w:val="0"/>
          <w:lang w:val="x-none" w:eastAsia="x-none"/>
        </w:rPr>
        <w:t xml:space="preserve">месяц </w:t>
      </w:r>
      <w:r w:rsidR="00D83A43" w:rsidRPr="00D35264">
        <w:rPr>
          <w:b w:val="0"/>
          <w:bCs/>
          <w:color w:val="000000"/>
        </w:rPr>
        <w:t xml:space="preserve">снизилась на </w:t>
      </w:r>
      <w:r w:rsidR="0081247A" w:rsidRPr="00D35264">
        <w:rPr>
          <w:rFonts w:eastAsia="Calibri"/>
          <w:b w:val="0"/>
          <w:bCs/>
          <w:szCs w:val="24"/>
          <w:lang w:eastAsia="en-US"/>
        </w:rPr>
        <w:t>0,</w:t>
      </w:r>
      <w:r w:rsidR="00D35264" w:rsidRPr="00D35264">
        <w:rPr>
          <w:rFonts w:eastAsia="Calibri"/>
          <w:b w:val="0"/>
          <w:bCs/>
          <w:szCs w:val="24"/>
          <w:lang w:eastAsia="en-US"/>
        </w:rPr>
        <w:t>8</w:t>
      </w:r>
      <w:r w:rsidR="00D83A43" w:rsidRPr="00D35264">
        <w:rPr>
          <w:b w:val="0"/>
          <w:bCs/>
          <w:color w:val="000000"/>
        </w:rPr>
        <w:t xml:space="preserve">% (в </w:t>
      </w:r>
      <w:r w:rsidR="008476A0" w:rsidRPr="00D35264">
        <w:rPr>
          <w:b w:val="0"/>
          <w:bCs/>
          <w:color w:val="000000"/>
        </w:rPr>
        <w:t>сентябре</w:t>
      </w:r>
      <w:r w:rsidR="00D83A43" w:rsidRPr="00D35264">
        <w:rPr>
          <w:b w:val="0"/>
          <w:bCs/>
          <w:color w:val="000000"/>
        </w:rPr>
        <w:t xml:space="preserve"> 2023 года – на </w:t>
      </w:r>
      <w:r w:rsidR="0081247A" w:rsidRPr="00D35264">
        <w:rPr>
          <w:rFonts w:eastAsia="Calibri"/>
          <w:b w:val="0"/>
          <w:bCs/>
          <w:szCs w:val="24"/>
          <w:lang w:eastAsia="en-US"/>
        </w:rPr>
        <w:t>1,6</w:t>
      </w:r>
      <w:r w:rsidR="00D83A43" w:rsidRPr="00D35264">
        <w:rPr>
          <w:b w:val="0"/>
          <w:bCs/>
          <w:color w:val="000000"/>
        </w:rPr>
        <w:t>%).</w:t>
      </w:r>
      <w:bookmarkEnd w:id="201"/>
    </w:p>
    <w:p w14:paraId="1998553C" w14:textId="265CD60C" w:rsidR="00D35264" w:rsidRDefault="00C20B55" w:rsidP="00D35264">
      <w:pPr>
        <w:pStyle w:val="3"/>
        <w:spacing w:before="240"/>
        <w:ind w:right="0" w:firstLine="709"/>
        <w:jc w:val="both"/>
        <w:rPr>
          <w:b w:val="0"/>
          <w:color w:val="000000"/>
        </w:rPr>
      </w:pPr>
      <w:bookmarkStart w:id="202" w:name="_Toc181255956"/>
      <w:r w:rsidRPr="008C4249">
        <w:rPr>
          <w:szCs w:val="24"/>
        </w:rPr>
        <w:t>Цены на непродовольственные товары</w:t>
      </w:r>
      <w:r w:rsidRPr="008C4249">
        <w:rPr>
          <w:b w:val="0"/>
          <w:szCs w:val="24"/>
        </w:rPr>
        <w:t xml:space="preserve"> </w:t>
      </w:r>
      <w:r w:rsidR="004B16C0" w:rsidRPr="00D83A43">
        <w:rPr>
          <w:b w:val="0"/>
          <w:szCs w:val="24"/>
        </w:rPr>
        <w:t xml:space="preserve">в </w:t>
      </w:r>
      <w:r w:rsidR="008476A0">
        <w:rPr>
          <w:b w:val="0"/>
          <w:szCs w:val="24"/>
        </w:rPr>
        <w:t>сентябре</w:t>
      </w:r>
      <w:r w:rsidR="00621B67" w:rsidRPr="00D83A43">
        <w:rPr>
          <w:b w:val="0"/>
          <w:szCs w:val="24"/>
        </w:rPr>
        <w:t xml:space="preserve"> 2024</w:t>
      </w:r>
      <w:r w:rsidR="004D0E88" w:rsidRPr="00D83A43">
        <w:rPr>
          <w:b w:val="0"/>
          <w:szCs w:val="24"/>
        </w:rPr>
        <w:t xml:space="preserve"> года по сравнению </w:t>
      </w:r>
      <w:r w:rsidR="004D0E88" w:rsidRPr="00D83A43">
        <w:rPr>
          <w:b w:val="0"/>
          <w:szCs w:val="24"/>
        </w:rPr>
        <w:br/>
      </w:r>
      <w:r w:rsidR="00666DB9" w:rsidRPr="00D83A43">
        <w:rPr>
          <w:b w:val="0"/>
          <w:szCs w:val="24"/>
        </w:rPr>
        <w:t xml:space="preserve">с предыдущим </w:t>
      </w:r>
      <w:r w:rsidR="00666DB9" w:rsidRPr="00D35264">
        <w:rPr>
          <w:b w:val="0"/>
          <w:szCs w:val="24"/>
        </w:rPr>
        <w:t xml:space="preserve">месяцем </w:t>
      </w:r>
      <w:r w:rsidR="007A2433" w:rsidRPr="00D35264">
        <w:rPr>
          <w:b w:val="0"/>
          <w:szCs w:val="24"/>
        </w:rPr>
        <w:t xml:space="preserve">повысились на </w:t>
      </w:r>
      <w:r w:rsidR="0081247A" w:rsidRPr="00D35264">
        <w:rPr>
          <w:rFonts w:eastAsia="Calibri"/>
          <w:b w:val="0"/>
          <w:bCs/>
          <w:szCs w:val="24"/>
          <w:lang w:eastAsia="en-US"/>
        </w:rPr>
        <w:t>0,</w:t>
      </w:r>
      <w:r w:rsidR="00D35264" w:rsidRPr="00D35264">
        <w:rPr>
          <w:rFonts w:eastAsia="Calibri"/>
          <w:b w:val="0"/>
          <w:bCs/>
          <w:szCs w:val="24"/>
          <w:lang w:eastAsia="en-US"/>
        </w:rPr>
        <w:t>3</w:t>
      </w:r>
      <w:r w:rsidR="007A2433" w:rsidRPr="00D35264">
        <w:rPr>
          <w:b w:val="0"/>
          <w:szCs w:val="24"/>
        </w:rPr>
        <w:t xml:space="preserve">% </w:t>
      </w:r>
      <w:r w:rsidR="008C4249" w:rsidRPr="00D35264">
        <w:rPr>
          <w:b w:val="0"/>
          <w:color w:val="000000"/>
        </w:rPr>
        <w:t xml:space="preserve">(в </w:t>
      </w:r>
      <w:r w:rsidR="008476A0" w:rsidRPr="00D35264">
        <w:rPr>
          <w:b w:val="0"/>
          <w:color w:val="000000"/>
        </w:rPr>
        <w:t>сентябре</w:t>
      </w:r>
      <w:r w:rsidR="008C4249" w:rsidRPr="00D35264">
        <w:rPr>
          <w:b w:val="0"/>
          <w:color w:val="000000"/>
        </w:rPr>
        <w:t xml:space="preserve"> 2023 года – на </w:t>
      </w:r>
      <w:r w:rsidR="0081247A" w:rsidRPr="00D35264">
        <w:rPr>
          <w:rFonts w:eastAsia="Calibri"/>
          <w:b w:val="0"/>
          <w:szCs w:val="24"/>
          <w:lang w:eastAsia="en-US"/>
        </w:rPr>
        <w:t>0,</w:t>
      </w:r>
      <w:r w:rsidR="00D35264" w:rsidRPr="00D35264">
        <w:rPr>
          <w:rFonts w:eastAsia="Calibri"/>
          <w:b w:val="0"/>
          <w:szCs w:val="24"/>
          <w:lang w:eastAsia="en-US"/>
        </w:rPr>
        <w:t>5</w:t>
      </w:r>
      <w:r w:rsidR="008C4249" w:rsidRPr="00D35264">
        <w:rPr>
          <w:b w:val="0"/>
          <w:color w:val="000000"/>
        </w:rPr>
        <w:t>%).</w:t>
      </w:r>
      <w:bookmarkEnd w:id="202"/>
    </w:p>
    <w:p w14:paraId="040A8EE8" w14:textId="52E57E89" w:rsidR="0031223F" w:rsidRPr="00B94731" w:rsidRDefault="0031223F" w:rsidP="00E44E85">
      <w:pPr>
        <w:pStyle w:val="3"/>
        <w:spacing w:before="360"/>
        <w:ind w:right="0"/>
      </w:pPr>
      <w:bookmarkStart w:id="203" w:name="_Toc369700774"/>
      <w:bookmarkStart w:id="204" w:name="_Toc383169483"/>
      <w:bookmarkStart w:id="205" w:name="_Toc493779775"/>
      <w:bookmarkStart w:id="206" w:name="_Toc181255957"/>
      <w:bookmarkStart w:id="207" w:name="_Toc369700775"/>
      <w:bookmarkStart w:id="208" w:name="_Toc401575664"/>
      <w:bookmarkStart w:id="209" w:name="_Toc383169485"/>
      <w:r w:rsidRPr="00B94731">
        <w:t xml:space="preserve">Индексы цен на отдельные группы </w:t>
      </w:r>
      <w:r w:rsidR="00011887" w:rsidRPr="00B94731">
        <w:br/>
      </w:r>
      <w:r w:rsidRPr="00B94731">
        <w:t>непродовольственных товаров</w:t>
      </w:r>
      <w:bookmarkEnd w:id="203"/>
      <w:bookmarkEnd w:id="204"/>
      <w:bookmarkEnd w:id="205"/>
      <w:bookmarkEnd w:id="206"/>
    </w:p>
    <w:p w14:paraId="2418FEEC" w14:textId="77777777" w:rsidR="0031223F" w:rsidRPr="007E5246" w:rsidRDefault="0031223F" w:rsidP="0031223F">
      <w:pPr>
        <w:spacing w:after="60"/>
        <w:jc w:val="right"/>
        <w:rPr>
          <w:b/>
          <w:sz w:val="20"/>
        </w:rPr>
      </w:pPr>
      <w:r w:rsidRPr="007E5246">
        <w:rPr>
          <w:b/>
          <w:sz w:val="20"/>
        </w:rPr>
        <w:t>на конец периода; в процентах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79"/>
        <w:gridCol w:w="1129"/>
        <w:gridCol w:w="1129"/>
        <w:gridCol w:w="1129"/>
        <w:gridCol w:w="1205"/>
      </w:tblGrid>
      <w:tr w:rsidR="007A2433" w:rsidRPr="00795321" w14:paraId="562DE4F7" w14:textId="77777777" w:rsidTr="008C4249">
        <w:trPr>
          <w:cantSplit/>
          <w:trHeight w:val="283"/>
          <w:jc w:val="center"/>
        </w:trPr>
        <w:tc>
          <w:tcPr>
            <w:tcW w:w="4479" w:type="dxa"/>
            <w:vMerge w:val="restart"/>
            <w:vAlign w:val="center"/>
          </w:tcPr>
          <w:p w14:paraId="6DF876C1" w14:textId="77777777" w:rsidR="007A2433" w:rsidRPr="0092070A" w:rsidRDefault="007A2433" w:rsidP="007A2433">
            <w:pPr>
              <w:jc w:val="center"/>
              <w:rPr>
                <w:b/>
                <w:sz w:val="20"/>
              </w:rPr>
            </w:pPr>
            <w:bookmarkStart w:id="210" w:name="_Toc21965752"/>
            <w:bookmarkStart w:id="211" w:name="_Toc22052345"/>
            <w:bookmarkStart w:id="212" w:name="_Toc23331291"/>
            <w:bookmarkStart w:id="213" w:name="_Toc493779777"/>
            <w:bookmarkEnd w:id="207"/>
            <w:bookmarkEnd w:id="208"/>
          </w:p>
        </w:tc>
        <w:tc>
          <w:tcPr>
            <w:tcW w:w="3387" w:type="dxa"/>
            <w:gridSpan w:val="3"/>
            <w:vAlign w:val="center"/>
          </w:tcPr>
          <w:p w14:paraId="6FF0ADD7" w14:textId="072FDFB1" w:rsidR="007A2433" w:rsidRPr="00D83A43" w:rsidRDefault="008476A0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7A2433" w:rsidRPr="00D83A43">
              <w:rPr>
                <w:b/>
                <w:sz w:val="20"/>
              </w:rPr>
              <w:t xml:space="preserve"> 2024 к </w:t>
            </w:r>
          </w:p>
        </w:tc>
        <w:tc>
          <w:tcPr>
            <w:tcW w:w="1205" w:type="dxa"/>
            <w:vMerge w:val="restart"/>
            <w:vAlign w:val="center"/>
          </w:tcPr>
          <w:p w14:paraId="7F4A0850" w14:textId="6C878D66" w:rsidR="007A2433" w:rsidRPr="00D83A43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D83A43">
              <w:rPr>
                <w:b/>
                <w:sz w:val="20"/>
              </w:rPr>
              <w:t>Справочно</w:t>
            </w:r>
            <w:proofErr w:type="spellEnd"/>
            <w:r w:rsidRPr="00D83A43">
              <w:rPr>
                <w:b/>
                <w:sz w:val="20"/>
              </w:rPr>
              <w:t>:</w:t>
            </w:r>
            <w:r w:rsidRPr="00D83A43">
              <w:rPr>
                <w:b/>
                <w:sz w:val="20"/>
              </w:rPr>
              <w:br/>
            </w:r>
            <w:r w:rsidR="008476A0">
              <w:rPr>
                <w:b/>
                <w:sz w:val="20"/>
              </w:rPr>
              <w:t>сентябрь</w:t>
            </w:r>
            <w:r w:rsidRPr="00D83A43">
              <w:rPr>
                <w:b/>
                <w:sz w:val="20"/>
              </w:rPr>
              <w:br/>
              <w:t>2023</w:t>
            </w:r>
            <w:r w:rsidRPr="00D83A43">
              <w:rPr>
                <w:b/>
                <w:sz w:val="20"/>
              </w:rPr>
              <w:br/>
              <w:t>к декабрю</w:t>
            </w:r>
            <w:r w:rsidRPr="00D83A43">
              <w:rPr>
                <w:b/>
                <w:sz w:val="20"/>
              </w:rPr>
              <w:br/>
              <w:t>2022</w:t>
            </w:r>
          </w:p>
        </w:tc>
      </w:tr>
      <w:tr w:rsidR="007A2433" w:rsidRPr="00795321" w14:paraId="08FCEE2E" w14:textId="77777777" w:rsidTr="008C4249">
        <w:trPr>
          <w:cantSplit/>
          <w:trHeight w:val="283"/>
          <w:jc w:val="center"/>
        </w:trPr>
        <w:tc>
          <w:tcPr>
            <w:tcW w:w="4479" w:type="dxa"/>
            <w:vMerge/>
            <w:vAlign w:val="center"/>
          </w:tcPr>
          <w:p w14:paraId="39B5B3F8" w14:textId="77777777" w:rsidR="007A2433" w:rsidRPr="0092070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129" w:type="dxa"/>
            <w:vAlign w:val="center"/>
          </w:tcPr>
          <w:p w14:paraId="0AC5FB93" w14:textId="32D06B6E" w:rsidR="007A2433" w:rsidRPr="00D83A43" w:rsidRDefault="008476A0" w:rsidP="00D83A4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D83A43">
              <w:rPr>
                <w:b/>
                <w:sz w:val="20"/>
              </w:rPr>
              <w:br/>
              <w:t>2024</w:t>
            </w:r>
          </w:p>
        </w:tc>
        <w:tc>
          <w:tcPr>
            <w:tcW w:w="1129" w:type="dxa"/>
            <w:vAlign w:val="center"/>
          </w:tcPr>
          <w:p w14:paraId="6850FF01" w14:textId="77777777" w:rsidR="007A2433" w:rsidRPr="00D83A43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D83A43">
              <w:rPr>
                <w:b/>
                <w:sz w:val="20"/>
              </w:rPr>
              <w:t>декабрю</w:t>
            </w:r>
            <w:r w:rsidRPr="00D83A43">
              <w:rPr>
                <w:b/>
                <w:sz w:val="20"/>
              </w:rPr>
              <w:br/>
              <w:t>2023</w:t>
            </w:r>
          </w:p>
        </w:tc>
        <w:tc>
          <w:tcPr>
            <w:tcW w:w="1129" w:type="dxa"/>
            <w:vAlign w:val="center"/>
          </w:tcPr>
          <w:p w14:paraId="0653C9F2" w14:textId="45B77588" w:rsidR="007A2433" w:rsidRPr="00D83A43" w:rsidRDefault="008476A0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7A2433" w:rsidRPr="00D83A43">
              <w:rPr>
                <w:b/>
                <w:sz w:val="20"/>
              </w:rPr>
              <w:br/>
              <w:t>2023</w:t>
            </w:r>
          </w:p>
        </w:tc>
        <w:tc>
          <w:tcPr>
            <w:tcW w:w="1205" w:type="dxa"/>
            <w:vMerge/>
            <w:vAlign w:val="center"/>
          </w:tcPr>
          <w:p w14:paraId="5776F0B3" w14:textId="77777777" w:rsidR="007A2433" w:rsidRPr="00253420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D35264" w:rsidRPr="00795321" w14:paraId="370E1D59" w14:textId="77777777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A4A0472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Ткани</w:t>
            </w:r>
          </w:p>
        </w:tc>
        <w:tc>
          <w:tcPr>
            <w:tcW w:w="1129" w:type="dxa"/>
            <w:vAlign w:val="bottom"/>
          </w:tcPr>
          <w:p w14:paraId="349969EC" w14:textId="4F1611A0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101,8</w:t>
            </w:r>
          </w:p>
        </w:tc>
        <w:tc>
          <w:tcPr>
            <w:tcW w:w="1129" w:type="dxa"/>
            <w:vAlign w:val="bottom"/>
          </w:tcPr>
          <w:p w14:paraId="7C815AC6" w14:textId="01269102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109,7</w:t>
            </w:r>
          </w:p>
        </w:tc>
        <w:tc>
          <w:tcPr>
            <w:tcW w:w="1129" w:type="dxa"/>
            <w:vAlign w:val="bottom"/>
          </w:tcPr>
          <w:p w14:paraId="0984482F" w14:textId="6E10DF51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111,4</w:t>
            </w:r>
          </w:p>
        </w:tc>
        <w:tc>
          <w:tcPr>
            <w:tcW w:w="1205" w:type="dxa"/>
            <w:vAlign w:val="bottom"/>
          </w:tcPr>
          <w:p w14:paraId="32D1D611" w14:textId="6E43ECDA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101,2</w:t>
            </w:r>
          </w:p>
        </w:tc>
      </w:tr>
      <w:tr w:rsidR="00D35264" w:rsidRPr="00795321" w14:paraId="2554FEE4" w14:textId="77777777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3388AAA3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Одежда и белье</w:t>
            </w:r>
          </w:p>
        </w:tc>
        <w:tc>
          <w:tcPr>
            <w:tcW w:w="1129" w:type="dxa"/>
            <w:vAlign w:val="bottom"/>
          </w:tcPr>
          <w:p w14:paraId="1D06F7BF" w14:textId="0D553503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100,2</w:t>
            </w:r>
          </w:p>
        </w:tc>
        <w:tc>
          <w:tcPr>
            <w:tcW w:w="1129" w:type="dxa"/>
            <w:vAlign w:val="bottom"/>
          </w:tcPr>
          <w:p w14:paraId="2F5B2DA2" w14:textId="4D1F1CA6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102,5</w:t>
            </w:r>
          </w:p>
        </w:tc>
        <w:tc>
          <w:tcPr>
            <w:tcW w:w="1129" w:type="dxa"/>
            <w:vAlign w:val="bottom"/>
          </w:tcPr>
          <w:p w14:paraId="57F2721F" w14:textId="7CBDB11E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103,8</w:t>
            </w:r>
          </w:p>
        </w:tc>
        <w:tc>
          <w:tcPr>
            <w:tcW w:w="1205" w:type="dxa"/>
            <w:vAlign w:val="bottom"/>
          </w:tcPr>
          <w:p w14:paraId="0B10FA0A" w14:textId="116A9B3B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102,0</w:t>
            </w:r>
          </w:p>
        </w:tc>
      </w:tr>
      <w:tr w:rsidR="00D35264" w:rsidRPr="00795321" w14:paraId="7518FB3B" w14:textId="77777777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48C33F94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Трикотажные изделия</w:t>
            </w:r>
          </w:p>
        </w:tc>
        <w:tc>
          <w:tcPr>
            <w:tcW w:w="1129" w:type="dxa"/>
            <w:vAlign w:val="bottom"/>
          </w:tcPr>
          <w:p w14:paraId="056AE6F0" w14:textId="2DC38D3C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100,5</w:t>
            </w:r>
          </w:p>
        </w:tc>
        <w:tc>
          <w:tcPr>
            <w:tcW w:w="1129" w:type="dxa"/>
            <w:vAlign w:val="bottom"/>
          </w:tcPr>
          <w:p w14:paraId="712A3451" w14:textId="30BAEDB9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103,2</w:t>
            </w:r>
          </w:p>
        </w:tc>
        <w:tc>
          <w:tcPr>
            <w:tcW w:w="1129" w:type="dxa"/>
            <w:vAlign w:val="bottom"/>
          </w:tcPr>
          <w:p w14:paraId="7B25EAED" w14:textId="157AB89D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104,1</w:t>
            </w:r>
          </w:p>
        </w:tc>
        <w:tc>
          <w:tcPr>
            <w:tcW w:w="1205" w:type="dxa"/>
            <w:vAlign w:val="bottom"/>
          </w:tcPr>
          <w:p w14:paraId="78B28EB0" w14:textId="15FB6A11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100,0</w:t>
            </w:r>
          </w:p>
        </w:tc>
      </w:tr>
      <w:tr w:rsidR="00D35264" w:rsidRPr="00795321" w14:paraId="74815668" w14:textId="77777777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A6B0C08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Обувь кожаная, текстильная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>и комбинированная</w:t>
            </w:r>
          </w:p>
        </w:tc>
        <w:tc>
          <w:tcPr>
            <w:tcW w:w="1129" w:type="dxa"/>
            <w:vAlign w:val="bottom"/>
          </w:tcPr>
          <w:p w14:paraId="57B963A6" w14:textId="2C46EC16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100,6</w:t>
            </w:r>
          </w:p>
        </w:tc>
        <w:tc>
          <w:tcPr>
            <w:tcW w:w="1129" w:type="dxa"/>
            <w:vAlign w:val="bottom"/>
          </w:tcPr>
          <w:p w14:paraId="7E30C1D9" w14:textId="4E703E62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98,5</w:t>
            </w:r>
          </w:p>
        </w:tc>
        <w:tc>
          <w:tcPr>
            <w:tcW w:w="1129" w:type="dxa"/>
            <w:vAlign w:val="bottom"/>
          </w:tcPr>
          <w:p w14:paraId="2F89AD46" w14:textId="2E2ACBF2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98,0</w:t>
            </w:r>
          </w:p>
        </w:tc>
        <w:tc>
          <w:tcPr>
            <w:tcW w:w="1205" w:type="dxa"/>
            <w:vAlign w:val="bottom"/>
          </w:tcPr>
          <w:p w14:paraId="4FC9319E" w14:textId="0ECB37B3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96,3</w:t>
            </w:r>
          </w:p>
        </w:tc>
      </w:tr>
      <w:tr w:rsidR="00D35264" w:rsidRPr="00795321" w14:paraId="78916E0C" w14:textId="77777777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20DCD615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Моющие и чистящие средства</w:t>
            </w:r>
          </w:p>
        </w:tc>
        <w:tc>
          <w:tcPr>
            <w:tcW w:w="1129" w:type="dxa"/>
            <w:vAlign w:val="bottom"/>
          </w:tcPr>
          <w:p w14:paraId="530DB8AC" w14:textId="15851D55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98,4</w:t>
            </w:r>
          </w:p>
        </w:tc>
        <w:tc>
          <w:tcPr>
            <w:tcW w:w="1129" w:type="dxa"/>
            <w:vAlign w:val="bottom"/>
          </w:tcPr>
          <w:p w14:paraId="50727E8B" w14:textId="3F8C4B6C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98,0</w:t>
            </w:r>
          </w:p>
        </w:tc>
        <w:tc>
          <w:tcPr>
            <w:tcW w:w="1129" w:type="dxa"/>
            <w:vAlign w:val="bottom"/>
          </w:tcPr>
          <w:p w14:paraId="536D6F17" w14:textId="2A3DC9EB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101,1</w:t>
            </w:r>
          </w:p>
        </w:tc>
        <w:tc>
          <w:tcPr>
            <w:tcW w:w="1205" w:type="dxa"/>
            <w:vAlign w:val="bottom"/>
          </w:tcPr>
          <w:p w14:paraId="284BA1F8" w14:textId="053E1B64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97,3</w:t>
            </w:r>
          </w:p>
        </w:tc>
      </w:tr>
      <w:tr w:rsidR="00D35264" w:rsidRPr="00795321" w14:paraId="0316A7AF" w14:textId="77777777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E37C315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Парфюмерно-косметические товары</w:t>
            </w:r>
          </w:p>
        </w:tc>
        <w:tc>
          <w:tcPr>
            <w:tcW w:w="1129" w:type="dxa"/>
            <w:vAlign w:val="bottom"/>
          </w:tcPr>
          <w:p w14:paraId="3C43FF3B" w14:textId="0CF57AEB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98,4</w:t>
            </w:r>
          </w:p>
        </w:tc>
        <w:tc>
          <w:tcPr>
            <w:tcW w:w="1129" w:type="dxa"/>
            <w:vAlign w:val="bottom"/>
          </w:tcPr>
          <w:p w14:paraId="17A344FD" w14:textId="6843B934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101,3</w:t>
            </w:r>
          </w:p>
        </w:tc>
        <w:tc>
          <w:tcPr>
            <w:tcW w:w="1129" w:type="dxa"/>
            <w:vAlign w:val="bottom"/>
          </w:tcPr>
          <w:p w14:paraId="6D9A6D7B" w14:textId="6970822F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101,8</w:t>
            </w:r>
          </w:p>
        </w:tc>
        <w:tc>
          <w:tcPr>
            <w:tcW w:w="1205" w:type="dxa"/>
            <w:vAlign w:val="bottom"/>
          </w:tcPr>
          <w:p w14:paraId="58670423" w14:textId="40E756C3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101,6</w:t>
            </w:r>
          </w:p>
        </w:tc>
      </w:tr>
      <w:tr w:rsidR="00D35264" w:rsidRPr="00795321" w14:paraId="6722722A" w14:textId="77777777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172B8672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Табачные изделия</w:t>
            </w:r>
          </w:p>
        </w:tc>
        <w:tc>
          <w:tcPr>
            <w:tcW w:w="1129" w:type="dxa"/>
            <w:vAlign w:val="bottom"/>
          </w:tcPr>
          <w:p w14:paraId="7BD17AC9" w14:textId="1F7E9471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100,8</w:t>
            </w:r>
          </w:p>
        </w:tc>
        <w:tc>
          <w:tcPr>
            <w:tcW w:w="1129" w:type="dxa"/>
            <w:vAlign w:val="bottom"/>
          </w:tcPr>
          <w:p w14:paraId="2E606AC8" w14:textId="75BC4D85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106,5</w:t>
            </w:r>
          </w:p>
        </w:tc>
        <w:tc>
          <w:tcPr>
            <w:tcW w:w="1129" w:type="dxa"/>
            <w:vAlign w:val="bottom"/>
          </w:tcPr>
          <w:p w14:paraId="43ED3493" w14:textId="424AA8FF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107,1</w:t>
            </w:r>
          </w:p>
        </w:tc>
        <w:tc>
          <w:tcPr>
            <w:tcW w:w="1205" w:type="dxa"/>
            <w:vAlign w:val="bottom"/>
          </w:tcPr>
          <w:p w14:paraId="7E06D4E6" w14:textId="108A1656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107,2</w:t>
            </w:r>
          </w:p>
        </w:tc>
      </w:tr>
      <w:tr w:rsidR="00D35264" w:rsidRPr="00795321" w14:paraId="648EED66" w14:textId="77777777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2F82A3C7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Мебель</w:t>
            </w:r>
          </w:p>
        </w:tc>
        <w:tc>
          <w:tcPr>
            <w:tcW w:w="1129" w:type="dxa"/>
            <w:vAlign w:val="bottom"/>
          </w:tcPr>
          <w:p w14:paraId="41D1E00F" w14:textId="1960FD02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100,3</w:t>
            </w:r>
          </w:p>
        </w:tc>
        <w:tc>
          <w:tcPr>
            <w:tcW w:w="1129" w:type="dxa"/>
            <w:vAlign w:val="bottom"/>
          </w:tcPr>
          <w:p w14:paraId="2B8D8654" w14:textId="2A32C53E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106,0</w:t>
            </w:r>
          </w:p>
        </w:tc>
        <w:tc>
          <w:tcPr>
            <w:tcW w:w="1129" w:type="dxa"/>
            <w:vAlign w:val="bottom"/>
          </w:tcPr>
          <w:p w14:paraId="6F67070D" w14:textId="50B50605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110,3</w:t>
            </w:r>
          </w:p>
        </w:tc>
        <w:tc>
          <w:tcPr>
            <w:tcW w:w="1205" w:type="dxa"/>
            <w:vAlign w:val="bottom"/>
          </w:tcPr>
          <w:p w14:paraId="5E8662F3" w14:textId="746A2686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100,5</w:t>
            </w:r>
          </w:p>
        </w:tc>
      </w:tr>
      <w:tr w:rsidR="00D35264" w:rsidRPr="00795321" w14:paraId="745E38AE" w14:textId="77777777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A365C30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Электротовары и другие бытовые приборы</w:t>
            </w:r>
          </w:p>
        </w:tc>
        <w:tc>
          <w:tcPr>
            <w:tcW w:w="1129" w:type="dxa"/>
            <w:vAlign w:val="bottom"/>
          </w:tcPr>
          <w:p w14:paraId="727B7A1F" w14:textId="06B59BC8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98,4</w:t>
            </w:r>
          </w:p>
        </w:tc>
        <w:tc>
          <w:tcPr>
            <w:tcW w:w="1129" w:type="dxa"/>
            <w:vAlign w:val="bottom"/>
          </w:tcPr>
          <w:p w14:paraId="0608EB8E" w14:textId="2F27AD37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98,5</w:t>
            </w:r>
          </w:p>
        </w:tc>
        <w:tc>
          <w:tcPr>
            <w:tcW w:w="1129" w:type="dxa"/>
            <w:vAlign w:val="bottom"/>
          </w:tcPr>
          <w:p w14:paraId="1F415678" w14:textId="5CA9F8CA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100,1</w:t>
            </w:r>
          </w:p>
        </w:tc>
        <w:tc>
          <w:tcPr>
            <w:tcW w:w="1205" w:type="dxa"/>
            <w:vAlign w:val="bottom"/>
          </w:tcPr>
          <w:p w14:paraId="289EEFB2" w14:textId="275266F5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101,6</w:t>
            </w:r>
          </w:p>
        </w:tc>
      </w:tr>
      <w:tr w:rsidR="00D35264" w:rsidRPr="00795321" w14:paraId="44D685D8" w14:textId="77777777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DB1742E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Бумажно-беловые товары</w:t>
            </w:r>
          </w:p>
        </w:tc>
        <w:tc>
          <w:tcPr>
            <w:tcW w:w="1129" w:type="dxa"/>
            <w:vAlign w:val="bottom"/>
          </w:tcPr>
          <w:p w14:paraId="7BC2E40C" w14:textId="22CE8156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101,1</w:t>
            </w:r>
          </w:p>
        </w:tc>
        <w:tc>
          <w:tcPr>
            <w:tcW w:w="1129" w:type="dxa"/>
            <w:vAlign w:val="bottom"/>
          </w:tcPr>
          <w:p w14:paraId="7EB38A4E" w14:textId="4D147218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100,9</w:t>
            </w:r>
          </w:p>
        </w:tc>
        <w:tc>
          <w:tcPr>
            <w:tcW w:w="1129" w:type="dxa"/>
            <w:vAlign w:val="bottom"/>
          </w:tcPr>
          <w:p w14:paraId="48CDCC8B" w14:textId="0DEE583A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101,5</w:t>
            </w:r>
          </w:p>
        </w:tc>
        <w:tc>
          <w:tcPr>
            <w:tcW w:w="1205" w:type="dxa"/>
            <w:vAlign w:val="bottom"/>
          </w:tcPr>
          <w:p w14:paraId="1A2CD43A" w14:textId="2D2240CF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103,0</w:t>
            </w:r>
          </w:p>
        </w:tc>
      </w:tr>
      <w:tr w:rsidR="00D35264" w:rsidRPr="00795321" w14:paraId="77283A0C" w14:textId="77777777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4D981F6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proofErr w:type="spellStart"/>
            <w:r w:rsidRPr="0092070A">
              <w:rPr>
                <w:b/>
                <w:sz w:val="20"/>
              </w:rPr>
              <w:t>Телерадиотовары</w:t>
            </w:r>
            <w:proofErr w:type="spellEnd"/>
          </w:p>
        </w:tc>
        <w:tc>
          <w:tcPr>
            <w:tcW w:w="1129" w:type="dxa"/>
            <w:vAlign w:val="bottom"/>
          </w:tcPr>
          <w:p w14:paraId="575BBA0B" w14:textId="75735D5B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104,1</w:t>
            </w:r>
          </w:p>
        </w:tc>
        <w:tc>
          <w:tcPr>
            <w:tcW w:w="1129" w:type="dxa"/>
            <w:vAlign w:val="bottom"/>
          </w:tcPr>
          <w:p w14:paraId="74FD259D" w14:textId="77CBF233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99,5</w:t>
            </w:r>
          </w:p>
        </w:tc>
        <w:tc>
          <w:tcPr>
            <w:tcW w:w="1129" w:type="dxa"/>
            <w:vAlign w:val="bottom"/>
          </w:tcPr>
          <w:p w14:paraId="2E98EE46" w14:textId="7E3927B3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104,1</w:t>
            </w:r>
          </w:p>
        </w:tc>
        <w:tc>
          <w:tcPr>
            <w:tcW w:w="1205" w:type="dxa"/>
            <w:vAlign w:val="bottom"/>
          </w:tcPr>
          <w:p w14:paraId="3BF9BF2F" w14:textId="2E2B47E5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91,0</w:t>
            </w:r>
          </w:p>
        </w:tc>
      </w:tr>
      <w:tr w:rsidR="00D35264" w:rsidRPr="00795321" w14:paraId="726708C2" w14:textId="77777777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D47E59A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Строительные материалы</w:t>
            </w:r>
          </w:p>
        </w:tc>
        <w:tc>
          <w:tcPr>
            <w:tcW w:w="1129" w:type="dxa"/>
            <w:vAlign w:val="bottom"/>
          </w:tcPr>
          <w:p w14:paraId="2A403FE7" w14:textId="3A42DD66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100,3</w:t>
            </w:r>
          </w:p>
        </w:tc>
        <w:tc>
          <w:tcPr>
            <w:tcW w:w="1129" w:type="dxa"/>
            <w:vAlign w:val="bottom"/>
          </w:tcPr>
          <w:p w14:paraId="7DE05D87" w14:textId="201C01DE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105,2</w:t>
            </w:r>
          </w:p>
        </w:tc>
        <w:tc>
          <w:tcPr>
            <w:tcW w:w="1129" w:type="dxa"/>
            <w:vAlign w:val="bottom"/>
          </w:tcPr>
          <w:p w14:paraId="2370F15E" w14:textId="6F3D3F12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106,3</w:t>
            </w:r>
          </w:p>
        </w:tc>
        <w:tc>
          <w:tcPr>
            <w:tcW w:w="1205" w:type="dxa"/>
            <w:vAlign w:val="bottom"/>
          </w:tcPr>
          <w:p w14:paraId="3EE85739" w14:textId="271B0C8A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99,4</w:t>
            </w:r>
          </w:p>
        </w:tc>
      </w:tr>
      <w:tr w:rsidR="00D35264" w:rsidRPr="00795321" w14:paraId="08253791" w14:textId="77777777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5C7FF9F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Легковые автомобили</w:t>
            </w:r>
          </w:p>
        </w:tc>
        <w:tc>
          <w:tcPr>
            <w:tcW w:w="1129" w:type="dxa"/>
            <w:vAlign w:val="bottom"/>
          </w:tcPr>
          <w:p w14:paraId="14A66E6D" w14:textId="334F1C15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4FE70238" w14:textId="63FED2DC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105,7</w:t>
            </w:r>
          </w:p>
        </w:tc>
        <w:tc>
          <w:tcPr>
            <w:tcW w:w="1129" w:type="dxa"/>
            <w:vAlign w:val="bottom"/>
          </w:tcPr>
          <w:p w14:paraId="6C4D0824" w14:textId="1CA3BA7A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111,2</w:t>
            </w:r>
          </w:p>
        </w:tc>
        <w:tc>
          <w:tcPr>
            <w:tcW w:w="1205" w:type="dxa"/>
            <w:vAlign w:val="bottom"/>
          </w:tcPr>
          <w:p w14:paraId="623E3933" w14:textId="32BE4F13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104,0</w:t>
            </w:r>
          </w:p>
        </w:tc>
      </w:tr>
      <w:tr w:rsidR="00D35264" w:rsidRPr="00795321" w14:paraId="35917513" w14:textId="77777777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16D16795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lastRenderedPageBreak/>
              <w:t>Топливо моторное</w:t>
            </w:r>
          </w:p>
        </w:tc>
        <w:tc>
          <w:tcPr>
            <w:tcW w:w="1129" w:type="dxa"/>
            <w:vAlign w:val="bottom"/>
          </w:tcPr>
          <w:p w14:paraId="7A7F718D" w14:textId="0ABD9615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101,3</w:t>
            </w:r>
          </w:p>
        </w:tc>
        <w:tc>
          <w:tcPr>
            <w:tcW w:w="1129" w:type="dxa"/>
            <w:vAlign w:val="bottom"/>
          </w:tcPr>
          <w:p w14:paraId="063437CB" w14:textId="1A11BEF3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106,6</w:t>
            </w:r>
          </w:p>
        </w:tc>
        <w:tc>
          <w:tcPr>
            <w:tcW w:w="1129" w:type="dxa"/>
            <w:vAlign w:val="bottom"/>
          </w:tcPr>
          <w:p w14:paraId="1C4D2D1B" w14:textId="1B945CFE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105,9</w:t>
            </w:r>
          </w:p>
        </w:tc>
        <w:tc>
          <w:tcPr>
            <w:tcW w:w="1205" w:type="dxa"/>
            <w:vAlign w:val="bottom"/>
          </w:tcPr>
          <w:p w14:paraId="57C82DCA" w14:textId="5A3C5BAD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108,7</w:t>
            </w:r>
          </w:p>
        </w:tc>
      </w:tr>
      <w:tr w:rsidR="00D35264" w:rsidRPr="00795321" w14:paraId="4C5E079F" w14:textId="77777777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284539D0" w14:textId="77777777"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бензин автомобильный</w:t>
            </w:r>
          </w:p>
        </w:tc>
        <w:tc>
          <w:tcPr>
            <w:tcW w:w="1129" w:type="dxa"/>
            <w:vAlign w:val="bottom"/>
          </w:tcPr>
          <w:p w14:paraId="02C7A739" w14:textId="0B77E178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101,0</w:t>
            </w:r>
          </w:p>
        </w:tc>
        <w:tc>
          <w:tcPr>
            <w:tcW w:w="1129" w:type="dxa"/>
            <w:vAlign w:val="bottom"/>
          </w:tcPr>
          <w:p w14:paraId="4066F433" w14:textId="6562F516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106,3</w:t>
            </w:r>
          </w:p>
        </w:tc>
        <w:tc>
          <w:tcPr>
            <w:tcW w:w="1129" w:type="dxa"/>
            <w:vAlign w:val="bottom"/>
          </w:tcPr>
          <w:p w14:paraId="48B30EBD" w14:textId="4E6B5964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105,3</w:t>
            </w:r>
          </w:p>
        </w:tc>
        <w:tc>
          <w:tcPr>
            <w:tcW w:w="1205" w:type="dxa"/>
            <w:vAlign w:val="bottom"/>
          </w:tcPr>
          <w:p w14:paraId="18493AB6" w14:textId="4E70B39F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107,9</w:t>
            </w:r>
          </w:p>
        </w:tc>
      </w:tr>
      <w:tr w:rsidR="00D35264" w:rsidRPr="00795321" w14:paraId="3519E1FB" w14:textId="77777777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4E573EBF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Медикаменты</w:t>
            </w:r>
          </w:p>
        </w:tc>
        <w:tc>
          <w:tcPr>
            <w:tcW w:w="1129" w:type="dxa"/>
            <w:vAlign w:val="bottom"/>
          </w:tcPr>
          <w:p w14:paraId="040EF304" w14:textId="42FBB045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101,7</w:t>
            </w:r>
          </w:p>
        </w:tc>
        <w:tc>
          <w:tcPr>
            <w:tcW w:w="1129" w:type="dxa"/>
            <w:vAlign w:val="bottom"/>
          </w:tcPr>
          <w:p w14:paraId="4C8D9AD2" w14:textId="1BE77A5A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109,3</w:t>
            </w:r>
          </w:p>
        </w:tc>
        <w:tc>
          <w:tcPr>
            <w:tcW w:w="1129" w:type="dxa"/>
            <w:vAlign w:val="bottom"/>
          </w:tcPr>
          <w:p w14:paraId="6F79573B" w14:textId="2E36793D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112,8</w:t>
            </w:r>
          </w:p>
        </w:tc>
        <w:tc>
          <w:tcPr>
            <w:tcW w:w="1205" w:type="dxa"/>
            <w:vAlign w:val="bottom"/>
          </w:tcPr>
          <w:p w14:paraId="1D1476AF" w14:textId="7B6DE8F7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104,9</w:t>
            </w:r>
          </w:p>
        </w:tc>
      </w:tr>
      <w:tr w:rsidR="00D35264" w:rsidRPr="00795321" w14:paraId="48E3FBA6" w14:textId="77777777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3CFF1BD2" w14:textId="77777777"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жизненно необходимые и важнейшие лекарственные препараты (далее – ЖНВЛП)</w:t>
            </w:r>
          </w:p>
        </w:tc>
        <w:tc>
          <w:tcPr>
            <w:tcW w:w="1129" w:type="dxa"/>
            <w:vAlign w:val="bottom"/>
          </w:tcPr>
          <w:p w14:paraId="21DB25A0" w14:textId="0BA38121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102,7</w:t>
            </w:r>
          </w:p>
        </w:tc>
        <w:tc>
          <w:tcPr>
            <w:tcW w:w="1129" w:type="dxa"/>
            <w:vAlign w:val="bottom"/>
          </w:tcPr>
          <w:p w14:paraId="6F3F38E6" w14:textId="29D367AF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110,1</w:t>
            </w:r>
          </w:p>
        </w:tc>
        <w:tc>
          <w:tcPr>
            <w:tcW w:w="1129" w:type="dxa"/>
            <w:vAlign w:val="bottom"/>
          </w:tcPr>
          <w:p w14:paraId="6776BE39" w14:textId="0863D778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113,0</w:t>
            </w:r>
          </w:p>
        </w:tc>
        <w:tc>
          <w:tcPr>
            <w:tcW w:w="1205" w:type="dxa"/>
            <w:vAlign w:val="bottom"/>
          </w:tcPr>
          <w:p w14:paraId="516C757C" w14:textId="36C417EE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104,5</w:t>
            </w:r>
          </w:p>
        </w:tc>
      </w:tr>
      <w:tr w:rsidR="00D35264" w:rsidRPr="00795321" w14:paraId="043F5E13" w14:textId="77777777" w:rsidTr="00D35264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D39F4D5" w14:textId="77777777"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кроме ЖНВЛП</w:t>
            </w:r>
          </w:p>
        </w:tc>
        <w:tc>
          <w:tcPr>
            <w:tcW w:w="1129" w:type="dxa"/>
            <w:vAlign w:val="bottom"/>
          </w:tcPr>
          <w:p w14:paraId="63726DF0" w14:textId="1B92320C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100,6</w:t>
            </w:r>
          </w:p>
        </w:tc>
        <w:tc>
          <w:tcPr>
            <w:tcW w:w="1129" w:type="dxa"/>
            <w:vAlign w:val="bottom"/>
          </w:tcPr>
          <w:p w14:paraId="37F07305" w14:textId="7993C1B0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108,5</w:t>
            </w:r>
          </w:p>
        </w:tc>
        <w:tc>
          <w:tcPr>
            <w:tcW w:w="1129" w:type="dxa"/>
            <w:vAlign w:val="bottom"/>
          </w:tcPr>
          <w:p w14:paraId="1E7950B3" w14:textId="56B00766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112,5</w:t>
            </w:r>
          </w:p>
        </w:tc>
        <w:tc>
          <w:tcPr>
            <w:tcW w:w="1205" w:type="dxa"/>
            <w:vAlign w:val="bottom"/>
          </w:tcPr>
          <w:p w14:paraId="2F199A40" w14:textId="60105925" w:rsidR="00D35264" w:rsidRPr="008476A0" w:rsidRDefault="00D35264" w:rsidP="00D35264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1C59E0">
              <w:rPr>
                <w:b/>
                <w:sz w:val="20"/>
              </w:rPr>
              <w:t>105,3</w:t>
            </w:r>
          </w:p>
        </w:tc>
      </w:tr>
    </w:tbl>
    <w:p w14:paraId="0E08A3B2" w14:textId="4F8440F3" w:rsidR="0031223F" w:rsidRPr="00BB7C56" w:rsidRDefault="00C20B55" w:rsidP="005C2C36">
      <w:pPr>
        <w:pStyle w:val="3"/>
        <w:spacing w:before="240"/>
        <w:ind w:right="0" w:firstLine="709"/>
        <w:jc w:val="both"/>
        <w:rPr>
          <w:b w:val="0"/>
        </w:rPr>
      </w:pPr>
      <w:bookmarkStart w:id="214" w:name="_Toc181255958"/>
      <w:r w:rsidRPr="00C20B55">
        <w:rPr>
          <w:bCs/>
          <w:szCs w:val="24"/>
        </w:rPr>
        <w:t>Цены и тарифы на услуги</w:t>
      </w:r>
      <w:r w:rsidRPr="00C20B55">
        <w:rPr>
          <w:b w:val="0"/>
          <w:bCs/>
          <w:szCs w:val="24"/>
        </w:rPr>
        <w:t xml:space="preserve"> </w:t>
      </w:r>
      <w:r w:rsidR="00683F61" w:rsidRPr="00D83A43">
        <w:rPr>
          <w:b w:val="0"/>
          <w:bCs/>
          <w:szCs w:val="24"/>
        </w:rPr>
        <w:t xml:space="preserve">в </w:t>
      </w:r>
      <w:r w:rsidR="008476A0">
        <w:rPr>
          <w:b w:val="0"/>
          <w:bCs/>
          <w:szCs w:val="24"/>
        </w:rPr>
        <w:t>сентябре</w:t>
      </w:r>
      <w:r w:rsidR="00621B67" w:rsidRPr="00D83A43">
        <w:rPr>
          <w:b w:val="0"/>
          <w:bCs/>
          <w:szCs w:val="24"/>
        </w:rPr>
        <w:t xml:space="preserve"> 2024</w:t>
      </w:r>
      <w:r w:rsidR="004D0E88" w:rsidRPr="00D83A43">
        <w:rPr>
          <w:b w:val="0"/>
          <w:bCs/>
          <w:szCs w:val="24"/>
        </w:rPr>
        <w:t xml:space="preserve"> года </w:t>
      </w:r>
      <w:r w:rsidR="004D0E88" w:rsidRPr="00D83A43">
        <w:rPr>
          <w:b w:val="0"/>
          <w:szCs w:val="24"/>
          <w:lang w:val="x-none" w:eastAsia="x-none"/>
        </w:rPr>
        <w:t xml:space="preserve">по сравнению с предыдущим </w:t>
      </w:r>
      <w:r w:rsidR="00666DB9" w:rsidRPr="00D83A43">
        <w:rPr>
          <w:b w:val="0"/>
          <w:szCs w:val="24"/>
          <w:lang w:val="x-none" w:eastAsia="x-none"/>
        </w:rPr>
        <w:t xml:space="preserve">месяцем </w:t>
      </w:r>
      <w:r w:rsidR="007A2433" w:rsidRPr="00D35264">
        <w:rPr>
          <w:b w:val="0"/>
          <w:color w:val="000000"/>
          <w:szCs w:val="28"/>
        </w:rPr>
        <w:t>по</w:t>
      </w:r>
      <w:r w:rsidR="00D35264" w:rsidRPr="00D35264">
        <w:rPr>
          <w:b w:val="0"/>
          <w:color w:val="000000"/>
          <w:szCs w:val="28"/>
        </w:rPr>
        <w:t>низ</w:t>
      </w:r>
      <w:r w:rsidR="007A2433" w:rsidRPr="00D35264">
        <w:rPr>
          <w:b w:val="0"/>
          <w:color w:val="000000"/>
          <w:szCs w:val="28"/>
        </w:rPr>
        <w:t xml:space="preserve">ились на </w:t>
      </w:r>
      <w:r w:rsidR="0081247A" w:rsidRPr="00D35264">
        <w:rPr>
          <w:rFonts w:eastAsia="Calibri"/>
          <w:b w:val="0"/>
          <w:bCs/>
          <w:szCs w:val="24"/>
          <w:lang w:eastAsia="en-US"/>
        </w:rPr>
        <w:t>0,</w:t>
      </w:r>
      <w:r w:rsidR="00D35264" w:rsidRPr="00D35264">
        <w:rPr>
          <w:rFonts w:eastAsia="Calibri"/>
          <w:b w:val="0"/>
          <w:bCs/>
          <w:szCs w:val="24"/>
          <w:lang w:eastAsia="en-US"/>
        </w:rPr>
        <w:t>1</w:t>
      </w:r>
      <w:r w:rsidR="007A2433" w:rsidRPr="00D35264">
        <w:rPr>
          <w:b w:val="0"/>
          <w:bCs/>
          <w:szCs w:val="24"/>
          <w:lang w:val="x-none" w:eastAsia="x-none"/>
        </w:rPr>
        <w:t>%</w:t>
      </w:r>
      <w:r w:rsidR="007A2433" w:rsidRPr="00D35264">
        <w:rPr>
          <w:b w:val="0"/>
          <w:szCs w:val="24"/>
        </w:rPr>
        <w:t xml:space="preserve"> </w:t>
      </w:r>
      <w:r w:rsidR="007A2433" w:rsidRPr="00D35264">
        <w:rPr>
          <w:b w:val="0"/>
          <w:szCs w:val="24"/>
          <w:lang w:val="x-none" w:eastAsia="x-none"/>
        </w:rPr>
        <w:t xml:space="preserve">(в </w:t>
      </w:r>
      <w:r w:rsidR="008476A0" w:rsidRPr="00D35264">
        <w:rPr>
          <w:b w:val="0"/>
          <w:szCs w:val="24"/>
          <w:lang w:eastAsia="x-none"/>
        </w:rPr>
        <w:t>сентябре</w:t>
      </w:r>
      <w:r w:rsidR="007A2433" w:rsidRPr="00D35264">
        <w:rPr>
          <w:b w:val="0"/>
          <w:szCs w:val="24"/>
          <w:lang w:eastAsia="x-none"/>
        </w:rPr>
        <w:t xml:space="preserve"> </w:t>
      </w:r>
      <w:r w:rsidR="007A2433" w:rsidRPr="00D35264">
        <w:rPr>
          <w:b w:val="0"/>
          <w:szCs w:val="24"/>
          <w:lang w:val="x-none" w:eastAsia="x-none"/>
        </w:rPr>
        <w:t>20</w:t>
      </w:r>
      <w:r w:rsidR="007A2433" w:rsidRPr="00D35264">
        <w:rPr>
          <w:b w:val="0"/>
          <w:szCs w:val="24"/>
          <w:lang w:eastAsia="x-none"/>
        </w:rPr>
        <w:t>23</w:t>
      </w:r>
      <w:r w:rsidR="007A2433" w:rsidRPr="00D35264">
        <w:rPr>
          <w:b w:val="0"/>
          <w:szCs w:val="24"/>
          <w:lang w:val="x-none" w:eastAsia="x-none"/>
        </w:rPr>
        <w:t xml:space="preserve"> года </w:t>
      </w:r>
      <w:r w:rsidR="00D35264" w:rsidRPr="00D35264">
        <w:rPr>
          <w:b w:val="0"/>
          <w:szCs w:val="24"/>
          <w:lang w:eastAsia="x-none"/>
        </w:rPr>
        <w:t>повыси</w:t>
      </w:r>
      <w:r w:rsidR="0081247A" w:rsidRPr="00D35264">
        <w:rPr>
          <w:rFonts w:eastAsia="Calibri"/>
          <w:b w:val="0"/>
          <w:szCs w:val="24"/>
          <w:lang w:eastAsia="en-US"/>
        </w:rPr>
        <w:t>лись на 0,</w:t>
      </w:r>
      <w:r w:rsidR="00D35264" w:rsidRPr="00D35264">
        <w:rPr>
          <w:rFonts w:eastAsia="Calibri"/>
          <w:b w:val="0"/>
          <w:szCs w:val="24"/>
          <w:lang w:eastAsia="en-US"/>
        </w:rPr>
        <w:t>8</w:t>
      </w:r>
      <w:r w:rsidR="0081247A" w:rsidRPr="00D35264">
        <w:rPr>
          <w:rFonts w:eastAsia="Calibri"/>
          <w:b w:val="0"/>
          <w:szCs w:val="24"/>
          <w:lang w:eastAsia="en-US"/>
        </w:rPr>
        <w:t>%</w:t>
      </w:r>
      <w:r w:rsidR="000231E9" w:rsidRPr="00D35264">
        <w:rPr>
          <w:b w:val="0"/>
          <w:szCs w:val="24"/>
          <w:lang w:val="x-none" w:eastAsia="x-none"/>
        </w:rPr>
        <w:t>)</w:t>
      </w:r>
      <w:r w:rsidR="0031223F" w:rsidRPr="00D35264">
        <w:rPr>
          <w:b w:val="0"/>
        </w:rPr>
        <w:t>.</w:t>
      </w:r>
      <w:bookmarkEnd w:id="210"/>
      <w:bookmarkEnd w:id="211"/>
      <w:bookmarkEnd w:id="212"/>
      <w:bookmarkEnd w:id="214"/>
    </w:p>
    <w:p w14:paraId="7C7C9E41" w14:textId="77777777" w:rsidR="0031223F" w:rsidRPr="008B1D12" w:rsidRDefault="0031223F" w:rsidP="00CD1429">
      <w:pPr>
        <w:pStyle w:val="3"/>
        <w:spacing w:before="240" w:after="120"/>
        <w:ind w:right="0"/>
      </w:pPr>
      <w:bookmarkStart w:id="215" w:name="_Toc181255959"/>
      <w:r w:rsidRPr="00C06052">
        <w:t>Индексы цен</w:t>
      </w:r>
      <w:r w:rsidRPr="008B1D12">
        <w:t xml:space="preserve"> и тарифов </w:t>
      </w:r>
      <w:r w:rsidR="00011887">
        <w:br/>
      </w:r>
      <w:r w:rsidRPr="008B1D12">
        <w:t>на отдельные группы и виды услуг</w:t>
      </w:r>
      <w:bookmarkEnd w:id="213"/>
      <w:bookmarkEnd w:id="215"/>
    </w:p>
    <w:p w14:paraId="53D02577" w14:textId="77777777" w:rsidR="0031223F" w:rsidRPr="008B1D12" w:rsidRDefault="0031223F" w:rsidP="0031223F">
      <w:pPr>
        <w:spacing w:after="60"/>
        <w:jc w:val="right"/>
        <w:rPr>
          <w:b/>
          <w:sz w:val="20"/>
        </w:rPr>
      </w:pPr>
      <w:r w:rsidRPr="008B1D12">
        <w:rPr>
          <w:b/>
          <w:sz w:val="20"/>
        </w:rPr>
        <w:t>на конец периода; в процентах</w:t>
      </w:r>
    </w:p>
    <w:bookmarkEnd w:id="209"/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79"/>
        <w:gridCol w:w="1129"/>
        <w:gridCol w:w="1129"/>
        <w:gridCol w:w="1129"/>
        <w:gridCol w:w="1205"/>
      </w:tblGrid>
      <w:tr w:rsidR="007A2433" w:rsidRPr="0092070A" w14:paraId="5B6975A5" w14:textId="77777777" w:rsidTr="008C4249">
        <w:trPr>
          <w:cantSplit/>
          <w:trHeight w:val="283"/>
          <w:jc w:val="center"/>
        </w:trPr>
        <w:tc>
          <w:tcPr>
            <w:tcW w:w="4479" w:type="dxa"/>
            <w:vMerge w:val="restart"/>
            <w:vAlign w:val="bottom"/>
          </w:tcPr>
          <w:p w14:paraId="733A17D3" w14:textId="77777777" w:rsidR="007A2433" w:rsidRPr="0092070A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3387" w:type="dxa"/>
            <w:gridSpan w:val="3"/>
            <w:vAlign w:val="center"/>
          </w:tcPr>
          <w:p w14:paraId="16B0F271" w14:textId="1209E803" w:rsidR="007A2433" w:rsidRPr="00D83A43" w:rsidRDefault="008476A0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7A2433" w:rsidRPr="00D83A43">
              <w:rPr>
                <w:b/>
                <w:sz w:val="20"/>
              </w:rPr>
              <w:t xml:space="preserve"> 2024 к </w:t>
            </w:r>
          </w:p>
        </w:tc>
        <w:tc>
          <w:tcPr>
            <w:tcW w:w="1205" w:type="dxa"/>
            <w:vMerge w:val="restart"/>
            <w:vAlign w:val="center"/>
          </w:tcPr>
          <w:p w14:paraId="1D518509" w14:textId="7B7D277B" w:rsidR="007A2433" w:rsidRPr="00D83A43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D83A43">
              <w:rPr>
                <w:b/>
                <w:sz w:val="20"/>
              </w:rPr>
              <w:t>Справочно</w:t>
            </w:r>
            <w:proofErr w:type="spellEnd"/>
            <w:r w:rsidRPr="00D83A43">
              <w:rPr>
                <w:b/>
                <w:sz w:val="20"/>
              </w:rPr>
              <w:t>:</w:t>
            </w:r>
            <w:r w:rsidRPr="00D83A43">
              <w:rPr>
                <w:b/>
                <w:sz w:val="20"/>
              </w:rPr>
              <w:br/>
            </w:r>
            <w:r w:rsidR="008476A0">
              <w:rPr>
                <w:b/>
                <w:sz w:val="20"/>
              </w:rPr>
              <w:t>сентябрь</w:t>
            </w:r>
            <w:r w:rsidRPr="00D83A43">
              <w:rPr>
                <w:b/>
                <w:sz w:val="20"/>
              </w:rPr>
              <w:br/>
              <w:t>2023</w:t>
            </w:r>
            <w:r w:rsidRPr="00D83A43">
              <w:rPr>
                <w:b/>
                <w:sz w:val="20"/>
              </w:rPr>
              <w:br/>
              <w:t>к декабрю</w:t>
            </w:r>
            <w:r w:rsidRPr="00D83A43">
              <w:rPr>
                <w:b/>
                <w:sz w:val="20"/>
              </w:rPr>
              <w:br/>
              <w:t>2022</w:t>
            </w:r>
          </w:p>
        </w:tc>
      </w:tr>
      <w:tr w:rsidR="007A2433" w:rsidRPr="0092070A" w14:paraId="6AA53B0F" w14:textId="77777777" w:rsidTr="008C4249">
        <w:trPr>
          <w:cantSplit/>
          <w:trHeight w:val="283"/>
          <w:jc w:val="center"/>
        </w:trPr>
        <w:tc>
          <w:tcPr>
            <w:tcW w:w="4479" w:type="dxa"/>
            <w:vMerge/>
            <w:vAlign w:val="bottom"/>
          </w:tcPr>
          <w:p w14:paraId="77D330CD" w14:textId="77777777" w:rsidR="007A2433" w:rsidRPr="0092070A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1129" w:type="dxa"/>
            <w:vAlign w:val="center"/>
          </w:tcPr>
          <w:p w14:paraId="7C041DF5" w14:textId="4B726DC4" w:rsidR="007A2433" w:rsidRPr="00D83A43" w:rsidRDefault="008476A0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D83A43">
              <w:rPr>
                <w:b/>
                <w:sz w:val="20"/>
              </w:rPr>
              <w:br/>
              <w:t>2024</w:t>
            </w:r>
          </w:p>
        </w:tc>
        <w:tc>
          <w:tcPr>
            <w:tcW w:w="1129" w:type="dxa"/>
            <w:vAlign w:val="center"/>
          </w:tcPr>
          <w:p w14:paraId="44FE3903" w14:textId="77777777" w:rsidR="007A2433" w:rsidRPr="00D83A43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D83A43">
              <w:rPr>
                <w:b/>
                <w:sz w:val="20"/>
              </w:rPr>
              <w:t>декабрю</w:t>
            </w:r>
            <w:r w:rsidRPr="00D83A43">
              <w:rPr>
                <w:b/>
                <w:sz w:val="20"/>
              </w:rPr>
              <w:br/>
              <w:t>2023</w:t>
            </w:r>
          </w:p>
        </w:tc>
        <w:tc>
          <w:tcPr>
            <w:tcW w:w="1129" w:type="dxa"/>
            <w:vAlign w:val="center"/>
          </w:tcPr>
          <w:p w14:paraId="67DE0F6A" w14:textId="110DA78B" w:rsidR="007A2433" w:rsidRPr="00D83A43" w:rsidRDefault="008476A0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  <w:r w:rsidR="007A2433" w:rsidRPr="00D83A43">
              <w:rPr>
                <w:b/>
                <w:sz w:val="20"/>
              </w:rPr>
              <w:br/>
              <w:t>2023</w:t>
            </w:r>
          </w:p>
        </w:tc>
        <w:tc>
          <w:tcPr>
            <w:tcW w:w="1205" w:type="dxa"/>
            <w:vMerge/>
            <w:vAlign w:val="center"/>
          </w:tcPr>
          <w:p w14:paraId="4D0241DB" w14:textId="77777777" w:rsidR="007A2433" w:rsidRPr="00253420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D35264" w:rsidRPr="0092070A" w14:paraId="0DE7327F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FD799BF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Бытовые</w:t>
            </w:r>
          </w:p>
        </w:tc>
        <w:tc>
          <w:tcPr>
            <w:tcW w:w="1129" w:type="dxa"/>
            <w:vAlign w:val="bottom"/>
          </w:tcPr>
          <w:p w14:paraId="6D32126B" w14:textId="685AA0EA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100,1</w:t>
            </w:r>
          </w:p>
        </w:tc>
        <w:tc>
          <w:tcPr>
            <w:tcW w:w="1129" w:type="dxa"/>
            <w:vAlign w:val="bottom"/>
          </w:tcPr>
          <w:p w14:paraId="34F99180" w14:textId="553ED774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108,1</w:t>
            </w:r>
          </w:p>
        </w:tc>
        <w:tc>
          <w:tcPr>
            <w:tcW w:w="1129" w:type="dxa"/>
            <w:vAlign w:val="bottom"/>
          </w:tcPr>
          <w:p w14:paraId="654FB470" w14:textId="2DC26FB4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110,4</w:t>
            </w:r>
          </w:p>
        </w:tc>
        <w:tc>
          <w:tcPr>
            <w:tcW w:w="1205" w:type="dxa"/>
            <w:vAlign w:val="bottom"/>
          </w:tcPr>
          <w:p w14:paraId="3DCA1DD4" w14:textId="28C1220B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104,0</w:t>
            </w:r>
          </w:p>
        </w:tc>
      </w:tr>
      <w:tr w:rsidR="00D35264" w:rsidRPr="0092070A" w14:paraId="595DC2C4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988FBDD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пассажирского транспорта</w:t>
            </w:r>
          </w:p>
        </w:tc>
        <w:tc>
          <w:tcPr>
            <w:tcW w:w="1129" w:type="dxa"/>
            <w:vAlign w:val="bottom"/>
          </w:tcPr>
          <w:p w14:paraId="1733434D" w14:textId="5E3B067B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93,0</w:t>
            </w:r>
          </w:p>
        </w:tc>
        <w:tc>
          <w:tcPr>
            <w:tcW w:w="1129" w:type="dxa"/>
            <w:vAlign w:val="bottom"/>
          </w:tcPr>
          <w:p w14:paraId="24A997BF" w14:textId="27B3D929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99,5</w:t>
            </w:r>
          </w:p>
        </w:tc>
        <w:tc>
          <w:tcPr>
            <w:tcW w:w="1129" w:type="dxa"/>
            <w:vAlign w:val="bottom"/>
          </w:tcPr>
          <w:p w14:paraId="192F4BC3" w14:textId="027F42C8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103,5</w:t>
            </w:r>
          </w:p>
        </w:tc>
        <w:tc>
          <w:tcPr>
            <w:tcW w:w="1205" w:type="dxa"/>
            <w:vAlign w:val="bottom"/>
          </w:tcPr>
          <w:p w14:paraId="467A355B" w14:textId="73D3D9A6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109,2</w:t>
            </w:r>
          </w:p>
        </w:tc>
      </w:tr>
      <w:tr w:rsidR="00D35264" w:rsidRPr="0092070A" w14:paraId="47A69DE5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D05C9D1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Услуги </w:t>
            </w:r>
            <w:r>
              <w:rPr>
                <w:b/>
                <w:sz w:val="20"/>
              </w:rPr>
              <w:t xml:space="preserve">почтовой </w:t>
            </w:r>
            <w:r w:rsidRPr="0092070A">
              <w:rPr>
                <w:b/>
                <w:sz w:val="20"/>
              </w:rPr>
              <w:t>связи</w:t>
            </w:r>
          </w:p>
        </w:tc>
        <w:tc>
          <w:tcPr>
            <w:tcW w:w="1129" w:type="dxa"/>
            <w:vAlign w:val="bottom"/>
          </w:tcPr>
          <w:p w14:paraId="621C575A" w14:textId="53E70DD7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744FFE6B" w14:textId="5617F50E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102,2</w:t>
            </w:r>
          </w:p>
        </w:tc>
        <w:tc>
          <w:tcPr>
            <w:tcW w:w="1129" w:type="dxa"/>
            <w:vAlign w:val="bottom"/>
          </w:tcPr>
          <w:p w14:paraId="3BE05033" w14:textId="3CFDE877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108,3</w:t>
            </w:r>
          </w:p>
        </w:tc>
        <w:tc>
          <w:tcPr>
            <w:tcW w:w="1205" w:type="dxa"/>
            <w:vAlign w:val="bottom"/>
          </w:tcPr>
          <w:p w14:paraId="27717BC9" w14:textId="738A36EE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100,5</w:t>
            </w:r>
          </w:p>
        </w:tc>
      </w:tr>
      <w:tr w:rsidR="00D35264" w:rsidRPr="0092070A" w14:paraId="27005830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E0425CB" w14:textId="77777777" w:rsidR="00D35264" w:rsidRPr="003563AB" w:rsidRDefault="00D35264" w:rsidP="00D35264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Городская телефонная связь</w:t>
            </w:r>
          </w:p>
        </w:tc>
        <w:tc>
          <w:tcPr>
            <w:tcW w:w="1129" w:type="dxa"/>
            <w:vAlign w:val="bottom"/>
          </w:tcPr>
          <w:p w14:paraId="602AC126" w14:textId="411EEBBF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6340B7ED" w14:textId="694CACFA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105,1</w:t>
            </w:r>
          </w:p>
        </w:tc>
        <w:tc>
          <w:tcPr>
            <w:tcW w:w="1129" w:type="dxa"/>
            <w:vAlign w:val="bottom"/>
          </w:tcPr>
          <w:p w14:paraId="44DCF93B" w14:textId="11429825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105,1</w:t>
            </w:r>
          </w:p>
        </w:tc>
        <w:tc>
          <w:tcPr>
            <w:tcW w:w="1205" w:type="dxa"/>
            <w:vAlign w:val="bottom"/>
          </w:tcPr>
          <w:p w14:paraId="6C52291E" w14:textId="48D5E0E4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</w:tr>
      <w:tr w:rsidR="00D35264" w:rsidRPr="0092070A" w14:paraId="02170020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343FFAE" w14:textId="77777777" w:rsidR="00D35264" w:rsidRPr="003563AB" w:rsidRDefault="00D35264" w:rsidP="00D35264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Междугородная телефонная связь</w:t>
            </w:r>
          </w:p>
        </w:tc>
        <w:tc>
          <w:tcPr>
            <w:tcW w:w="1129" w:type="dxa"/>
            <w:vAlign w:val="bottom"/>
          </w:tcPr>
          <w:p w14:paraId="72B492AB" w14:textId="2DD79202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146BAFDF" w14:textId="7306B9F6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0246BA55" w14:textId="2E8BB800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107,1</w:t>
            </w:r>
          </w:p>
        </w:tc>
        <w:tc>
          <w:tcPr>
            <w:tcW w:w="1205" w:type="dxa"/>
            <w:vAlign w:val="bottom"/>
          </w:tcPr>
          <w:p w14:paraId="6E670AD2" w14:textId="4F9C8DAB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</w:tr>
      <w:tr w:rsidR="00D35264" w:rsidRPr="0092070A" w14:paraId="5BAF32B5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476C69F9" w14:textId="77777777" w:rsidR="00D35264" w:rsidRPr="003563AB" w:rsidRDefault="00D35264" w:rsidP="00D35264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Проводное вещание</w:t>
            </w:r>
          </w:p>
        </w:tc>
        <w:tc>
          <w:tcPr>
            <w:tcW w:w="1129" w:type="dxa"/>
            <w:vAlign w:val="bottom"/>
          </w:tcPr>
          <w:p w14:paraId="252A3E97" w14:textId="772838E8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60AFFC1F" w14:textId="19CE3AC3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5A682639" w14:textId="7B8C616E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106,8</w:t>
            </w:r>
          </w:p>
        </w:tc>
        <w:tc>
          <w:tcPr>
            <w:tcW w:w="1205" w:type="dxa"/>
            <w:vAlign w:val="bottom"/>
          </w:tcPr>
          <w:p w14:paraId="688F474D" w14:textId="5A79213F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</w:tr>
      <w:tr w:rsidR="00D35264" w:rsidRPr="0092070A" w14:paraId="0B8AF2CC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B392C82" w14:textId="77777777" w:rsidR="00D35264" w:rsidRPr="003563AB" w:rsidRDefault="00D35264" w:rsidP="00D35264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Услуги телевещания</w:t>
            </w:r>
          </w:p>
        </w:tc>
        <w:tc>
          <w:tcPr>
            <w:tcW w:w="1129" w:type="dxa"/>
            <w:vAlign w:val="bottom"/>
          </w:tcPr>
          <w:p w14:paraId="0B6D6081" w14:textId="57761394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7E1BF047" w14:textId="2D72CFB1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103,9</w:t>
            </w:r>
          </w:p>
        </w:tc>
        <w:tc>
          <w:tcPr>
            <w:tcW w:w="1129" w:type="dxa"/>
            <w:vAlign w:val="bottom"/>
          </w:tcPr>
          <w:p w14:paraId="10DDD592" w14:textId="2FFFC723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103,9</w:t>
            </w:r>
          </w:p>
        </w:tc>
        <w:tc>
          <w:tcPr>
            <w:tcW w:w="1205" w:type="dxa"/>
            <w:vAlign w:val="bottom"/>
          </w:tcPr>
          <w:p w14:paraId="29570C98" w14:textId="1B59FA6C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102,9</w:t>
            </w:r>
          </w:p>
        </w:tc>
      </w:tr>
      <w:tr w:rsidR="00D35264" w:rsidRPr="0092070A" w14:paraId="48B219A0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C912BD6" w14:textId="77777777" w:rsidR="00D35264" w:rsidRPr="003563AB" w:rsidRDefault="00D35264" w:rsidP="00D35264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Беспроводная радиосвязь</w:t>
            </w:r>
          </w:p>
        </w:tc>
        <w:tc>
          <w:tcPr>
            <w:tcW w:w="1129" w:type="dxa"/>
            <w:vAlign w:val="bottom"/>
          </w:tcPr>
          <w:p w14:paraId="184BA5A2" w14:textId="2B751247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291DF91E" w14:textId="668B3066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106,3</w:t>
            </w:r>
          </w:p>
        </w:tc>
        <w:tc>
          <w:tcPr>
            <w:tcW w:w="1129" w:type="dxa"/>
            <w:vAlign w:val="bottom"/>
          </w:tcPr>
          <w:p w14:paraId="7DEAAF63" w14:textId="38B03B68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106,3</w:t>
            </w:r>
          </w:p>
        </w:tc>
        <w:tc>
          <w:tcPr>
            <w:tcW w:w="1205" w:type="dxa"/>
            <w:vAlign w:val="bottom"/>
          </w:tcPr>
          <w:p w14:paraId="2F5771B6" w14:textId="4CEC4D72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102,9</w:t>
            </w:r>
          </w:p>
        </w:tc>
      </w:tr>
      <w:tr w:rsidR="00D35264" w:rsidRPr="0092070A" w14:paraId="196C2487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38DE60A" w14:textId="77777777" w:rsidR="00D35264" w:rsidRPr="003563AB" w:rsidRDefault="00D35264" w:rsidP="00D35264">
            <w:pPr>
              <w:jc w:val="left"/>
              <w:rPr>
                <w:b/>
                <w:bCs/>
                <w:color w:val="000000"/>
                <w:sz w:val="20"/>
              </w:rPr>
            </w:pPr>
            <w:r w:rsidRPr="003563AB">
              <w:rPr>
                <w:b/>
                <w:bCs/>
                <w:color w:val="000000"/>
                <w:sz w:val="20"/>
              </w:rPr>
              <w:t>Услуги по подключению к сети Интернет</w:t>
            </w:r>
          </w:p>
        </w:tc>
        <w:tc>
          <w:tcPr>
            <w:tcW w:w="1129" w:type="dxa"/>
            <w:vAlign w:val="bottom"/>
          </w:tcPr>
          <w:p w14:paraId="25BF0273" w14:textId="35336761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2BCDB026" w14:textId="14D115D0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100,3</w:t>
            </w:r>
          </w:p>
        </w:tc>
        <w:tc>
          <w:tcPr>
            <w:tcW w:w="1129" w:type="dxa"/>
            <w:vAlign w:val="bottom"/>
          </w:tcPr>
          <w:p w14:paraId="0CEB6864" w14:textId="5EB9DAAC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100,8</w:t>
            </w:r>
          </w:p>
        </w:tc>
        <w:tc>
          <w:tcPr>
            <w:tcW w:w="1205" w:type="dxa"/>
            <w:vAlign w:val="bottom"/>
          </w:tcPr>
          <w:p w14:paraId="3E107BDA" w14:textId="70D65F47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102,1</w:t>
            </w:r>
          </w:p>
        </w:tc>
      </w:tr>
      <w:tr w:rsidR="00D35264" w:rsidRPr="0092070A" w14:paraId="44035798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4C209B6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Жилищно-коммунальные</w:t>
            </w:r>
          </w:p>
        </w:tc>
        <w:tc>
          <w:tcPr>
            <w:tcW w:w="1129" w:type="dxa"/>
            <w:vAlign w:val="bottom"/>
          </w:tcPr>
          <w:p w14:paraId="02FB6D94" w14:textId="2FF3930A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100,5</w:t>
            </w:r>
          </w:p>
        </w:tc>
        <w:tc>
          <w:tcPr>
            <w:tcW w:w="1129" w:type="dxa"/>
            <w:vAlign w:val="bottom"/>
          </w:tcPr>
          <w:p w14:paraId="02A76DCF" w14:textId="37DAAD6C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109,6</w:t>
            </w:r>
          </w:p>
        </w:tc>
        <w:tc>
          <w:tcPr>
            <w:tcW w:w="1129" w:type="dxa"/>
            <w:vAlign w:val="bottom"/>
          </w:tcPr>
          <w:p w14:paraId="6C2C43AA" w14:textId="22658FB3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110,3</w:t>
            </w:r>
          </w:p>
        </w:tc>
        <w:tc>
          <w:tcPr>
            <w:tcW w:w="1205" w:type="dxa"/>
            <w:vAlign w:val="bottom"/>
          </w:tcPr>
          <w:p w14:paraId="792CBAB3" w14:textId="04FD8C8A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101,8</w:t>
            </w:r>
          </w:p>
        </w:tc>
      </w:tr>
      <w:tr w:rsidR="00D35264" w:rsidRPr="0092070A" w14:paraId="75B481CD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4F4431B8" w14:textId="77777777"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жилищные</w:t>
            </w:r>
          </w:p>
        </w:tc>
        <w:tc>
          <w:tcPr>
            <w:tcW w:w="1129" w:type="dxa"/>
            <w:vAlign w:val="bottom"/>
          </w:tcPr>
          <w:p w14:paraId="06342EF9" w14:textId="7761BAA3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102,4</w:t>
            </w:r>
          </w:p>
        </w:tc>
        <w:tc>
          <w:tcPr>
            <w:tcW w:w="1129" w:type="dxa"/>
            <w:vAlign w:val="bottom"/>
          </w:tcPr>
          <w:p w14:paraId="1AFAB2BE" w14:textId="2DD97EA7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109,5</w:t>
            </w:r>
          </w:p>
        </w:tc>
        <w:tc>
          <w:tcPr>
            <w:tcW w:w="1129" w:type="dxa"/>
            <w:vAlign w:val="bottom"/>
          </w:tcPr>
          <w:p w14:paraId="1EA7E3EA" w14:textId="2B1A98D5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112,0</w:t>
            </w:r>
          </w:p>
        </w:tc>
        <w:tc>
          <w:tcPr>
            <w:tcW w:w="1205" w:type="dxa"/>
            <w:vAlign w:val="bottom"/>
          </w:tcPr>
          <w:p w14:paraId="29DF4706" w14:textId="7D7D0F61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107,5</w:t>
            </w:r>
          </w:p>
        </w:tc>
      </w:tr>
      <w:tr w:rsidR="00D35264" w:rsidRPr="0092070A" w14:paraId="74AD100C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28E48066" w14:textId="77777777" w:rsidR="00D35264" w:rsidRPr="0092070A" w:rsidRDefault="00D35264" w:rsidP="00D35264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bCs/>
                <w:sz w:val="20"/>
              </w:rPr>
              <w:t>оплата жилья в домах государственного</w:t>
            </w:r>
            <w:r>
              <w:rPr>
                <w:b/>
                <w:bCs/>
                <w:sz w:val="20"/>
              </w:rPr>
              <w:t xml:space="preserve"> </w:t>
            </w:r>
            <w:r>
              <w:rPr>
                <w:b/>
                <w:bCs/>
                <w:sz w:val="20"/>
              </w:rPr>
              <w:br/>
            </w:r>
            <w:r w:rsidRPr="0092070A">
              <w:rPr>
                <w:b/>
                <w:bCs/>
                <w:sz w:val="20"/>
              </w:rPr>
              <w:t>и муниципального жилищных фондов</w:t>
            </w:r>
          </w:p>
        </w:tc>
        <w:tc>
          <w:tcPr>
            <w:tcW w:w="1129" w:type="dxa"/>
            <w:vAlign w:val="bottom"/>
          </w:tcPr>
          <w:p w14:paraId="611E8452" w14:textId="17A9C1F0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6AC731A0" w14:textId="1CAD2CBC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100,2</w:t>
            </w:r>
          </w:p>
        </w:tc>
        <w:tc>
          <w:tcPr>
            <w:tcW w:w="1129" w:type="dxa"/>
            <w:vAlign w:val="bottom"/>
          </w:tcPr>
          <w:p w14:paraId="76C7C048" w14:textId="3B2C7121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100,2</w:t>
            </w:r>
          </w:p>
        </w:tc>
        <w:tc>
          <w:tcPr>
            <w:tcW w:w="1205" w:type="dxa"/>
            <w:vAlign w:val="bottom"/>
          </w:tcPr>
          <w:p w14:paraId="68287F6B" w14:textId="27A43F5F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101,9</w:t>
            </w:r>
          </w:p>
        </w:tc>
      </w:tr>
      <w:tr w:rsidR="00D35264" w:rsidRPr="0092070A" w14:paraId="5AA6E01D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2E4D96F2" w14:textId="77777777" w:rsidR="00D35264" w:rsidRPr="0092070A" w:rsidRDefault="00D35264" w:rsidP="00D35264">
            <w:pPr>
              <w:ind w:left="227" w:right="-5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 xml:space="preserve">содержание и ремонт жилья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 xml:space="preserve">для граждан собственников жилья </w:t>
            </w:r>
            <w:r>
              <w:rPr>
                <w:b/>
                <w:sz w:val="20"/>
              </w:rPr>
              <w:br/>
            </w:r>
            <w:r w:rsidRPr="0092070A">
              <w:rPr>
                <w:b/>
                <w:sz w:val="20"/>
              </w:rPr>
              <w:t>в результате приватизации</w:t>
            </w:r>
          </w:p>
        </w:tc>
        <w:tc>
          <w:tcPr>
            <w:tcW w:w="1129" w:type="dxa"/>
            <w:vAlign w:val="bottom"/>
          </w:tcPr>
          <w:p w14:paraId="71A47BAE" w14:textId="5BCAAD95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4E29C423" w14:textId="793CAA56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100,3</w:t>
            </w:r>
          </w:p>
        </w:tc>
        <w:tc>
          <w:tcPr>
            <w:tcW w:w="1129" w:type="dxa"/>
            <w:vAlign w:val="bottom"/>
          </w:tcPr>
          <w:p w14:paraId="33564B5B" w14:textId="1AB13FB8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100,3</w:t>
            </w:r>
          </w:p>
        </w:tc>
        <w:tc>
          <w:tcPr>
            <w:tcW w:w="1205" w:type="dxa"/>
            <w:vAlign w:val="bottom"/>
          </w:tcPr>
          <w:p w14:paraId="1095B755" w14:textId="46AC0ADD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100,3</w:t>
            </w:r>
          </w:p>
        </w:tc>
      </w:tr>
      <w:tr w:rsidR="00D35264" w:rsidRPr="0092070A" w14:paraId="5330292D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4EF0A721" w14:textId="77777777" w:rsidR="00D35264" w:rsidRPr="0092070A" w:rsidRDefault="00D35264" w:rsidP="00D35264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по организации и выполнению работ</w:t>
            </w:r>
            <w:r>
              <w:rPr>
                <w:b/>
                <w:sz w:val="20"/>
              </w:rPr>
              <w:t xml:space="preserve"> </w:t>
            </w:r>
            <w:r w:rsidRPr="0092070A">
              <w:rPr>
                <w:b/>
                <w:sz w:val="20"/>
              </w:rPr>
              <w:t>по эксплуатации домов ЖК, ЖСК, ТСЖ</w:t>
            </w:r>
          </w:p>
        </w:tc>
        <w:tc>
          <w:tcPr>
            <w:tcW w:w="1129" w:type="dxa"/>
            <w:vAlign w:val="bottom"/>
          </w:tcPr>
          <w:p w14:paraId="01487ABA" w14:textId="44526C10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5498EDF6" w14:textId="473A134B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100,6</w:t>
            </w:r>
          </w:p>
        </w:tc>
        <w:tc>
          <w:tcPr>
            <w:tcW w:w="1129" w:type="dxa"/>
            <w:vAlign w:val="bottom"/>
          </w:tcPr>
          <w:p w14:paraId="09EDDFA5" w14:textId="01CBAD4B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101,6</w:t>
            </w:r>
          </w:p>
        </w:tc>
        <w:tc>
          <w:tcPr>
            <w:tcW w:w="1205" w:type="dxa"/>
            <w:vAlign w:val="bottom"/>
          </w:tcPr>
          <w:p w14:paraId="05A983C1" w14:textId="5D71951C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100,4</w:t>
            </w:r>
          </w:p>
        </w:tc>
      </w:tr>
      <w:tr w:rsidR="00D35264" w:rsidRPr="0092070A" w14:paraId="1F6C51C0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9A887AC" w14:textId="77777777" w:rsidR="00D35264" w:rsidRPr="0092070A" w:rsidRDefault="00D35264" w:rsidP="00D35264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взносы на капитальный ремонт</w:t>
            </w:r>
          </w:p>
        </w:tc>
        <w:tc>
          <w:tcPr>
            <w:tcW w:w="1129" w:type="dxa"/>
            <w:vAlign w:val="bottom"/>
          </w:tcPr>
          <w:p w14:paraId="5169DA01" w14:textId="28E8C93D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64DD3067" w14:textId="26DAB4D5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1496C9AB" w14:textId="5EF0D78A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205" w:type="dxa"/>
            <w:vAlign w:val="bottom"/>
          </w:tcPr>
          <w:p w14:paraId="77C36E53" w14:textId="34BF2ACD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121,8</w:t>
            </w:r>
          </w:p>
        </w:tc>
      </w:tr>
      <w:tr w:rsidR="00D35264" w:rsidRPr="0092070A" w14:paraId="4A8F8CA8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1989064C" w14:textId="77777777" w:rsidR="00D35264" w:rsidRPr="0092070A" w:rsidRDefault="00D35264" w:rsidP="00D35264">
            <w:pPr>
              <w:ind w:left="113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коммунальные</w:t>
            </w:r>
          </w:p>
        </w:tc>
        <w:tc>
          <w:tcPr>
            <w:tcW w:w="1129" w:type="dxa"/>
            <w:vAlign w:val="bottom"/>
          </w:tcPr>
          <w:p w14:paraId="38C35964" w14:textId="00E9A480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99,8</w:t>
            </w:r>
          </w:p>
        </w:tc>
        <w:tc>
          <w:tcPr>
            <w:tcW w:w="1129" w:type="dxa"/>
            <w:vAlign w:val="bottom"/>
          </w:tcPr>
          <w:p w14:paraId="39492B9E" w14:textId="4C3BB6FD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109,6</w:t>
            </w:r>
          </w:p>
        </w:tc>
        <w:tc>
          <w:tcPr>
            <w:tcW w:w="1129" w:type="dxa"/>
            <w:vAlign w:val="bottom"/>
          </w:tcPr>
          <w:p w14:paraId="471B2184" w14:textId="3E39E687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109,7</w:t>
            </w:r>
          </w:p>
        </w:tc>
        <w:tc>
          <w:tcPr>
            <w:tcW w:w="1205" w:type="dxa"/>
            <w:vAlign w:val="bottom"/>
          </w:tcPr>
          <w:p w14:paraId="76E1ABFA" w14:textId="1396C7F7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99,9</w:t>
            </w:r>
          </w:p>
        </w:tc>
      </w:tr>
      <w:tr w:rsidR="00D35264" w:rsidRPr="0092070A" w14:paraId="50266BF1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0013E62C" w14:textId="77777777" w:rsidR="00D35264" w:rsidRPr="0092070A" w:rsidRDefault="00D35264" w:rsidP="00D35264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обращение с твердыми коммунальными отходами</w:t>
            </w:r>
          </w:p>
        </w:tc>
        <w:tc>
          <w:tcPr>
            <w:tcW w:w="1129" w:type="dxa"/>
            <w:vAlign w:val="bottom"/>
          </w:tcPr>
          <w:p w14:paraId="1671D0FF" w14:textId="0B645CDB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276B8428" w14:textId="6C0D60EB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109,1</w:t>
            </w:r>
          </w:p>
        </w:tc>
        <w:tc>
          <w:tcPr>
            <w:tcW w:w="1129" w:type="dxa"/>
            <w:vAlign w:val="bottom"/>
          </w:tcPr>
          <w:p w14:paraId="62B9B888" w14:textId="796DBCF1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109,1</w:t>
            </w:r>
          </w:p>
        </w:tc>
        <w:tc>
          <w:tcPr>
            <w:tcW w:w="1205" w:type="dxa"/>
            <w:vAlign w:val="bottom"/>
          </w:tcPr>
          <w:p w14:paraId="09E92468" w14:textId="623EA5B9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</w:tr>
      <w:tr w:rsidR="00D35264" w:rsidRPr="0092070A" w14:paraId="75D1322A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D07E54C" w14:textId="77777777" w:rsidR="00D35264" w:rsidRPr="0092070A" w:rsidRDefault="00D35264" w:rsidP="00D35264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водоснабжение холодное и водоотведение</w:t>
            </w:r>
          </w:p>
        </w:tc>
        <w:tc>
          <w:tcPr>
            <w:tcW w:w="1129" w:type="dxa"/>
            <w:vAlign w:val="bottom"/>
          </w:tcPr>
          <w:p w14:paraId="62F49243" w14:textId="7E0BB89B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5B9C05B4" w14:textId="3E91F618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110,0</w:t>
            </w:r>
          </w:p>
        </w:tc>
        <w:tc>
          <w:tcPr>
            <w:tcW w:w="1129" w:type="dxa"/>
            <w:vAlign w:val="bottom"/>
          </w:tcPr>
          <w:p w14:paraId="0B93C3C7" w14:textId="4F22E567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110,0</w:t>
            </w:r>
          </w:p>
        </w:tc>
        <w:tc>
          <w:tcPr>
            <w:tcW w:w="1205" w:type="dxa"/>
            <w:vAlign w:val="bottom"/>
          </w:tcPr>
          <w:p w14:paraId="3ECA66A9" w14:textId="6A8CD1E0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</w:tr>
      <w:tr w:rsidR="00D35264" w:rsidRPr="0092070A" w14:paraId="20ACE611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57E6E1D" w14:textId="77777777" w:rsidR="00D35264" w:rsidRPr="0092070A" w:rsidRDefault="00D35264" w:rsidP="00D35264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отопление</w:t>
            </w:r>
          </w:p>
        </w:tc>
        <w:tc>
          <w:tcPr>
            <w:tcW w:w="1129" w:type="dxa"/>
            <w:vAlign w:val="bottom"/>
          </w:tcPr>
          <w:p w14:paraId="0E534E4B" w14:textId="6DADFC45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98,9</w:t>
            </w:r>
          </w:p>
        </w:tc>
        <w:tc>
          <w:tcPr>
            <w:tcW w:w="1129" w:type="dxa"/>
            <w:vAlign w:val="bottom"/>
          </w:tcPr>
          <w:p w14:paraId="2CEF3B2F" w14:textId="7B767E97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110,5</w:t>
            </w:r>
          </w:p>
        </w:tc>
        <w:tc>
          <w:tcPr>
            <w:tcW w:w="1129" w:type="dxa"/>
            <w:vAlign w:val="bottom"/>
          </w:tcPr>
          <w:p w14:paraId="70BE4CCB" w14:textId="2C716D95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110,5</w:t>
            </w:r>
          </w:p>
        </w:tc>
        <w:tc>
          <w:tcPr>
            <w:tcW w:w="1205" w:type="dxa"/>
            <w:vAlign w:val="bottom"/>
          </w:tcPr>
          <w:p w14:paraId="4F94F5F7" w14:textId="2240AB86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</w:tr>
      <w:tr w:rsidR="00D35264" w:rsidRPr="0092070A" w14:paraId="5F8073F3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2402CBC8" w14:textId="77777777" w:rsidR="00D35264" w:rsidRPr="0092070A" w:rsidRDefault="00D35264" w:rsidP="00D35264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водоснабжение горячее</w:t>
            </w:r>
          </w:p>
        </w:tc>
        <w:tc>
          <w:tcPr>
            <w:tcW w:w="1129" w:type="dxa"/>
            <w:vAlign w:val="bottom"/>
          </w:tcPr>
          <w:p w14:paraId="1A507493" w14:textId="0BD61986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1B94F8BB" w14:textId="59A11204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109,7</w:t>
            </w:r>
          </w:p>
        </w:tc>
        <w:tc>
          <w:tcPr>
            <w:tcW w:w="1129" w:type="dxa"/>
            <w:vAlign w:val="bottom"/>
          </w:tcPr>
          <w:p w14:paraId="3D16E2CB" w14:textId="2854BAD2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109,7</w:t>
            </w:r>
          </w:p>
        </w:tc>
        <w:tc>
          <w:tcPr>
            <w:tcW w:w="1205" w:type="dxa"/>
            <w:vAlign w:val="bottom"/>
          </w:tcPr>
          <w:p w14:paraId="32075CD0" w14:textId="0B2443B1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</w:tr>
      <w:tr w:rsidR="00D35264" w:rsidRPr="0092070A" w14:paraId="32C6508F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DED09B1" w14:textId="77777777" w:rsidR="00D35264" w:rsidRPr="0092070A" w:rsidRDefault="00D35264" w:rsidP="00D35264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газоснабжение</w:t>
            </w:r>
          </w:p>
        </w:tc>
        <w:tc>
          <w:tcPr>
            <w:tcW w:w="1129" w:type="dxa"/>
            <w:vAlign w:val="bottom"/>
          </w:tcPr>
          <w:p w14:paraId="6999B206" w14:textId="4CB05563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484F9181" w14:textId="61621541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110,1</w:t>
            </w:r>
          </w:p>
        </w:tc>
        <w:tc>
          <w:tcPr>
            <w:tcW w:w="1129" w:type="dxa"/>
            <w:vAlign w:val="bottom"/>
          </w:tcPr>
          <w:p w14:paraId="2F8DEF56" w14:textId="5AF24143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110,4</w:t>
            </w:r>
          </w:p>
        </w:tc>
        <w:tc>
          <w:tcPr>
            <w:tcW w:w="1205" w:type="dxa"/>
            <w:vAlign w:val="bottom"/>
          </w:tcPr>
          <w:p w14:paraId="7323782D" w14:textId="1D260894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99,6</w:t>
            </w:r>
          </w:p>
        </w:tc>
      </w:tr>
      <w:tr w:rsidR="00D35264" w:rsidRPr="0092070A" w14:paraId="618E4CDC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7D0D3B50" w14:textId="77777777" w:rsidR="00D35264" w:rsidRPr="0092070A" w:rsidRDefault="00D35264" w:rsidP="00D35264">
            <w:pPr>
              <w:ind w:left="227"/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электроснабжение</w:t>
            </w:r>
          </w:p>
        </w:tc>
        <w:tc>
          <w:tcPr>
            <w:tcW w:w="1129" w:type="dxa"/>
            <w:vAlign w:val="bottom"/>
          </w:tcPr>
          <w:p w14:paraId="7FA96332" w14:textId="1567649E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204F6E2D" w14:textId="1E13D6A0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108,7</w:t>
            </w:r>
          </w:p>
        </w:tc>
        <w:tc>
          <w:tcPr>
            <w:tcW w:w="1129" w:type="dxa"/>
            <w:vAlign w:val="bottom"/>
          </w:tcPr>
          <w:p w14:paraId="22427550" w14:textId="57B28DBA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108,7</w:t>
            </w:r>
          </w:p>
        </w:tc>
        <w:tc>
          <w:tcPr>
            <w:tcW w:w="1205" w:type="dxa"/>
            <w:vAlign w:val="bottom"/>
          </w:tcPr>
          <w:p w14:paraId="6A9B440B" w14:textId="6484F95E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</w:tr>
      <w:tr w:rsidR="00D35264" w:rsidRPr="0092070A" w14:paraId="4814ABBC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2B277F39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дошкольного воспитания</w:t>
            </w:r>
          </w:p>
        </w:tc>
        <w:tc>
          <w:tcPr>
            <w:tcW w:w="1129" w:type="dxa"/>
            <w:vAlign w:val="bottom"/>
          </w:tcPr>
          <w:p w14:paraId="25486561" w14:textId="544FFCF5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100,7</w:t>
            </w:r>
          </w:p>
        </w:tc>
        <w:tc>
          <w:tcPr>
            <w:tcW w:w="1129" w:type="dxa"/>
            <w:vAlign w:val="bottom"/>
          </w:tcPr>
          <w:p w14:paraId="65661280" w14:textId="1E63F9BE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106,6</w:t>
            </w:r>
          </w:p>
        </w:tc>
        <w:tc>
          <w:tcPr>
            <w:tcW w:w="1129" w:type="dxa"/>
            <w:vAlign w:val="bottom"/>
          </w:tcPr>
          <w:p w14:paraId="17E0B7A8" w14:textId="0A51E1C2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106,6</w:t>
            </w:r>
          </w:p>
        </w:tc>
        <w:tc>
          <w:tcPr>
            <w:tcW w:w="1205" w:type="dxa"/>
            <w:vAlign w:val="bottom"/>
          </w:tcPr>
          <w:p w14:paraId="22F264E0" w14:textId="1A448DD5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100,5</w:t>
            </w:r>
          </w:p>
        </w:tc>
      </w:tr>
      <w:tr w:rsidR="00D35264" w:rsidRPr="0092070A" w14:paraId="3BB63C75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C0D1447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образования</w:t>
            </w:r>
          </w:p>
        </w:tc>
        <w:tc>
          <w:tcPr>
            <w:tcW w:w="1129" w:type="dxa"/>
            <w:vAlign w:val="bottom"/>
          </w:tcPr>
          <w:p w14:paraId="7CCFBE7B" w14:textId="08839815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107,3</w:t>
            </w:r>
          </w:p>
        </w:tc>
        <w:tc>
          <w:tcPr>
            <w:tcW w:w="1129" w:type="dxa"/>
            <w:vAlign w:val="bottom"/>
          </w:tcPr>
          <w:p w14:paraId="48CB7AF4" w14:textId="093CA2DB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107,7</w:t>
            </w:r>
          </w:p>
        </w:tc>
        <w:tc>
          <w:tcPr>
            <w:tcW w:w="1129" w:type="dxa"/>
            <w:vAlign w:val="bottom"/>
          </w:tcPr>
          <w:p w14:paraId="4138CFA9" w14:textId="1C882518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108,2</w:t>
            </w:r>
          </w:p>
        </w:tc>
        <w:tc>
          <w:tcPr>
            <w:tcW w:w="1205" w:type="dxa"/>
            <w:vAlign w:val="bottom"/>
          </w:tcPr>
          <w:p w14:paraId="3B836B40" w14:textId="61BFEA5A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104,1</w:t>
            </w:r>
          </w:p>
        </w:tc>
      </w:tr>
      <w:tr w:rsidR="00D35264" w:rsidRPr="0092070A" w14:paraId="1A69E207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93A35E9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организаций культуры</w:t>
            </w:r>
          </w:p>
        </w:tc>
        <w:tc>
          <w:tcPr>
            <w:tcW w:w="1129" w:type="dxa"/>
            <w:vAlign w:val="bottom"/>
          </w:tcPr>
          <w:p w14:paraId="29330A95" w14:textId="61A81449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100,4</w:t>
            </w:r>
          </w:p>
        </w:tc>
        <w:tc>
          <w:tcPr>
            <w:tcW w:w="1129" w:type="dxa"/>
            <w:vAlign w:val="bottom"/>
          </w:tcPr>
          <w:p w14:paraId="2629AEED" w14:textId="2C7C19D1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108,7</w:t>
            </w:r>
          </w:p>
        </w:tc>
        <w:tc>
          <w:tcPr>
            <w:tcW w:w="1129" w:type="dxa"/>
            <w:vAlign w:val="bottom"/>
          </w:tcPr>
          <w:p w14:paraId="282887CD" w14:textId="397CC7E5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110,1</w:t>
            </w:r>
          </w:p>
        </w:tc>
        <w:tc>
          <w:tcPr>
            <w:tcW w:w="1205" w:type="dxa"/>
            <w:vAlign w:val="bottom"/>
          </w:tcPr>
          <w:p w14:paraId="35EE84D0" w14:textId="3716DB56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102,5</w:t>
            </w:r>
          </w:p>
        </w:tc>
      </w:tr>
      <w:tr w:rsidR="00D35264" w:rsidRPr="0092070A" w14:paraId="050E4180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B10DE70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зарубежного туризма</w:t>
            </w:r>
          </w:p>
        </w:tc>
        <w:tc>
          <w:tcPr>
            <w:tcW w:w="1129" w:type="dxa"/>
            <w:vAlign w:val="bottom"/>
          </w:tcPr>
          <w:p w14:paraId="01325BDD" w14:textId="43792092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94,8</w:t>
            </w:r>
          </w:p>
        </w:tc>
        <w:tc>
          <w:tcPr>
            <w:tcW w:w="1129" w:type="dxa"/>
            <w:vAlign w:val="bottom"/>
          </w:tcPr>
          <w:p w14:paraId="03FAD36D" w14:textId="69BFD09B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149,3</w:t>
            </w:r>
          </w:p>
        </w:tc>
        <w:tc>
          <w:tcPr>
            <w:tcW w:w="1129" w:type="dxa"/>
            <w:vAlign w:val="bottom"/>
          </w:tcPr>
          <w:p w14:paraId="488DC188" w14:textId="2A386A79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124,7</w:t>
            </w:r>
          </w:p>
        </w:tc>
        <w:tc>
          <w:tcPr>
            <w:tcW w:w="1205" w:type="dxa"/>
            <w:vAlign w:val="bottom"/>
          </w:tcPr>
          <w:p w14:paraId="014667F1" w14:textId="6EFCE6A5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181,2</w:t>
            </w:r>
          </w:p>
        </w:tc>
      </w:tr>
      <w:tr w:rsidR="00D35264" w:rsidRPr="0092070A" w14:paraId="6457D55E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0EF380C7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Санаторно-оздоровительные</w:t>
            </w:r>
          </w:p>
        </w:tc>
        <w:tc>
          <w:tcPr>
            <w:tcW w:w="1129" w:type="dxa"/>
            <w:vAlign w:val="bottom"/>
          </w:tcPr>
          <w:p w14:paraId="2EA016E3" w14:textId="02B9681C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4E9ACCB3" w14:textId="10A43F58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132,9</w:t>
            </w:r>
          </w:p>
        </w:tc>
        <w:tc>
          <w:tcPr>
            <w:tcW w:w="1129" w:type="dxa"/>
            <w:vAlign w:val="bottom"/>
          </w:tcPr>
          <w:p w14:paraId="23ABD0F6" w14:textId="1F39FA64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114,6</w:t>
            </w:r>
          </w:p>
        </w:tc>
        <w:tc>
          <w:tcPr>
            <w:tcW w:w="1205" w:type="dxa"/>
            <w:vAlign w:val="bottom"/>
          </w:tcPr>
          <w:p w14:paraId="117C305B" w14:textId="6A8D5383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123,7</w:t>
            </w:r>
          </w:p>
        </w:tc>
      </w:tr>
      <w:tr w:rsidR="00D35264" w:rsidRPr="0092070A" w14:paraId="4CF13A27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18A16DD6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Медицинские</w:t>
            </w:r>
          </w:p>
        </w:tc>
        <w:tc>
          <w:tcPr>
            <w:tcW w:w="1129" w:type="dxa"/>
            <w:vAlign w:val="bottom"/>
          </w:tcPr>
          <w:p w14:paraId="03FF79CC" w14:textId="36B0AD61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100,7</w:t>
            </w:r>
          </w:p>
        </w:tc>
        <w:tc>
          <w:tcPr>
            <w:tcW w:w="1129" w:type="dxa"/>
            <w:vAlign w:val="bottom"/>
          </w:tcPr>
          <w:p w14:paraId="7AF02C6C" w14:textId="7930F0E8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108,8</w:t>
            </w:r>
          </w:p>
        </w:tc>
        <w:tc>
          <w:tcPr>
            <w:tcW w:w="1129" w:type="dxa"/>
            <w:vAlign w:val="bottom"/>
          </w:tcPr>
          <w:p w14:paraId="6AE5169B" w14:textId="6B2B2AFF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108,9</w:t>
            </w:r>
          </w:p>
        </w:tc>
        <w:tc>
          <w:tcPr>
            <w:tcW w:w="1205" w:type="dxa"/>
            <w:vAlign w:val="bottom"/>
          </w:tcPr>
          <w:p w14:paraId="71A11D62" w14:textId="6C9565BF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106,5</w:t>
            </w:r>
          </w:p>
        </w:tc>
      </w:tr>
      <w:tr w:rsidR="00D35264" w:rsidRPr="0092070A" w14:paraId="36B403D0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5D50C641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правового характера</w:t>
            </w:r>
          </w:p>
        </w:tc>
        <w:tc>
          <w:tcPr>
            <w:tcW w:w="1129" w:type="dxa"/>
            <w:vAlign w:val="bottom"/>
          </w:tcPr>
          <w:p w14:paraId="7ED28E84" w14:textId="0F5A7B5D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100,3</w:t>
            </w:r>
          </w:p>
        </w:tc>
        <w:tc>
          <w:tcPr>
            <w:tcW w:w="1129" w:type="dxa"/>
            <w:vAlign w:val="bottom"/>
          </w:tcPr>
          <w:p w14:paraId="6EB25529" w14:textId="08B2BBCC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106,4</w:t>
            </w:r>
          </w:p>
        </w:tc>
        <w:tc>
          <w:tcPr>
            <w:tcW w:w="1129" w:type="dxa"/>
            <w:vAlign w:val="bottom"/>
          </w:tcPr>
          <w:p w14:paraId="4A7A05CC" w14:textId="365FEEEE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115,6</w:t>
            </w:r>
          </w:p>
        </w:tc>
        <w:tc>
          <w:tcPr>
            <w:tcW w:w="1205" w:type="dxa"/>
            <w:vAlign w:val="bottom"/>
          </w:tcPr>
          <w:p w14:paraId="463D3F59" w14:textId="41C8F6A4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111,9</w:t>
            </w:r>
          </w:p>
        </w:tc>
      </w:tr>
      <w:tr w:rsidR="00D35264" w:rsidRPr="0092070A" w14:paraId="493AC7E1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33030B2B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банков</w:t>
            </w:r>
          </w:p>
        </w:tc>
        <w:tc>
          <w:tcPr>
            <w:tcW w:w="1129" w:type="dxa"/>
            <w:vAlign w:val="bottom"/>
          </w:tcPr>
          <w:p w14:paraId="16D04AD6" w14:textId="646BB395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99,0</w:t>
            </w:r>
          </w:p>
        </w:tc>
        <w:tc>
          <w:tcPr>
            <w:tcW w:w="1129" w:type="dxa"/>
            <w:vAlign w:val="bottom"/>
          </w:tcPr>
          <w:p w14:paraId="4FD3C1E4" w14:textId="63E260F2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112,1</w:t>
            </w:r>
          </w:p>
        </w:tc>
        <w:tc>
          <w:tcPr>
            <w:tcW w:w="1129" w:type="dxa"/>
            <w:vAlign w:val="bottom"/>
          </w:tcPr>
          <w:p w14:paraId="09C232FB" w14:textId="77FA5818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129,1</w:t>
            </w:r>
          </w:p>
        </w:tc>
        <w:tc>
          <w:tcPr>
            <w:tcW w:w="1205" w:type="dxa"/>
            <w:vAlign w:val="bottom"/>
          </w:tcPr>
          <w:p w14:paraId="7A2A70EA" w14:textId="1684F184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109,5</w:t>
            </w:r>
          </w:p>
        </w:tc>
      </w:tr>
      <w:tr w:rsidR="00D35264" w:rsidRPr="0092070A" w14:paraId="496934AC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F12DAC7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страхования</w:t>
            </w:r>
          </w:p>
        </w:tc>
        <w:tc>
          <w:tcPr>
            <w:tcW w:w="1129" w:type="dxa"/>
            <w:vAlign w:val="bottom"/>
          </w:tcPr>
          <w:p w14:paraId="415FEE8B" w14:textId="6EBEAFFF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184F13DB" w14:textId="1C7FB02D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95,8</w:t>
            </w:r>
          </w:p>
        </w:tc>
        <w:tc>
          <w:tcPr>
            <w:tcW w:w="1129" w:type="dxa"/>
            <w:vAlign w:val="bottom"/>
          </w:tcPr>
          <w:p w14:paraId="2CB9655E" w14:textId="4BD44F10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96,3</w:t>
            </w:r>
          </w:p>
        </w:tc>
        <w:tc>
          <w:tcPr>
            <w:tcW w:w="1205" w:type="dxa"/>
            <w:vAlign w:val="bottom"/>
          </w:tcPr>
          <w:p w14:paraId="5F729273" w14:textId="5F76610D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100,3</w:t>
            </w:r>
          </w:p>
        </w:tc>
      </w:tr>
      <w:tr w:rsidR="00D35264" w:rsidRPr="0092070A" w14:paraId="2FA46A14" w14:textId="77777777" w:rsidTr="00576E75">
        <w:trPr>
          <w:cantSplit/>
          <w:trHeight w:val="227"/>
          <w:jc w:val="center"/>
        </w:trPr>
        <w:tc>
          <w:tcPr>
            <w:tcW w:w="4479" w:type="dxa"/>
            <w:vAlign w:val="bottom"/>
          </w:tcPr>
          <w:p w14:paraId="64167DBA" w14:textId="77777777" w:rsidR="00D35264" w:rsidRPr="0092070A" w:rsidRDefault="00D35264" w:rsidP="00D35264">
            <w:pPr>
              <w:jc w:val="left"/>
              <w:rPr>
                <w:b/>
                <w:sz w:val="20"/>
              </w:rPr>
            </w:pPr>
            <w:r w:rsidRPr="0092070A">
              <w:rPr>
                <w:b/>
                <w:sz w:val="20"/>
              </w:rPr>
              <w:t>Услуги физкультуры и спорта</w:t>
            </w:r>
          </w:p>
        </w:tc>
        <w:tc>
          <w:tcPr>
            <w:tcW w:w="1129" w:type="dxa"/>
            <w:vAlign w:val="bottom"/>
          </w:tcPr>
          <w:p w14:paraId="4DE24134" w14:textId="5CA130BB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100,0</w:t>
            </w:r>
          </w:p>
        </w:tc>
        <w:tc>
          <w:tcPr>
            <w:tcW w:w="1129" w:type="dxa"/>
            <w:vAlign w:val="bottom"/>
          </w:tcPr>
          <w:p w14:paraId="7BEC52A9" w14:textId="16278494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106,6</w:t>
            </w:r>
          </w:p>
        </w:tc>
        <w:tc>
          <w:tcPr>
            <w:tcW w:w="1129" w:type="dxa"/>
            <w:vAlign w:val="bottom"/>
          </w:tcPr>
          <w:p w14:paraId="342C1761" w14:textId="319F9D53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111,3</w:t>
            </w:r>
          </w:p>
        </w:tc>
        <w:tc>
          <w:tcPr>
            <w:tcW w:w="1205" w:type="dxa"/>
            <w:vAlign w:val="bottom"/>
          </w:tcPr>
          <w:p w14:paraId="1A89B2FE" w14:textId="2500859C" w:rsidR="00D35264" w:rsidRPr="008476A0" w:rsidRDefault="00D35264" w:rsidP="00576E75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A56EF">
              <w:rPr>
                <w:b/>
                <w:sz w:val="20"/>
              </w:rPr>
              <w:t>104,7</w:t>
            </w:r>
          </w:p>
        </w:tc>
      </w:tr>
    </w:tbl>
    <w:p w14:paraId="518656C2" w14:textId="43A50A4A" w:rsidR="0031223F" w:rsidRDefault="0031223F" w:rsidP="00CD1429">
      <w:pPr>
        <w:pStyle w:val="ac"/>
        <w:spacing w:before="240" w:beforeAutospacing="0" w:after="0" w:afterAutospacing="0"/>
        <w:ind w:firstLine="709"/>
        <w:jc w:val="both"/>
        <w:rPr>
          <w:color w:val="000000"/>
        </w:rPr>
      </w:pPr>
      <w:r w:rsidRPr="008B1D12">
        <w:rPr>
          <w:color w:val="000000"/>
        </w:rPr>
        <w:t xml:space="preserve">Средние цены и тарифы на потребительские товары и услуги </w:t>
      </w:r>
      <w:r w:rsidRPr="00F34FAB">
        <w:rPr>
          <w:color w:val="000000"/>
        </w:rPr>
        <w:t xml:space="preserve">по Астраханской области </w:t>
      </w:r>
      <w:r w:rsidRPr="008B1D12">
        <w:rPr>
          <w:color w:val="000000"/>
        </w:rPr>
        <w:t>приведены в Приложении 2.</w:t>
      </w:r>
      <w:bookmarkStart w:id="216" w:name="_Toc401575668"/>
    </w:p>
    <w:p w14:paraId="7C249B59" w14:textId="0C4611AC" w:rsidR="00D35264" w:rsidRPr="005C2C36" w:rsidRDefault="00D35264" w:rsidP="00D35264">
      <w:pPr>
        <w:pStyle w:val="3"/>
        <w:spacing w:before="240"/>
        <w:ind w:right="0" w:firstLine="709"/>
        <w:jc w:val="both"/>
        <w:rPr>
          <w:b w:val="0"/>
          <w:bCs/>
          <w:color w:val="000000"/>
          <w:szCs w:val="24"/>
        </w:rPr>
      </w:pPr>
      <w:bookmarkStart w:id="217" w:name="_Toc173243868"/>
      <w:bookmarkStart w:id="218" w:name="_Toc181255960"/>
      <w:r w:rsidRPr="005C2C36">
        <w:rPr>
          <w:color w:val="000000"/>
          <w:sz w:val="22"/>
          <w:szCs w:val="22"/>
        </w:rPr>
        <w:lastRenderedPageBreak/>
        <w:t>ЦЕНЫ НА РЫНКЕ ЖИЛЬЯ.</w:t>
      </w:r>
      <w:r w:rsidRPr="002B7514">
        <w:rPr>
          <w:color w:val="000000"/>
        </w:rPr>
        <w:t xml:space="preserve"> </w:t>
      </w:r>
      <w:r w:rsidRPr="005C2C36">
        <w:rPr>
          <w:b w:val="0"/>
          <w:bCs/>
          <w:color w:val="000000"/>
        </w:rPr>
        <w:t xml:space="preserve">В </w:t>
      </w:r>
      <w:r w:rsidRPr="005C2C36">
        <w:rPr>
          <w:b w:val="0"/>
          <w:bCs/>
          <w:color w:val="000000"/>
          <w:lang w:val="en-US"/>
        </w:rPr>
        <w:t>II</w:t>
      </w:r>
      <w:r>
        <w:rPr>
          <w:b w:val="0"/>
          <w:bCs/>
          <w:color w:val="000000"/>
          <w:lang w:val="en-US"/>
        </w:rPr>
        <w:t>I</w:t>
      </w:r>
      <w:r w:rsidRPr="005C2C36">
        <w:rPr>
          <w:b w:val="0"/>
          <w:bCs/>
          <w:color w:val="000000"/>
        </w:rPr>
        <w:t xml:space="preserve"> квартале 2024 года на рынке недвижимости области наблюдалось </w:t>
      </w:r>
      <w:r w:rsidRPr="005C2C36">
        <w:rPr>
          <w:b w:val="0"/>
          <w:bCs/>
          <w:color w:val="000000"/>
          <w:szCs w:val="24"/>
        </w:rPr>
        <w:t xml:space="preserve">повышение цен на проданные квартиры на первичном рынке </w:t>
      </w:r>
      <w:r w:rsidRPr="005C2C36">
        <w:rPr>
          <w:b w:val="0"/>
          <w:bCs/>
          <w:color w:val="000000"/>
          <w:szCs w:val="24"/>
        </w:rPr>
        <w:br/>
        <w:t xml:space="preserve">на </w:t>
      </w:r>
      <w:r w:rsidR="00120D12" w:rsidRPr="005F7638">
        <w:rPr>
          <w:b w:val="0"/>
          <w:bCs/>
          <w:color w:val="000000"/>
          <w:szCs w:val="24"/>
        </w:rPr>
        <w:t>5,6</w:t>
      </w:r>
      <w:r w:rsidRPr="005F7638">
        <w:rPr>
          <w:b w:val="0"/>
          <w:bCs/>
          <w:color w:val="000000"/>
          <w:szCs w:val="24"/>
        </w:rPr>
        <w:t>%</w:t>
      </w:r>
      <w:r w:rsidRPr="005C2C36">
        <w:rPr>
          <w:b w:val="0"/>
          <w:bCs/>
          <w:color w:val="000000"/>
          <w:szCs w:val="24"/>
        </w:rPr>
        <w:t xml:space="preserve"> и вторичном рынке жилья на </w:t>
      </w:r>
      <w:r w:rsidR="00120D12">
        <w:rPr>
          <w:b w:val="0"/>
          <w:bCs/>
          <w:color w:val="000000"/>
          <w:szCs w:val="24"/>
        </w:rPr>
        <w:t>2</w:t>
      </w:r>
      <w:r w:rsidRPr="005C2C36">
        <w:rPr>
          <w:b w:val="0"/>
          <w:bCs/>
          <w:color w:val="000000"/>
          <w:szCs w:val="24"/>
        </w:rPr>
        <w:t>,</w:t>
      </w:r>
      <w:r w:rsidR="00120D12">
        <w:rPr>
          <w:b w:val="0"/>
          <w:bCs/>
          <w:color w:val="000000"/>
          <w:szCs w:val="24"/>
        </w:rPr>
        <w:t>0</w:t>
      </w:r>
      <w:r w:rsidRPr="005C2C36">
        <w:rPr>
          <w:b w:val="0"/>
          <w:bCs/>
          <w:color w:val="000000"/>
          <w:szCs w:val="24"/>
        </w:rPr>
        <w:t>%.</w:t>
      </w:r>
      <w:bookmarkEnd w:id="217"/>
      <w:bookmarkEnd w:id="218"/>
      <w:r w:rsidRPr="005C2C36">
        <w:rPr>
          <w:b w:val="0"/>
          <w:bCs/>
          <w:color w:val="000000"/>
          <w:szCs w:val="24"/>
        </w:rPr>
        <w:t xml:space="preserve"> </w:t>
      </w:r>
    </w:p>
    <w:p w14:paraId="49C2676F" w14:textId="77777777" w:rsidR="00D35264" w:rsidRDefault="00D35264" w:rsidP="00D35264">
      <w:pPr>
        <w:keepNext/>
        <w:shd w:val="clear" w:color="auto" w:fill="FFFFFF"/>
        <w:tabs>
          <w:tab w:val="left" w:pos="1106"/>
        </w:tabs>
        <w:spacing w:before="240" w:after="120"/>
        <w:jc w:val="center"/>
        <w:outlineLvl w:val="2"/>
        <w:rPr>
          <w:b/>
        </w:rPr>
      </w:pPr>
      <w:bookmarkStart w:id="219" w:name="_Toc480465139"/>
      <w:bookmarkStart w:id="220" w:name="_Toc417301708"/>
      <w:bookmarkStart w:id="221" w:name="_Toc448928770"/>
      <w:bookmarkStart w:id="222" w:name="_Toc511980834"/>
      <w:bookmarkStart w:id="223" w:name="_Toc173243869"/>
      <w:bookmarkStart w:id="224" w:name="_Toc181255961"/>
      <w:r w:rsidRPr="004B35FA">
        <w:rPr>
          <w:b/>
        </w:rPr>
        <w:t>Средние цены по типам квартир</w:t>
      </w:r>
      <w:r>
        <w:rPr>
          <w:b/>
        </w:rPr>
        <w:br/>
      </w:r>
      <w:r w:rsidRPr="004B35FA">
        <w:rPr>
          <w:b/>
        </w:rPr>
        <w:t>на первичном и вторичном рынках жилья</w:t>
      </w:r>
      <w:bookmarkEnd w:id="219"/>
      <w:bookmarkEnd w:id="220"/>
      <w:bookmarkEnd w:id="221"/>
      <w:bookmarkEnd w:id="222"/>
      <w:bookmarkEnd w:id="223"/>
      <w:bookmarkEnd w:id="224"/>
    </w:p>
    <w:p w14:paraId="7314572E" w14:textId="77777777" w:rsidR="00D35264" w:rsidRPr="004B35FA" w:rsidRDefault="00D35264" w:rsidP="00D35264">
      <w:pPr>
        <w:shd w:val="clear" w:color="auto" w:fill="FFFFFF"/>
        <w:tabs>
          <w:tab w:val="left" w:pos="1106"/>
        </w:tabs>
        <w:jc w:val="right"/>
        <w:rPr>
          <w:b/>
          <w:sz w:val="20"/>
        </w:rPr>
      </w:pPr>
      <w:r w:rsidRPr="004B35FA">
        <w:rPr>
          <w:b/>
          <w:sz w:val="20"/>
        </w:rPr>
        <w:t>на конец квартала; рублей за квадратный метр общей площади</w:t>
      </w:r>
    </w:p>
    <w:tbl>
      <w:tblPr>
        <w:tblW w:w="894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39"/>
        <w:gridCol w:w="1134"/>
        <w:gridCol w:w="1134"/>
        <w:gridCol w:w="1137"/>
      </w:tblGrid>
      <w:tr w:rsidR="00120D12" w:rsidRPr="001F5CD0" w14:paraId="63BADE58" w14:textId="77777777" w:rsidTr="00576E75">
        <w:trPr>
          <w:trHeight w:val="510"/>
          <w:jc w:val="center"/>
        </w:trPr>
        <w:tc>
          <w:tcPr>
            <w:tcW w:w="5539" w:type="dxa"/>
            <w:shd w:val="clear" w:color="auto" w:fill="auto"/>
            <w:vAlign w:val="center"/>
          </w:tcPr>
          <w:p w14:paraId="05E87DA4" w14:textId="77777777" w:rsidR="00120D12" w:rsidRPr="004A06E3" w:rsidRDefault="00120D12" w:rsidP="00120D12">
            <w:pPr>
              <w:tabs>
                <w:tab w:val="left" w:pos="1106"/>
              </w:tabs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4328BCCB" w14:textId="77777777" w:rsidR="00120D12" w:rsidRPr="001F5CD0" w:rsidRDefault="00120D12" w:rsidP="00120D12">
            <w:pPr>
              <w:tabs>
                <w:tab w:val="left" w:pos="1106"/>
              </w:tabs>
              <w:ind w:left="-57" w:right="-57"/>
              <w:jc w:val="center"/>
              <w:rPr>
                <w:b/>
                <w:sz w:val="20"/>
              </w:rPr>
            </w:pPr>
            <w:r w:rsidRPr="001F5CD0">
              <w:rPr>
                <w:b/>
                <w:sz w:val="20"/>
                <w:lang w:val="en-US"/>
              </w:rPr>
              <w:t>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4" w:type="dxa"/>
            <w:vAlign w:val="center"/>
          </w:tcPr>
          <w:p w14:paraId="0CDF84C7" w14:textId="77777777" w:rsidR="00120D12" w:rsidRPr="001F5CD0" w:rsidRDefault="00120D12" w:rsidP="00120D12">
            <w:pPr>
              <w:tabs>
                <w:tab w:val="left" w:pos="1106"/>
              </w:tabs>
              <w:ind w:left="-57" w:right="-57"/>
              <w:jc w:val="center"/>
              <w:rPr>
                <w:b/>
                <w:sz w:val="20"/>
                <w:lang w:val="en-US"/>
              </w:rPr>
            </w:pPr>
            <w:r w:rsidRPr="001F5CD0"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4" w:type="dxa"/>
            <w:vAlign w:val="center"/>
          </w:tcPr>
          <w:p w14:paraId="75F56F47" w14:textId="77777777" w:rsidR="00120D12" w:rsidRPr="001F5CD0" w:rsidRDefault="00120D12" w:rsidP="00120D12">
            <w:pPr>
              <w:tabs>
                <w:tab w:val="left" w:pos="1106"/>
              </w:tabs>
              <w:ind w:left="-57" w:right="-57"/>
              <w:jc w:val="center"/>
              <w:rPr>
                <w:b/>
                <w:sz w:val="20"/>
                <w:lang w:val="en-US"/>
              </w:rPr>
            </w:pPr>
            <w:r w:rsidRPr="001F5CD0"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 xml:space="preserve"> квартал</w:t>
            </w:r>
          </w:p>
        </w:tc>
      </w:tr>
      <w:tr w:rsidR="00120D12" w:rsidRPr="001F5CD0" w14:paraId="36C367CD" w14:textId="77777777" w:rsidTr="00576E75">
        <w:trPr>
          <w:trHeight w:val="227"/>
          <w:jc w:val="center"/>
        </w:trPr>
        <w:tc>
          <w:tcPr>
            <w:tcW w:w="8944" w:type="dxa"/>
            <w:gridSpan w:val="4"/>
            <w:shd w:val="clear" w:color="auto" w:fill="auto"/>
            <w:vAlign w:val="bottom"/>
          </w:tcPr>
          <w:p w14:paraId="12F0B102" w14:textId="77777777" w:rsidR="00120D12" w:rsidRPr="001F5CD0" w:rsidRDefault="00120D12" w:rsidP="00120D12">
            <w:pPr>
              <w:tabs>
                <w:tab w:val="left" w:pos="1106"/>
              </w:tabs>
              <w:jc w:val="left"/>
              <w:rPr>
                <w:b/>
                <w:sz w:val="20"/>
              </w:rPr>
            </w:pPr>
            <w:r w:rsidRPr="001F5CD0">
              <w:rPr>
                <w:b/>
                <w:sz w:val="20"/>
              </w:rPr>
              <w:t>Все типы квартир</w:t>
            </w:r>
          </w:p>
        </w:tc>
      </w:tr>
      <w:tr w:rsidR="005B3541" w:rsidRPr="001F5CD0" w14:paraId="11BCA215" w14:textId="77777777" w:rsidTr="00576E75">
        <w:trPr>
          <w:trHeight w:val="227"/>
          <w:jc w:val="center"/>
        </w:trPr>
        <w:tc>
          <w:tcPr>
            <w:tcW w:w="5539" w:type="dxa"/>
            <w:shd w:val="clear" w:color="auto" w:fill="auto"/>
            <w:vAlign w:val="bottom"/>
          </w:tcPr>
          <w:p w14:paraId="017207A8" w14:textId="77777777" w:rsidR="005B3541" w:rsidRPr="001F5CD0" w:rsidRDefault="005B3541" w:rsidP="005B3541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1F5CD0">
              <w:rPr>
                <w:b/>
                <w:sz w:val="20"/>
              </w:rPr>
              <w:t>первичный рынок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E9C65E4" w14:textId="4A2BF2DF" w:rsidR="005B3541" w:rsidRPr="00961180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121225</w:t>
            </w:r>
          </w:p>
        </w:tc>
        <w:tc>
          <w:tcPr>
            <w:tcW w:w="1134" w:type="dxa"/>
            <w:vAlign w:val="bottom"/>
          </w:tcPr>
          <w:p w14:paraId="20FD959A" w14:textId="2DCA65B2" w:rsidR="005B3541" w:rsidRPr="00FE662C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 w:rsidRPr="002B7514">
              <w:rPr>
                <w:b/>
                <w:color w:val="000000"/>
                <w:sz w:val="20"/>
              </w:rPr>
              <w:t>127488</w:t>
            </w:r>
          </w:p>
        </w:tc>
        <w:tc>
          <w:tcPr>
            <w:tcW w:w="1134" w:type="dxa"/>
          </w:tcPr>
          <w:p w14:paraId="3B60F5A6" w14:textId="48AC20CD" w:rsidR="005B3541" w:rsidRDefault="005B3541" w:rsidP="00576E75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</w:rPr>
              <w:t>134609</w:t>
            </w:r>
          </w:p>
        </w:tc>
      </w:tr>
      <w:tr w:rsidR="005B3541" w:rsidRPr="001F5CD0" w14:paraId="645C61BD" w14:textId="77777777" w:rsidTr="00576E75">
        <w:trPr>
          <w:trHeight w:val="227"/>
          <w:jc w:val="center"/>
        </w:trPr>
        <w:tc>
          <w:tcPr>
            <w:tcW w:w="5539" w:type="dxa"/>
            <w:shd w:val="clear" w:color="auto" w:fill="auto"/>
            <w:vAlign w:val="bottom"/>
          </w:tcPr>
          <w:p w14:paraId="0CA2C76A" w14:textId="77777777" w:rsidR="005B3541" w:rsidRPr="001F5CD0" w:rsidRDefault="005B3541" w:rsidP="005B3541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1F5CD0">
              <w:rPr>
                <w:b/>
                <w:sz w:val="20"/>
              </w:rPr>
              <w:t>вторичный рынок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BC8E16F" w14:textId="131136CC" w:rsidR="005B3541" w:rsidRPr="00961180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71710</w:t>
            </w:r>
          </w:p>
        </w:tc>
        <w:tc>
          <w:tcPr>
            <w:tcW w:w="1134" w:type="dxa"/>
            <w:vAlign w:val="bottom"/>
          </w:tcPr>
          <w:p w14:paraId="447D3471" w14:textId="57D5527D" w:rsidR="005B3541" w:rsidRPr="00FE662C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 w:rsidRPr="002B7514">
              <w:rPr>
                <w:b/>
                <w:color w:val="000000"/>
                <w:sz w:val="20"/>
              </w:rPr>
              <w:t>77882</w:t>
            </w:r>
          </w:p>
        </w:tc>
        <w:tc>
          <w:tcPr>
            <w:tcW w:w="1134" w:type="dxa"/>
          </w:tcPr>
          <w:p w14:paraId="1251BA15" w14:textId="0E7328B9" w:rsidR="005B3541" w:rsidRDefault="005B3541" w:rsidP="00576E75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</w:rPr>
              <w:t>79416</w:t>
            </w:r>
          </w:p>
        </w:tc>
      </w:tr>
      <w:tr w:rsidR="00120D12" w:rsidRPr="001F5CD0" w14:paraId="753ADFBD" w14:textId="77777777" w:rsidTr="00576E75">
        <w:trPr>
          <w:trHeight w:val="227"/>
          <w:jc w:val="center"/>
        </w:trPr>
        <w:tc>
          <w:tcPr>
            <w:tcW w:w="8944" w:type="dxa"/>
            <w:gridSpan w:val="4"/>
            <w:shd w:val="clear" w:color="auto" w:fill="auto"/>
            <w:vAlign w:val="bottom"/>
          </w:tcPr>
          <w:p w14:paraId="471E6CA5" w14:textId="77777777" w:rsidR="00120D12" w:rsidRPr="001F5CD0" w:rsidRDefault="00120D12" w:rsidP="00120D12">
            <w:pPr>
              <w:tabs>
                <w:tab w:val="left" w:pos="1106"/>
              </w:tabs>
              <w:ind w:left="113"/>
              <w:jc w:val="left"/>
              <w:rPr>
                <w:b/>
                <w:sz w:val="20"/>
              </w:rPr>
            </w:pPr>
            <w:r w:rsidRPr="001F5CD0">
              <w:rPr>
                <w:b/>
                <w:sz w:val="20"/>
              </w:rPr>
              <w:t>Квартиры низкого качества</w:t>
            </w:r>
          </w:p>
        </w:tc>
      </w:tr>
      <w:tr w:rsidR="005B3541" w:rsidRPr="001F5CD0" w14:paraId="46007646" w14:textId="77777777" w:rsidTr="00576E75">
        <w:trPr>
          <w:trHeight w:val="227"/>
          <w:jc w:val="center"/>
        </w:trPr>
        <w:tc>
          <w:tcPr>
            <w:tcW w:w="5539" w:type="dxa"/>
            <w:shd w:val="clear" w:color="auto" w:fill="auto"/>
            <w:vAlign w:val="bottom"/>
          </w:tcPr>
          <w:p w14:paraId="6EA641C7" w14:textId="77777777" w:rsidR="005B3541" w:rsidRPr="001F5CD0" w:rsidRDefault="005B3541" w:rsidP="005B3541">
            <w:pPr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1F5CD0">
              <w:rPr>
                <w:b/>
                <w:sz w:val="20"/>
              </w:rPr>
              <w:t>вторичный рынок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B3673B0" w14:textId="1D31828C" w:rsidR="005B3541" w:rsidRPr="00961180" w:rsidRDefault="005B3541" w:rsidP="005B3541">
            <w:pPr>
              <w:shd w:val="clear" w:color="auto" w:fill="FFFFFF"/>
              <w:tabs>
                <w:tab w:val="left" w:pos="1106"/>
              </w:tabs>
              <w:ind w:right="170"/>
              <w:jc w:val="right"/>
              <w:rPr>
                <w:b/>
                <w:sz w:val="20"/>
              </w:rPr>
            </w:pPr>
            <w:r w:rsidRPr="00514D74"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730125A3" w14:textId="6C4DE50F" w:rsidR="005B3541" w:rsidRDefault="005B3541" w:rsidP="005B3541">
            <w:pPr>
              <w:shd w:val="clear" w:color="auto" w:fill="FFFFFF"/>
              <w:tabs>
                <w:tab w:val="left" w:pos="1106"/>
              </w:tabs>
              <w:ind w:right="170"/>
              <w:jc w:val="right"/>
              <w:rPr>
                <w:b/>
                <w:sz w:val="20"/>
              </w:rPr>
            </w:pPr>
            <w:r w:rsidRPr="002B7514">
              <w:rPr>
                <w:b/>
                <w:color w:val="000000"/>
                <w:sz w:val="20"/>
              </w:rPr>
              <w:t>…</w:t>
            </w:r>
          </w:p>
        </w:tc>
        <w:tc>
          <w:tcPr>
            <w:tcW w:w="1134" w:type="dxa"/>
          </w:tcPr>
          <w:p w14:paraId="0E0DE46A" w14:textId="17DC38A8" w:rsidR="005B3541" w:rsidRDefault="005B3541" w:rsidP="005B3541">
            <w:pPr>
              <w:shd w:val="clear" w:color="auto" w:fill="FFFFFF"/>
              <w:tabs>
                <w:tab w:val="left" w:pos="1106"/>
              </w:tabs>
              <w:ind w:right="170"/>
              <w:jc w:val="right"/>
              <w:rPr>
                <w:b/>
                <w:sz w:val="20"/>
              </w:rPr>
            </w:pPr>
            <w:r w:rsidRPr="002B7514">
              <w:rPr>
                <w:b/>
                <w:color w:val="000000"/>
                <w:sz w:val="20"/>
              </w:rPr>
              <w:t>…</w:t>
            </w:r>
          </w:p>
        </w:tc>
      </w:tr>
      <w:tr w:rsidR="00120D12" w:rsidRPr="001F5CD0" w14:paraId="3E86A5CD" w14:textId="77777777" w:rsidTr="00576E75">
        <w:trPr>
          <w:trHeight w:val="227"/>
          <w:jc w:val="center"/>
        </w:trPr>
        <w:tc>
          <w:tcPr>
            <w:tcW w:w="8944" w:type="dxa"/>
            <w:gridSpan w:val="4"/>
            <w:shd w:val="clear" w:color="auto" w:fill="auto"/>
            <w:vAlign w:val="bottom"/>
          </w:tcPr>
          <w:p w14:paraId="1AC62503" w14:textId="77777777" w:rsidR="00120D12" w:rsidRPr="00961180" w:rsidRDefault="00120D12" w:rsidP="00120D12">
            <w:pPr>
              <w:tabs>
                <w:tab w:val="left" w:pos="1106"/>
              </w:tabs>
              <w:ind w:left="113"/>
              <w:jc w:val="left"/>
              <w:rPr>
                <w:b/>
                <w:sz w:val="20"/>
              </w:rPr>
            </w:pPr>
            <w:r w:rsidRPr="00961180">
              <w:rPr>
                <w:b/>
                <w:sz w:val="20"/>
              </w:rPr>
              <w:t>Среднего качества (типовые)</w:t>
            </w:r>
          </w:p>
        </w:tc>
      </w:tr>
      <w:tr w:rsidR="005B3541" w:rsidRPr="001F5CD0" w14:paraId="28B86A78" w14:textId="77777777" w:rsidTr="00576E75">
        <w:trPr>
          <w:trHeight w:val="227"/>
          <w:jc w:val="center"/>
        </w:trPr>
        <w:tc>
          <w:tcPr>
            <w:tcW w:w="5539" w:type="dxa"/>
            <w:shd w:val="clear" w:color="auto" w:fill="auto"/>
            <w:vAlign w:val="bottom"/>
          </w:tcPr>
          <w:p w14:paraId="4E938EC6" w14:textId="77777777" w:rsidR="005B3541" w:rsidRPr="001F5CD0" w:rsidRDefault="005B3541" w:rsidP="005B3541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1F5CD0">
              <w:rPr>
                <w:b/>
                <w:sz w:val="20"/>
              </w:rPr>
              <w:t>первичный рынок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DD931F3" w14:textId="166FE529" w:rsidR="005B3541" w:rsidRPr="00961180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92758</w:t>
            </w:r>
          </w:p>
        </w:tc>
        <w:tc>
          <w:tcPr>
            <w:tcW w:w="1134" w:type="dxa"/>
            <w:vAlign w:val="bottom"/>
          </w:tcPr>
          <w:p w14:paraId="605DFFF5" w14:textId="60DB4AE6" w:rsidR="005B3541" w:rsidRDefault="005B3541" w:rsidP="005B3541">
            <w:pPr>
              <w:shd w:val="clear" w:color="auto" w:fill="FFFFFF"/>
              <w:tabs>
                <w:tab w:val="left" w:pos="1106"/>
              </w:tabs>
              <w:ind w:right="170"/>
              <w:jc w:val="right"/>
              <w:rPr>
                <w:b/>
                <w:sz w:val="20"/>
              </w:rPr>
            </w:pPr>
            <w:r w:rsidRPr="002B7514">
              <w:rPr>
                <w:b/>
                <w:color w:val="000000"/>
                <w:sz w:val="20"/>
              </w:rPr>
              <w:t>88675</w:t>
            </w:r>
          </w:p>
        </w:tc>
        <w:tc>
          <w:tcPr>
            <w:tcW w:w="1134" w:type="dxa"/>
          </w:tcPr>
          <w:p w14:paraId="11313B30" w14:textId="72EE0949" w:rsidR="005B3541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</w:rPr>
              <w:t>88675</w:t>
            </w:r>
          </w:p>
        </w:tc>
      </w:tr>
      <w:tr w:rsidR="005B3541" w:rsidRPr="001F5CD0" w14:paraId="00EA277B" w14:textId="77777777" w:rsidTr="00576E75">
        <w:trPr>
          <w:trHeight w:val="227"/>
          <w:jc w:val="center"/>
        </w:trPr>
        <w:tc>
          <w:tcPr>
            <w:tcW w:w="5539" w:type="dxa"/>
            <w:shd w:val="clear" w:color="auto" w:fill="auto"/>
            <w:vAlign w:val="bottom"/>
          </w:tcPr>
          <w:p w14:paraId="45D942C1" w14:textId="77777777" w:rsidR="005B3541" w:rsidRPr="001F5CD0" w:rsidRDefault="005B3541" w:rsidP="005B3541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1F5CD0">
              <w:rPr>
                <w:b/>
                <w:sz w:val="20"/>
              </w:rPr>
              <w:t>вторичный рынок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AE2B2B1" w14:textId="5DB72072" w:rsidR="005B3541" w:rsidRPr="00961180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70566</w:t>
            </w:r>
          </w:p>
        </w:tc>
        <w:tc>
          <w:tcPr>
            <w:tcW w:w="1134" w:type="dxa"/>
            <w:vAlign w:val="bottom"/>
          </w:tcPr>
          <w:p w14:paraId="25EDFC34" w14:textId="3B344F84" w:rsidR="005B3541" w:rsidRDefault="005B3541" w:rsidP="005B3541">
            <w:pPr>
              <w:shd w:val="clear" w:color="auto" w:fill="FFFFFF"/>
              <w:tabs>
                <w:tab w:val="left" w:pos="1106"/>
              </w:tabs>
              <w:ind w:right="170"/>
              <w:jc w:val="right"/>
              <w:rPr>
                <w:b/>
                <w:sz w:val="20"/>
              </w:rPr>
            </w:pPr>
            <w:r w:rsidRPr="002B7514">
              <w:rPr>
                <w:b/>
                <w:color w:val="000000"/>
                <w:sz w:val="20"/>
              </w:rPr>
              <w:t>76991</w:t>
            </w:r>
          </w:p>
        </w:tc>
        <w:tc>
          <w:tcPr>
            <w:tcW w:w="1134" w:type="dxa"/>
          </w:tcPr>
          <w:p w14:paraId="35F130CE" w14:textId="30E72BAF" w:rsidR="005B3541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</w:rPr>
              <w:t>78513</w:t>
            </w:r>
          </w:p>
        </w:tc>
      </w:tr>
      <w:tr w:rsidR="00120D12" w:rsidRPr="001F5CD0" w14:paraId="43629775" w14:textId="77777777" w:rsidTr="00576E75">
        <w:trPr>
          <w:trHeight w:val="227"/>
          <w:jc w:val="center"/>
        </w:trPr>
        <w:tc>
          <w:tcPr>
            <w:tcW w:w="8944" w:type="dxa"/>
            <w:gridSpan w:val="4"/>
            <w:shd w:val="clear" w:color="auto" w:fill="auto"/>
            <w:vAlign w:val="bottom"/>
          </w:tcPr>
          <w:p w14:paraId="31F94897" w14:textId="77777777" w:rsidR="00120D12" w:rsidRPr="00961180" w:rsidRDefault="00120D12" w:rsidP="00120D12">
            <w:pPr>
              <w:tabs>
                <w:tab w:val="left" w:pos="1106"/>
              </w:tabs>
              <w:ind w:left="113"/>
              <w:jc w:val="left"/>
              <w:rPr>
                <w:b/>
                <w:sz w:val="20"/>
              </w:rPr>
            </w:pPr>
            <w:r w:rsidRPr="00961180">
              <w:rPr>
                <w:b/>
                <w:sz w:val="20"/>
              </w:rPr>
              <w:t>Улучшенного качества</w:t>
            </w:r>
          </w:p>
        </w:tc>
      </w:tr>
      <w:tr w:rsidR="005B3541" w:rsidRPr="001F5CD0" w14:paraId="420312DE" w14:textId="77777777" w:rsidTr="00576E75">
        <w:trPr>
          <w:trHeight w:val="227"/>
          <w:jc w:val="center"/>
        </w:trPr>
        <w:tc>
          <w:tcPr>
            <w:tcW w:w="5539" w:type="dxa"/>
            <w:shd w:val="clear" w:color="auto" w:fill="auto"/>
            <w:vAlign w:val="bottom"/>
          </w:tcPr>
          <w:p w14:paraId="3859373D" w14:textId="77777777" w:rsidR="005B3541" w:rsidRPr="001F5CD0" w:rsidRDefault="005B3541" w:rsidP="005B3541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1F5CD0">
              <w:rPr>
                <w:b/>
                <w:sz w:val="20"/>
              </w:rPr>
              <w:t>первичный рынок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1A8E524" w14:textId="5564AB5A" w:rsidR="005B3541" w:rsidRPr="00961180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119810</w:t>
            </w:r>
          </w:p>
        </w:tc>
        <w:tc>
          <w:tcPr>
            <w:tcW w:w="1134" w:type="dxa"/>
            <w:vAlign w:val="bottom"/>
          </w:tcPr>
          <w:p w14:paraId="576B88F1" w14:textId="31A25219" w:rsidR="005B3541" w:rsidRDefault="005B3541" w:rsidP="005B3541">
            <w:pPr>
              <w:shd w:val="clear" w:color="auto" w:fill="FFFFFF"/>
              <w:tabs>
                <w:tab w:val="left" w:pos="1106"/>
              </w:tabs>
              <w:ind w:right="170"/>
              <w:jc w:val="right"/>
              <w:rPr>
                <w:b/>
                <w:sz w:val="20"/>
              </w:rPr>
            </w:pPr>
            <w:r w:rsidRPr="002B7514">
              <w:rPr>
                <w:b/>
                <w:color w:val="000000"/>
                <w:sz w:val="20"/>
              </w:rPr>
              <w:t>127258</w:t>
            </w:r>
          </w:p>
        </w:tc>
        <w:tc>
          <w:tcPr>
            <w:tcW w:w="1134" w:type="dxa"/>
          </w:tcPr>
          <w:p w14:paraId="537170D9" w14:textId="2F839D49" w:rsidR="005B3541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</w:rPr>
              <w:t>133619</w:t>
            </w:r>
          </w:p>
        </w:tc>
      </w:tr>
      <w:tr w:rsidR="005B3541" w:rsidRPr="001F5CD0" w14:paraId="343D7D00" w14:textId="77777777" w:rsidTr="00576E75">
        <w:trPr>
          <w:trHeight w:val="227"/>
          <w:jc w:val="center"/>
        </w:trPr>
        <w:tc>
          <w:tcPr>
            <w:tcW w:w="5539" w:type="dxa"/>
            <w:shd w:val="clear" w:color="auto" w:fill="auto"/>
            <w:vAlign w:val="bottom"/>
          </w:tcPr>
          <w:p w14:paraId="0AF7A6EB" w14:textId="77777777" w:rsidR="005B3541" w:rsidRPr="001F5CD0" w:rsidRDefault="005B3541" w:rsidP="005B3541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1F5CD0">
              <w:rPr>
                <w:b/>
                <w:sz w:val="20"/>
              </w:rPr>
              <w:t>вторичный рынок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9CB37CC" w14:textId="120E71CB" w:rsidR="005B3541" w:rsidRPr="00961180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80650</w:t>
            </w:r>
          </w:p>
        </w:tc>
        <w:tc>
          <w:tcPr>
            <w:tcW w:w="1134" w:type="dxa"/>
            <w:vAlign w:val="bottom"/>
          </w:tcPr>
          <w:p w14:paraId="64287050" w14:textId="234BE524" w:rsidR="005B3541" w:rsidRDefault="005B3541" w:rsidP="005B3541">
            <w:pPr>
              <w:shd w:val="clear" w:color="auto" w:fill="FFFFFF"/>
              <w:tabs>
                <w:tab w:val="left" w:pos="1106"/>
              </w:tabs>
              <w:ind w:right="170"/>
              <w:jc w:val="right"/>
              <w:rPr>
                <w:b/>
                <w:sz w:val="20"/>
              </w:rPr>
            </w:pPr>
            <w:r w:rsidRPr="002B7514">
              <w:rPr>
                <w:b/>
                <w:color w:val="000000"/>
                <w:sz w:val="20"/>
              </w:rPr>
              <w:t>85766</w:t>
            </w:r>
          </w:p>
        </w:tc>
        <w:tc>
          <w:tcPr>
            <w:tcW w:w="1134" w:type="dxa"/>
          </w:tcPr>
          <w:p w14:paraId="7E6999C8" w14:textId="6735C2A6" w:rsidR="005B3541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</w:rPr>
              <w:t>85766</w:t>
            </w:r>
          </w:p>
        </w:tc>
      </w:tr>
      <w:tr w:rsidR="00120D12" w:rsidRPr="001F5CD0" w14:paraId="032B08F4" w14:textId="77777777" w:rsidTr="00576E75">
        <w:trPr>
          <w:trHeight w:val="227"/>
          <w:jc w:val="center"/>
        </w:trPr>
        <w:tc>
          <w:tcPr>
            <w:tcW w:w="8944" w:type="dxa"/>
            <w:gridSpan w:val="4"/>
            <w:shd w:val="clear" w:color="auto" w:fill="auto"/>
            <w:vAlign w:val="bottom"/>
          </w:tcPr>
          <w:p w14:paraId="35F13FD8" w14:textId="77777777" w:rsidR="00120D12" w:rsidRPr="00961180" w:rsidRDefault="00120D12" w:rsidP="00120D12">
            <w:pPr>
              <w:tabs>
                <w:tab w:val="left" w:pos="1106"/>
              </w:tabs>
              <w:ind w:left="113"/>
              <w:jc w:val="left"/>
              <w:rPr>
                <w:b/>
                <w:sz w:val="20"/>
              </w:rPr>
            </w:pPr>
            <w:r w:rsidRPr="00961180">
              <w:rPr>
                <w:b/>
                <w:sz w:val="20"/>
              </w:rPr>
              <w:t>Элитные квартиры</w:t>
            </w:r>
          </w:p>
        </w:tc>
      </w:tr>
      <w:tr w:rsidR="005B3541" w:rsidRPr="004A06E3" w14:paraId="07973580" w14:textId="77777777" w:rsidTr="00576E75">
        <w:trPr>
          <w:trHeight w:val="86"/>
          <w:jc w:val="center"/>
        </w:trPr>
        <w:tc>
          <w:tcPr>
            <w:tcW w:w="5539" w:type="dxa"/>
            <w:shd w:val="clear" w:color="auto" w:fill="auto"/>
            <w:vAlign w:val="bottom"/>
          </w:tcPr>
          <w:p w14:paraId="2503370F" w14:textId="03A91F06" w:rsidR="005B3541" w:rsidRPr="007E6535" w:rsidRDefault="005B3541" w:rsidP="005B3541">
            <w:pPr>
              <w:shd w:val="clear" w:color="auto" w:fill="FFFFFF"/>
              <w:tabs>
                <w:tab w:val="left" w:pos="1106"/>
              </w:tabs>
              <w:ind w:left="227"/>
              <w:jc w:val="left"/>
              <w:rPr>
                <w:b/>
                <w:sz w:val="20"/>
              </w:rPr>
            </w:pPr>
            <w:r w:rsidRPr="001F5CD0">
              <w:rPr>
                <w:b/>
                <w:sz w:val="20"/>
              </w:rPr>
              <w:t>первичный рынок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763F9B2" w14:textId="4F3020E8" w:rsidR="005B3541" w:rsidRPr="00961180" w:rsidRDefault="005B3541" w:rsidP="005B3541">
            <w:pPr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164561</w:t>
            </w:r>
          </w:p>
        </w:tc>
        <w:tc>
          <w:tcPr>
            <w:tcW w:w="1134" w:type="dxa"/>
            <w:vAlign w:val="bottom"/>
          </w:tcPr>
          <w:p w14:paraId="216ED178" w14:textId="046B4BE9" w:rsidR="005B3541" w:rsidRDefault="005B3541" w:rsidP="005B3541">
            <w:pPr>
              <w:shd w:val="clear" w:color="auto" w:fill="FFFFFF"/>
              <w:tabs>
                <w:tab w:val="left" w:pos="1106"/>
              </w:tabs>
              <w:ind w:right="170"/>
              <w:jc w:val="right"/>
              <w:rPr>
                <w:b/>
                <w:sz w:val="20"/>
              </w:rPr>
            </w:pPr>
            <w:r w:rsidRPr="002B7514">
              <w:rPr>
                <w:b/>
                <w:color w:val="000000"/>
                <w:sz w:val="20"/>
              </w:rPr>
              <w:t>147812</w:t>
            </w:r>
          </w:p>
        </w:tc>
        <w:tc>
          <w:tcPr>
            <w:tcW w:w="1134" w:type="dxa"/>
          </w:tcPr>
          <w:p w14:paraId="3366BE17" w14:textId="14793EF0" w:rsidR="005B3541" w:rsidRDefault="005B3541" w:rsidP="005B3541">
            <w:pPr>
              <w:shd w:val="clear" w:color="auto" w:fill="FFFFFF"/>
              <w:tabs>
                <w:tab w:val="left" w:pos="1106"/>
              </w:tabs>
              <w:ind w:right="170"/>
              <w:jc w:val="right"/>
              <w:rPr>
                <w:b/>
                <w:sz w:val="20"/>
              </w:rPr>
            </w:pPr>
            <w:r>
              <w:rPr>
                <w:b/>
                <w:color w:val="000000"/>
                <w:sz w:val="20"/>
              </w:rPr>
              <w:t>175026</w:t>
            </w:r>
          </w:p>
        </w:tc>
      </w:tr>
    </w:tbl>
    <w:p w14:paraId="29BB33FC" w14:textId="179DACC3" w:rsidR="004F595D" w:rsidRPr="00253420" w:rsidRDefault="00C20B55" w:rsidP="005C2C36">
      <w:pPr>
        <w:pStyle w:val="ac"/>
        <w:spacing w:before="360" w:beforeAutospacing="0" w:after="0" w:afterAutospacing="0"/>
        <w:ind w:firstLine="709"/>
        <w:jc w:val="both"/>
        <w:outlineLvl w:val="2"/>
        <w:rPr>
          <w:highlight w:val="yellow"/>
          <w:lang w:val="x-none" w:eastAsia="x-none"/>
        </w:rPr>
      </w:pPr>
      <w:bookmarkStart w:id="225" w:name="_Toc22292262"/>
      <w:bookmarkStart w:id="226" w:name="_Toc27990903"/>
      <w:bookmarkStart w:id="227" w:name="_Toc181255962"/>
      <w:bookmarkStart w:id="228" w:name="_Toc22292263"/>
      <w:bookmarkStart w:id="229" w:name="_Toc27990904"/>
      <w:bookmarkEnd w:id="216"/>
      <w:r w:rsidRPr="00EF0C9B">
        <w:rPr>
          <w:b/>
        </w:rPr>
        <w:t xml:space="preserve">ЦЕНЫ ПРОИЗВОДИТЕЛЕЙ. </w:t>
      </w:r>
      <w:r w:rsidRPr="00B94731">
        <w:rPr>
          <w:bCs/>
        </w:rPr>
        <w:t xml:space="preserve">Индекс цен производителей промышленных товаров </w:t>
      </w:r>
      <w:bookmarkEnd w:id="225"/>
      <w:bookmarkEnd w:id="226"/>
      <w:r w:rsidR="0078227D" w:rsidRPr="00B94731">
        <w:rPr>
          <w:bCs/>
          <w:color w:val="000000"/>
          <w:lang w:val="x-none" w:eastAsia="x-none"/>
        </w:rPr>
        <w:t>в</w:t>
      </w:r>
      <w:r w:rsidR="0078227D" w:rsidRPr="00B94731">
        <w:rPr>
          <w:bCs/>
          <w:color w:val="000000"/>
          <w:lang w:eastAsia="x-none"/>
        </w:rPr>
        <w:t xml:space="preserve"> </w:t>
      </w:r>
      <w:r w:rsidR="008476A0">
        <w:rPr>
          <w:bCs/>
          <w:color w:val="000000"/>
          <w:lang w:eastAsia="x-none"/>
        </w:rPr>
        <w:t>сентябре</w:t>
      </w:r>
      <w:r w:rsidR="0078227D" w:rsidRPr="00B94731">
        <w:rPr>
          <w:bCs/>
          <w:color w:val="000000"/>
          <w:lang w:val="x-none" w:eastAsia="x-none"/>
        </w:rPr>
        <w:t xml:space="preserve"> 202</w:t>
      </w:r>
      <w:r w:rsidR="0078227D" w:rsidRPr="00B94731">
        <w:rPr>
          <w:bCs/>
          <w:color w:val="000000"/>
          <w:lang w:eastAsia="x-none"/>
        </w:rPr>
        <w:t>4</w:t>
      </w:r>
      <w:r w:rsidR="0078227D" w:rsidRPr="00B94731">
        <w:rPr>
          <w:bCs/>
          <w:color w:val="000000"/>
          <w:lang w:val="x-none" w:eastAsia="x-none"/>
        </w:rPr>
        <w:t xml:space="preserve"> года относительно</w:t>
      </w:r>
      <w:r w:rsidR="0078227D" w:rsidRPr="00E545F5">
        <w:rPr>
          <w:color w:val="000000"/>
          <w:lang w:eastAsia="x-none"/>
        </w:rPr>
        <w:t xml:space="preserve"> </w:t>
      </w:r>
      <w:r w:rsidR="008476A0">
        <w:rPr>
          <w:color w:val="000000"/>
          <w:lang w:eastAsia="x-none"/>
        </w:rPr>
        <w:t>августа</w:t>
      </w:r>
      <w:r w:rsidR="0078227D" w:rsidRPr="00E545F5">
        <w:rPr>
          <w:color w:val="000000"/>
          <w:lang w:val="x-none" w:eastAsia="x-none"/>
        </w:rPr>
        <w:t xml:space="preserve"> 202</w:t>
      </w:r>
      <w:r w:rsidR="006D748F" w:rsidRPr="006D748F">
        <w:rPr>
          <w:color w:val="000000"/>
          <w:lang w:eastAsia="x-none"/>
        </w:rPr>
        <w:t>4</w:t>
      </w:r>
      <w:r w:rsidR="0078227D" w:rsidRPr="00E545F5">
        <w:rPr>
          <w:color w:val="000000"/>
          <w:lang w:val="x-none" w:eastAsia="x-none"/>
        </w:rPr>
        <w:t xml:space="preserve"> года составил </w:t>
      </w:r>
      <w:r w:rsidR="005B3541">
        <w:rPr>
          <w:color w:val="000000"/>
        </w:rPr>
        <w:t>100,6</w:t>
      </w:r>
      <w:r w:rsidR="0078227D" w:rsidRPr="00E545F5">
        <w:rPr>
          <w:color w:val="000000"/>
          <w:lang w:val="x-none" w:eastAsia="x-none"/>
        </w:rPr>
        <w:t xml:space="preserve">%, </w:t>
      </w:r>
      <w:r w:rsidR="0078227D" w:rsidRPr="00E545F5">
        <w:rPr>
          <w:color w:val="000000"/>
          <w:lang w:val="x-none" w:eastAsia="x-none"/>
        </w:rPr>
        <w:br/>
        <w:t xml:space="preserve">из него в добыче полезных ископаемых – </w:t>
      </w:r>
      <w:r w:rsidR="005B3541">
        <w:rPr>
          <w:color w:val="000000"/>
        </w:rPr>
        <w:t>100,4</w:t>
      </w:r>
      <w:r w:rsidR="0078227D" w:rsidRPr="00E545F5">
        <w:rPr>
          <w:color w:val="000000"/>
          <w:lang w:val="x-none" w:eastAsia="x-none"/>
        </w:rPr>
        <w:t xml:space="preserve">%, обрабатывающих производствах – </w:t>
      </w:r>
      <w:r w:rsidR="005B3541">
        <w:rPr>
          <w:color w:val="000000"/>
        </w:rPr>
        <w:t>103,7</w:t>
      </w:r>
      <w:r w:rsidR="0078227D" w:rsidRPr="00E545F5">
        <w:rPr>
          <w:color w:val="000000"/>
          <w:lang w:val="x-none" w:eastAsia="x-none"/>
        </w:rPr>
        <w:t>%, обеспечении</w:t>
      </w:r>
      <w:r w:rsidR="0078227D" w:rsidRPr="00BD77DE">
        <w:rPr>
          <w:color w:val="000000"/>
          <w:lang w:val="x-none" w:eastAsia="x-none"/>
        </w:rPr>
        <w:t xml:space="preserve"> электрической энергией, газом и паром; кондиционировании воздуха – </w:t>
      </w:r>
      <w:r w:rsidR="005B3541">
        <w:rPr>
          <w:color w:val="000000"/>
        </w:rPr>
        <w:t>95,2</w:t>
      </w:r>
      <w:r w:rsidR="0078227D" w:rsidRPr="00BD77DE">
        <w:rPr>
          <w:color w:val="000000"/>
          <w:lang w:val="x-none" w:eastAsia="x-none"/>
        </w:rPr>
        <w:t xml:space="preserve">%, водоснабжении; водоотведении, организации сбора и утилизации отходов, деятельности по ликвидации загрязнений </w:t>
      </w:r>
      <w:r w:rsidR="0078227D" w:rsidRPr="003A796A">
        <w:rPr>
          <w:color w:val="000000"/>
          <w:lang w:val="x-none" w:eastAsia="x-none"/>
        </w:rPr>
        <w:t xml:space="preserve">– </w:t>
      </w:r>
      <w:r w:rsidR="005B3541">
        <w:rPr>
          <w:color w:val="000000"/>
        </w:rPr>
        <w:t>100,0</w:t>
      </w:r>
      <w:r w:rsidR="0078227D" w:rsidRPr="00BD77DE">
        <w:rPr>
          <w:color w:val="000000"/>
          <w:lang w:val="x-none" w:eastAsia="x-none"/>
        </w:rPr>
        <w:t>%</w:t>
      </w:r>
      <w:r w:rsidR="0078227D" w:rsidRPr="00BD77DE">
        <w:rPr>
          <w:color w:val="000000"/>
          <w:lang w:eastAsia="x-none"/>
        </w:rPr>
        <w:t>.</w:t>
      </w:r>
      <w:bookmarkEnd w:id="227"/>
    </w:p>
    <w:p w14:paraId="6BE02550" w14:textId="18EB798C" w:rsidR="0078227D" w:rsidRPr="00BD77DE" w:rsidRDefault="0078227D" w:rsidP="0078227D">
      <w:pPr>
        <w:pStyle w:val="afff2"/>
        <w:spacing w:before="120" w:beforeAutospacing="0" w:after="0" w:afterAutospacing="0"/>
        <w:ind w:firstLine="709"/>
        <w:jc w:val="both"/>
        <w:rPr>
          <w:color w:val="000000"/>
          <w:lang w:eastAsia="x-none"/>
        </w:rPr>
      </w:pPr>
      <w:bookmarkStart w:id="230" w:name="_Toc369700778"/>
      <w:bookmarkStart w:id="231" w:name="_Toc388626363"/>
      <w:bookmarkStart w:id="232" w:name="_Toc401575669"/>
      <w:bookmarkStart w:id="233" w:name="_Toc493779779"/>
      <w:bookmarkEnd w:id="228"/>
      <w:bookmarkEnd w:id="229"/>
      <w:r w:rsidRPr="00BD77DE">
        <w:rPr>
          <w:color w:val="000000"/>
          <w:lang w:val="x-none" w:eastAsia="x-none"/>
        </w:rPr>
        <w:t xml:space="preserve">При этом индекс цен производителей на продукцию, предназначенную </w:t>
      </w:r>
      <w:r w:rsidRPr="00BD77DE">
        <w:rPr>
          <w:color w:val="000000"/>
          <w:lang w:val="x-none" w:eastAsia="x-none"/>
        </w:rPr>
        <w:br/>
        <w:t xml:space="preserve">для реализации на внутреннем рынке, составил </w:t>
      </w:r>
      <w:r w:rsidR="005B3541">
        <w:rPr>
          <w:color w:val="000000"/>
        </w:rPr>
        <w:t>100,7</w:t>
      </w:r>
      <w:r w:rsidRPr="00BD77DE">
        <w:rPr>
          <w:color w:val="000000"/>
          <w:lang w:val="x-none" w:eastAsia="x-none"/>
        </w:rPr>
        <w:t xml:space="preserve">%, для реализации на экспорт – </w:t>
      </w:r>
      <w:r w:rsidR="005B3541">
        <w:rPr>
          <w:color w:val="000000"/>
        </w:rPr>
        <w:t>100,5</w:t>
      </w:r>
      <w:r w:rsidRPr="00BD77DE">
        <w:rPr>
          <w:color w:val="000000"/>
          <w:lang w:val="x-none" w:eastAsia="x-none"/>
        </w:rPr>
        <w:t xml:space="preserve">% (в </w:t>
      </w:r>
      <w:r w:rsidR="008476A0">
        <w:rPr>
          <w:color w:val="000000"/>
          <w:lang w:eastAsia="x-none"/>
        </w:rPr>
        <w:t>сентябре</w:t>
      </w:r>
      <w:r w:rsidRPr="00BD77DE">
        <w:rPr>
          <w:color w:val="000000"/>
          <w:lang w:val="x-none" w:eastAsia="x-none"/>
        </w:rPr>
        <w:t xml:space="preserve"> 20</w:t>
      </w:r>
      <w:r>
        <w:rPr>
          <w:color w:val="000000"/>
          <w:lang w:eastAsia="x-none"/>
        </w:rPr>
        <w:t>23</w:t>
      </w:r>
      <w:r w:rsidRPr="00BD77DE">
        <w:rPr>
          <w:color w:val="000000"/>
          <w:lang w:val="x-none" w:eastAsia="x-none"/>
        </w:rPr>
        <w:t xml:space="preserve"> года – </w:t>
      </w:r>
      <w:r w:rsidRPr="002B7514">
        <w:rPr>
          <w:color w:val="000000"/>
          <w:lang w:val="x-none" w:eastAsia="x-none"/>
        </w:rPr>
        <w:t xml:space="preserve">соответственно </w:t>
      </w:r>
      <w:r w:rsidR="005B3541" w:rsidRPr="00F26CCC">
        <w:rPr>
          <w:color w:val="000000"/>
        </w:rPr>
        <w:t>107,4</w:t>
      </w:r>
      <w:r w:rsidR="005B3541" w:rsidRPr="00F26CCC">
        <w:rPr>
          <w:color w:val="000000"/>
          <w:lang w:val="x-none" w:eastAsia="x-none"/>
        </w:rPr>
        <w:t xml:space="preserve"> и</w:t>
      </w:r>
      <w:r w:rsidR="005B3541" w:rsidRPr="00F26CCC">
        <w:rPr>
          <w:color w:val="000000"/>
          <w:lang w:eastAsia="x-none"/>
        </w:rPr>
        <w:t xml:space="preserve"> 111</w:t>
      </w:r>
      <w:r w:rsidR="005B3541" w:rsidRPr="00F26CCC">
        <w:rPr>
          <w:color w:val="000000"/>
        </w:rPr>
        <w:t>,3</w:t>
      </w:r>
      <w:r w:rsidRPr="005B3541">
        <w:rPr>
          <w:color w:val="000000"/>
          <w:lang w:val="x-none" w:eastAsia="x-none"/>
        </w:rPr>
        <w:t>%)</w:t>
      </w:r>
      <w:r w:rsidRPr="005B3541">
        <w:rPr>
          <w:color w:val="000000"/>
          <w:lang w:eastAsia="x-none"/>
        </w:rPr>
        <w:t>.</w:t>
      </w:r>
    </w:p>
    <w:p w14:paraId="00F0EF5F" w14:textId="09F47F35" w:rsidR="0031223F" w:rsidRPr="00FA3667" w:rsidRDefault="0031223F" w:rsidP="00204BB5">
      <w:pPr>
        <w:pStyle w:val="3"/>
        <w:spacing w:before="360" w:after="240"/>
        <w:ind w:right="0"/>
        <w:rPr>
          <w:vertAlign w:val="superscript"/>
        </w:rPr>
      </w:pPr>
      <w:bookmarkStart w:id="234" w:name="_Toc181255963"/>
      <w:r w:rsidRPr="00FA3667">
        <w:t xml:space="preserve">Индексы цен производителей промышленных </w:t>
      </w:r>
      <w:r w:rsidRPr="00865A80">
        <w:t>товаров</w:t>
      </w:r>
      <w:bookmarkEnd w:id="230"/>
      <w:bookmarkEnd w:id="231"/>
      <w:bookmarkEnd w:id="232"/>
      <w:r w:rsidR="00F7750A">
        <w:rPr>
          <w:vertAlign w:val="superscript"/>
        </w:rPr>
        <w:t>2</w:t>
      </w:r>
      <w:r w:rsidRPr="00865A80">
        <w:rPr>
          <w:vertAlign w:val="superscript"/>
        </w:rPr>
        <w:t>)</w:t>
      </w:r>
      <w:bookmarkEnd w:id="233"/>
      <w:bookmarkEnd w:id="234"/>
    </w:p>
    <w:p w14:paraId="361BC157" w14:textId="77777777" w:rsidR="0031223F" w:rsidRPr="00FA3667" w:rsidRDefault="0031223F" w:rsidP="0031223F">
      <w:pPr>
        <w:spacing w:after="60"/>
        <w:jc w:val="right"/>
        <w:rPr>
          <w:b/>
          <w:sz w:val="20"/>
        </w:rPr>
      </w:pPr>
      <w:r w:rsidRPr="00FA3667">
        <w:rPr>
          <w:b/>
          <w:sz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7A2433" w:rsidRPr="00DD362A" w14:paraId="64D51166" w14:textId="77777777" w:rsidTr="007A2433">
        <w:trPr>
          <w:trHeight w:val="283"/>
          <w:jc w:val="center"/>
        </w:trPr>
        <w:tc>
          <w:tcPr>
            <w:tcW w:w="1875" w:type="pct"/>
            <w:vMerge w:val="restart"/>
            <w:vAlign w:val="center"/>
          </w:tcPr>
          <w:p w14:paraId="61D4F86D" w14:textId="77777777" w:rsidR="007A2433" w:rsidRPr="00C072FF" w:rsidRDefault="007A2433" w:rsidP="007A2433">
            <w:pPr>
              <w:jc w:val="center"/>
              <w:rPr>
                <w:b/>
                <w:sz w:val="20"/>
              </w:rPr>
            </w:pPr>
            <w:bookmarkStart w:id="235" w:name="_Toc493779780"/>
            <w:bookmarkStart w:id="236" w:name="_Toc383169488"/>
            <w:bookmarkStart w:id="237" w:name="_Toc436052767"/>
          </w:p>
        </w:tc>
        <w:tc>
          <w:tcPr>
            <w:tcW w:w="625" w:type="pct"/>
            <w:vMerge w:val="restart"/>
            <w:vAlign w:val="center"/>
          </w:tcPr>
          <w:p w14:paraId="424B6063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Всего</w:t>
            </w:r>
          </w:p>
        </w:tc>
        <w:tc>
          <w:tcPr>
            <w:tcW w:w="2500" w:type="pct"/>
            <w:gridSpan w:val="4"/>
            <w:vAlign w:val="center"/>
          </w:tcPr>
          <w:p w14:paraId="60BD9A4B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в том числе </w:t>
            </w:r>
            <w:r w:rsidRPr="00DD362A">
              <w:rPr>
                <w:b/>
                <w:sz w:val="20"/>
              </w:rPr>
              <w:br/>
              <w:t>по видам экономической деятельности:</w:t>
            </w:r>
          </w:p>
        </w:tc>
      </w:tr>
      <w:tr w:rsidR="007A2433" w:rsidRPr="00DD362A" w14:paraId="7A03B0AC" w14:textId="77777777" w:rsidTr="007A2433">
        <w:trPr>
          <w:trHeight w:val="227"/>
          <w:jc w:val="center"/>
        </w:trPr>
        <w:tc>
          <w:tcPr>
            <w:tcW w:w="1875" w:type="pct"/>
            <w:vMerge/>
            <w:vAlign w:val="center"/>
          </w:tcPr>
          <w:p w14:paraId="5D09744F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vMerge/>
            <w:vAlign w:val="center"/>
          </w:tcPr>
          <w:p w14:paraId="4EBFD703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625" w:type="pct"/>
            <w:vAlign w:val="center"/>
          </w:tcPr>
          <w:p w14:paraId="30A85F8A" w14:textId="77777777" w:rsidR="007A2433" w:rsidRPr="00DD362A" w:rsidRDefault="007A2433" w:rsidP="007A2433">
            <w:pPr>
              <w:ind w:left="-57" w:right="-57"/>
              <w:jc w:val="center"/>
              <w:rPr>
                <w:sz w:val="20"/>
              </w:rPr>
            </w:pPr>
            <w:r w:rsidRPr="00DD362A">
              <w:rPr>
                <w:b/>
                <w:sz w:val="20"/>
              </w:rPr>
              <w:t xml:space="preserve">добыча полезных </w:t>
            </w:r>
            <w:proofErr w:type="spellStart"/>
            <w:proofErr w:type="gramStart"/>
            <w:r w:rsidRPr="00DD362A">
              <w:rPr>
                <w:b/>
                <w:sz w:val="20"/>
              </w:rPr>
              <w:t>иско-паемых</w:t>
            </w:r>
            <w:proofErr w:type="spellEnd"/>
            <w:proofErr w:type="gramEnd"/>
          </w:p>
        </w:tc>
        <w:tc>
          <w:tcPr>
            <w:tcW w:w="625" w:type="pct"/>
            <w:vAlign w:val="center"/>
          </w:tcPr>
          <w:p w14:paraId="4665F59E" w14:textId="77777777" w:rsidR="007A2433" w:rsidRPr="00DD362A" w:rsidRDefault="007A2433" w:rsidP="007A2433">
            <w:pPr>
              <w:ind w:left="-57" w:right="-57"/>
              <w:jc w:val="center"/>
              <w:rPr>
                <w:sz w:val="20"/>
              </w:rPr>
            </w:pPr>
            <w:proofErr w:type="spellStart"/>
            <w:proofErr w:type="gramStart"/>
            <w:r w:rsidRPr="00DD362A">
              <w:rPr>
                <w:b/>
                <w:sz w:val="20"/>
              </w:rPr>
              <w:t>обрабаты-вающие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произ-водства</w:t>
            </w:r>
            <w:proofErr w:type="spellEnd"/>
          </w:p>
        </w:tc>
        <w:tc>
          <w:tcPr>
            <w:tcW w:w="625" w:type="pct"/>
            <w:vAlign w:val="center"/>
          </w:tcPr>
          <w:p w14:paraId="508C88FC" w14:textId="77777777" w:rsidR="007A2433" w:rsidRPr="00DD362A" w:rsidRDefault="007A2433" w:rsidP="007A2433">
            <w:pPr>
              <w:ind w:left="-57" w:right="-57"/>
              <w:jc w:val="center"/>
              <w:rPr>
                <w:sz w:val="20"/>
              </w:rPr>
            </w:pPr>
            <w:proofErr w:type="spellStart"/>
            <w:proofErr w:type="gramStart"/>
            <w:r w:rsidRPr="00DD362A">
              <w:rPr>
                <w:b/>
                <w:sz w:val="20"/>
              </w:rPr>
              <w:t>обеспече-ние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элект-рической</w:t>
            </w:r>
            <w:proofErr w:type="spellEnd"/>
            <w:r w:rsidRPr="00DD362A">
              <w:rPr>
                <w:b/>
                <w:sz w:val="20"/>
              </w:rPr>
              <w:t xml:space="preserve"> энергией, газом и па-ром; кон-</w:t>
            </w:r>
            <w:proofErr w:type="spellStart"/>
            <w:r w:rsidRPr="00DD362A">
              <w:rPr>
                <w:b/>
                <w:sz w:val="20"/>
              </w:rPr>
              <w:t>дициони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рование</w:t>
            </w:r>
            <w:proofErr w:type="spellEnd"/>
            <w:r w:rsidRPr="00DD362A">
              <w:rPr>
                <w:b/>
                <w:sz w:val="20"/>
              </w:rPr>
              <w:t xml:space="preserve"> воздуха</w:t>
            </w:r>
          </w:p>
        </w:tc>
        <w:tc>
          <w:tcPr>
            <w:tcW w:w="625" w:type="pct"/>
          </w:tcPr>
          <w:p w14:paraId="3A701C8A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DD362A">
              <w:rPr>
                <w:b/>
                <w:sz w:val="20"/>
              </w:rPr>
              <w:t>водоснаб-жение</w:t>
            </w:r>
            <w:proofErr w:type="spellEnd"/>
            <w:proofErr w:type="gramEnd"/>
            <w:r w:rsidRPr="00DD362A">
              <w:rPr>
                <w:b/>
                <w:sz w:val="20"/>
              </w:rPr>
              <w:t>; во-</w:t>
            </w:r>
            <w:proofErr w:type="spellStart"/>
            <w:r w:rsidRPr="00DD362A">
              <w:rPr>
                <w:b/>
                <w:sz w:val="20"/>
              </w:rPr>
              <w:t>дотведение</w:t>
            </w:r>
            <w:proofErr w:type="spellEnd"/>
            <w:r w:rsidRPr="00DD362A">
              <w:rPr>
                <w:b/>
                <w:sz w:val="20"/>
              </w:rPr>
              <w:t xml:space="preserve">, </w:t>
            </w:r>
            <w:proofErr w:type="spellStart"/>
            <w:r w:rsidRPr="00DD362A">
              <w:rPr>
                <w:b/>
                <w:sz w:val="20"/>
              </w:rPr>
              <w:t>организа-ция</w:t>
            </w:r>
            <w:proofErr w:type="spellEnd"/>
            <w:r w:rsidRPr="00DD362A">
              <w:rPr>
                <w:b/>
                <w:sz w:val="20"/>
              </w:rPr>
              <w:t xml:space="preserve"> сбора </w:t>
            </w:r>
            <w:r w:rsidRPr="00DD362A">
              <w:rPr>
                <w:b/>
                <w:sz w:val="20"/>
              </w:rPr>
              <w:br/>
              <w:t xml:space="preserve">и </w:t>
            </w:r>
            <w:proofErr w:type="spellStart"/>
            <w:r w:rsidRPr="00DD362A">
              <w:rPr>
                <w:b/>
                <w:sz w:val="20"/>
              </w:rPr>
              <w:t>утилиза-ции</w:t>
            </w:r>
            <w:proofErr w:type="spell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отхо-дов</w:t>
            </w:r>
            <w:proofErr w:type="spellEnd"/>
            <w:r w:rsidRPr="00DD362A">
              <w:rPr>
                <w:b/>
                <w:sz w:val="20"/>
              </w:rPr>
              <w:t xml:space="preserve">, </w:t>
            </w:r>
            <w:proofErr w:type="spellStart"/>
            <w:r w:rsidRPr="00DD362A">
              <w:rPr>
                <w:b/>
                <w:sz w:val="20"/>
              </w:rPr>
              <w:t>дея</w:t>
            </w:r>
            <w:proofErr w:type="spellEnd"/>
            <w:r w:rsidRPr="00DD362A">
              <w:rPr>
                <w:b/>
                <w:sz w:val="20"/>
              </w:rPr>
              <w:t>-тельность</w:t>
            </w:r>
            <w:r w:rsidRPr="00DD362A">
              <w:rPr>
                <w:b/>
                <w:sz w:val="20"/>
              </w:rPr>
              <w:br/>
              <w:t xml:space="preserve">по </w:t>
            </w:r>
            <w:proofErr w:type="spellStart"/>
            <w:r w:rsidRPr="00DD362A">
              <w:rPr>
                <w:b/>
                <w:sz w:val="20"/>
              </w:rPr>
              <w:t>ликви-дации</w:t>
            </w:r>
            <w:proofErr w:type="spell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заг-рязнений</w:t>
            </w:r>
            <w:proofErr w:type="spellEnd"/>
          </w:p>
        </w:tc>
      </w:tr>
      <w:tr w:rsidR="007A2433" w:rsidRPr="00DD362A" w14:paraId="0E487D57" w14:textId="77777777" w:rsidTr="007A2433">
        <w:trPr>
          <w:trHeight w:val="283"/>
          <w:jc w:val="center"/>
        </w:trPr>
        <w:tc>
          <w:tcPr>
            <w:tcW w:w="5000" w:type="pct"/>
            <w:gridSpan w:val="6"/>
            <w:vAlign w:val="center"/>
          </w:tcPr>
          <w:p w14:paraId="7A9DAED1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14:paraId="03ABE237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0DFD3E5D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625" w:type="pct"/>
            <w:vAlign w:val="bottom"/>
          </w:tcPr>
          <w:p w14:paraId="474E1B6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89,9</w:t>
            </w:r>
          </w:p>
        </w:tc>
        <w:tc>
          <w:tcPr>
            <w:tcW w:w="625" w:type="pct"/>
            <w:vAlign w:val="bottom"/>
          </w:tcPr>
          <w:p w14:paraId="1A7DF8F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86,8</w:t>
            </w:r>
          </w:p>
        </w:tc>
        <w:tc>
          <w:tcPr>
            <w:tcW w:w="625" w:type="pct"/>
            <w:vAlign w:val="bottom"/>
          </w:tcPr>
          <w:p w14:paraId="6DC3E3B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92,8</w:t>
            </w:r>
          </w:p>
        </w:tc>
        <w:tc>
          <w:tcPr>
            <w:tcW w:w="625" w:type="pct"/>
            <w:vAlign w:val="bottom"/>
          </w:tcPr>
          <w:p w14:paraId="0F036C6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110,3</w:t>
            </w:r>
          </w:p>
        </w:tc>
        <w:tc>
          <w:tcPr>
            <w:tcW w:w="625" w:type="pct"/>
            <w:vAlign w:val="bottom"/>
          </w:tcPr>
          <w:p w14:paraId="1162503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14:paraId="71C30A45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74120D1A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625" w:type="pct"/>
            <w:vAlign w:val="bottom"/>
          </w:tcPr>
          <w:p w14:paraId="738D965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80,9</w:t>
            </w:r>
          </w:p>
        </w:tc>
        <w:tc>
          <w:tcPr>
            <w:tcW w:w="625" w:type="pct"/>
            <w:vAlign w:val="bottom"/>
          </w:tcPr>
          <w:p w14:paraId="19CD065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74,1</w:t>
            </w:r>
          </w:p>
        </w:tc>
        <w:tc>
          <w:tcPr>
            <w:tcW w:w="625" w:type="pct"/>
            <w:vAlign w:val="bottom"/>
          </w:tcPr>
          <w:p w14:paraId="6978C16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98,7</w:t>
            </w:r>
          </w:p>
        </w:tc>
        <w:tc>
          <w:tcPr>
            <w:tcW w:w="625" w:type="pct"/>
            <w:vAlign w:val="bottom"/>
          </w:tcPr>
          <w:p w14:paraId="58A11E3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  <w:tc>
          <w:tcPr>
            <w:tcW w:w="625" w:type="pct"/>
            <w:vAlign w:val="bottom"/>
          </w:tcPr>
          <w:p w14:paraId="3810A62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22B998F2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626DECAE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625" w:type="pct"/>
            <w:vAlign w:val="bottom"/>
          </w:tcPr>
          <w:p w14:paraId="2E1DB38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103,9</w:t>
            </w:r>
          </w:p>
        </w:tc>
        <w:tc>
          <w:tcPr>
            <w:tcW w:w="625" w:type="pct"/>
            <w:vAlign w:val="bottom"/>
          </w:tcPr>
          <w:p w14:paraId="447D974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104,8</w:t>
            </w:r>
          </w:p>
        </w:tc>
        <w:tc>
          <w:tcPr>
            <w:tcW w:w="625" w:type="pct"/>
            <w:vAlign w:val="bottom"/>
          </w:tcPr>
          <w:p w14:paraId="2121C9C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103,5</w:t>
            </w:r>
          </w:p>
        </w:tc>
        <w:tc>
          <w:tcPr>
            <w:tcW w:w="625" w:type="pct"/>
            <w:vAlign w:val="bottom"/>
          </w:tcPr>
          <w:p w14:paraId="28468D3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625" w:type="pct"/>
            <w:vAlign w:val="bottom"/>
          </w:tcPr>
          <w:p w14:paraId="35A554F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44CDBAC2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452D3024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14:paraId="719C9FB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75,6</w:t>
            </w:r>
          </w:p>
        </w:tc>
        <w:tc>
          <w:tcPr>
            <w:tcW w:w="625" w:type="pct"/>
            <w:vAlign w:val="bottom"/>
          </w:tcPr>
          <w:p w14:paraId="20A7B94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67,4</w:t>
            </w:r>
          </w:p>
        </w:tc>
        <w:tc>
          <w:tcPr>
            <w:tcW w:w="625" w:type="pct"/>
            <w:vAlign w:val="bottom"/>
          </w:tcPr>
          <w:p w14:paraId="5D7C6AA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94,7</w:t>
            </w:r>
          </w:p>
        </w:tc>
        <w:tc>
          <w:tcPr>
            <w:tcW w:w="625" w:type="pct"/>
            <w:vAlign w:val="bottom"/>
          </w:tcPr>
          <w:p w14:paraId="091484E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111,8</w:t>
            </w:r>
          </w:p>
        </w:tc>
        <w:tc>
          <w:tcPr>
            <w:tcW w:w="625" w:type="pct"/>
            <w:vAlign w:val="bottom"/>
          </w:tcPr>
          <w:p w14:paraId="733B4B8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14:paraId="152FB4AA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23828536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lastRenderedPageBreak/>
              <w:t>Апрель</w:t>
            </w:r>
          </w:p>
        </w:tc>
        <w:tc>
          <w:tcPr>
            <w:tcW w:w="625" w:type="pct"/>
            <w:vAlign w:val="bottom"/>
          </w:tcPr>
          <w:p w14:paraId="613D2F3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113,6</w:t>
            </w:r>
          </w:p>
        </w:tc>
        <w:tc>
          <w:tcPr>
            <w:tcW w:w="625" w:type="pct"/>
            <w:vAlign w:val="bottom"/>
          </w:tcPr>
          <w:p w14:paraId="0348956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118,1</w:t>
            </w:r>
          </w:p>
        </w:tc>
        <w:tc>
          <w:tcPr>
            <w:tcW w:w="625" w:type="pct"/>
            <w:vAlign w:val="bottom"/>
          </w:tcPr>
          <w:p w14:paraId="1298CDD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108,6</w:t>
            </w:r>
          </w:p>
        </w:tc>
        <w:tc>
          <w:tcPr>
            <w:tcW w:w="625" w:type="pct"/>
            <w:vAlign w:val="bottom"/>
          </w:tcPr>
          <w:p w14:paraId="0B1D6BC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99,1</w:t>
            </w:r>
          </w:p>
        </w:tc>
        <w:tc>
          <w:tcPr>
            <w:tcW w:w="625" w:type="pct"/>
            <w:vAlign w:val="bottom"/>
          </w:tcPr>
          <w:p w14:paraId="02BC846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7ACE6747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6232AA69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625" w:type="pct"/>
            <w:vAlign w:val="bottom"/>
          </w:tcPr>
          <w:p w14:paraId="4CC0680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122,7</w:t>
            </w:r>
          </w:p>
        </w:tc>
        <w:tc>
          <w:tcPr>
            <w:tcW w:w="625" w:type="pct"/>
            <w:vAlign w:val="bottom"/>
          </w:tcPr>
          <w:p w14:paraId="0C63548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130,3</w:t>
            </w:r>
          </w:p>
        </w:tc>
        <w:tc>
          <w:tcPr>
            <w:tcW w:w="625" w:type="pct"/>
            <w:vAlign w:val="bottom"/>
          </w:tcPr>
          <w:p w14:paraId="59AF325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109,9</w:t>
            </w:r>
          </w:p>
        </w:tc>
        <w:tc>
          <w:tcPr>
            <w:tcW w:w="625" w:type="pct"/>
            <w:vAlign w:val="bottom"/>
          </w:tcPr>
          <w:p w14:paraId="312ADEE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97,9</w:t>
            </w:r>
          </w:p>
        </w:tc>
        <w:tc>
          <w:tcPr>
            <w:tcW w:w="625" w:type="pct"/>
            <w:vAlign w:val="bottom"/>
          </w:tcPr>
          <w:p w14:paraId="54B6906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06033EE9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5B5D00E8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625" w:type="pct"/>
            <w:vAlign w:val="bottom"/>
          </w:tcPr>
          <w:p w14:paraId="19F8B6B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104,6</w:t>
            </w:r>
          </w:p>
        </w:tc>
        <w:tc>
          <w:tcPr>
            <w:tcW w:w="625" w:type="pct"/>
            <w:vAlign w:val="bottom"/>
          </w:tcPr>
          <w:p w14:paraId="7585B28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106,1</w:t>
            </w:r>
          </w:p>
        </w:tc>
        <w:tc>
          <w:tcPr>
            <w:tcW w:w="625" w:type="pct"/>
            <w:vAlign w:val="bottom"/>
          </w:tcPr>
          <w:p w14:paraId="251E425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625" w:type="pct"/>
            <w:vAlign w:val="bottom"/>
          </w:tcPr>
          <w:p w14:paraId="14E44CC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vAlign w:val="bottom"/>
          </w:tcPr>
          <w:p w14:paraId="1562AFE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4E200FCD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45912C23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14:paraId="6D571D1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145,8</w:t>
            </w:r>
          </w:p>
        </w:tc>
        <w:tc>
          <w:tcPr>
            <w:tcW w:w="625" w:type="pct"/>
            <w:vAlign w:val="bottom"/>
          </w:tcPr>
          <w:p w14:paraId="42040E8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163,3</w:t>
            </w:r>
          </w:p>
        </w:tc>
        <w:tc>
          <w:tcPr>
            <w:tcW w:w="625" w:type="pct"/>
            <w:vAlign w:val="bottom"/>
          </w:tcPr>
          <w:p w14:paraId="30ADADE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119,1</w:t>
            </w:r>
          </w:p>
        </w:tc>
        <w:tc>
          <w:tcPr>
            <w:tcW w:w="625" w:type="pct"/>
            <w:vAlign w:val="bottom"/>
          </w:tcPr>
          <w:p w14:paraId="11F5497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97,4</w:t>
            </w:r>
          </w:p>
        </w:tc>
        <w:tc>
          <w:tcPr>
            <w:tcW w:w="625" w:type="pct"/>
            <w:vAlign w:val="bottom"/>
          </w:tcPr>
          <w:p w14:paraId="0A1120B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4067794A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3F0AFBB9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625" w:type="pct"/>
            <w:vAlign w:val="bottom"/>
          </w:tcPr>
          <w:p w14:paraId="2367B04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108,6</w:t>
            </w:r>
          </w:p>
        </w:tc>
        <w:tc>
          <w:tcPr>
            <w:tcW w:w="625" w:type="pct"/>
            <w:vAlign w:val="bottom"/>
          </w:tcPr>
          <w:p w14:paraId="5BE2D6A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109,2</w:t>
            </w:r>
          </w:p>
        </w:tc>
        <w:tc>
          <w:tcPr>
            <w:tcW w:w="625" w:type="pct"/>
            <w:vAlign w:val="bottom"/>
          </w:tcPr>
          <w:p w14:paraId="2852BC3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110,9</w:t>
            </w:r>
          </w:p>
        </w:tc>
        <w:tc>
          <w:tcPr>
            <w:tcW w:w="625" w:type="pct"/>
            <w:vAlign w:val="bottom"/>
          </w:tcPr>
          <w:p w14:paraId="090B25C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625" w:type="pct"/>
            <w:vAlign w:val="bottom"/>
          </w:tcPr>
          <w:p w14:paraId="0BB52C0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4A8F6893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5CA4D6CF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625" w:type="pct"/>
            <w:vAlign w:val="bottom"/>
          </w:tcPr>
          <w:p w14:paraId="3AD1B59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110,6</w:t>
            </w:r>
          </w:p>
        </w:tc>
        <w:tc>
          <w:tcPr>
            <w:tcW w:w="625" w:type="pct"/>
            <w:vAlign w:val="bottom"/>
          </w:tcPr>
          <w:p w14:paraId="1A312FE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112,7</w:t>
            </w:r>
          </w:p>
        </w:tc>
        <w:tc>
          <w:tcPr>
            <w:tcW w:w="625" w:type="pct"/>
            <w:vAlign w:val="bottom"/>
          </w:tcPr>
          <w:p w14:paraId="6C06E7D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105,6</w:t>
            </w:r>
          </w:p>
        </w:tc>
        <w:tc>
          <w:tcPr>
            <w:tcW w:w="625" w:type="pct"/>
            <w:vAlign w:val="bottom"/>
          </w:tcPr>
          <w:p w14:paraId="5FF9DF4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101,6</w:t>
            </w:r>
          </w:p>
        </w:tc>
        <w:tc>
          <w:tcPr>
            <w:tcW w:w="625" w:type="pct"/>
            <w:vAlign w:val="bottom"/>
          </w:tcPr>
          <w:p w14:paraId="0FF87AE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7F937F0D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7AABB0E1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625" w:type="pct"/>
            <w:vAlign w:val="bottom"/>
          </w:tcPr>
          <w:p w14:paraId="27ADB40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110,0</w:t>
            </w:r>
          </w:p>
        </w:tc>
        <w:tc>
          <w:tcPr>
            <w:tcW w:w="625" w:type="pct"/>
            <w:vAlign w:val="bottom"/>
          </w:tcPr>
          <w:p w14:paraId="4DDF656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111,5</w:t>
            </w:r>
          </w:p>
        </w:tc>
        <w:tc>
          <w:tcPr>
            <w:tcW w:w="625" w:type="pct"/>
            <w:vAlign w:val="bottom"/>
          </w:tcPr>
          <w:p w14:paraId="0E41EE7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106,4</w:t>
            </w:r>
          </w:p>
        </w:tc>
        <w:tc>
          <w:tcPr>
            <w:tcW w:w="625" w:type="pct"/>
            <w:vAlign w:val="bottom"/>
          </w:tcPr>
          <w:p w14:paraId="12673BF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  <w:tc>
          <w:tcPr>
            <w:tcW w:w="625" w:type="pct"/>
            <w:vAlign w:val="bottom"/>
          </w:tcPr>
          <w:p w14:paraId="1D73D3D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2857262A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587E17A6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III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14:paraId="785E13F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132,2</w:t>
            </w:r>
          </w:p>
        </w:tc>
        <w:tc>
          <w:tcPr>
            <w:tcW w:w="625" w:type="pct"/>
            <w:vAlign w:val="bottom"/>
          </w:tcPr>
          <w:p w14:paraId="4C30002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137,3</w:t>
            </w:r>
          </w:p>
        </w:tc>
        <w:tc>
          <w:tcPr>
            <w:tcW w:w="625" w:type="pct"/>
            <w:vAlign w:val="bottom"/>
          </w:tcPr>
          <w:p w14:paraId="6883D9D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124,7</w:t>
            </w:r>
          </w:p>
        </w:tc>
        <w:tc>
          <w:tcPr>
            <w:tcW w:w="625" w:type="pct"/>
            <w:vAlign w:val="bottom"/>
          </w:tcPr>
          <w:p w14:paraId="254849D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105,4</w:t>
            </w:r>
          </w:p>
        </w:tc>
        <w:tc>
          <w:tcPr>
            <w:tcW w:w="625" w:type="pct"/>
            <w:vAlign w:val="bottom"/>
          </w:tcPr>
          <w:p w14:paraId="6144D2C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7446D7E7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325FD520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625" w:type="pct"/>
            <w:vAlign w:val="bottom"/>
          </w:tcPr>
          <w:p w14:paraId="21800B7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109,4</w:t>
            </w:r>
          </w:p>
        </w:tc>
        <w:tc>
          <w:tcPr>
            <w:tcW w:w="625" w:type="pct"/>
            <w:vAlign w:val="bottom"/>
          </w:tcPr>
          <w:p w14:paraId="48456C3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111,2</w:t>
            </w:r>
          </w:p>
        </w:tc>
        <w:tc>
          <w:tcPr>
            <w:tcW w:w="625" w:type="pct"/>
            <w:vAlign w:val="bottom"/>
          </w:tcPr>
          <w:p w14:paraId="2A5631F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106,3</w:t>
            </w:r>
          </w:p>
        </w:tc>
        <w:tc>
          <w:tcPr>
            <w:tcW w:w="625" w:type="pct"/>
            <w:vAlign w:val="bottom"/>
          </w:tcPr>
          <w:p w14:paraId="47C8518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96,2</w:t>
            </w:r>
          </w:p>
        </w:tc>
        <w:tc>
          <w:tcPr>
            <w:tcW w:w="625" w:type="pct"/>
            <w:vAlign w:val="bottom"/>
          </w:tcPr>
          <w:p w14:paraId="6AEBD49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525A5998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5CD5A44A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625" w:type="pct"/>
            <w:vAlign w:val="bottom"/>
          </w:tcPr>
          <w:p w14:paraId="0B0C8FF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93,1</w:t>
            </w:r>
          </w:p>
        </w:tc>
        <w:tc>
          <w:tcPr>
            <w:tcW w:w="625" w:type="pct"/>
            <w:vAlign w:val="bottom"/>
          </w:tcPr>
          <w:p w14:paraId="7BFBAB7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91,0</w:t>
            </w:r>
          </w:p>
        </w:tc>
        <w:tc>
          <w:tcPr>
            <w:tcW w:w="625" w:type="pct"/>
            <w:vAlign w:val="bottom"/>
          </w:tcPr>
          <w:p w14:paraId="00EE62B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101,6</w:t>
            </w:r>
          </w:p>
        </w:tc>
        <w:tc>
          <w:tcPr>
            <w:tcW w:w="625" w:type="pct"/>
            <w:vAlign w:val="bottom"/>
          </w:tcPr>
          <w:p w14:paraId="544E59B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101,5</w:t>
            </w:r>
          </w:p>
        </w:tc>
        <w:tc>
          <w:tcPr>
            <w:tcW w:w="625" w:type="pct"/>
            <w:vAlign w:val="bottom"/>
          </w:tcPr>
          <w:p w14:paraId="5CD429F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7FA3D81C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6F2C01E5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625" w:type="pct"/>
            <w:vAlign w:val="bottom"/>
          </w:tcPr>
          <w:p w14:paraId="06519AB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76,5</w:t>
            </w:r>
          </w:p>
        </w:tc>
        <w:tc>
          <w:tcPr>
            <w:tcW w:w="625" w:type="pct"/>
            <w:vAlign w:val="bottom"/>
          </w:tcPr>
          <w:p w14:paraId="03A82C6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70,8</w:t>
            </w:r>
          </w:p>
        </w:tc>
        <w:tc>
          <w:tcPr>
            <w:tcW w:w="625" w:type="pct"/>
            <w:vAlign w:val="bottom"/>
          </w:tcPr>
          <w:p w14:paraId="65BB41E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96,5</w:t>
            </w:r>
          </w:p>
        </w:tc>
        <w:tc>
          <w:tcPr>
            <w:tcW w:w="625" w:type="pct"/>
            <w:vAlign w:val="bottom"/>
          </w:tcPr>
          <w:p w14:paraId="5BDD263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97,4</w:t>
            </w:r>
          </w:p>
        </w:tc>
        <w:tc>
          <w:tcPr>
            <w:tcW w:w="625" w:type="pct"/>
            <w:vAlign w:val="bottom"/>
          </w:tcPr>
          <w:p w14:paraId="4E11101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31638C8A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4BA6B77C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625" w:type="pct"/>
            <w:vAlign w:val="bottom"/>
          </w:tcPr>
          <w:p w14:paraId="55DA001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78,0</w:t>
            </w:r>
          </w:p>
        </w:tc>
        <w:tc>
          <w:tcPr>
            <w:tcW w:w="625" w:type="pct"/>
            <w:vAlign w:val="bottom"/>
          </w:tcPr>
          <w:p w14:paraId="274154D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71,7</w:t>
            </w:r>
          </w:p>
        </w:tc>
        <w:tc>
          <w:tcPr>
            <w:tcW w:w="625" w:type="pct"/>
            <w:vAlign w:val="bottom"/>
          </w:tcPr>
          <w:p w14:paraId="106136B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104,1</w:t>
            </w:r>
          </w:p>
        </w:tc>
        <w:tc>
          <w:tcPr>
            <w:tcW w:w="625" w:type="pct"/>
            <w:vAlign w:val="bottom"/>
          </w:tcPr>
          <w:p w14:paraId="7C7DE10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95,1</w:t>
            </w:r>
          </w:p>
        </w:tc>
        <w:tc>
          <w:tcPr>
            <w:tcW w:w="625" w:type="pct"/>
            <w:vAlign w:val="bottom"/>
          </w:tcPr>
          <w:p w14:paraId="042F9B4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2FCB0CF1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53135D01" w14:textId="77777777" w:rsidR="007A2433" w:rsidRPr="00DD362A" w:rsidRDefault="007A2433" w:rsidP="007A2433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625" w:type="pct"/>
            <w:vAlign w:val="bottom"/>
          </w:tcPr>
          <w:p w14:paraId="28E3C52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113,6</w:t>
            </w:r>
          </w:p>
        </w:tc>
        <w:tc>
          <w:tcPr>
            <w:tcW w:w="625" w:type="pct"/>
            <w:vAlign w:val="bottom"/>
          </w:tcPr>
          <w:p w14:paraId="450F688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108,4</w:t>
            </w:r>
          </w:p>
        </w:tc>
        <w:tc>
          <w:tcPr>
            <w:tcW w:w="625" w:type="pct"/>
            <w:vAlign w:val="bottom"/>
          </w:tcPr>
          <w:p w14:paraId="7B2A949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146,5</w:t>
            </w:r>
          </w:p>
        </w:tc>
        <w:tc>
          <w:tcPr>
            <w:tcW w:w="625" w:type="pct"/>
            <w:vAlign w:val="bottom"/>
          </w:tcPr>
          <w:p w14:paraId="2B93DEA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109,2</w:t>
            </w:r>
          </w:p>
        </w:tc>
        <w:tc>
          <w:tcPr>
            <w:tcW w:w="625" w:type="pct"/>
            <w:vAlign w:val="bottom"/>
          </w:tcPr>
          <w:p w14:paraId="62D2106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100,5</w:t>
            </w:r>
          </w:p>
        </w:tc>
      </w:tr>
      <w:tr w:rsidR="007A2433" w:rsidRPr="00DD362A" w14:paraId="1F00E13B" w14:textId="77777777" w:rsidTr="007A2433">
        <w:trPr>
          <w:trHeight w:val="283"/>
          <w:jc w:val="center"/>
        </w:trPr>
        <w:tc>
          <w:tcPr>
            <w:tcW w:w="5000" w:type="pct"/>
            <w:gridSpan w:val="6"/>
            <w:vAlign w:val="center"/>
          </w:tcPr>
          <w:p w14:paraId="1BBC39C4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134971" w:rsidRPr="00DD362A" w14:paraId="60C24632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7FCD63C7" w14:textId="77777777" w:rsidR="00134971" w:rsidRPr="00DD362A" w:rsidRDefault="00134971" w:rsidP="00134971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625" w:type="pct"/>
            <w:vAlign w:val="bottom"/>
          </w:tcPr>
          <w:p w14:paraId="0579D736" w14:textId="50A66D83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93,5</w:t>
            </w:r>
          </w:p>
        </w:tc>
        <w:tc>
          <w:tcPr>
            <w:tcW w:w="625" w:type="pct"/>
            <w:vAlign w:val="bottom"/>
          </w:tcPr>
          <w:p w14:paraId="2E41E74B" w14:textId="4EAF1658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93,3</w:t>
            </w:r>
          </w:p>
        </w:tc>
        <w:tc>
          <w:tcPr>
            <w:tcW w:w="625" w:type="pct"/>
            <w:vAlign w:val="bottom"/>
          </w:tcPr>
          <w:p w14:paraId="3152F653" w14:textId="4787AC88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91,1</w:t>
            </w:r>
          </w:p>
        </w:tc>
        <w:tc>
          <w:tcPr>
            <w:tcW w:w="625" w:type="pct"/>
            <w:vAlign w:val="bottom"/>
          </w:tcPr>
          <w:p w14:paraId="56C08BF8" w14:textId="0DF0CC1A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99,9</w:t>
            </w:r>
          </w:p>
        </w:tc>
        <w:tc>
          <w:tcPr>
            <w:tcW w:w="625" w:type="pct"/>
            <w:vAlign w:val="bottom"/>
          </w:tcPr>
          <w:p w14:paraId="33C67D50" w14:textId="563F5334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9472CE">
              <w:rPr>
                <w:b/>
                <w:sz w:val="20"/>
              </w:rPr>
              <w:t>100,0</w:t>
            </w:r>
          </w:p>
        </w:tc>
      </w:tr>
      <w:tr w:rsidR="00134971" w:rsidRPr="00DD362A" w14:paraId="4F3C71F8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180BC7BB" w14:textId="77777777" w:rsidR="00134971" w:rsidRPr="00DD362A" w:rsidRDefault="00134971" w:rsidP="00134971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625" w:type="pct"/>
            <w:vAlign w:val="bottom"/>
          </w:tcPr>
          <w:p w14:paraId="16FA0310" w14:textId="686126B2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119,5</w:t>
            </w:r>
          </w:p>
        </w:tc>
        <w:tc>
          <w:tcPr>
            <w:tcW w:w="625" w:type="pct"/>
            <w:vAlign w:val="bottom"/>
          </w:tcPr>
          <w:p w14:paraId="10544426" w14:textId="6229D731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124,9</w:t>
            </w:r>
          </w:p>
        </w:tc>
        <w:tc>
          <w:tcPr>
            <w:tcW w:w="625" w:type="pct"/>
            <w:vAlign w:val="bottom"/>
          </w:tcPr>
          <w:p w14:paraId="0BC71649" w14:textId="524FEA7D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105,5</w:t>
            </w:r>
          </w:p>
        </w:tc>
        <w:tc>
          <w:tcPr>
            <w:tcW w:w="625" w:type="pct"/>
            <w:vAlign w:val="bottom"/>
          </w:tcPr>
          <w:p w14:paraId="6FAEB600" w14:textId="5CACBE3B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103,0</w:t>
            </w:r>
          </w:p>
        </w:tc>
        <w:tc>
          <w:tcPr>
            <w:tcW w:w="625" w:type="pct"/>
            <w:vAlign w:val="bottom"/>
          </w:tcPr>
          <w:p w14:paraId="1C8902C8" w14:textId="39A6F8C6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DD362A" w14:paraId="5415C60B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5CED2397" w14:textId="77777777" w:rsidR="00134971" w:rsidRPr="00DD362A" w:rsidRDefault="00134971" w:rsidP="00134971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625" w:type="pct"/>
            <w:vAlign w:val="bottom"/>
          </w:tcPr>
          <w:p w14:paraId="107B324C" w14:textId="58357B23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99,7</w:t>
            </w:r>
          </w:p>
        </w:tc>
        <w:tc>
          <w:tcPr>
            <w:tcW w:w="625" w:type="pct"/>
            <w:vAlign w:val="bottom"/>
          </w:tcPr>
          <w:p w14:paraId="61454A4D" w14:textId="24FA0E46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98,7</w:t>
            </w:r>
          </w:p>
        </w:tc>
        <w:tc>
          <w:tcPr>
            <w:tcW w:w="625" w:type="pct"/>
            <w:vAlign w:val="bottom"/>
          </w:tcPr>
          <w:p w14:paraId="3A404AC2" w14:textId="7E9453D7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104,4</w:t>
            </w:r>
          </w:p>
        </w:tc>
        <w:tc>
          <w:tcPr>
            <w:tcW w:w="625" w:type="pct"/>
            <w:vAlign w:val="bottom"/>
          </w:tcPr>
          <w:p w14:paraId="4F80C5B3" w14:textId="01BA69A4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625" w:type="pct"/>
            <w:vAlign w:val="bottom"/>
          </w:tcPr>
          <w:p w14:paraId="1A2D39F9" w14:textId="50199CE0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DD362A" w14:paraId="054D9FC3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625B83DD" w14:textId="77777777" w:rsidR="00134971" w:rsidRPr="00DD362A" w:rsidRDefault="00134971" w:rsidP="00134971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14:paraId="6BDE9664" w14:textId="0EDC2D80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111,4</w:t>
            </w:r>
          </w:p>
        </w:tc>
        <w:tc>
          <w:tcPr>
            <w:tcW w:w="625" w:type="pct"/>
            <w:vAlign w:val="bottom"/>
          </w:tcPr>
          <w:p w14:paraId="553C63C0" w14:textId="7E4ACEB6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115,1</w:t>
            </w:r>
          </w:p>
        </w:tc>
        <w:tc>
          <w:tcPr>
            <w:tcW w:w="625" w:type="pct"/>
            <w:vAlign w:val="bottom"/>
          </w:tcPr>
          <w:p w14:paraId="08CBAC79" w14:textId="08229550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625" w:type="pct"/>
            <w:vAlign w:val="bottom"/>
          </w:tcPr>
          <w:p w14:paraId="08A44AC5" w14:textId="3591F396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103,7</w:t>
            </w:r>
          </w:p>
        </w:tc>
        <w:tc>
          <w:tcPr>
            <w:tcW w:w="625" w:type="pct"/>
            <w:vAlign w:val="bottom"/>
          </w:tcPr>
          <w:p w14:paraId="21D50C82" w14:textId="52A23AD6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DD362A" w14:paraId="4951C96F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0DF6A8BA" w14:textId="77777777" w:rsidR="00134971" w:rsidRPr="00DD362A" w:rsidRDefault="00134971" w:rsidP="00134971">
            <w:pPr>
              <w:ind w:right="-85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625" w:type="pct"/>
            <w:vAlign w:val="bottom"/>
          </w:tcPr>
          <w:p w14:paraId="4AB3937A" w14:textId="0FFE4086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vAlign w:val="bottom"/>
          </w:tcPr>
          <w:p w14:paraId="662D9A17" w14:textId="55D9ABBB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99,6</w:t>
            </w:r>
          </w:p>
        </w:tc>
        <w:tc>
          <w:tcPr>
            <w:tcW w:w="625" w:type="pct"/>
            <w:vAlign w:val="bottom"/>
          </w:tcPr>
          <w:p w14:paraId="7E7D5E56" w14:textId="3B7755C4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105,5</w:t>
            </w:r>
          </w:p>
        </w:tc>
        <w:tc>
          <w:tcPr>
            <w:tcW w:w="625" w:type="pct"/>
            <w:vAlign w:val="bottom"/>
          </w:tcPr>
          <w:p w14:paraId="2A98FE5B" w14:textId="70656B29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97,4</w:t>
            </w:r>
          </w:p>
        </w:tc>
        <w:tc>
          <w:tcPr>
            <w:tcW w:w="625" w:type="pct"/>
            <w:vAlign w:val="bottom"/>
          </w:tcPr>
          <w:p w14:paraId="4A62BF4D" w14:textId="3C0F113F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DD362A" w14:paraId="152450C8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61A986B5" w14:textId="77777777"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t>Май</w:t>
            </w:r>
          </w:p>
        </w:tc>
        <w:tc>
          <w:tcPr>
            <w:tcW w:w="625" w:type="pct"/>
            <w:vAlign w:val="bottom"/>
          </w:tcPr>
          <w:p w14:paraId="3FA1B05C" w14:textId="34A80E63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vAlign w:val="bottom"/>
          </w:tcPr>
          <w:p w14:paraId="38F794C3" w14:textId="68BD2CB3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101,3</w:t>
            </w:r>
          </w:p>
        </w:tc>
        <w:tc>
          <w:tcPr>
            <w:tcW w:w="625" w:type="pct"/>
            <w:vAlign w:val="bottom"/>
          </w:tcPr>
          <w:p w14:paraId="0D12C06E" w14:textId="1B1F64E7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96,8</w:t>
            </w:r>
          </w:p>
        </w:tc>
        <w:tc>
          <w:tcPr>
            <w:tcW w:w="625" w:type="pct"/>
            <w:vAlign w:val="bottom"/>
          </w:tcPr>
          <w:p w14:paraId="236CE94B" w14:textId="177B11F8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99,2</w:t>
            </w:r>
          </w:p>
        </w:tc>
        <w:tc>
          <w:tcPr>
            <w:tcW w:w="625" w:type="pct"/>
            <w:vAlign w:val="bottom"/>
          </w:tcPr>
          <w:p w14:paraId="243EB7F7" w14:textId="5C835CFD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9967DA" w14:paraId="79E23F74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2D3BB82A" w14:textId="672CE789"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625" w:type="pct"/>
            <w:vAlign w:val="bottom"/>
          </w:tcPr>
          <w:p w14:paraId="6714DCE0" w14:textId="46D27379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95,4</w:t>
            </w:r>
          </w:p>
        </w:tc>
        <w:tc>
          <w:tcPr>
            <w:tcW w:w="625" w:type="pct"/>
            <w:vAlign w:val="bottom"/>
          </w:tcPr>
          <w:p w14:paraId="266A715E" w14:textId="58BD3C28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93,0</w:t>
            </w:r>
          </w:p>
        </w:tc>
        <w:tc>
          <w:tcPr>
            <w:tcW w:w="625" w:type="pct"/>
            <w:vAlign w:val="bottom"/>
          </w:tcPr>
          <w:p w14:paraId="5C8BDD84" w14:textId="6339DE4D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105,0</w:t>
            </w:r>
          </w:p>
        </w:tc>
        <w:tc>
          <w:tcPr>
            <w:tcW w:w="625" w:type="pct"/>
            <w:vAlign w:val="bottom"/>
          </w:tcPr>
          <w:p w14:paraId="7CBDFDE5" w14:textId="59760F8A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625" w:type="pct"/>
            <w:vAlign w:val="bottom"/>
          </w:tcPr>
          <w:p w14:paraId="1FC23E71" w14:textId="077CBC27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9967DA" w14:paraId="4AE9B332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5EA396F0" w14:textId="4356D47F" w:rsidR="00134971" w:rsidRDefault="00134971" w:rsidP="00134971">
            <w:pPr>
              <w:jc w:val="left"/>
              <w:rPr>
                <w:b/>
                <w:sz w:val="20"/>
              </w:rPr>
            </w:pPr>
            <w:r w:rsidRPr="00285840">
              <w:rPr>
                <w:b/>
                <w:sz w:val="20"/>
                <w:lang w:val="en-US"/>
              </w:rPr>
              <w:t xml:space="preserve">II </w:t>
            </w:r>
            <w:r w:rsidRPr="00285840"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14:paraId="44E26415" w14:textId="6B3A3DE4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96,1</w:t>
            </w:r>
          </w:p>
        </w:tc>
        <w:tc>
          <w:tcPr>
            <w:tcW w:w="625" w:type="pct"/>
            <w:vAlign w:val="bottom"/>
          </w:tcPr>
          <w:p w14:paraId="3C264CE0" w14:textId="2A72F567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93,9</w:t>
            </w:r>
          </w:p>
        </w:tc>
        <w:tc>
          <w:tcPr>
            <w:tcW w:w="625" w:type="pct"/>
            <w:vAlign w:val="bottom"/>
          </w:tcPr>
          <w:p w14:paraId="245FFFA6" w14:textId="2188237E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107,3</w:t>
            </w:r>
          </w:p>
        </w:tc>
        <w:tc>
          <w:tcPr>
            <w:tcW w:w="625" w:type="pct"/>
            <w:vAlign w:val="bottom"/>
          </w:tcPr>
          <w:p w14:paraId="11DF47B8" w14:textId="1ABB0A27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94,8</w:t>
            </w:r>
          </w:p>
        </w:tc>
        <w:tc>
          <w:tcPr>
            <w:tcW w:w="625" w:type="pct"/>
            <w:vAlign w:val="bottom"/>
          </w:tcPr>
          <w:p w14:paraId="3DCF0B1A" w14:textId="3F1672B2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9967DA" w14:paraId="3E8D2E6B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46357C63" w14:textId="488A6CBE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625" w:type="pct"/>
            <w:vAlign w:val="bottom"/>
          </w:tcPr>
          <w:p w14:paraId="0CF1CE77" w14:textId="7C6BF616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625" w:type="pct"/>
            <w:vAlign w:val="bottom"/>
          </w:tcPr>
          <w:p w14:paraId="338A5F4F" w14:textId="4BCF44B8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96,4</w:t>
            </w:r>
          </w:p>
        </w:tc>
        <w:tc>
          <w:tcPr>
            <w:tcW w:w="625" w:type="pct"/>
            <w:vAlign w:val="bottom"/>
          </w:tcPr>
          <w:p w14:paraId="5E771664" w14:textId="4107FD26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100,9</w:t>
            </w:r>
          </w:p>
        </w:tc>
        <w:tc>
          <w:tcPr>
            <w:tcW w:w="625" w:type="pct"/>
            <w:vAlign w:val="bottom"/>
          </w:tcPr>
          <w:p w14:paraId="19A2D91D" w14:textId="6B2DBD1E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106,2</w:t>
            </w:r>
          </w:p>
        </w:tc>
        <w:tc>
          <w:tcPr>
            <w:tcW w:w="625" w:type="pct"/>
            <w:vAlign w:val="bottom"/>
          </w:tcPr>
          <w:p w14:paraId="176FFEC3" w14:textId="759337D1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111,1</w:t>
            </w:r>
          </w:p>
        </w:tc>
      </w:tr>
      <w:tr w:rsidR="00134971" w:rsidRPr="009967DA" w14:paraId="0210DFE7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1C8EB512" w14:textId="1176CA89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625" w:type="pct"/>
            <w:vAlign w:val="bottom"/>
          </w:tcPr>
          <w:p w14:paraId="29C5407E" w14:textId="14B17D88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105,9</w:t>
            </w:r>
          </w:p>
        </w:tc>
        <w:tc>
          <w:tcPr>
            <w:tcW w:w="625" w:type="pct"/>
            <w:vAlign w:val="bottom"/>
          </w:tcPr>
          <w:p w14:paraId="0F47EA28" w14:textId="6DDA15B9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105,7</w:t>
            </w:r>
          </w:p>
        </w:tc>
        <w:tc>
          <w:tcPr>
            <w:tcW w:w="625" w:type="pct"/>
            <w:vAlign w:val="bottom"/>
          </w:tcPr>
          <w:p w14:paraId="54EEC5D7" w14:textId="706707E8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104,2</w:t>
            </w:r>
          </w:p>
        </w:tc>
        <w:tc>
          <w:tcPr>
            <w:tcW w:w="625" w:type="pct"/>
            <w:vAlign w:val="bottom"/>
          </w:tcPr>
          <w:p w14:paraId="6728A39E" w14:textId="1BA704F9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114,4</w:t>
            </w:r>
          </w:p>
        </w:tc>
        <w:tc>
          <w:tcPr>
            <w:tcW w:w="625" w:type="pct"/>
            <w:vAlign w:val="bottom"/>
          </w:tcPr>
          <w:p w14:paraId="1D19CE6D" w14:textId="6ACF6761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100,6</w:t>
            </w:r>
          </w:p>
        </w:tc>
      </w:tr>
      <w:tr w:rsidR="00134971" w:rsidRPr="009967DA" w14:paraId="69355880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5F4C11FB" w14:textId="176360F5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625" w:type="pct"/>
            <w:vAlign w:val="bottom"/>
          </w:tcPr>
          <w:p w14:paraId="045ABF4D" w14:textId="5D29BDE3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lang w:val="en-US"/>
              </w:rPr>
              <w:t>100</w:t>
            </w:r>
            <w:r>
              <w:rPr>
                <w:b/>
                <w:sz w:val="20"/>
              </w:rPr>
              <w:t>,</w:t>
            </w:r>
            <w:r>
              <w:rPr>
                <w:b/>
                <w:sz w:val="20"/>
                <w:lang w:val="en-US"/>
              </w:rPr>
              <w:t>6</w:t>
            </w:r>
          </w:p>
        </w:tc>
        <w:tc>
          <w:tcPr>
            <w:tcW w:w="625" w:type="pct"/>
            <w:vAlign w:val="bottom"/>
          </w:tcPr>
          <w:p w14:paraId="28699CC7" w14:textId="696FEC5C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625" w:type="pct"/>
            <w:vAlign w:val="bottom"/>
          </w:tcPr>
          <w:p w14:paraId="76B053C8" w14:textId="68AA6123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103,7</w:t>
            </w:r>
          </w:p>
        </w:tc>
        <w:tc>
          <w:tcPr>
            <w:tcW w:w="625" w:type="pct"/>
            <w:vAlign w:val="bottom"/>
          </w:tcPr>
          <w:p w14:paraId="658B2986" w14:textId="77A7CEBF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95,2</w:t>
            </w:r>
          </w:p>
        </w:tc>
        <w:tc>
          <w:tcPr>
            <w:tcW w:w="625" w:type="pct"/>
            <w:vAlign w:val="bottom"/>
          </w:tcPr>
          <w:p w14:paraId="26C4DBEA" w14:textId="2B6B995E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9967DA" w14:paraId="61CD6D60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76549739" w14:textId="5A8B453C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 xml:space="preserve">III </w:t>
            </w:r>
            <w:r>
              <w:rPr>
                <w:b/>
                <w:sz w:val="20"/>
              </w:rPr>
              <w:t>квартал</w:t>
            </w:r>
          </w:p>
        </w:tc>
        <w:tc>
          <w:tcPr>
            <w:tcW w:w="625" w:type="pct"/>
            <w:vAlign w:val="bottom"/>
          </w:tcPr>
          <w:p w14:paraId="263A55F4" w14:textId="59E7734E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104,4</w:t>
            </w:r>
          </w:p>
        </w:tc>
        <w:tc>
          <w:tcPr>
            <w:tcW w:w="625" w:type="pct"/>
            <w:vAlign w:val="bottom"/>
          </w:tcPr>
          <w:p w14:paraId="27002904" w14:textId="1F3F4E1B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102,3</w:t>
            </w:r>
          </w:p>
        </w:tc>
        <w:tc>
          <w:tcPr>
            <w:tcW w:w="625" w:type="pct"/>
            <w:vAlign w:val="bottom"/>
          </w:tcPr>
          <w:p w14:paraId="4C323AD8" w14:textId="5AA42252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109,0</w:t>
            </w:r>
          </w:p>
        </w:tc>
        <w:tc>
          <w:tcPr>
            <w:tcW w:w="625" w:type="pct"/>
            <w:vAlign w:val="bottom"/>
          </w:tcPr>
          <w:p w14:paraId="3E0859BE" w14:textId="65C58CB0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115,6</w:t>
            </w:r>
          </w:p>
        </w:tc>
        <w:tc>
          <w:tcPr>
            <w:tcW w:w="625" w:type="pct"/>
            <w:vAlign w:val="bottom"/>
          </w:tcPr>
          <w:p w14:paraId="6167AFBA" w14:textId="66B3212A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111,8</w:t>
            </w:r>
          </w:p>
        </w:tc>
      </w:tr>
      <w:tr w:rsidR="00134971" w:rsidRPr="009967DA" w14:paraId="6FB9FF91" w14:textId="77777777" w:rsidTr="007A2433">
        <w:trPr>
          <w:trHeight w:val="227"/>
          <w:jc w:val="center"/>
        </w:trPr>
        <w:tc>
          <w:tcPr>
            <w:tcW w:w="1875" w:type="pct"/>
            <w:vAlign w:val="bottom"/>
          </w:tcPr>
          <w:p w14:paraId="6D2FB51C" w14:textId="2BEBEB69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 2024 к декабрю 2023</w:t>
            </w:r>
          </w:p>
        </w:tc>
        <w:tc>
          <w:tcPr>
            <w:tcW w:w="625" w:type="pct"/>
            <w:vAlign w:val="bottom"/>
          </w:tcPr>
          <w:p w14:paraId="5A43EC08" w14:textId="010C3150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111,9</w:t>
            </w:r>
          </w:p>
        </w:tc>
        <w:tc>
          <w:tcPr>
            <w:tcW w:w="625" w:type="pct"/>
            <w:vAlign w:val="bottom"/>
          </w:tcPr>
          <w:p w14:paraId="7AC2C84B" w14:textId="4BCC7080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110,4</w:t>
            </w:r>
          </w:p>
        </w:tc>
        <w:tc>
          <w:tcPr>
            <w:tcW w:w="625" w:type="pct"/>
            <w:vAlign w:val="bottom"/>
          </w:tcPr>
          <w:p w14:paraId="1D8AD9D6" w14:textId="7D04BF4E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117,3</w:t>
            </w:r>
          </w:p>
        </w:tc>
        <w:tc>
          <w:tcPr>
            <w:tcW w:w="625" w:type="pct"/>
            <w:vAlign w:val="bottom"/>
          </w:tcPr>
          <w:p w14:paraId="72D3B27E" w14:textId="3A2C12B7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113,5</w:t>
            </w:r>
          </w:p>
        </w:tc>
        <w:tc>
          <w:tcPr>
            <w:tcW w:w="625" w:type="pct"/>
            <w:vAlign w:val="bottom"/>
          </w:tcPr>
          <w:p w14:paraId="3E737E1D" w14:textId="47D6C83A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111,8</w:t>
            </w:r>
          </w:p>
        </w:tc>
      </w:tr>
    </w:tbl>
    <w:p w14:paraId="77A92D23" w14:textId="74F46C35" w:rsidR="00BE4283" w:rsidRDefault="00F7750A" w:rsidP="00BE4283">
      <w:pPr>
        <w:spacing w:before="120"/>
        <w:ind w:left="340"/>
        <w:rPr>
          <w:iCs/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="00BE4283" w:rsidRPr="00865A80">
        <w:rPr>
          <w:sz w:val="18"/>
          <w:szCs w:val="18"/>
          <w:vertAlign w:val="superscript"/>
        </w:rPr>
        <w:t>)</w:t>
      </w:r>
      <w:r w:rsidR="00BE4283" w:rsidRPr="00924FB7">
        <w:rPr>
          <w:iCs/>
          <w:sz w:val="18"/>
          <w:szCs w:val="18"/>
        </w:rPr>
        <w:t>промышленные товары, предназначенные для реализации на внутреннем рынке и на экспорт</w:t>
      </w:r>
      <w:r w:rsidR="00BE4283">
        <w:rPr>
          <w:iCs/>
          <w:sz w:val="18"/>
          <w:szCs w:val="18"/>
        </w:rPr>
        <w:t xml:space="preserve"> </w:t>
      </w:r>
    </w:p>
    <w:p w14:paraId="30359C6A" w14:textId="14B2E21B" w:rsidR="0031223F" w:rsidRPr="00FB7D5D" w:rsidRDefault="0031223F" w:rsidP="001143E0">
      <w:pPr>
        <w:pStyle w:val="3"/>
        <w:spacing w:before="360" w:after="240"/>
        <w:ind w:right="0"/>
        <w:rPr>
          <w:szCs w:val="24"/>
        </w:rPr>
      </w:pPr>
      <w:bookmarkStart w:id="238" w:name="_Toc181255964"/>
      <w:r w:rsidRPr="00FB7D5D">
        <w:rPr>
          <w:szCs w:val="24"/>
        </w:rPr>
        <w:t>Индексы цен производителей</w:t>
      </w:r>
      <w:r w:rsidR="005725D6">
        <w:rPr>
          <w:szCs w:val="24"/>
        </w:rPr>
        <w:t xml:space="preserve"> </w:t>
      </w:r>
      <w:r w:rsidR="002459C6">
        <w:rPr>
          <w:szCs w:val="24"/>
        </w:rPr>
        <w:br/>
      </w:r>
      <w:r w:rsidRPr="00FB7D5D">
        <w:rPr>
          <w:szCs w:val="24"/>
        </w:rPr>
        <w:t>по отдельным видам экономической деятельности</w:t>
      </w:r>
      <w:bookmarkEnd w:id="235"/>
      <w:bookmarkEnd w:id="238"/>
    </w:p>
    <w:p w14:paraId="13BE5C5D" w14:textId="77777777" w:rsidR="0031223F" w:rsidRPr="00750A7C" w:rsidRDefault="0031223F" w:rsidP="00750A7C">
      <w:pPr>
        <w:spacing w:after="60"/>
        <w:jc w:val="right"/>
        <w:rPr>
          <w:b/>
          <w:sz w:val="20"/>
        </w:rPr>
      </w:pPr>
      <w:r w:rsidRPr="00750A7C">
        <w:rPr>
          <w:b/>
          <w:sz w:val="20"/>
        </w:rPr>
        <w:t>на конец периода; в процентах</w:t>
      </w:r>
    </w:p>
    <w:tbl>
      <w:tblPr>
        <w:tblW w:w="906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416"/>
        <w:gridCol w:w="1417"/>
        <w:gridCol w:w="1417"/>
        <w:gridCol w:w="1417"/>
      </w:tblGrid>
      <w:tr w:rsidR="007A2433" w:rsidRPr="00DD362A" w14:paraId="45DCB352" w14:textId="77777777" w:rsidTr="007A2433">
        <w:trPr>
          <w:trHeight w:val="227"/>
          <w:jc w:val="center"/>
        </w:trPr>
        <w:tc>
          <w:tcPr>
            <w:tcW w:w="1876" w:type="pct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8EA04B3" w14:textId="77777777" w:rsidR="007A2433" w:rsidRPr="0092070A" w:rsidRDefault="007A2433" w:rsidP="007A2433">
            <w:pPr>
              <w:jc w:val="center"/>
              <w:rPr>
                <w:b/>
                <w:sz w:val="20"/>
              </w:rPr>
            </w:pPr>
            <w:bookmarkStart w:id="239" w:name="_Toc127178070"/>
            <w:bookmarkStart w:id="240" w:name="_Toc493779782"/>
            <w:bookmarkEnd w:id="236"/>
            <w:bookmarkEnd w:id="237"/>
          </w:p>
        </w:tc>
        <w:tc>
          <w:tcPr>
            <w:tcW w:w="15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C30140" w14:textId="3637AC62" w:rsidR="007A2433" w:rsidRPr="0078227D" w:rsidRDefault="0076346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7A2433" w:rsidRPr="0078227D">
              <w:rPr>
                <w:b/>
                <w:sz w:val="20"/>
              </w:rPr>
              <w:t xml:space="preserve"> 2024 к </w:t>
            </w:r>
          </w:p>
        </w:tc>
        <w:tc>
          <w:tcPr>
            <w:tcW w:w="1562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13ACE6" w14:textId="1778AAEC" w:rsidR="007A2433" w:rsidRPr="0078227D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proofErr w:type="spellStart"/>
            <w:r w:rsidRPr="0078227D">
              <w:rPr>
                <w:b/>
                <w:sz w:val="20"/>
              </w:rPr>
              <w:t>Справочно</w:t>
            </w:r>
            <w:proofErr w:type="spellEnd"/>
            <w:r w:rsidRPr="0078227D">
              <w:rPr>
                <w:b/>
                <w:sz w:val="20"/>
              </w:rPr>
              <w:t xml:space="preserve">: </w:t>
            </w:r>
            <w:r w:rsidRPr="0078227D">
              <w:rPr>
                <w:b/>
                <w:sz w:val="20"/>
              </w:rPr>
              <w:br/>
            </w:r>
            <w:r w:rsidR="00763463">
              <w:rPr>
                <w:b/>
                <w:sz w:val="20"/>
              </w:rPr>
              <w:t>сентябрь</w:t>
            </w:r>
            <w:r w:rsidRPr="003A796A">
              <w:rPr>
                <w:b/>
                <w:sz w:val="20"/>
              </w:rPr>
              <w:t xml:space="preserve"> </w:t>
            </w:r>
            <w:r w:rsidRPr="0078227D">
              <w:rPr>
                <w:b/>
                <w:sz w:val="20"/>
              </w:rPr>
              <w:t xml:space="preserve">2023 к </w:t>
            </w:r>
          </w:p>
        </w:tc>
      </w:tr>
      <w:tr w:rsidR="007A2433" w:rsidRPr="00DD362A" w14:paraId="4688F15C" w14:textId="77777777" w:rsidTr="007A2433">
        <w:trPr>
          <w:trHeight w:val="227"/>
          <w:jc w:val="center"/>
        </w:trPr>
        <w:tc>
          <w:tcPr>
            <w:tcW w:w="1876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3ED81A5E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78703A" w14:textId="5175B494" w:rsidR="007A2433" w:rsidRPr="0078227D" w:rsidRDefault="0076346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78227D">
              <w:rPr>
                <w:b/>
                <w:sz w:val="20"/>
              </w:rPr>
              <w:br/>
              <w:t>2024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762003" w14:textId="77777777" w:rsidR="007A2433" w:rsidRPr="0078227D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78227D">
              <w:rPr>
                <w:b/>
                <w:sz w:val="20"/>
              </w:rPr>
              <w:t>декабрю</w:t>
            </w:r>
            <w:r w:rsidRPr="0078227D">
              <w:rPr>
                <w:b/>
                <w:sz w:val="20"/>
              </w:rPr>
              <w:br/>
              <w:t>2023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B6DCBE" w14:textId="71A9651B" w:rsidR="007A2433" w:rsidRPr="0078227D" w:rsidRDefault="00763463" w:rsidP="0078227D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78227D">
              <w:rPr>
                <w:b/>
                <w:sz w:val="20"/>
              </w:rPr>
              <w:br/>
              <w:t>2023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F5412" w14:textId="77777777" w:rsidR="007A2433" w:rsidRPr="0078227D" w:rsidRDefault="007A2433" w:rsidP="007A2433">
            <w:pPr>
              <w:tabs>
                <w:tab w:val="left" w:pos="687"/>
              </w:tabs>
              <w:ind w:left="-85" w:right="-85"/>
              <w:jc w:val="center"/>
              <w:rPr>
                <w:b/>
                <w:sz w:val="20"/>
              </w:rPr>
            </w:pPr>
            <w:r w:rsidRPr="0078227D">
              <w:rPr>
                <w:b/>
                <w:sz w:val="20"/>
              </w:rPr>
              <w:t>декабрю</w:t>
            </w:r>
            <w:r w:rsidRPr="0078227D">
              <w:rPr>
                <w:b/>
                <w:sz w:val="20"/>
              </w:rPr>
              <w:br/>
              <w:t>2022</w:t>
            </w:r>
          </w:p>
        </w:tc>
      </w:tr>
      <w:tr w:rsidR="00134971" w:rsidRPr="00DD362A" w14:paraId="2F5AC8DA" w14:textId="77777777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EA02074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Добыча полезных ископаемых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09C74D" w14:textId="0F23FE64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2FA18E" w14:textId="0B4CAB5C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110,4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556A1F" w14:textId="7262444F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111,5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D5278A" w14:textId="37243665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151,2</w:t>
            </w:r>
          </w:p>
        </w:tc>
      </w:tr>
      <w:tr w:rsidR="007A2433" w:rsidRPr="00DD362A" w14:paraId="27478F53" w14:textId="77777777" w:rsidTr="007A2433">
        <w:trPr>
          <w:trHeight w:val="227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82671" w14:textId="77777777" w:rsidR="007A2433" w:rsidRPr="00DD362A" w:rsidRDefault="007A2433" w:rsidP="007A2433">
            <w:pPr>
              <w:ind w:left="340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из нее:</w:t>
            </w:r>
          </w:p>
        </w:tc>
      </w:tr>
      <w:tr w:rsidR="00134971" w:rsidRPr="00DD362A" w14:paraId="31AE34EA" w14:textId="77777777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F52278F" w14:textId="77777777" w:rsidR="00134971" w:rsidRPr="00DD362A" w:rsidRDefault="00134971" w:rsidP="00134971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добыча сырой нефти </w:t>
            </w:r>
            <w:r w:rsidRPr="00DD362A">
              <w:rPr>
                <w:b/>
                <w:sz w:val="20"/>
              </w:rPr>
              <w:br/>
              <w:t>и природного газа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C492F0" w14:textId="7149B79C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45A993" w14:textId="4298D50A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110,4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74293" w14:textId="1BCB5A1F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111,6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11B089" w14:textId="201A29E2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151,7</w:t>
            </w:r>
          </w:p>
        </w:tc>
      </w:tr>
      <w:tr w:rsidR="00134971" w:rsidRPr="00DD362A" w14:paraId="789941C1" w14:textId="77777777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330B0E1" w14:textId="77777777" w:rsidR="00134971" w:rsidRPr="00DD362A" w:rsidRDefault="00134971" w:rsidP="00134971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добыча прочих полезных ископаемых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E603B" w14:textId="026E05E7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BEB5FE" w14:textId="60E93165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113,9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5893BD" w14:textId="6DFD7549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28718F" w14:textId="476691BF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100,2</w:t>
            </w:r>
          </w:p>
        </w:tc>
      </w:tr>
      <w:tr w:rsidR="00134971" w:rsidRPr="00DD362A" w14:paraId="6E0BC8BD" w14:textId="77777777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A7C7BE8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AA3140" w14:textId="18C56FD7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103,7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30200C" w14:textId="2DA97C27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117,3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4A1DE4" w14:textId="35D3C50C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106,4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6969C7" w14:textId="3006F0A0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140,7</w:t>
            </w:r>
          </w:p>
        </w:tc>
      </w:tr>
      <w:tr w:rsidR="007A2433" w:rsidRPr="00DD362A" w14:paraId="6A1186F6" w14:textId="77777777" w:rsidTr="007A2433">
        <w:trPr>
          <w:trHeight w:val="227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20E582" w14:textId="77777777" w:rsidR="007A2433" w:rsidRPr="00DD362A" w:rsidRDefault="007A2433" w:rsidP="007A2433">
            <w:pPr>
              <w:tabs>
                <w:tab w:val="left" w:pos="1309"/>
              </w:tabs>
              <w:ind w:left="340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из них:</w:t>
            </w:r>
          </w:p>
        </w:tc>
      </w:tr>
      <w:tr w:rsidR="00134971" w:rsidRPr="00DD362A" w14:paraId="3C44F1E9" w14:textId="77777777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D738A4C" w14:textId="77777777" w:rsidR="00134971" w:rsidRPr="00DD362A" w:rsidRDefault="00134971" w:rsidP="00134971">
            <w:pPr>
              <w:ind w:left="113"/>
              <w:jc w:val="left"/>
              <w:rPr>
                <w:b/>
                <w:sz w:val="20"/>
                <w:lang w:val="en-US"/>
              </w:rPr>
            </w:pPr>
            <w:r w:rsidRPr="00DD362A">
              <w:rPr>
                <w:b/>
                <w:sz w:val="20"/>
              </w:rPr>
              <w:t>производство пищевых продуктов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8D53EA" w14:textId="040BE38A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98,0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D8E45E" w14:textId="6436F1C7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104,1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BDB200" w14:textId="609197D6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101,8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2B19F" w14:textId="1FA7D6B4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107,7</w:t>
            </w:r>
          </w:p>
        </w:tc>
      </w:tr>
      <w:tr w:rsidR="00134971" w:rsidRPr="00DD362A" w14:paraId="3EC78F5E" w14:textId="77777777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C01469F" w14:textId="77777777" w:rsidR="00134971" w:rsidRPr="00DD362A" w:rsidRDefault="00134971" w:rsidP="00134971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напитков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FF0679" w14:textId="4E990222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A81917" w14:textId="450206E5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D7459F" w14:textId="23916E54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96BC6D" w14:textId="15525A45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111,0</w:t>
            </w:r>
          </w:p>
        </w:tc>
      </w:tr>
      <w:tr w:rsidR="00134971" w:rsidRPr="00DD362A" w14:paraId="6EBF022C" w14:textId="77777777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8D3E70A" w14:textId="77777777" w:rsidR="00134971" w:rsidRPr="00DD362A" w:rsidRDefault="00134971" w:rsidP="00134971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текстильных изделий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530E99" w14:textId="11304E7A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63E49D" w14:textId="6B25FA47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122,1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463D7E" w14:textId="2153B7F1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87,1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B1D82D" w14:textId="417C627A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87,0</w:t>
            </w:r>
          </w:p>
        </w:tc>
      </w:tr>
      <w:tr w:rsidR="00134971" w:rsidRPr="00DD362A" w14:paraId="010DF74B" w14:textId="77777777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0C34B4B" w14:textId="77777777" w:rsidR="00134971" w:rsidRPr="00DD362A" w:rsidRDefault="00134971" w:rsidP="00134971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обуви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2C5915" w14:textId="6FA83720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100,7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62567D" w14:textId="79D8204F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126,9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9CEDC7" w14:textId="3AF188C5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108,2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5AA238" w14:textId="53873F63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176,7</w:t>
            </w:r>
          </w:p>
        </w:tc>
      </w:tr>
      <w:tr w:rsidR="00134971" w:rsidRPr="00DD362A" w14:paraId="0D5AC6FE" w14:textId="77777777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FD4AD86" w14:textId="77777777" w:rsidR="00134971" w:rsidRPr="00DD362A" w:rsidRDefault="00134971" w:rsidP="00134971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деятельность полиграфическая </w:t>
            </w:r>
            <w:r w:rsidRPr="00DD362A">
              <w:rPr>
                <w:b/>
                <w:sz w:val="20"/>
              </w:rPr>
              <w:br/>
              <w:t>и копирование носителей информации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11A6C6" w14:textId="7E5B0C5A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101,4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37EF01" w14:textId="427ACDB8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104,3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D8DF57" w14:textId="44A87E84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99,9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FCEE9E" w14:textId="1FDD4A28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109,9</w:t>
            </w:r>
          </w:p>
        </w:tc>
      </w:tr>
      <w:tr w:rsidR="00134971" w:rsidRPr="00DD362A" w14:paraId="00C53395" w14:textId="77777777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E90BC76" w14:textId="77777777" w:rsidR="00134971" w:rsidRPr="00DD362A" w:rsidRDefault="00134971" w:rsidP="00134971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нефтепродуктов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AF1EE" w14:textId="568A2A03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105,0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00310" w14:textId="32AA480C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119,9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C26137" w14:textId="50A66610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109,1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8641B" w14:textId="7BB5720A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164,6</w:t>
            </w:r>
          </w:p>
        </w:tc>
      </w:tr>
      <w:tr w:rsidR="00134971" w:rsidRPr="00DD362A" w14:paraId="38FF0904" w14:textId="77777777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8589174" w14:textId="77777777" w:rsidR="00134971" w:rsidRPr="00DD362A" w:rsidRDefault="00134971" w:rsidP="00134971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химических веществ и химических продуктов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0DD11" w14:textId="3AE00902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BDB6EC" w14:textId="68BABEA9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58,1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1F4085" w14:textId="6CC9B411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FAFE69" w14:textId="7EE326D1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34,8</w:t>
            </w:r>
          </w:p>
        </w:tc>
      </w:tr>
      <w:tr w:rsidR="00134971" w:rsidRPr="00DD362A" w14:paraId="5D1660AF" w14:textId="77777777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B09B67F" w14:textId="77777777" w:rsidR="00134971" w:rsidRPr="00DD362A" w:rsidRDefault="00134971" w:rsidP="00134971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lastRenderedPageBreak/>
              <w:t xml:space="preserve">производство прочей </w:t>
            </w:r>
            <w:proofErr w:type="spellStart"/>
            <w:proofErr w:type="gramStart"/>
            <w:r w:rsidRPr="00DD362A">
              <w:rPr>
                <w:b/>
                <w:sz w:val="20"/>
              </w:rPr>
              <w:t>неметалли</w:t>
            </w:r>
            <w:proofErr w:type="spellEnd"/>
            <w:r w:rsidRPr="00DD362A">
              <w:rPr>
                <w:b/>
                <w:sz w:val="20"/>
              </w:rPr>
              <w:t>-ческой</w:t>
            </w:r>
            <w:proofErr w:type="gramEnd"/>
            <w:r w:rsidRPr="00DD362A">
              <w:rPr>
                <w:b/>
                <w:sz w:val="20"/>
              </w:rPr>
              <w:t xml:space="preserve"> минеральной продукции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AAEA06" w14:textId="6FB15CE0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104,6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E0B162" w14:textId="2A56B8CF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129,8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01E832" w14:textId="0754D6D7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101,7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5C013" w14:textId="32C84C9D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128,7</w:t>
            </w:r>
          </w:p>
        </w:tc>
      </w:tr>
      <w:tr w:rsidR="00134971" w:rsidRPr="00DD362A" w14:paraId="2824F3D7" w14:textId="77777777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3E87F3DD" w14:textId="77777777" w:rsidR="00134971" w:rsidRPr="00DD362A" w:rsidRDefault="00134971" w:rsidP="00134971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производство мебели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A33A68" w14:textId="4E1990AC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046873" w14:textId="54CAB741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103,1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7ADE3" w14:textId="14E19CB5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46C5F4" w14:textId="3E032B84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101,1</w:t>
            </w:r>
          </w:p>
        </w:tc>
      </w:tr>
      <w:tr w:rsidR="00134971" w:rsidRPr="00DD362A" w14:paraId="4465F781" w14:textId="77777777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CAB3C8C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3E9E9A" w14:textId="3C853F9C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95,2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574852" w14:textId="76E5EF0C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113,5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7E4B7A" w14:textId="0BDACAB0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102,3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22716C" w14:textId="51A0AE74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114,8</w:t>
            </w:r>
          </w:p>
        </w:tc>
      </w:tr>
      <w:tr w:rsidR="007A2433" w:rsidRPr="00DD362A" w14:paraId="7F3C33C9" w14:textId="77777777" w:rsidTr="007A2433">
        <w:trPr>
          <w:trHeight w:val="227"/>
          <w:jc w:val="center"/>
        </w:trPr>
        <w:tc>
          <w:tcPr>
            <w:tcW w:w="500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D4DD58" w14:textId="77777777" w:rsidR="007A2433" w:rsidRPr="00247E1B" w:rsidRDefault="007A2433" w:rsidP="007A2433">
            <w:pPr>
              <w:tabs>
                <w:tab w:val="left" w:pos="1309"/>
              </w:tabs>
              <w:ind w:left="340"/>
              <w:jc w:val="left"/>
              <w:rPr>
                <w:b/>
                <w:sz w:val="20"/>
                <w:highlight w:val="yellow"/>
              </w:rPr>
            </w:pPr>
            <w:r w:rsidRPr="003A796A">
              <w:rPr>
                <w:b/>
                <w:sz w:val="20"/>
              </w:rPr>
              <w:t>в том числе:</w:t>
            </w:r>
          </w:p>
        </w:tc>
      </w:tr>
      <w:tr w:rsidR="00134971" w:rsidRPr="00DD362A" w14:paraId="09FB8E85" w14:textId="77777777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39B9669" w14:textId="77777777" w:rsidR="00134971" w:rsidRPr="00DD362A" w:rsidRDefault="00134971" w:rsidP="00134971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производство, передача </w:t>
            </w:r>
            <w:r w:rsidRPr="00DD362A">
              <w:rPr>
                <w:b/>
                <w:sz w:val="20"/>
              </w:rPr>
              <w:br/>
              <w:t>и распределение электроэнергии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E625AB" w14:textId="3D71577A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92,9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3FDDB3" w14:textId="76D926D8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116,7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8E7EE" w14:textId="3398436B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103,4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66F60" w14:textId="28639F36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117,8</w:t>
            </w:r>
          </w:p>
        </w:tc>
      </w:tr>
      <w:tr w:rsidR="00134971" w:rsidRPr="00DD362A" w14:paraId="56EFBEA5" w14:textId="77777777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297333A" w14:textId="77777777" w:rsidR="00134971" w:rsidRPr="00DD362A" w:rsidRDefault="00134971" w:rsidP="00134971">
            <w:pPr>
              <w:ind w:left="113"/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производство, передача и </w:t>
            </w:r>
            <w:proofErr w:type="gramStart"/>
            <w:r w:rsidRPr="00DD362A">
              <w:rPr>
                <w:b/>
                <w:sz w:val="20"/>
              </w:rPr>
              <w:t>распре-деление</w:t>
            </w:r>
            <w:proofErr w:type="gramEnd"/>
            <w:r w:rsidRPr="00DD362A">
              <w:rPr>
                <w:b/>
                <w:sz w:val="20"/>
              </w:rPr>
              <w:t xml:space="preserve"> пара и горячей воды; кондиционирование воздуха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94E04E" w14:textId="6F715150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DFEEE" w14:textId="3FD7CBF3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107,9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D9CE33" w14:textId="34A9AD0F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C836EB" w14:textId="5E0AF4C0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109,9</w:t>
            </w:r>
          </w:p>
        </w:tc>
      </w:tr>
      <w:tr w:rsidR="00134971" w:rsidRPr="00DD362A" w14:paraId="49BDE751" w14:textId="77777777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671A1B9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Водоснабжение; водоотведение, </w:t>
            </w:r>
            <w:r w:rsidRPr="00DD362A">
              <w:rPr>
                <w:b/>
                <w:sz w:val="20"/>
              </w:rPr>
              <w:br/>
              <w:t xml:space="preserve">организация сбора и утилизации отходов, деятельность </w:t>
            </w:r>
            <w:r w:rsidRPr="00DD362A">
              <w:rPr>
                <w:b/>
                <w:sz w:val="20"/>
              </w:rPr>
              <w:br/>
              <w:t>по ликвидации загрязнений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56119F" w14:textId="244B5379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EECB51" w14:textId="11D87A4F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111,8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FAB1FF" w14:textId="740A6A6E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8B8017" w14:textId="340E4C22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100,5</w:t>
            </w:r>
          </w:p>
        </w:tc>
      </w:tr>
      <w:tr w:rsidR="00134971" w:rsidRPr="0092070A" w14:paraId="56FC93F2" w14:textId="77777777" w:rsidTr="00134971">
        <w:trPr>
          <w:trHeight w:val="227"/>
          <w:jc w:val="center"/>
        </w:trPr>
        <w:tc>
          <w:tcPr>
            <w:tcW w:w="18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55FFD19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Рыболовство и рыбоводство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D666D" w14:textId="3800CBD5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F1BDE" w14:textId="2220D503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106,8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6CFD4C" w14:textId="5744EF75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100,0</w:t>
            </w:r>
          </w:p>
        </w:tc>
        <w:tc>
          <w:tcPr>
            <w:tcW w:w="78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3E2ACB" w14:textId="34C345CD" w:rsidR="00134971" w:rsidRPr="00763463" w:rsidRDefault="00134971" w:rsidP="00134971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 w:rsidRPr="007F7239">
              <w:rPr>
                <w:b/>
                <w:sz w:val="20"/>
              </w:rPr>
              <w:t>106,4</w:t>
            </w:r>
          </w:p>
        </w:tc>
      </w:tr>
    </w:tbl>
    <w:p w14:paraId="201E2516" w14:textId="77777777" w:rsidR="001F3C7A" w:rsidRDefault="003B09C9" w:rsidP="001F3C7A">
      <w:pPr>
        <w:pStyle w:val="3"/>
        <w:spacing w:before="240"/>
        <w:ind w:right="0" w:firstLine="709"/>
        <w:jc w:val="both"/>
        <w:rPr>
          <w:b w:val="0"/>
          <w:bCs/>
          <w:szCs w:val="24"/>
        </w:rPr>
      </w:pPr>
      <w:bookmarkStart w:id="241" w:name="_Toc181255965"/>
      <w:r w:rsidRPr="00EC5E3B">
        <w:rPr>
          <w:b w:val="0"/>
          <w:szCs w:val="24"/>
        </w:rPr>
        <w:t xml:space="preserve">В </w:t>
      </w:r>
      <w:r w:rsidR="00763463">
        <w:rPr>
          <w:b w:val="0"/>
          <w:szCs w:val="24"/>
        </w:rPr>
        <w:t>сентябре</w:t>
      </w:r>
      <w:r w:rsidR="00EB3E24" w:rsidRPr="00EC5E3B">
        <w:rPr>
          <w:b w:val="0"/>
          <w:szCs w:val="24"/>
        </w:rPr>
        <w:t xml:space="preserve"> 2024 года </w:t>
      </w:r>
      <w:r w:rsidR="00EB3E24" w:rsidRPr="00EC5E3B">
        <w:rPr>
          <w:szCs w:val="24"/>
        </w:rPr>
        <w:t>индекс цен производителей сельскохозяйственной продукции</w:t>
      </w:r>
      <w:r w:rsidR="00EB3E24" w:rsidRPr="00EC5E3B">
        <w:rPr>
          <w:b w:val="0"/>
          <w:szCs w:val="24"/>
        </w:rPr>
        <w:t xml:space="preserve"> составил </w:t>
      </w:r>
      <w:r w:rsidR="003A796A" w:rsidRPr="00134971">
        <w:rPr>
          <w:b w:val="0"/>
          <w:bCs/>
          <w:color w:val="000000"/>
          <w:szCs w:val="24"/>
        </w:rPr>
        <w:t>100,</w:t>
      </w:r>
      <w:r w:rsidR="00134971" w:rsidRPr="00134971">
        <w:rPr>
          <w:b w:val="0"/>
          <w:bCs/>
          <w:color w:val="000000"/>
          <w:szCs w:val="24"/>
        </w:rPr>
        <w:t>0</w:t>
      </w:r>
      <w:r w:rsidR="007A2433" w:rsidRPr="00134971">
        <w:rPr>
          <w:b w:val="0"/>
          <w:bCs/>
          <w:szCs w:val="24"/>
        </w:rPr>
        <w:t xml:space="preserve">%, в том числе на продукцию растениеводства – </w:t>
      </w:r>
      <w:r w:rsidR="003A796A" w:rsidRPr="00134971">
        <w:rPr>
          <w:b w:val="0"/>
          <w:bCs/>
          <w:color w:val="000000"/>
          <w:szCs w:val="24"/>
        </w:rPr>
        <w:t>100,</w:t>
      </w:r>
      <w:r w:rsidR="00134971" w:rsidRPr="00134971">
        <w:rPr>
          <w:b w:val="0"/>
          <w:bCs/>
          <w:color w:val="000000"/>
          <w:szCs w:val="24"/>
        </w:rPr>
        <w:t>0</w:t>
      </w:r>
      <w:r w:rsidR="007A2433" w:rsidRPr="00134971">
        <w:rPr>
          <w:b w:val="0"/>
          <w:bCs/>
          <w:szCs w:val="24"/>
        </w:rPr>
        <w:t xml:space="preserve">%, </w:t>
      </w:r>
      <w:r w:rsidR="007A2433" w:rsidRPr="00134971">
        <w:rPr>
          <w:b w:val="0"/>
          <w:bCs/>
          <w:szCs w:val="24"/>
        </w:rPr>
        <w:br/>
        <w:t xml:space="preserve">продукцию животноводства – </w:t>
      </w:r>
      <w:r w:rsidR="00134971" w:rsidRPr="00134971">
        <w:rPr>
          <w:b w:val="0"/>
          <w:bCs/>
          <w:szCs w:val="24"/>
        </w:rPr>
        <w:t>100</w:t>
      </w:r>
      <w:r w:rsidR="00EC5E3B" w:rsidRPr="00134971">
        <w:rPr>
          <w:b w:val="0"/>
          <w:bCs/>
          <w:color w:val="000000"/>
          <w:szCs w:val="24"/>
        </w:rPr>
        <w:t>,</w:t>
      </w:r>
      <w:r w:rsidR="00134971" w:rsidRPr="00134971">
        <w:rPr>
          <w:b w:val="0"/>
          <w:bCs/>
          <w:color w:val="000000"/>
          <w:szCs w:val="24"/>
        </w:rPr>
        <w:t>1</w:t>
      </w:r>
      <w:r w:rsidR="000231E9" w:rsidRPr="00134971">
        <w:rPr>
          <w:b w:val="0"/>
          <w:bCs/>
          <w:szCs w:val="24"/>
        </w:rPr>
        <w:t>%</w:t>
      </w:r>
      <w:r w:rsidR="004D0E88" w:rsidRPr="00134971">
        <w:rPr>
          <w:b w:val="0"/>
          <w:bCs/>
          <w:szCs w:val="24"/>
        </w:rPr>
        <w:t>.</w:t>
      </w:r>
      <w:bookmarkStart w:id="242" w:name="_Toc22292270"/>
      <w:bookmarkStart w:id="243" w:name="_Toc27990911"/>
      <w:bookmarkStart w:id="244" w:name="_Toc127178071"/>
      <w:bookmarkEnd w:id="239"/>
      <w:bookmarkEnd w:id="241"/>
    </w:p>
    <w:p w14:paraId="3C80FF9B" w14:textId="7D076798" w:rsidR="004D0E88" w:rsidRPr="00E85C4E" w:rsidRDefault="004D0E88" w:rsidP="001F3C7A">
      <w:pPr>
        <w:pStyle w:val="3"/>
        <w:spacing w:before="360" w:after="240"/>
        <w:ind w:right="0" w:firstLine="709"/>
        <w:rPr>
          <w:lang w:eastAsia="x-none"/>
        </w:rPr>
      </w:pPr>
      <w:bookmarkStart w:id="245" w:name="_Toc181255966"/>
      <w:r w:rsidRPr="00E85C4E">
        <w:rPr>
          <w:lang w:val="x-none" w:eastAsia="x-none"/>
        </w:rPr>
        <w:t xml:space="preserve">Индексы цен производителей </w:t>
      </w:r>
      <w:r w:rsidR="005D0267" w:rsidRPr="005D0267">
        <w:rPr>
          <w:lang w:eastAsia="x-none"/>
        </w:rPr>
        <w:br/>
      </w:r>
      <w:r w:rsidRPr="00E85C4E">
        <w:rPr>
          <w:lang w:val="x-none" w:eastAsia="x-none"/>
        </w:rPr>
        <w:t>отдельных видов</w:t>
      </w:r>
      <w:r w:rsidR="005D0267" w:rsidRPr="005D0267">
        <w:rPr>
          <w:lang w:eastAsia="x-none"/>
        </w:rPr>
        <w:t xml:space="preserve"> </w:t>
      </w:r>
      <w:r w:rsidRPr="00E85C4E">
        <w:rPr>
          <w:lang w:val="x-none" w:eastAsia="x-none"/>
        </w:rPr>
        <w:t>и групп сельскохозяйственной продукции</w:t>
      </w:r>
      <w:bookmarkEnd w:id="242"/>
      <w:bookmarkEnd w:id="243"/>
      <w:bookmarkEnd w:id="244"/>
      <w:bookmarkEnd w:id="245"/>
    </w:p>
    <w:p w14:paraId="3BDAC2FD" w14:textId="77777777" w:rsidR="004D0E88" w:rsidRPr="006D13F2" w:rsidRDefault="004D0E88" w:rsidP="004D0E88">
      <w:pPr>
        <w:spacing w:after="60"/>
        <w:jc w:val="right"/>
        <w:rPr>
          <w:b/>
          <w:sz w:val="20"/>
          <w:highlight w:val="yellow"/>
        </w:rPr>
      </w:pPr>
      <w:r w:rsidRPr="006D13F2">
        <w:rPr>
          <w:b/>
          <w:sz w:val="20"/>
        </w:rPr>
        <w:t>на конец периода; в процентах к предыдущему периоду</w:t>
      </w:r>
    </w:p>
    <w:tbl>
      <w:tblPr>
        <w:tblW w:w="906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93"/>
        <w:gridCol w:w="707"/>
        <w:gridCol w:w="708"/>
        <w:gridCol w:w="709"/>
        <w:gridCol w:w="708"/>
        <w:gridCol w:w="709"/>
        <w:gridCol w:w="708"/>
        <w:gridCol w:w="709"/>
        <w:gridCol w:w="708"/>
        <w:gridCol w:w="709"/>
      </w:tblGrid>
      <w:tr w:rsidR="007A2433" w:rsidRPr="00DD362A" w14:paraId="1C990B06" w14:textId="77777777" w:rsidTr="007A2433">
        <w:trPr>
          <w:trHeight w:val="283"/>
          <w:jc w:val="center"/>
        </w:trPr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2772A0B" w14:textId="77777777" w:rsidR="007A2433" w:rsidRPr="004B36DC" w:rsidRDefault="007A2433" w:rsidP="007A2433">
            <w:pPr>
              <w:jc w:val="center"/>
              <w:rPr>
                <w:b/>
                <w:sz w:val="20"/>
              </w:rPr>
            </w:pPr>
            <w:bookmarkStart w:id="246" w:name="_Toc127178067"/>
          </w:p>
        </w:tc>
        <w:tc>
          <w:tcPr>
            <w:tcW w:w="7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4094C26F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Про-</w:t>
            </w:r>
            <w:proofErr w:type="spellStart"/>
            <w:r w:rsidRPr="00DD362A">
              <w:rPr>
                <w:b/>
                <w:sz w:val="20"/>
              </w:rPr>
              <w:t>дук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ция</w:t>
            </w:r>
            <w:proofErr w:type="spellEnd"/>
            <w:r w:rsidRPr="00DD362A">
              <w:rPr>
                <w:b/>
                <w:sz w:val="20"/>
              </w:rPr>
              <w:t xml:space="preserve"> </w:t>
            </w:r>
            <w:proofErr w:type="gramStart"/>
            <w:r w:rsidRPr="00DD362A">
              <w:rPr>
                <w:b/>
                <w:sz w:val="20"/>
              </w:rPr>
              <w:t>сель-</w:t>
            </w:r>
            <w:proofErr w:type="spellStart"/>
            <w:r w:rsidRPr="00DD362A">
              <w:rPr>
                <w:b/>
                <w:sz w:val="20"/>
              </w:rPr>
              <w:t>ского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хозяй-ства</w:t>
            </w:r>
            <w:proofErr w:type="spellEnd"/>
          </w:p>
        </w:tc>
        <w:tc>
          <w:tcPr>
            <w:tcW w:w="566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5F3FF62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 том числе:</w:t>
            </w:r>
          </w:p>
        </w:tc>
      </w:tr>
      <w:tr w:rsidR="007A2433" w:rsidRPr="00DD362A" w14:paraId="03686DFA" w14:textId="77777777" w:rsidTr="007A2433">
        <w:trPr>
          <w:trHeight w:val="283"/>
          <w:jc w:val="center"/>
        </w:trPr>
        <w:tc>
          <w:tcPr>
            <w:tcW w:w="2693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648B667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E8A635D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3E12A760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про-</w:t>
            </w:r>
            <w:proofErr w:type="spellStart"/>
            <w:r w:rsidRPr="00DD362A">
              <w:rPr>
                <w:b/>
                <w:sz w:val="20"/>
              </w:rPr>
              <w:t>дук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ция</w:t>
            </w:r>
            <w:proofErr w:type="spellEnd"/>
            <w:r w:rsidRPr="00DD362A">
              <w:rPr>
                <w:b/>
                <w:sz w:val="20"/>
              </w:rPr>
              <w:t xml:space="preserve"> </w:t>
            </w:r>
            <w:proofErr w:type="spellStart"/>
            <w:proofErr w:type="gramStart"/>
            <w:r w:rsidRPr="00DD362A">
              <w:rPr>
                <w:b/>
                <w:sz w:val="20"/>
              </w:rPr>
              <w:t>расте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ние</w:t>
            </w:r>
            <w:proofErr w:type="spellEnd"/>
            <w:proofErr w:type="gramEnd"/>
            <w:r w:rsidRPr="00DD362A">
              <w:rPr>
                <w:b/>
                <w:sz w:val="20"/>
              </w:rPr>
              <w:t>-вод-</w:t>
            </w:r>
            <w:proofErr w:type="spellStart"/>
            <w:r w:rsidRPr="00DD362A">
              <w:rPr>
                <w:b/>
                <w:sz w:val="20"/>
              </w:rPr>
              <w:t>ства</w:t>
            </w:r>
            <w:proofErr w:type="spellEnd"/>
          </w:p>
        </w:tc>
        <w:tc>
          <w:tcPr>
            <w:tcW w:w="283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CABD761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из нее: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7728559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про-</w:t>
            </w:r>
            <w:proofErr w:type="spellStart"/>
            <w:r w:rsidRPr="00DD362A">
              <w:rPr>
                <w:b/>
                <w:sz w:val="20"/>
              </w:rPr>
              <w:t>дук</w:t>
            </w:r>
            <w:proofErr w:type="spell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ция</w:t>
            </w:r>
            <w:proofErr w:type="spellEnd"/>
            <w:r w:rsidRPr="00DD362A">
              <w:rPr>
                <w:b/>
                <w:sz w:val="20"/>
              </w:rPr>
              <w:t xml:space="preserve"> </w:t>
            </w:r>
            <w:proofErr w:type="gramStart"/>
            <w:r w:rsidRPr="00DD362A">
              <w:rPr>
                <w:b/>
                <w:sz w:val="20"/>
              </w:rPr>
              <w:t>живот-</w:t>
            </w:r>
            <w:proofErr w:type="spellStart"/>
            <w:r w:rsidRPr="00DD362A">
              <w:rPr>
                <w:b/>
                <w:sz w:val="20"/>
              </w:rPr>
              <w:t>новод</w:t>
            </w:r>
            <w:proofErr w:type="spellEnd"/>
            <w:proofErr w:type="gramEnd"/>
            <w:r w:rsidRPr="00DD362A">
              <w:rPr>
                <w:b/>
                <w:sz w:val="20"/>
              </w:rPr>
              <w:t>-</w:t>
            </w:r>
            <w:proofErr w:type="spellStart"/>
            <w:r w:rsidRPr="00DD362A">
              <w:rPr>
                <w:b/>
                <w:sz w:val="20"/>
              </w:rPr>
              <w:t>ства</w:t>
            </w:r>
            <w:proofErr w:type="spellEnd"/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726A65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из нее:</w:t>
            </w:r>
          </w:p>
        </w:tc>
      </w:tr>
      <w:tr w:rsidR="007A2433" w:rsidRPr="00DD362A" w14:paraId="365A41E4" w14:textId="77777777" w:rsidTr="007A2433">
        <w:trPr>
          <w:trHeight w:val="283"/>
          <w:jc w:val="center"/>
        </w:trPr>
        <w:tc>
          <w:tcPr>
            <w:tcW w:w="269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4FB5A8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7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F8E3D3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48B772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FB2672F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DD362A">
              <w:rPr>
                <w:b/>
                <w:sz w:val="20"/>
              </w:rPr>
              <w:t>зерно-вые</w:t>
            </w:r>
            <w:proofErr w:type="gramEnd"/>
            <w:r w:rsidRPr="00DD362A">
              <w:rPr>
                <w:b/>
                <w:sz w:val="20"/>
              </w:rPr>
              <w:t xml:space="preserve"> куль-туры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A2D3696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DD362A">
              <w:rPr>
                <w:b/>
                <w:sz w:val="20"/>
              </w:rPr>
              <w:t>карто-фель</w:t>
            </w:r>
            <w:proofErr w:type="spellEnd"/>
            <w:proofErr w:type="gram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940164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овощи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063E8F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DD362A">
              <w:rPr>
                <w:b/>
                <w:sz w:val="20"/>
              </w:rPr>
              <w:t>бахче-вые</w:t>
            </w:r>
            <w:proofErr w:type="gramEnd"/>
            <w:r w:rsidRPr="00DD362A">
              <w:rPr>
                <w:b/>
                <w:sz w:val="20"/>
              </w:rPr>
              <w:t xml:space="preserve"> куль-туры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9AB6A3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C5D5805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скот </w:t>
            </w:r>
            <w:r w:rsidRPr="00DD362A">
              <w:rPr>
                <w:b/>
                <w:sz w:val="20"/>
              </w:rPr>
              <w:br/>
              <w:t xml:space="preserve">и </w:t>
            </w:r>
            <w:proofErr w:type="spellStart"/>
            <w:proofErr w:type="gramStart"/>
            <w:r w:rsidRPr="00DD362A">
              <w:rPr>
                <w:b/>
                <w:sz w:val="20"/>
              </w:rPr>
              <w:t>пти-ца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</w:t>
            </w:r>
            <w:r w:rsidRPr="00DD362A">
              <w:rPr>
                <w:b/>
                <w:sz w:val="20"/>
              </w:rPr>
              <w:br/>
              <w:t xml:space="preserve">(в </w:t>
            </w:r>
            <w:proofErr w:type="spellStart"/>
            <w:r w:rsidRPr="00DD362A">
              <w:rPr>
                <w:b/>
                <w:sz w:val="20"/>
              </w:rPr>
              <w:t>жи-вом</w:t>
            </w:r>
            <w:proofErr w:type="spellEnd"/>
            <w:r w:rsidRPr="00DD362A">
              <w:rPr>
                <w:b/>
                <w:sz w:val="20"/>
              </w:rPr>
              <w:t xml:space="preserve"> весе)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067242" w14:textId="77777777" w:rsidR="007A2433" w:rsidRPr="00DD362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яйца </w:t>
            </w:r>
            <w:proofErr w:type="gramStart"/>
            <w:r w:rsidRPr="00DD362A">
              <w:rPr>
                <w:b/>
                <w:sz w:val="20"/>
              </w:rPr>
              <w:t>кури-</w:t>
            </w:r>
            <w:proofErr w:type="spellStart"/>
            <w:r w:rsidRPr="00DD362A">
              <w:rPr>
                <w:b/>
                <w:sz w:val="20"/>
              </w:rPr>
              <w:t>ные</w:t>
            </w:r>
            <w:proofErr w:type="spellEnd"/>
            <w:proofErr w:type="gramEnd"/>
          </w:p>
        </w:tc>
      </w:tr>
      <w:tr w:rsidR="007A2433" w:rsidRPr="00DD362A" w14:paraId="43ACEECB" w14:textId="77777777" w:rsidTr="007A2433">
        <w:trPr>
          <w:trHeight w:val="283"/>
          <w:jc w:val="center"/>
        </w:trPr>
        <w:tc>
          <w:tcPr>
            <w:tcW w:w="90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9EA1AB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14:paraId="753E07A1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51BB22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84FBF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C2184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2B345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82C219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5CF52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114,3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368CC0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26D9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F299B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FFB7E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98,9</w:t>
            </w:r>
          </w:p>
        </w:tc>
      </w:tr>
      <w:tr w:rsidR="007A2433" w:rsidRPr="00DD362A" w14:paraId="7801C12B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7A3F9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1A644C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866D1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4992C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450A3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4F88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DE4CB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312EB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A0B7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F64D5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</w:tr>
      <w:tr w:rsidR="007A2433" w:rsidRPr="00DD362A" w14:paraId="5BCC6566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5C8228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A3C5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94FD5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A89F1B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CAB0C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6AB5D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CEC1B5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EA3D5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3FB40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A5BB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100,8</w:t>
            </w:r>
          </w:p>
        </w:tc>
      </w:tr>
      <w:tr w:rsidR="007A2433" w:rsidRPr="00DD362A" w14:paraId="310C9E50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5ADA90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F9E5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ACCF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52945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CD0F4F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D1425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137,5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EAA1A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85749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4980A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89D05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</w:tr>
      <w:tr w:rsidR="007A2433" w:rsidRPr="00DD362A" w14:paraId="3C8B2D72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222034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3A4D1F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AD7D1F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A5E67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86C1F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BE1B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9E2FA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96BFCE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92D2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555AD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</w:tr>
      <w:tr w:rsidR="007A2433" w:rsidRPr="00DD362A" w14:paraId="641D6042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5B367F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4675F0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73CD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552CD0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51050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FA480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06C1BB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2E6E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95,2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A0AF5E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46A43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94,9</w:t>
            </w:r>
          </w:p>
        </w:tc>
      </w:tr>
      <w:tr w:rsidR="007A2433" w:rsidRPr="00DD362A" w14:paraId="7157CC74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02AE99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F10FA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F16A7C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8EC61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52AFFB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36168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0B646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17AD1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574383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C5C65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97,9</w:t>
            </w:r>
          </w:p>
        </w:tc>
      </w:tr>
      <w:tr w:rsidR="007A2433" w:rsidRPr="00DD362A" w14:paraId="1A38F201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4B62D8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1BD71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7EA19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7C790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3CDBD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CB8C9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114,6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DD7EDB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58771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93,6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DD9DE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F53A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93,3</w:t>
            </w:r>
          </w:p>
        </w:tc>
      </w:tr>
      <w:tr w:rsidR="007A2433" w:rsidRPr="00DD362A" w14:paraId="2BD4B670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A8DD05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3B55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C006F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D74AE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625E3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4F7B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5EEC1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93D6F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AAACC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B423F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103,2</w:t>
            </w:r>
          </w:p>
        </w:tc>
      </w:tr>
      <w:tr w:rsidR="007A2433" w:rsidRPr="00DD362A" w14:paraId="4A4B6D3A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67BC42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ADF41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118,5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79CE1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E49AAE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ED9E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9705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152,6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E6BCB3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E200BC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4300B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8047B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</w:tr>
      <w:tr w:rsidR="007A2433" w:rsidRPr="00DD362A" w14:paraId="5A832B50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AA23C2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2AB39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95,9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37F00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93,5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0056D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0F900E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633C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88,5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CDA9E5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FB840B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056945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A45CA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105,3</w:t>
            </w:r>
          </w:p>
        </w:tc>
      </w:tr>
      <w:tr w:rsidR="007A2433" w:rsidRPr="00DD362A" w14:paraId="1A0DBC30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218230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8C5B6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121,1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A807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125,7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3F221B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C4D9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093CE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161,8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7303E0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686F8E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8C89D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91664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109,1</w:t>
            </w:r>
          </w:p>
        </w:tc>
      </w:tr>
      <w:tr w:rsidR="007A2433" w:rsidRPr="00DD362A" w14:paraId="1AA37D83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F943B9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A7D23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8892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F2A31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668D6E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4C8F0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17BFC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24428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181E37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4BE52C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104,2</w:t>
            </w:r>
          </w:p>
        </w:tc>
      </w:tr>
      <w:tr w:rsidR="007A2433" w:rsidRPr="00DD362A" w14:paraId="65BB24D8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12CABB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F82DFE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093CBE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6C2C33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E87EF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5A91EF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9D420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FA2BCF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111,4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6F58F3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B4375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112,0</w:t>
            </w:r>
          </w:p>
        </w:tc>
      </w:tr>
      <w:tr w:rsidR="007A2433" w:rsidRPr="00DD362A" w14:paraId="72AA40F3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816D6D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4FCB3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339D93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30EAC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AB3D4B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5B22CA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52703B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A860E6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9A2CC0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3896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108,6</w:t>
            </w:r>
          </w:p>
        </w:tc>
      </w:tr>
      <w:tr w:rsidR="007A2433" w:rsidRPr="00DD362A" w14:paraId="0BC9526B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8AAE01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21C6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9670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03355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124D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90143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646B5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765E32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125,3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084E3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ACD08C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126,8</w:t>
            </w:r>
          </w:p>
        </w:tc>
      </w:tr>
      <w:tr w:rsidR="007A2433" w:rsidRPr="00DD362A" w14:paraId="515262B3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B9841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Декабрь 2023 </w:t>
            </w:r>
            <w:r w:rsidRPr="00DD362A">
              <w:rPr>
                <w:b/>
                <w:sz w:val="20"/>
              </w:rPr>
              <w:br/>
              <w:t>к декабрю 2022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BCD71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143,3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9499A0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150,1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D643C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F3DD8D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87280B" w14:textId="77777777" w:rsidR="007A2433" w:rsidRPr="00DD362A" w:rsidRDefault="007A2433" w:rsidP="007A2433">
            <w:pPr>
              <w:ind w:right="-96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 2,6р.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17DBD9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5A1A54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127,4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B0E428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2D8BA1" w14:textId="77777777" w:rsidR="007A2433" w:rsidRPr="00DD362A" w:rsidRDefault="007A2433" w:rsidP="007A2433">
            <w:pPr>
              <w:ind w:right="28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128,8</w:t>
            </w:r>
          </w:p>
        </w:tc>
      </w:tr>
      <w:tr w:rsidR="007A2433" w:rsidRPr="00DD362A" w14:paraId="25C3E8D9" w14:textId="77777777" w:rsidTr="007A2433">
        <w:trPr>
          <w:trHeight w:val="283"/>
          <w:jc w:val="center"/>
        </w:trPr>
        <w:tc>
          <w:tcPr>
            <w:tcW w:w="9068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A1443E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134971" w:rsidRPr="00DD362A" w14:paraId="7BAB7BA1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89D01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3C16D8" w14:textId="018CEB9E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450A07" w14:textId="72479760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9E72CD" w14:textId="40923C11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A70E86" w14:textId="2445C7E1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82,0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4DB4F" w14:textId="59C6E847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BE3B1D" w14:textId="5D5C4D46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EECA6F" w14:textId="4F6591E2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D8EABF" w14:textId="6DD14FB1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B2AD33" w14:textId="06B3CAEE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102,2</w:t>
            </w:r>
          </w:p>
        </w:tc>
      </w:tr>
      <w:tr w:rsidR="00134971" w:rsidRPr="00DD362A" w14:paraId="52AB772A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B2C439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1EBEE8" w14:textId="5D8BDAFD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8EC264" w14:textId="617FD390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456C3" w14:textId="6E315223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4147EA" w14:textId="3F3FD409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116,1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0A403" w14:textId="006FB335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0F649" w14:textId="5FB26165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051746" w14:textId="5338DBB8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5AC095" w14:textId="300310CE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9ADA09" w14:textId="5D67BCD2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95,3</w:t>
            </w:r>
          </w:p>
        </w:tc>
      </w:tr>
      <w:tr w:rsidR="00134971" w:rsidRPr="00DD362A" w14:paraId="567DA8F0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0775AE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3A4B83" w14:textId="3E3199A7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6F9604" w14:textId="2E626C6C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ADE7D" w14:textId="69292749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961C61" w14:textId="088A8871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63,8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CB8D34" w14:textId="4C2F44F5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118,7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F4E72C" w14:textId="4C8B055C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555050" w14:textId="613AE413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6D1EB" w14:textId="365D84B5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E021CD" w14:textId="1C603ED3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97,9</w:t>
            </w:r>
          </w:p>
        </w:tc>
      </w:tr>
      <w:tr w:rsidR="00134971" w:rsidRPr="00DD362A" w14:paraId="7C35064E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C6D582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F9994B" w14:textId="29E14B4B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AAD82" w14:textId="30696815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5F3735" w14:textId="384E0691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5C413" w14:textId="5F28B85A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60,7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CFBBE2" w14:textId="6E212E97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121,0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67A2AB" w14:textId="0834BFDB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D86498" w14:textId="229F71F7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97F967" w14:textId="1557AF7C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47CA9F" w14:textId="2A84067B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95,3</w:t>
            </w:r>
          </w:p>
        </w:tc>
      </w:tr>
      <w:tr w:rsidR="00134971" w:rsidRPr="00DD362A" w14:paraId="1A6EEF97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FE8A8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lastRenderedPageBreak/>
              <w:t>Апрель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CD347F" w14:textId="6C2B3C88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63C035" w14:textId="0858A674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D18373" w14:textId="47470B56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ACB694" w14:textId="64C89E84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E549DF" w14:textId="6E29E783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4FBE77" w14:textId="10FC0BEF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4A9587" w14:textId="4EB2CE60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571BA9" w14:textId="7FFB4ACB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CCDE0A" w14:textId="2180AF34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DD362A" w14:paraId="0F29DF0C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EA320C" w14:textId="77777777"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t>Май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8EC70F" w14:textId="610F002F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7755FB" w14:textId="2E9284F7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2A3541" w14:textId="175B6FF4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9EBDC" w14:textId="751F87D1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8EA2A52" w14:textId="0308B538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6645A2" w14:textId="6FA24BD9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8A3A63" w14:textId="24A35C33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EE95F8" w14:textId="7EE31027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143,1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FC392A" w14:textId="718DE57F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95,7</w:t>
            </w:r>
          </w:p>
        </w:tc>
      </w:tr>
      <w:tr w:rsidR="00134971" w:rsidRPr="004B36DC" w14:paraId="3A971AE8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5E7A38" w14:textId="64324FBB"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38C49" w14:textId="7D2727C2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A9B379" w14:textId="7D8A039C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56F276" w14:textId="0DC8DA44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A079F9" w14:textId="17F06AC2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42EE2" w14:textId="0FEE474B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91,1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375D61" w14:textId="68515EFA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0644CD" w14:textId="144A9864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8A6243" w14:textId="7C16F7CF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86C7F" w14:textId="302F2AAA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98,4</w:t>
            </w:r>
          </w:p>
        </w:tc>
      </w:tr>
      <w:tr w:rsidR="00134971" w:rsidRPr="004B36DC" w14:paraId="68F3C733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13EA3" w14:textId="3B84E909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CCE27B" w14:textId="226C62C9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97ED9" w14:textId="02270974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240F8A" w14:textId="264D07A2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7510A1" w14:textId="2293C7C9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0BAEC2" w14:textId="134723B3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75,9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3BF9C7" w14:textId="1E52EA08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EA3511" w14:textId="1FF611ED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284A0" w14:textId="15A82C0B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A6B17C" w14:textId="0ECF8C19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94,1</w:t>
            </w:r>
          </w:p>
        </w:tc>
      </w:tr>
      <w:tr w:rsidR="00134971" w:rsidRPr="004B36DC" w14:paraId="37A1AA3D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FCB3B7" w14:textId="631FEAB7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874201" w14:textId="2FC31C59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C07FD" w14:textId="442131D9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CB56C5" w14:textId="47281C42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C7FBC" w14:textId="2F9BA023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146,3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4D23AA" w14:textId="43EF0FC7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5E1ED4" w14:textId="56D464E8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D17E55" w14:textId="2465558E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E8827B" w14:textId="530DC00C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95,8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E28F56" w14:textId="3BC6DF79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4B36DC" w14:paraId="597A8300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DD6F6B" w14:textId="3473D788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0807DA" w14:textId="2E7A0C2F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227F1" w14:textId="6F6D3FA5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62F1B0" w14:textId="36F722D4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DEBC11" w14:textId="1065C47D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84,3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E18475" w14:textId="5F013F32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A363C1" w14:textId="7A82CC98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36C8A5" w14:textId="39B2B20D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BC1A23" w14:textId="2A2EE7BD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439366" w14:textId="28D3F689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4B36DC" w14:paraId="755DEFAD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23F075" w14:textId="0E8B0003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CC9857" w14:textId="7BA6E407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FD014B" w14:textId="6C12C072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78339" w14:textId="5D588F5A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E1E78B" w14:textId="391C03BF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90,2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7C7E10" w14:textId="5FD3DAF6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FCF8FE" w14:textId="2ADE04AD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E8DF33" w14:textId="4695C73B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C76079" w14:textId="22BD1B5D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CDD98" w14:textId="718A388F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4B36DC" w14:paraId="1B848D09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113593" w14:textId="058C2AEA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1113B" w14:textId="5EA8BF1B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3EF38D" w14:textId="0AB86413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125060" w14:textId="5EE3EAA4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A238C9" w14:textId="68AD8931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93C8E" w14:textId="6475010E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90,9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44DCA4" w14:textId="77B65145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D15D3D" w14:textId="2858C672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F2C8F3" w14:textId="70C1B8FC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13D94F" w14:textId="52E296E1" w:rsidR="00134971" w:rsidRPr="00763463" w:rsidRDefault="00134971" w:rsidP="00134971">
            <w:pPr>
              <w:ind w:right="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4B36DC" w14:paraId="26C980EC" w14:textId="77777777" w:rsidTr="007A2433">
        <w:trPr>
          <w:trHeight w:val="227"/>
          <w:jc w:val="center"/>
        </w:trPr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7948F7" w14:textId="3E57CD59" w:rsidR="00134971" w:rsidRDefault="00134971" w:rsidP="00134971">
            <w:pPr>
              <w:ind w:right="-5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>
              <w:rPr>
                <w:b/>
                <w:sz w:val="20"/>
                <w:lang w:val="en-US"/>
              </w:rPr>
              <w:t xml:space="preserve"> </w:t>
            </w:r>
            <w:r>
              <w:rPr>
                <w:b/>
                <w:sz w:val="20"/>
              </w:rPr>
              <w:t xml:space="preserve">2024 </w:t>
            </w:r>
            <w:r>
              <w:rPr>
                <w:b/>
                <w:sz w:val="20"/>
              </w:rPr>
              <w:br/>
              <w:t>к декабрю 2023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F1086B" w14:textId="59C30EFA" w:rsidR="00134971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96,6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DCBECC" w14:textId="2B227379" w:rsidR="00134971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906E5A" w14:textId="63B4BCF3" w:rsidR="00134971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64F28" w14:textId="27C1A7DF" w:rsidR="00134971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65,4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790EA" w14:textId="4B51D793" w:rsidR="00134971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83,4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FF439C" w14:textId="1DC7F9C5" w:rsidR="00134971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D1B960" w14:textId="1BC5CC77" w:rsidR="00134971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90,2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C15B8A" w14:textId="0E41B92A" w:rsidR="00134971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128,1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E1716F" w14:textId="0A694220" w:rsidR="00134971" w:rsidRDefault="00134971" w:rsidP="00134971">
            <w:pPr>
              <w:ind w:right="28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89,7</w:t>
            </w:r>
          </w:p>
        </w:tc>
      </w:tr>
    </w:tbl>
    <w:p w14:paraId="51EFF6CB" w14:textId="7094B0CB" w:rsidR="004D0E88" w:rsidRPr="00E85C4E" w:rsidRDefault="004D0E88" w:rsidP="001F3C7A">
      <w:pPr>
        <w:pStyle w:val="3"/>
        <w:spacing w:before="360" w:after="120"/>
        <w:ind w:right="0" w:firstLine="709"/>
        <w:jc w:val="both"/>
        <w:rPr>
          <w:b w:val="0"/>
          <w:color w:val="000000"/>
          <w:lang w:val="x-none" w:eastAsia="x-none"/>
        </w:rPr>
      </w:pPr>
      <w:bookmarkStart w:id="247" w:name="_Toc181255967"/>
      <w:r w:rsidRPr="00E85C4E">
        <w:rPr>
          <w:color w:val="000000"/>
          <w:lang w:val="x-none" w:eastAsia="x-none"/>
        </w:rPr>
        <w:t>Сводный индекс цен на продукцию (затраты, услуги) инвестиционного назначения</w:t>
      </w:r>
      <w:r w:rsidRPr="00E85C4E">
        <w:rPr>
          <w:b w:val="0"/>
          <w:color w:val="000000"/>
          <w:lang w:val="x-none" w:eastAsia="x-none"/>
        </w:rPr>
        <w:t xml:space="preserve"> </w:t>
      </w:r>
      <w:r w:rsidRPr="00EC5E3B">
        <w:rPr>
          <w:b w:val="0"/>
          <w:color w:val="000000"/>
          <w:lang w:val="x-none" w:eastAsia="x-none"/>
        </w:rPr>
        <w:t xml:space="preserve">в </w:t>
      </w:r>
      <w:r w:rsidR="00763463">
        <w:rPr>
          <w:b w:val="0"/>
          <w:color w:val="000000"/>
          <w:lang w:eastAsia="x-none"/>
        </w:rPr>
        <w:t>сентябре</w:t>
      </w:r>
      <w:r w:rsidRPr="00EC5E3B">
        <w:rPr>
          <w:b w:val="0"/>
          <w:color w:val="000000"/>
          <w:lang w:eastAsia="x-none"/>
        </w:rPr>
        <w:t xml:space="preserve"> </w:t>
      </w:r>
      <w:r w:rsidRPr="00EC5E3B">
        <w:rPr>
          <w:b w:val="0"/>
          <w:color w:val="000000"/>
          <w:lang w:val="x-none" w:eastAsia="x-none"/>
        </w:rPr>
        <w:t>20</w:t>
      </w:r>
      <w:r w:rsidR="004420EF" w:rsidRPr="00EC5E3B">
        <w:rPr>
          <w:b w:val="0"/>
          <w:color w:val="000000"/>
          <w:lang w:eastAsia="x-none"/>
        </w:rPr>
        <w:t>24</w:t>
      </w:r>
      <w:r w:rsidRPr="00EC5E3B">
        <w:rPr>
          <w:b w:val="0"/>
          <w:color w:val="000000"/>
          <w:lang w:val="x-none" w:eastAsia="x-none"/>
        </w:rPr>
        <w:t xml:space="preserve"> года </w:t>
      </w:r>
      <w:r w:rsidRPr="00EC5E3B">
        <w:rPr>
          <w:b w:val="0"/>
          <w:lang w:val="x-none" w:eastAsia="x-none"/>
        </w:rPr>
        <w:t xml:space="preserve">составил </w:t>
      </w:r>
      <w:r w:rsidR="007A2433" w:rsidRPr="00134971">
        <w:rPr>
          <w:b w:val="0"/>
          <w:color w:val="000000"/>
          <w:lang w:eastAsia="x-none"/>
        </w:rPr>
        <w:t>10</w:t>
      </w:r>
      <w:r w:rsidR="00134971" w:rsidRPr="00134971">
        <w:rPr>
          <w:b w:val="0"/>
          <w:color w:val="000000"/>
          <w:lang w:eastAsia="x-none"/>
        </w:rPr>
        <w:t>1</w:t>
      </w:r>
      <w:r w:rsidR="007A2433" w:rsidRPr="00134971">
        <w:rPr>
          <w:b w:val="0"/>
          <w:color w:val="000000"/>
          <w:lang w:eastAsia="x-none"/>
        </w:rPr>
        <w:t>,</w:t>
      </w:r>
      <w:r w:rsidR="00134971" w:rsidRPr="00134971">
        <w:rPr>
          <w:b w:val="0"/>
          <w:color w:val="000000"/>
          <w:lang w:eastAsia="x-none"/>
        </w:rPr>
        <w:t>1</w:t>
      </w:r>
      <w:r w:rsidRPr="00134971">
        <w:rPr>
          <w:b w:val="0"/>
          <w:color w:val="000000"/>
          <w:lang w:val="x-none" w:eastAsia="x-none"/>
        </w:rPr>
        <w:t>%.</w:t>
      </w:r>
      <w:bookmarkStart w:id="248" w:name="_Toc401575671"/>
      <w:bookmarkStart w:id="249" w:name="_Toc388626365"/>
      <w:bookmarkStart w:id="250" w:name="_Toc369700780"/>
      <w:bookmarkStart w:id="251" w:name="_Toc383162022"/>
      <w:bookmarkStart w:id="252" w:name="_Toc22292267"/>
      <w:bookmarkStart w:id="253" w:name="_Toc27990908"/>
      <w:bookmarkEnd w:id="246"/>
      <w:bookmarkEnd w:id="247"/>
    </w:p>
    <w:p w14:paraId="7DDBB2A4" w14:textId="0DCC41C0" w:rsidR="004D0E88" w:rsidRPr="00E85C4E" w:rsidRDefault="004D0E88" w:rsidP="001F3C7A">
      <w:pPr>
        <w:pStyle w:val="3"/>
        <w:spacing w:before="360" w:after="120"/>
        <w:ind w:right="0"/>
        <w:rPr>
          <w:lang w:val="x-none" w:eastAsia="x-none"/>
        </w:rPr>
      </w:pPr>
      <w:bookmarkStart w:id="254" w:name="_Toc127178068"/>
      <w:bookmarkStart w:id="255" w:name="_Toc181255968"/>
      <w:r w:rsidRPr="00E85C4E">
        <w:rPr>
          <w:lang w:val="x-none" w:eastAsia="x-none"/>
        </w:rPr>
        <w:t>Индексы цен на продукцию (затраты, услуги)</w:t>
      </w:r>
      <w:r w:rsidRPr="00E85C4E">
        <w:rPr>
          <w:lang w:eastAsia="x-none"/>
        </w:rPr>
        <w:br/>
      </w:r>
      <w:r w:rsidRPr="00E85C4E">
        <w:rPr>
          <w:lang w:val="x-none" w:eastAsia="x-none"/>
        </w:rPr>
        <w:t>инвестиционного назначения</w:t>
      </w:r>
      <w:bookmarkEnd w:id="248"/>
      <w:bookmarkEnd w:id="249"/>
      <w:bookmarkEnd w:id="250"/>
      <w:bookmarkEnd w:id="251"/>
      <w:bookmarkEnd w:id="252"/>
      <w:bookmarkEnd w:id="253"/>
      <w:bookmarkEnd w:id="254"/>
      <w:bookmarkEnd w:id="255"/>
    </w:p>
    <w:p w14:paraId="7061492B" w14:textId="77777777" w:rsidR="004D0E88" w:rsidRPr="007F336A" w:rsidRDefault="004D0E88" w:rsidP="004D0E88">
      <w:pPr>
        <w:spacing w:after="60"/>
        <w:jc w:val="right"/>
        <w:rPr>
          <w:b/>
          <w:sz w:val="20"/>
        </w:rPr>
      </w:pPr>
      <w:r w:rsidRPr="007F336A">
        <w:rPr>
          <w:b/>
          <w:sz w:val="20"/>
        </w:rPr>
        <w:t>на конец периода; в процентах к предыдущему периоду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417"/>
        <w:gridCol w:w="1417"/>
        <w:gridCol w:w="1417"/>
        <w:gridCol w:w="1418"/>
      </w:tblGrid>
      <w:tr w:rsidR="007A2433" w:rsidRPr="00DD362A" w14:paraId="3DA5D129" w14:textId="77777777" w:rsidTr="007A2433">
        <w:trPr>
          <w:trHeight w:val="283"/>
          <w:jc w:val="center"/>
        </w:trPr>
        <w:tc>
          <w:tcPr>
            <w:tcW w:w="34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40DFBE" w14:textId="77777777" w:rsidR="007A2433" w:rsidRPr="007F336A" w:rsidRDefault="007A2433" w:rsidP="007A2433">
            <w:pPr>
              <w:jc w:val="center"/>
              <w:rPr>
                <w:b/>
                <w:sz w:val="20"/>
              </w:rPr>
            </w:pPr>
            <w:bookmarkStart w:id="256" w:name="_Toc127178069"/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6D4763B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  <w:vertAlign w:val="superscript"/>
              </w:rPr>
            </w:pPr>
            <w:r w:rsidRPr="00DD362A">
              <w:rPr>
                <w:b/>
                <w:sz w:val="20"/>
              </w:rPr>
              <w:t xml:space="preserve">Сводный </w:t>
            </w:r>
            <w:r w:rsidRPr="00DD362A">
              <w:rPr>
                <w:b/>
                <w:sz w:val="20"/>
              </w:rPr>
              <w:br/>
              <w:t xml:space="preserve">индекс цен </w:t>
            </w:r>
            <w:r w:rsidRPr="00DD362A">
              <w:rPr>
                <w:b/>
                <w:sz w:val="20"/>
              </w:rPr>
              <w:br/>
              <w:t xml:space="preserve">на продукцию (затраты, услуги) </w:t>
            </w:r>
            <w:proofErr w:type="spellStart"/>
            <w:proofErr w:type="gramStart"/>
            <w:r w:rsidRPr="00DD362A">
              <w:rPr>
                <w:b/>
                <w:sz w:val="20"/>
              </w:rPr>
              <w:t>инвести-ционного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назначения</w:t>
            </w:r>
          </w:p>
        </w:tc>
        <w:tc>
          <w:tcPr>
            <w:tcW w:w="42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C89917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 том числе индексы цен:</w:t>
            </w:r>
          </w:p>
        </w:tc>
      </w:tr>
      <w:tr w:rsidR="007A2433" w:rsidRPr="00DD362A" w14:paraId="6BA00512" w14:textId="77777777" w:rsidTr="007A2433">
        <w:trPr>
          <w:trHeight w:val="283"/>
          <w:jc w:val="center"/>
        </w:trPr>
        <w:tc>
          <w:tcPr>
            <w:tcW w:w="34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55E884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C5C289" w14:textId="77777777" w:rsidR="007A2433" w:rsidRPr="00DD362A" w:rsidRDefault="007A2433" w:rsidP="007A2433">
            <w:pPr>
              <w:jc w:val="center"/>
              <w:rPr>
                <w:b/>
                <w:sz w:val="20"/>
                <w:vertAlign w:val="superscript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C4A62F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  <w:vertAlign w:val="superscript"/>
              </w:rPr>
            </w:pPr>
            <w:proofErr w:type="gramStart"/>
            <w:r w:rsidRPr="00DD362A">
              <w:rPr>
                <w:b/>
                <w:sz w:val="20"/>
              </w:rPr>
              <w:t>производите-лей</w:t>
            </w:r>
            <w:proofErr w:type="gramEnd"/>
            <w:r w:rsidRPr="00DD362A">
              <w:rPr>
                <w:b/>
                <w:sz w:val="20"/>
              </w:rPr>
              <w:t xml:space="preserve"> на строи-тельную продукцию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283D8E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  <w:vertAlign w:val="superscript"/>
              </w:rPr>
            </w:pPr>
            <w:r w:rsidRPr="00DD362A">
              <w:rPr>
                <w:b/>
                <w:sz w:val="20"/>
              </w:rPr>
              <w:t xml:space="preserve">приобретения машин и </w:t>
            </w:r>
            <w:proofErr w:type="gramStart"/>
            <w:r w:rsidRPr="00DD362A">
              <w:rPr>
                <w:b/>
                <w:sz w:val="20"/>
              </w:rPr>
              <w:t>обо-</w:t>
            </w:r>
            <w:proofErr w:type="spellStart"/>
            <w:r w:rsidRPr="00DD362A">
              <w:rPr>
                <w:b/>
                <w:sz w:val="20"/>
              </w:rPr>
              <w:t>рудования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</w:t>
            </w:r>
            <w:proofErr w:type="spellStart"/>
            <w:r w:rsidRPr="00DD362A">
              <w:rPr>
                <w:b/>
                <w:sz w:val="20"/>
              </w:rPr>
              <w:t>инвести-ционного</w:t>
            </w:r>
            <w:proofErr w:type="spellEnd"/>
            <w:r w:rsidRPr="00DD362A">
              <w:rPr>
                <w:b/>
                <w:sz w:val="20"/>
              </w:rPr>
              <w:t xml:space="preserve"> назначения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E3A50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  <w:vertAlign w:val="superscript"/>
              </w:rPr>
            </w:pPr>
            <w:r w:rsidRPr="00DD362A">
              <w:rPr>
                <w:b/>
                <w:sz w:val="20"/>
              </w:rPr>
              <w:t xml:space="preserve">на прочую продукцию (затраты, услуги) </w:t>
            </w:r>
            <w:proofErr w:type="spellStart"/>
            <w:proofErr w:type="gramStart"/>
            <w:r w:rsidRPr="00DD362A">
              <w:rPr>
                <w:b/>
                <w:sz w:val="20"/>
              </w:rPr>
              <w:t>инвести-ционного</w:t>
            </w:r>
            <w:proofErr w:type="spellEnd"/>
            <w:proofErr w:type="gramEnd"/>
            <w:r w:rsidRPr="00DD362A">
              <w:rPr>
                <w:b/>
                <w:sz w:val="20"/>
              </w:rPr>
              <w:t xml:space="preserve"> назначения</w:t>
            </w:r>
          </w:p>
        </w:tc>
      </w:tr>
      <w:tr w:rsidR="007A2433" w:rsidRPr="00DD362A" w14:paraId="241C5C15" w14:textId="77777777" w:rsidTr="007A2433">
        <w:trPr>
          <w:trHeight w:val="283"/>
          <w:jc w:val="center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F8709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14:paraId="5902FA13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055630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C850FF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D80D4C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82DB19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1C3AA7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66E0268A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4089D6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F4B5E6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F32C9F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039119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E254E8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1F52D663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33694E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F5BA1C4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599A2B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7C45C8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8DBB2E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639D0915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76569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FA57FD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0E85DD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3239FD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E77C6B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7996B15E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726058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E6D128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F2C66C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2DD5F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371EE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108,4</w:t>
            </w:r>
          </w:p>
        </w:tc>
      </w:tr>
      <w:tr w:rsidR="007A2433" w:rsidRPr="00DD362A" w14:paraId="0E89B99D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1F514C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7E84AF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B510A1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4BCF45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99,5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5B81A6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0D9321EA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A27C9F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93CFA0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913498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9B94A5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A24739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355F8476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8B711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E3F5B1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105,0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5846D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C656FE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104,0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03F875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108,5</w:t>
            </w:r>
          </w:p>
        </w:tc>
      </w:tr>
      <w:tr w:rsidR="007A2433" w:rsidRPr="00DD362A" w14:paraId="0D36CFB2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9622F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E86B35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65AAB2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522B5B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5620D9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10A70633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CA8F3F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6247A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1225D2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41F0C3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BE2BE6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4FE72546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A59EE0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CCFB19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C9D483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EA64AE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253ECE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5259A2ED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8DD05C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7F42C5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16863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102,4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7EA298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107,0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3041D0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5B9BD562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C3A2F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E0FFFA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C91108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9F395F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68C6B4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55C42A72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560352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CA17C9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F604C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1E1B33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97,3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65A53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7A52A6B8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9D40D6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CD4162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523F2B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4E240B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C9A884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129F9E1C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D2C7B8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44C6D1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101,2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8C2C1F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103,7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858631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99,3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79D2FA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100,0</w:t>
            </w:r>
          </w:p>
        </w:tc>
      </w:tr>
      <w:tr w:rsidR="007A2433" w:rsidRPr="00DD362A" w14:paraId="4E99F9DB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81511F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11C789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112,3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20B23A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113,1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6244A5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114,7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F04528" w14:textId="77777777" w:rsidR="007A2433" w:rsidRPr="00DD362A" w:rsidRDefault="007A2433" w:rsidP="007A2433">
            <w:pPr>
              <w:ind w:right="369"/>
              <w:jc w:val="right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108,6</w:t>
            </w:r>
          </w:p>
        </w:tc>
      </w:tr>
      <w:tr w:rsidR="007A2433" w:rsidRPr="00DD362A" w14:paraId="6B5BEB68" w14:textId="77777777" w:rsidTr="007A2433">
        <w:trPr>
          <w:trHeight w:val="283"/>
          <w:jc w:val="center"/>
        </w:trPr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1316BC" w14:textId="77777777" w:rsidR="007A2433" w:rsidRPr="00DD362A" w:rsidRDefault="007A2433" w:rsidP="007A2433">
            <w:pPr>
              <w:jc w:val="center"/>
              <w:rPr>
                <w:b/>
                <w:color w:val="000000"/>
                <w:sz w:val="20"/>
              </w:rPr>
            </w:pPr>
            <w:r w:rsidRPr="00DD362A">
              <w:rPr>
                <w:b/>
                <w:color w:val="000000"/>
                <w:sz w:val="20"/>
              </w:rPr>
              <w:t>2024</w:t>
            </w:r>
          </w:p>
        </w:tc>
      </w:tr>
      <w:tr w:rsidR="00134971" w:rsidRPr="00DD362A" w14:paraId="4C9B2CB1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2EF11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7A2370" w14:textId="094422EB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99,9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AE4560" w14:textId="08E19668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A82481" w14:textId="15524930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99,6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8D3E48" w14:textId="5A350281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DD362A" w14:paraId="10CBA7EA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0E68A6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1AD27" w14:textId="34BEA548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EC8CF5" w14:textId="39424EE5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99,8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E85A0A" w14:textId="17011887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D2EC9A" w14:textId="22B0EEF4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C90F97"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DD362A" w14:paraId="26102904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578EC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2CE96D" w14:textId="3BE094DD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3BF75" w14:textId="07E283AF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4C293" w14:textId="6760FEDC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39376D" w14:textId="12934DB8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DD362A" w14:paraId="2F87EA40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023ED1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0B2E3" w14:textId="3CE6AFB8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4B9BF0" w14:textId="28B53F52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AA0820" w14:textId="708756FE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101,3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68778" w14:textId="7D204ED8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DD362A" w14:paraId="3FBB7752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32630F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0EE6B5" w14:textId="7F04ED9D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B56055" w14:textId="114DD7BD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3D67A9" w14:textId="08F4F386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BE7C82" w14:textId="0350A195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DD362A" w14:paraId="68E540DA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DD5471" w14:textId="77777777"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FD29BF" w14:textId="6A693C1A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377528" w14:textId="708CC901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96412A" w14:textId="27E991F2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EECF5" w14:textId="38AE6318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102,7</w:t>
            </w:r>
          </w:p>
        </w:tc>
      </w:tr>
      <w:tr w:rsidR="00134971" w:rsidRPr="004B36DC" w14:paraId="57E9D07F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F5E0D5" w14:textId="5CFAF3CD"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BF2BF7" w14:textId="7A197203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065B60" w14:textId="216E0C60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7EC5801" w14:textId="6CB7CA02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99,8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F8E805" w14:textId="2B1B8DDE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4B36DC" w14:paraId="61929BED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4AD4B2D" w14:textId="2F4278DF" w:rsidR="00134971" w:rsidRDefault="00134971" w:rsidP="00134971">
            <w:pPr>
              <w:jc w:val="left"/>
              <w:rPr>
                <w:b/>
                <w:sz w:val="20"/>
              </w:rPr>
            </w:pPr>
            <w:r w:rsidRPr="00285840">
              <w:rPr>
                <w:b/>
                <w:sz w:val="20"/>
                <w:lang w:val="en-US"/>
              </w:rPr>
              <w:t>II</w:t>
            </w:r>
            <w:r w:rsidRPr="00285840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29AC8D" w14:textId="32DBECF1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CD87B1" w14:textId="1E304F41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DB95C7" w14:textId="1AD04365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0DAC2B" w14:textId="63796A93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102,7</w:t>
            </w:r>
          </w:p>
        </w:tc>
      </w:tr>
      <w:tr w:rsidR="00134971" w:rsidRPr="004B36DC" w14:paraId="0B3B9DE8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D79B3C" w14:textId="608E9158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6B0764" w14:textId="794DA137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0762D1" w14:textId="462327FF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66BD72" w14:textId="2EB5B166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99,9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7EB03C" w14:textId="009D57CF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4B36DC" w14:paraId="34C6064A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C645AF" w14:textId="5D97DD64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66C0D43" w14:textId="02CFA009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459BA4" w14:textId="64F80890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70D213" w14:textId="6FEAE3B3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37E12C" w14:textId="054D68EE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4B36DC" w14:paraId="0E1A54F6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8C79F1" w14:textId="2532CE9F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2EFC32" w14:textId="106A2203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8E0EB6" w14:textId="7D94BC83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74266" w14:textId="7723DD15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1AF447" w14:textId="3E77CC17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4B36DC" w14:paraId="38D529A3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757FE8" w14:textId="292D7032" w:rsidR="00134971" w:rsidRDefault="00134971" w:rsidP="00134971">
            <w:pPr>
              <w:jc w:val="left"/>
              <w:rPr>
                <w:b/>
                <w:sz w:val="20"/>
              </w:rPr>
            </w:pPr>
            <w:r w:rsidRPr="009E402B">
              <w:rPr>
                <w:b/>
                <w:color w:val="000000"/>
                <w:sz w:val="20"/>
                <w:lang w:val="en-US"/>
              </w:rPr>
              <w:t>III</w:t>
            </w:r>
            <w:r w:rsidRPr="009E402B">
              <w:rPr>
                <w:b/>
                <w:color w:val="000000"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B8E456" w14:textId="14DD52D8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C973A" w14:textId="09BFDCB3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101,7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E259B2" w14:textId="2082634B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102,4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97E266" w14:textId="45280ACA" w:rsidR="00134971" w:rsidRPr="00763463" w:rsidRDefault="00134971" w:rsidP="00134971">
            <w:pPr>
              <w:ind w:right="369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100,0</w:t>
            </w:r>
          </w:p>
        </w:tc>
      </w:tr>
      <w:tr w:rsidR="00134971" w:rsidRPr="004B36DC" w14:paraId="2B702A7D" w14:textId="77777777" w:rsidTr="007A2433">
        <w:trPr>
          <w:trHeight w:val="227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F8C24B" w14:textId="4F35FE1D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Pr="00B50D97">
              <w:rPr>
                <w:b/>
                <w:sz w:val="20"/>
              </w:rPr>
              <w:t xml:space="preserve"> 2024 к декабрю 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42AFA8" w14:textId="2C32B95B" w:rsidR="00134971" w:rsidRDefault="00134971" w:rsidP="00134971">
            <w:pPr>
              <w:ind w:right="369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103,5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5995F9" w14:textId="30FDA6F6" w:rsidR="00134971" w:rsidRDefault="00134971" w:rsidP="00134971">
            <w:pPr>
              <w:ind w:right="369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102,3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DB5868" w14:textId="0DFAE91D" w:rsidR="00134971" w:rsidRDefault="00134971" w:rsidP="00134971">
            <w:pPr>
              <w:ind w:right="369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105,1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DB7DA7" w14:textId="6DCDA46C" w:rsidR="00134971" w:rsidRDefault="00134971" w:rsidP="00134971">
            <w:pPr>
              <w:ind w:right="369"/>
              <w:jc w:val="right"/>
              <w:rPr>
                <w:b/>
                <w:color w:val="000000"/>
                <w:sz w:val="20"/>
              </w:rPr>
            </w:pPr>
            <w:r>
              <w:rPr>
                <w:b/>
                <w:color w:val="000000"/>
                <w:sz w:val="20"/>
              </w:rPr>
              <w:t>102,8</w:t>
            </w:r>
          </w:p>
        </w:tc>
      </w:tr>
    </w:tbl>
    <w:p w14:paraId="3FF07952" w14:textId="77777777" w:rsidR="004D0E88" w:rsidRPr="00E85C4E" w:rsidRDefault="004D0E88" w:rsidP="0042241F">
      <w:pPr>
        <w:pStyle w:val="3"/>
        <w:spacing w:before="240" w:after="240"/>
        <w:ind w:right="0"/>
      </w:pPr>
      <w:bookmarkStart w:id="257" w:name="_Toc181255969"/>
      <w:r w:rsidRPr="00E85C4E">
        <w:lastRenderedPageBreak/>
        <w:t>Индексы цен на отдельные виды продукции,</w:t>
      </w:r>
      <w:r w:rsidRPr="00E85C4E">
        <w:br/>
        <w:t>приобретенной строительными организациями</w:t>
      </w:r>
      <w:bookmarkEnd w:id="256"/>
      <w:bookmarkEnd w:id="257"/>
    </w:p>
    <w:p w14:paraId="076B08D2" w14:textId="77777777" w:rsidR="004D0E88" w:rsidRPr="006D13F2" w:rsidRDefault="004D0E88" w:rsidP="004D0E88">
      <w:pPr>
        <w:spacing w:after="60"/>
        <w:jc w:val="right"/>
        <w:rPr>
          <w:b/>
          <w:sz w:val="20"/>
        </w:rPr>
      </w:pPr>
      <w:r w:rsidRPr="006D13F2">
        <w:rPr>
          <w:b/>
          <w:sz w:val="20"/>
        </w:rPr>
        <w:t>на конец периода; в процентах к предыдущему периоду</w:t>
      </w:r>
    </w:p>
    <w:tbl>
      <w:tblPr>
        <w:tblW w:w="907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40"/>
        <w:gridCol w:w="1132"/>
        <w:gridCol w:w="1128"/>
        <w:gridCol w:w="1146"/>
        <w:gridCol w:w="1197"/>
        <w:gridCol w:w="1132"/>
      </w:tblGrid>
      <w:tr w:rsidR="007A2433" w:rsidRPr="00DD362A" w14:paraId="3DE75AD7" w14:textId="77777777" w:rsidTr="000B5FCA">
        <w:trPr>
          <w:trHeight w:val="737"/>
          <w:jc w:val="center"/>
        </w:trPr>
        <w:tc>
          <w:tcPr>
            <w:tcW w:w="3340" w:type="dxa"/>
            <w:shd w:val="clear" w:color="auto" w:fill="auto"/>
            <w:vAlign w:val="center"/>
          </w:tcPr>
          <w:p w14:paraId="303E2573" w14:textId="77777777" w:rsidR="007A2433" w:rsidRPr="009667FA" w:rsidRDefault="007A2433" w:rsidP="007A2433">
            <w:pPr>
              <w:jc w:val="center"/>
              <w:rPr>
                <w:sz w:val="20"/>
                <w:lang w:eastAsia="x-none"/>
              </w:rPr>
            </w:pPr>
          </w:p>
        </w:tc>
        <w:tc>
          <w:tcPr>
            <w:tcW w:w="1132" w:type="dxa"/>
            <w:shd w:val="clear" w:color="auto" w:fill="auto"/>
            <w:vAlign w:val="center"/>
          </w:tcPr>
          <w:p w14:paraId="5B2F795A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Бетон товарный</w:t>
            </w:r>
          </w:p>
        </w:tc>
        <w:tc>
          <w:tcPr>
            <w:tcW w:w="1128" w:type="dxa"/>
            <w:shd w:val="clear" w:color="auto" w:fill="auto"/>
            <w:vAlign w:val="center"/>
          </w:tcPr>
          <w:p w14:paraId="474F63F6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Щебень</w:t>
            </w:r>
          </w:p>
        </w:tc>
        <w:tc>
          <w:tcPr>
            <w:tcW w:w="1146" w:type="dxa"/>
            <w:shd w:val="clear" w:color="auto" w:fill="auto"/>
            <w:vAlign w:val="center"/>
          </w:tcPr>
          <w:p w14:paraId="4BBAAE48" w14:textId="77777777" w:rsidR="007A2433" w:rsidRPr="00DD362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Пески природные</w:t>
            </w:r>
          </w:p>
        </w:tc>
        <w:tc>
          <w:tcPr>
            <w:tcW w:w="1197" w:type="dxa"/>
            <w:shd w:val="clear" w:color="auto" w:fill="auto"/>
            <w:vAlign w:val="center"/>
          </w:tcPr>
          <w:p w14:paraId="53BCD8CC" w14:textId="77777777" w:rsidR="007A2433" w:rsidRPr="00DD362A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 xml:space="preserve">Цементы </w:t>
            </w:r>
            <w:proofErr w:type="spellStart"/>
            <w:proofErr w:type="gramStart"/>
            <w:r w:rsidRPr="00DD362A">
              <w:rPr>
                <w:b/>
                <w:sz w:val="20"/>
              </w:rPr>
              <w:t>общестрои</w:t>
            </w:r>
            <w:proofErr w:type="spellEnd"/>
            <w:r w:rsidRPr="00DD362A">
              <w:rPr>
                <w:b/>
                <w:sz w:val="20"/>
              </w:rPr>
              <w:t>-тельные</w:t>
            </w:r>
            <w:proofErr w:type="gramEnd"/>
          </w:p>
        </w:tc>
        <w:tc>
          <w:tcPr>
            <w:tcW w:w="1132" w:type="dxa"/>
            <w:shd w:val="clear" w:color="auto" w:fill="auto"/>
            <w:vAlign w:val="center"/>
          </w:tcPr>
          <w:p w14:paraId="0ED5DF62" w14:textId="77777777" w:rsidR="007A2433" w:rsidRPr="00DD362A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Битумы нефтяные</w:t>
            </w:r>
          </w:p>
        </w:tc>
      </w:tr>
      <w:tr w:rsidR="007A2433" w:rsidRPr="00DD362A" w14:paraId="368A6AFA" w14:textId="77777777" w:rsidTr="007A2433">
        <w:trPr>
          <w:trHeight w:val="283"/>
          <w:jc w:val="center"/>
        </w:trPr>
        <w:tc>
          <w:tcPr>
            <w:tcW w:w="9075" w:type="dxa"/>
            <w:gridSpan w:val="6"/>
            <w:shd w:val="clear" w:color="auto" w:fill="auto"/>
            <w:vAlign w:val="center"/>
          </w:tcPr>
          <w:p w14:paraId="6F94B255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14:paraId="381FAC06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736DBA6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E955F8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37F5B9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107,5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17E9B8F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7C6A11B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C3714A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80,0</w:t>
            </w:r>
          </w:p>
        </w:tc>
      </w:tr>
      <w:tr w:rsidR="007A2433" w:rsidRPr="00DD362A" w14:paraId="7BD39603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321730DB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3EBA10C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103,4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321BC1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4039A17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7DF4F7C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39D3579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471E3B39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F2EFBB4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87B2A1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98,4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380A9E6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100,9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0A6AC9E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DD0748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112BE6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102,2</w:t>
            </w:r>
          </w:p>
        </w:tc>
      </w:tr>
      <w:tr w:rsidR="007A2433" w:rsidRPr="00DD362A" w14:paraId="30C23E88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6DD2C515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9DFB7F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102,0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6A0F94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108,6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08874F3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49F6BC9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99,4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9AD848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81,8</w:t>
            </w:r>
          </w:p>
        </w:tc>
      </w:tr>
      <w:tr w:rsidR="007A2433" w:rsidRPr="00DD362A" w14:paraId="4D704AE3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26E5BB2E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564A8A0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98,4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49E493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476AD96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6923473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105,9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970F4E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97,3</w:t>
            </w:r>
          </w:p>
        </w:tc>
      </w:tr>
      <w:tr w:rsidR="007A2433" w:rsidRPr="00DD362A" w14:paraId="30A9AB40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67F5C1CD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5A18BF6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105,1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27465E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4677312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65A683C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101,2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019965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107,7</w:t>
            </w:r>
          </w:p>
        </w:tc>
      </w:tr>
      <w:tr w:rsidR="007A2433" w:rsidRPr="00DD362A" w14:paraId="51063588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81B84B2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Июнь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52BEA7A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7733CAB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18F424F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693B265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D39E4A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1FBAF2CE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6409232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263588A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103,3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6EC8CF6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28C88C1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0B4004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107,4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47BE2D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104,8</w:t>
            </w:r>
          </w:p>
        </w:tc>
      </w:tr>
      <w:tr w:rsidR="007A2433" w:rsidRPr="00DD362A" w14:paraId="55E0D094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62019D5A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72FE81B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8C2A17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4DB952B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9A7BD7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31CE098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128,3</w:t>
            </w:r>
          </w:p>
        </w:tc>
      </w:tr>
      <w:tr w:rsidR="007A2433" w:rsidRPr="00DD362A" w14:paraId="0E9ADB64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2CAEA1CC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281D564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102,5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9E445B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1552E53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282FDB6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F01AEC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98,3</w:t>
            </w:r>
          </w:p>
        </w:tc>
      </w:tr>
      <w:tr w:rsidR="007A2433" w:rsidRPr="00DD362A" w14:paraId="6630D702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65DF4FA9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2FFF96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105,9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7110040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0E76E34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103,8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01F8C0F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3F100F8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101,3</w:t>
            </w:r>
          </w:p>
        </w:tc>
      </w:tr>
      <w:tr w:rsidR="007A2433" w:rsidRPr="00DD362A" w14:paraId="1368AF1C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AB54934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7C65C2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109,3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FCA459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100,7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7DDBC01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104,2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7265FCB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101,8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D9CCCC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127,8</w:t>
            </w:r>
          </w:p>
        </w:tc>
      </w:tr>
      <w:tr w:rsidR="007A2433" w:rsidRPr="00DD362A" w14:paraId="5BD779F4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32127D38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A5AA21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105,9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5209108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40CC6336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7C06E9B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30417FF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109,7</w:t>
            </w:r>
          </w:p>
        </w:tc>
      </w:tr>
      <w:tr w:rsidR="007A2433" w:rsidRPr="00DD362A" w14:paraId="6C93662D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46E6133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993E06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112,0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4913D702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192C458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274827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99,1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5ABF00ED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112,1</w:t>
            </w:r>
          </w:p>
        </w:tc>
      </w:tr>
      <w:tr w:rsidR="007A2433" w:rsidRPr="00DD362A" w14:paraId="6B611700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6DC3C3A2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A34FE4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96,4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E0C07AB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1E8EFA19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6E1D55CA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767115E0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103,2</w:t>
            </w:r>
          </w:p>
        </w:tc>
      </w:tr>
      <w:tr w:rsidR="007A2433" w:rsidRPr="00DD362A" w14:paraId="40E86B57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06BC591C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2B32F4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114,3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F28D7A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4CE547D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101,4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13018907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101,0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3CF2926E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126,9</w:t>
            </w:r>
          </w:p>
        </w:tc>
      </w:tr>
      <w:tr w:rsidR="007A2433" w:rsidRPr="00DD362A" w14:paraId="457E5261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2F6AB93B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2C50D0FF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131,6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336E81D5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109,8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31778EE3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106,1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2B17161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109,8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7C578B0C" w14:textId="77777777" w:rsidR="007A2433" w:rsidRPr="00DD362A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139,0</w:t>
            </w:r>
          </w:p>
        </w:tc>
      </w:tr>
      <w:tr w:rsidR="007A2433" w:rsidRPr="00DD362A" w14:paraId="074494BB" w14:textId="77777777" w:rsidTr="007A2433">
        <w:trPr>
          <w:trHeight w:val="283"/>
          <w:jc w:val="center"/>
        </w:trPr>
        <w:tc>
          <w:tcPr>
            <w:tcW w:w="9075" w:type="dxa"/>
            <w:gridSpan w:val="6"/>
            <w:shd w:val="clear" w:color="auto" w:fill="auto"/>
            <w:vAlign w:val="center"/>
          </w:tcPr>
          <w:p w14:paraId="1A2B395E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134971" w:rsidRPr="00DD362A" w14:paraId="04B234DA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6D0A8BA5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89C1E3F" w14:textId="554696C3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99,1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841208B" w14:textId="36029554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103,1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658A3D2D" w14:textId="33B8707A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0359C889" w14:textId="66877343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266ED370" w14:textId="260C8EEB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85,1</w:t>
            </w:r>
          </w:p>
        </w:tc>
      </w:tr>
      <w:tr w:rsidR="00134971" w:rsidRPr="00DD362A" w14:paraId="36DA6FB4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43A23569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0E7C90C" w14:textId="328F2DA3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718AB47" w14:textId="7A0647E9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286F7512" w14:textId="0082306A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6EB08CE" w14:textId="052C93CE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98,9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1BDBBCD" w14:textId="14A29062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100,5</w:t>
            </w:r>
          </w:p>
        </w:tc>
      </w:tr>
      <w:tr w:rsidR="00134971" w:rsidRPr="00DD362A" w14:paraId="422F3E8F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4FC2A1F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8E8F062" w14:textId="2E473540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100,8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6B5AA2A9" w14:textId="39D6103A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0F1F1D0A" w14:textId="06533A7A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7A9D4FC" w14:textId="3E579717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98,5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95CA4E9" w14:textId="2309A982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134971" w:rsidRPr="00DD362A" w14:paraId="0AF0FC30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297FCB78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26AD7411" w14:textId="72D068F3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674A6FDD" w14:textId="68055ACC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103,0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2DB25A43" w14:textId="337B8E0F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2E3D822D" w14:textId="42FD1D3C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97,8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8B7B6EB" w14:textId="4C596569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85,6</w:t>
            </w:r>
          </w:p>
        </w:tc>
      </w:tr>
      <w:tr w:rsidR="00134971" w:rsidRPr="00DD362A" w14:paraId="44E40668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5A07745C" w14:textId="77777777" w:rsidR="00134971" w:rsidRPr="00DD362A" w:rsidRDefault="00134971" w:rsidP="00134971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6B07CCBA" w14:textId="7E742EBA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2545FD93" w14:textId="68B39C79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99,3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091DA994" w14:textId="467D79A1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1FF3695" w14:textId="358EA5EC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105,3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46DDC539" w14:textId="1B14876A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101,6</w:t>
            </w:r>
          </w:p>
        </w:tc>
      </w:tr>
      <w:tr w:rsidR="00134971" w:rsidRPr="00DD362A" w14:paraId="11723BDE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AD6906E" w14:textId="77777777"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t>Май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46FC533" w14:textId="57EE8489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99,9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EECE51C" w14:textId="09278A8E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100,8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011E23C4" w14:textId="56CAD52D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107,2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7C4EB957" w14:textId="2A472C79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100,7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73294613" w14:textId="1C23CBCA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103,7</w:t>
            </w:r>
          </w:p>
        </w:tc>
      </w:tr>
      <w:tr w:rsidR="00134971" w:rsidRPr="009667FA" w14:paraId="6CA9A52E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666F7BF4" w14:textId="03156361" w:rsidR="00134971" w:rsidRPr="0066654E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5DF32458" w14:textId="56B56C05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99,6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53C6229A" w14:textId="104D396D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109,5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732A5797" w14:textId="1BC263E7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103,3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A6F4067" w14:textId="2FAF7DD8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101,4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590695B2" w14:textId="71D17D6C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101,9</w:t>
            </w:r>
          </w:p>
        </w:tc>
      </w:tr>
      <w:tr w:rsidR="00134971" w:rsidRPr="009667FA" w14:paraId="7D4C0EFC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3A4B9D71" w14:textId="02203423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1E3C71B" w14:textId="1347D482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99,8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1A59FC20" w14:textId="12F21C70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109,7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092A1CA4" w14:textId="5898FD8F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110,7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2F996EDC" w14:textId="524D0FD9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107,5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2C3EB900" w14:textId="6BD8C024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107,3</w:t>
            </w:r>
          </w:p>
        </w:tc>
      </w:tr>
      <w:tr w:rsidR="00134971" w:rsidRPr="009667FA" w14:paraId="4FAB42AA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5E7F952E" w14:textId="43BB2B10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5F8AF295" w14:textId="1D431D76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101,8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7089150B" w14:textId="205765D1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92,4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55F93BCF" w14:textId="49AB0C35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103,7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57854EE" w14:textId="1CA90138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45F1B69" w14:textId="1A019EB4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100,9</w:t>
            </w:r>
          </w:p>
        </w:tc>
      </w:tr>
      <w:tr w:rsidR="00134971" w:rsidRPr="009667FA" w14:paraId="337772F0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3A84E45C" w14:textId="2FEEC1EB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7395DB7" w14:textId="5CD68BA0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ECCE31D" w14:textId="71912A60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65319AC3" w14:textId="316045A2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100,4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3B0B12C4" w14:textId="4DF0B934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103,0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32DBC092" w14:textId="74CFFE82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101,1</w:t>
            </w:r>
          </w:p>
        </w:tc>
      </w:tr>
      <w:tr w:rsidR="00134971" w:rsidRPr="009667FA" w14:paraId="3E6DE0C5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14E7CB72" w14:textId="4E918E58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B74A02B" w14:textId="0BDBBA82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97,6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64315D99" w14:textId="0A752BB6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54E09777" w14:textId="36620E1A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122,6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471F84C0" w14:textId="76613D1C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F348F65" w14:textId="3CCF278E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99,0</w:t>
            </w:r>
          </w:p>
        </w:tc>
      </w:tr>
      <w:tr w:rsidR="00134971" w:rsidRPr="009667FA" w14:paraId="340E7FFF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7B41FAA3" w14:textId="410E97A4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2D3927BE" w14:textId="722D58A3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99,3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04B6667D" w14:textId="50AE4E30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92,6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6486814E" w14:textId="49FA73B5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127,6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171B7A82" w14:textId="2835D2A7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103,4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143799A8" w14:textId="33DF19B9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101,1</w:t>
            </w:r>
          </w:p>
        </w:tc>
      </w:tr>
      <w:tr w:rsidR="00134971" w:rsidRPr="009667FA" w14:paraId="0BA253C4" w14:textId="77777777" w:rsidTr="000B5FCA">
        <w:trPr>
          <w:trHeight w:val="227"/>
          <w:jc w:val="center"/>
        </w:trPr>
        <w:tc>
          <w:tcPr>
            <w:tcW w:w="3340" w:type="dxa"/>
            <w:shd w:val="clear" w:color="auto" w:fill="auto"/>
            <w:vAlign w:val="bottom"/>
          </w:tcPr>
          <w:p w14:paraId="407BACFB" w14:textId="67DC47F7" w:rsidR="00134971" w:rsidRDefault="00134971" w:rsidP="001349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 2024 к декабрю 2023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63A7EEC0" w14:textId="10EAABDF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98,9</w:t>
            </w:r>
          </w:p>
        </w:tc>
        <w:tc>
          <w:tcPr>
            <w:tcW w:w="1128" w:type="dxa"/>
            <w:shd w:val="clear" w:color="auto" w:fill="auto"/>
            <w:vAlign w:val="bottom"/>
          </w:tcPr>
          <w:p w14:paraId="3C7F2639" w14:textId="15D03F70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104,7</w:t>
            </w:r>
          </w:p>
        </w:tc>
        <w:tc>
          <w:tcPr>
            <w:tcW w:w="1146" w:type="dxa"/>
            <w:shd w:val="clear" w:color="auto" w:fill="auto"/>
            <w:vAlign w:val="bottom"/>
          </w:tcPr>
          <w:p w14:paraId="74EA36D0" w14:textId="711E72B8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141,6</w:t>
            </w:r>
          </w:p>
        </w:tc>
        <w:tc>
          <w:tcPr>
            <w:tcW w:w="1197" w:type="dxa"/>
            <w:shd w:val="clear" w:color="auto" w:fill="auto"/>
            <w:vAlign w:val="bottom"/>
          </w:tcPr>
          <w:p w14:paraId="5845CF29" w14:textId="3823DE2D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108,7</w:t>
            </w:r>
          </w:p>
        </w:tc>
        <w:tc>
          <w:tcPr>
            <w:tcW w:w="1132" w:type="dxa"/>
            <w:shd w:val="clear" w:color="auto" w:fill="auto"/>
            <w:vAlign w:val="bottom"/>
          </w:tcPr>
          <w:p w14:paraId="09292CA4" w14:textId="530F3C63" w:rsidR="00134971" w:rsidRPr="00763463" w:rsidRDefault="00134971" w:rsidP="00134971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92,8</w:t>
            </w:r>
          </w:p>
        </w:tc>
      </w:tr>
    </w:tbl>
    <w:p w14:paraId="4332B58B" w14:textId="31A7F9C4" w:rsidR="0031223F" w:rsidRPr="00B96238" w:rsidRDefault="004D0E88" w:rsidP="0042241F">
      <w:pPr>
        <w:pStyle w:val="3"/>
        <w:spacing w:before="240" w:after="120"/>
        <w:ind w:right="0" w:firstLine="709"/>
        <w:jc w:val="both"/>
        <w:rPr>
          <w:b w:val="0"/>
        </w:rPr>
      </w:pPr>
      <w:bookmarkStart w:id="258" w:name="_Toc181255970"/>
      <w:r w:rsidRPr="000F57CF">
        <w:t>Индекс тарифов на грузовые перевозки</w:t>
      </w:r>
      <w:r w:rsidRPr="000F57CF">
        <w:rPr>
          <w:b w:val="0"/>
        </w:rPr>
        <w:t xml:space="preserve"> в с</w:t>
      </w:r>
      <w:r>
        <w:rPr>
          <w:b w:val="0"/>
        </w:rPr>
        <w:t xml:space="preserve">реднем по всем видам транспорта </w:t>
      </w:r>
      <w:r>
        <w:rPr>
          <w:b w:val="0"/>
        </w:rPr>
        <w:br/>
      </w:r>
      <w:r w:rsidR="00F71FD7" w:rsidRPr="00C7190C">
        <w:rPr>
          <w:b w:val="0"/>
        </w:rPr>
        <w:t xml:space="preserve">в </w:t>
      </w:r>
      <w:r w:rsidR="00763463">
        <w:rPr>
          <w:b w:val="0"/>
        </w:rPr>
        <w:t>сентябре</w:t>
      </w:r>
      <w:r w:rsidR="004420EF" w:rsidRPr="00C7190C">
        <w:rPr>
          <w:b w:val="0"/>
        </w:rPr>
        <w:t xml:space="preserve"> 2024</w:t>
      </w:r>
      <w:r w:rsidR="008470B6" w:rsidRPr="00C7190C">
        <w:rPr>
          <w:b w:val="0"/>
        </w:rPr>
        <w:t xml:space="preserve"> года </w:t>
      </w:r>
      <w:r w:rsidR="008470B6" w:rsidRPr="00EF5805">
        <w:rPr>
          <w:b w:val="0"/>
        </w:rPr>
        <w:t xml:space="preserve">составил </w:t>
      </w:r>
      <w:r w:rsidR="00C7190C" w:rsidRPr="00EF5805">
        <w:rPr>
          <w:b w:val="0"/>
        </w:rPr>
        <w:t>100,</w:t>
      </w:r>
      <w:r w:rsidR="00EF5805" w:rsidRPr="00EF5805">
        <w:rPr>
          <w:b w:val="0"/>
        </w:rPr>
        <w:t>0</w:t>
      </w:r>
      <w:r w:rsidRPr="00C7190C">
        <w:rPr>
          <w:b w:val="0"/>
        </w:rPr>
        <w:t>%.</w:t>
      </w:r>
      <w:bookmarkEnd w:id="258"/>
    </w:p>
    <w:p w14:paraId="0B6B7BA0" w14:textId="77777777" w:rsidR="0031223F" w:rsidRPr="008E6FE1" w:rsidRDefault="0031223F" w:rsidP="0042241F">
      <w:pPr>
        <w:pStyle w:val="3"/>
        <w:spacing w:before="240" w:after="240"/>
        <w:ind w:right="0"/>
      </w:pPr>
      <w:bookmarkStart w:id="259" w:name="_Toc181255971"/>
      <w:r w:rsidRPr="008E6FE1">
        <w:t xml:space="preserve">Индексы тарифов на грузовые перевозки </w:t>
      </w:r>
      <w:r w:rsidR="002459C6">
        <w:br/>
      </w:r>
      <w:r w:rsidRPr="008E6FE1">
        <w:t>по видам транспорта</w:t>
      </w:r>
      <w:bookmarkEnd w:id="240"/>
      <w:bookmarkEnd w:id="259"/>
    </w:p>
    <w:p w14:paraId="357272B5" w14:textId="77777777" w:rsidR="0031223F" w:rsidRPr="008E6FE1" w:rsidRDefault="0031223F" w:rsidP="0031223F">
      <w:pPr>
        <w:spacing w:after="60"/>
        <w:jc w:val="right"/>
        <w:rPr>
          <w:b/>
          <w:sz w:val="20"/>
        </w:rPr>
      </w:pPr>
      <w:r w:rsidRPr="008E6FE1">
        <w:rPr>
          <w:b/>
          <w:sz w:val="20"/>
        </w:rPr>
        <w:t>на конец периода; в процентах к предыдущему периоду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417"/>
        <w:gridCol w:w="1417"/>
        <w:gridCol w:w="1417"/>
        <w:gridCol w:w="1417"/>
      </w:tblGrid>
      <w:tr w:rsidR="007A2433" w:rsidRPr="00DD362A" w14:paraId="398C2348" w14:textId="77777777" w:rsidTr="007A2433">
        <w:trPr>
          <w:trHeight w:val="283"/>
          <w:jc w:val="center"/>
        </w:trPr>
        <w:tc>
          <w:tcPr>
            <w:tcW w:w="340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2A74B78" w14:textId="77777777" w:rsidR="007A2433" w:rsidRPr="0092070A" w:rsidRDefault="007A2433" w:rsidP="007A2433">
            <w:pPr>
              <w:jc w:val="center"/>
              <w:rPr>
                <w:b/>
                <w:sz w:val="20"/>
              </w:rPr>
            </w:pPr>
            <w:bookmarkStart w:id="260" w:name="_Toc127178078"/>
            <w:bookmarkStart w:id="261" w:name="_Toc456770434"/>
            <w:bookmarkStart w:id="262" w:name="_Toc493779786"/>
          </w:p>
        </w:tc>
        <w:tc>
          <w:tcPr>
            <w:tcW w:w="14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6706F988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Всего</w:t>
            </w:r>
          </w:p>
        </w:tc>
        <w:tc>
          <w:tcPr>
            <w:tcW w:w="4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9FC66E" w14:textId="77777777" w:rsidR="007A2433" w:rsidRPr="00DD362A" w:rsidRDefault="007A2433" w:rsidP="007A2433">
            <w:pPr>
              <w:jc w:val="center"/>
              <w:rPr>
                <w:sz w:val="20"/>
              </w:rPr>
            </w:pPr>
            <w:r w:rsidRPr="00DD362A">
              <w:rPr>
                <w:b/>
                <w:sz w:val="20"/>
              </w:rPr>
              <w:t>в том числе:</w:t>
            </w:r>
          </w:p>
        </w:tc>
      </w:tr>
      <w:tr w:rsidR="007A2433" w:rsidRPr="00DD362A" w14:paraId="2DF2541A" w14:textId="77777777" w:rsidTr="007A2433">
        <w:trPr>
          <w:trHeight w:val="227"/>
          <w:jc w:val="center"/>
        </w:trPr>
        <w:tc>
          <w:tcPr>
            <w:tcW w:w="340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325945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79D49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9BE9A" w14:textId="77777777" w:rsidR="007A2433" w:rsidRPr="00DD362A" w:rsidRDefault="007A2433" w:rsidP="007A2433">
            <w:pPr>
              <w:jc w:val="center"/>
              <w:rPr>
                <w:sz w:val="20"/>
              </w:rPr>
            </w:pPr>
            <w:r w:rsidRPr="00DD362A">
              <w:rPr>
                <w:b/>
                <w:sz w:val="20"/>
              </w:rPr>
              <w:t>внутренний водный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9205EA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морской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9D879" w14:textId="77777777" w:rsidR="007A2433" w:rsidRPr="00DD362A" w:rsidRDefault="007A2433" w:rsidP="007A2433">
            <w:pPr>
              <w:ind w:left="-57" w:right="-57"/>
              <w:jc w:val="center"/>
              <w:rPr>
                <w:sz w:val="20"/>
              </w:rPr>
            </w:pPr>
            <w:proofErr w:type="gramStart"/>
            <w:r w:rsidRPr="00DD362A">
              <w:rPr>
                <w:b/>
                <w:sz w:val="20"/>
              </w:rPr>
              <w:t>авто</w:t>
            </w:r>
            <w:r w:rsidRPr="00DD362A">
              <w:rPr>
                <w:b/>
                <w:sz w:val="20"/>
                <w:lang w:val="en-US"/>
              </w:rPr>
              <w:t>-</w:t>
            </w:r>
            <w:r w:rsidRPr="00DD362A">
              <w:rPr>
                <w:b/>
                <w:sz w:val="20"/>
              </w:rPr>
              <w:t>мобильный</w:t>
            </w:r>
            <w:proofErr w:type="gramEnd"/>
          </w:p>
        </w:tc>
      </w:tr>
      <w:tr w:rsidR="007A2433" w:rsidRPr="00DD362A" w14:paraId="138A1C4C" w14:textId="77777777" w:rsidTr="007A2433">
        <w:trPr>
          <w:trHeight w:val="283"/>
          <w:jc w:val="center"/>
        </w:trPr>
        <w:tc>
          <w:tcPr>
            <w:tcW w:w="9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1417C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2023</w:t>
            </w:r>
          </w:p>
        </w:tc>
      </w:tr>
      <w:tr w:rsidR="007A2433" w:rsidRPr="00DD362A" w14:paraId="19A6033E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6C58D1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980F29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8A6B70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4895D6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97,4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A8E6AA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109,7</w:t>
            </w:r>
          </w:p>
        </w:tc>
      </w:tr>
      <w:tr w:rsidR="007A2433" w:rsidRPr="00DD362A" w14:paraId="40E69393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D73093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6F4315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101,9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D41A4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7BEF38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0950B7E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102,3</w:t>
            </w:r>
          </w:p>
        </w:tc>
      </w:tr>
      <w:tr w:rsidR="007A2433" w:rsidRPr="00DD362A" w14:paraId="0E088D52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8B84E15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987A1D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914F06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9184A1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99E590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653EEE7F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224B9E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BBDB85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E13F2E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419497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EE2644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112,1</w:t>
            </w:r>
          </w:p>
        </w:tc>
      </w:tr>
      <w:tr w:rsidR="007A2433" w:rsidRPr="00DD362A" w14:paraId="41DE0B13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505847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762FA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7CD9BA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6B9844C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106,1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151547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</w:tr>
      <w:tr w:rsidR="007A2433" w:rsidRPr="00DD362A" w14:paraId="1969BDC1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5BC046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EC3E9C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2A9FD8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42EBA6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98,1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571267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7FD4DD5C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A161C5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lastRenderedPageBreak/>
              <w:t>Июнь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306F13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2201B3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A7E2AE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105,4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AFFEF5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2F148805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3D02E4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A4B108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284F54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783809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109,6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0A881E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</w:tr>
      <w:tr w:rsidR="007A2433" w:rsidRPr="00DD362A" w14:paraId="21A152F0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B2E63C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3758AD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51A642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6421C5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705CB4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58B71371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F78A3E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7F4A2F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4DC8DD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1F8D51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7D3DC2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6F8525BA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71B956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FBF34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5B7191E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4B5B9A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102,1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061CA0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14:paraId="6B89F344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205374C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III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2739A5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DB6361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06491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114,0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9EF0D6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14:paraId="2612CA7B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6467A61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1ACAF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DAA06D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44929F9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5DC0E06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14:paraId="53AE46D1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9EEA368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Ноябрь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FF94A4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99,7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F61278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F7CF5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D9841E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74FBCA7F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DFAA8C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9EA8E8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C2A346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4FE89D9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104,4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FB265F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</w:tr>
      <w:tr w:rsidR="007A2433" w:rsidRPr="00DD362A" w14:paraId="47ADA752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946EFB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>IV</w:t>
            </w:r>
            <w:r w:rsidRPr="00DD362A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729556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D7CB59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A0FDA2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95,5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F03B3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100,2</w:t>
            </w:r>
          </w:p>
        </w:tc>
      </w:tr>
      <w:tr w:rsidR="007A2433" w:rsidRPr="00DD362A" w14:paraId="57694DE4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F8BE97" w14:textId="77777777" w:rsidR="007A2433" w:rsidRPr="00DD362A" w:rsidRDefault="007A2433" w:rsidP="007A2433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Декабрь 2023 к декабрю 2022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B4A3D6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FE21AE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C5F015A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130,0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C3BE54" w14:textId="77777777" w:rsidR="007A2433" w:rsidRPr="00DD362A" w:rsidRDefault="007A2433" w:rsidP="007A2433">
            <w:pPr>
              <w:ind w:right="369"/>
              <w:jc w:val="righ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112,7</w:t>
            </w:r>
          </w:p>
        </w:tc>
      </w:tr>
      <w:tr w:rsidR="007A2433" w:rsidRPr="00DD362A" w14:paraId="4C614C5D" w14:textId="77777777" w:rsidTr="007A2433">
        <w:trPr>
          <w:trHeight w:val="283"/>
          <w:jc w:val="center"/>
        </w:trPr>
        <w:tc>
          <w:tcPr>
            <w:tcW w:w="907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DE1890" w14:textId="77777777" w:rsidR="007A2433" w:rsidRPr="00DD362A" w:rsidRDefault="007A2433" w:rsidP="007A2433">
            <w:pPr>
              <w:jc w:val="center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2024</w:t>
            </w:r>
          </w:p>
        </w:tc>
      </w:tr>
      <w:tr w:rsidR="003A796A" w:rsidRPr="00DD362A" w14:paraId="6095FC02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BB75F5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A9209A" w14:textId="2DA3B30D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107,6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54A3AB" w14:textId="5B403D9C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178401" w14:textId="6F91D0E9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96,6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2FECA4" w14:textId="07FBECFB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110,3</w:t>
            </w:r>
          </w:p>
        </w:tc>
      </w:tr>
      <w:tr w:rsidR="003A796A" w:rsidRPr="00DD362A" w14:paraId="715D76AB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F1CDEA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757E25" w14:textId="494FECD6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54042" w14:textId="48F70073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2F16B1" w14:textId="110B00FB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104,3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8661A9" w14:textId="7371E644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</w:tr>
      <w:tr w:rsidR="003A796A" w:rsidRPr="00DD362A" w14:paraId="74E3C1BE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9E7C01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07EBD5" w14:textId="34D00BE1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EF306F" w14:textId="289294DF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21D4F0" w14:textId="548E85F9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99,5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DF2C105" w14:textId="487383F3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</w:tr>
      <w:tr w:rsidR="003A796A" w:rsidRPr="00DD362A" w14:paraId="15012441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8C8990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  <w:lang w:val="en-US"/>
              </w:rPr>
              <w:t xml:space="preserve">I </w:t>
            </w:r>
            <w:r w:rsidRPr="00DD362A">
              <w:rPr>
                <w:b/>
                <w:sz w:val="20"/>
              </w:rPr>
              <w:t>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636C0" w14:textId="6FF49B06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107,7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EF2AA2" w14:textId="201995C0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435C3F" w14:textId="64D441FD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36BD17" w14:textId="658EFC22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110,3</w:t>
            </w:r>
          </w:p>
        </w:tc>
      </w:tr>
      <w:tr w:rsidR="003A796A" w:rsidRPr="00DD362A" w14:paraId="60B487CB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D87FB1" w14:textId="77777777" w:rsidR="003A796A" w:rsidRPr="00DD362A" w:rsidRDefault="003A796A" w:rsidP="003A796A">
            <w:pPr>
              <w:jc w:val="left"/>
              <w:rPr>
                <w:b/>
                <w:sz w:val="20"/>
              </w:rPr>
            </w:pPr>
            <w:r w:rsidRPr="00DD362A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A79E56" w14:textId="6DAF3A22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723ECD" w14:textId="5E6FAC29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03E86" w14:textId="33529795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101,6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CB84D9" w14:textId="1EE0D96C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100,2</w:t>
            </w:r>
          </w:p>
        </w:tc>
      </w:tr>
      <w:tr w:rsidR="003A796A" w:rsidRPr="00DD362A" w14:paraId="046F088E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CA6678" w14:textId="77777777" w:rsidR="003A796A" w:rsidRPr="0066654E" w:rsidRDefault="003A796A" w:rsidP="003A796A">
            <w:pPr>
              <w:jc w:val="left"/>
              <w:rPr>
                <w:b/>
                <w:sz w:val="20"/>
              </w:rPr>
            </w:pPr>
            <w:r w:rsidRPr="0066654E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7C9B666" w14:textId="66364FAB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6758B8" w14:textId="7866478B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C379BD" w14:textId="0023C1E2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96,8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221AE8" w14:textId="66064B38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</w:tr>
      <w:tr w:rsidR="003A796A" w:rsidRPr="0092070A" w14:paraId="4AF66590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A7F3FF" w14:textId="2C9CCB04" w:rsidR="003A796A" w:rsidRPr="0066654E" w:rsidRDefault="003A796A" w:rsidP="003A796A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485141" w14:textId="535CCB8C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99,9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621FBA" w14:textId="6A5E60C3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C67F8D0" w14:textId="0AF1F96B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97,3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12006" w14:textId="3D29EAA9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</w:tr>
      <w:tr w:rsidR="003A796A" w:rsidRPr="0092070A" w14:paraId="29DB500F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B9BCB4" w14:textId="162527A8" w:rsidR="003A796A" w:rsidRPr="0066654E" w:rsidRDefault="003A796A" w:rsidP="003A796A">
            <w:pPr>
              <w:jc w:val="left"/>
              <w:rPr>
                <w:b/>
                <w:sz w:val="20"/>
              </w:rPr>
            </w:pPr>
            <w:r w:rsidRPr="00285840">
              <w:rPr>
                <w:b/>
                <w:sz w:val="20"/>
                <w:lang w:val="en-US"/>
              </w:rPr>
              <w:t>II</w:t>
            </w:r>
            <w:r w:rsidRPr="00285840"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88FA84" w14:textId="2CD78A4D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FF6B7A" w14:textId="5E448952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101,3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7CAF2C5" w14:textId="01E3405F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95,7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D06C65" w14:textId="75F78503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100,2</w:t>
            </w:r>
          </w:p>
        </w:tc>
      </w:tr>
      <w:tr w:rsidR="003A796A" w:rsidRPr="0092070A" w14:paraId="1C099DC8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3C510A" w14:textId="2B89A053" w:rsidR="003A796A" w:rsidRPr="00285840" w:rsidRDefault="003A796A" w:rsidP="003A796A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FDD89B" w14:textId="12849088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6B8256" w14:textId="3B3BF97C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73D06B" w14:textId="2F0D4D53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0F7508" w14:textId="66F0C512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</w:tr>
      <w:tr w:rsidR="003A796A" w:rsidRPr="0092070A" w14:paraId="1ABE5FDC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E6F3DC" w14:textId="58813FFC" w:rsidR="003A796A" w:rsidRPr="00285840" w:rsidRDefault="003A796A" w:rsidP="003A796A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A260CC6" w14:textId="3DC52313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C4D734" w14:textId="4EDF5A15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80C67A" w14:textId="698FAAB9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104,2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4AEEF8" w14:textId="479565E8" w:rsidR="003A796A" w:rsidRPr="00EF5805" w:rsidRDefault="003A796A" w:rsidP="003A796A">
            <w:pPr>
              <w:ind w:right="369"/>
              <w:jc w:val="right"/>
              <w:rPr>
                <w:b/>
                <w:sz w:val="20"/>
              </w:rPr>
            </w:pPr>
            <w:r w:rsidRPr="00EF5805">
              <w:rPr>
                <w:b/>
                <w:sz w:val="20"/>
              </w:rPr>
              <w:t>100,2</w:t>
            </w:r>
          </w:p>
        </w:tc>
      </w:tr>
      <w:tr w:rsidR="00EF5805" w:rsidRPr="0092070A" w14:paraId="23D9E3B3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CE7284D" w14:textId="29C6CFA8" w:rsidR="00EF5805" w:rsidRPr="00285840" w:rsidRDefault="00EF5805" w:rsidP="00EF5805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1CD9D" w14:textId="1CFFA90A" w:rsidR="00EF5805" w:rsidRPr="00763463" w:rsidRDefault="00EF5805" w:rsidP="00EF5805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39F05A" w14:textId="26187E2C" w:rsidR="00EF5805" w:rsidRPr="00763463" w:rsidRDefault="00EF5805" w:rsidP="00EF5805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CC69153" w14:textId="53D0707F" w:rsidR="00EF5805" w:rsidRPr="00763463" w:rsidRDefault="00EF5805" w:rsidP="00EF5805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C1F4D1" w14:textId="7428A29C" w:rsidR="00EF5805" w:rsidRPr="00763463" w:rsidRDefault="00EF5805" w:rsidP="00EF5805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EF5805" w:rsidRPr="0092070A" w14:paraId="5365F60B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28115E" w14:textId="55F32033" w:rsidR="00EF5805" w:rsidRDefault="00EF5805" w:rsidP="00EF5805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  <w:lang w:val="en-US"/>
              </w:rPr>
              <w:t>III</w:t>
            </w:r>
            <w:r>
              <w:rPr>
                <w:b/>
                <w:sz w:val="20"/>
              </w:rPr>
              <w:t xml:space="preserve"> квартал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22F2C32" w14:textId="6B272329" w:rsidR="00EF5805" w:rsidRPr="00763463" w:rsidRDefault="00EF5805" w:rsidP="00EF5805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BF6D55" w14:textId="577CC58B" w:rsidR="00EF5805" w:rsidRPr="00763463" w:rsidRDefault="00EF5805" w:rsidP="00EF5805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D21066" w14:textId="68B343D4" w:rsidR="00EF5805" w:rsidRPr="00763463" w:rsidRDefault="00EF5805" w:rsidP="00EF5805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BED93" w14:textId="403E1028" w:rsidR="00EF5805" w:rsidRPr="00763463" w:rsidRDefault="00EF5805" w:rsidP="00EF5805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100,2</w:t>
            </w:r>
          </w:p>
        </w:tc>
      </w:tr>
      <w:tr w:rsidR="00EF5805" w:rsidRPr="0092070A" w14:paraId="36B1B24A" w14:textId="77777777" w:rsidTr="007A2433">
        <w:trPr>
          <w:trHeight w:val="145"/>
          <w:jc w:val="center"/>
        </w:trPr>
        <w:tc>
          <w:tcPr>
            <w:tcW w:w="3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B48D47" w14:textId="27FE96D7" w:rsidR="00EF5805" w:rsidRDefault="00EF5805" w:rsidP="00EF5805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 2024 к декабрю 2023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9C9E81" w14:textId="6CED7472" w:rsidR="00EF5805" w:rsidRPr="00763463" w:rsidRDefault="00EF5805" w:rsidP="00EF5805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 xml:space="preserve">108,3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579A02B" w14:textId="6C99180C" w:rsidR="00EF5805" w:rsidRPr="00763463" w:rsidRDefault="00EF5805" w:rsidP="00EF5805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6025B46" w14:textId="483C6E15" w:rsidR="00EF5805" w:rsidRPr="00763463" w:rsidRDefault="00EF5805" w:rsidP="00EF5805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3747B79" w14:textId="515800DB" w:rsidR="00EF5805" w:rsidRPr="00763463" w:rsidRDefault="00EF5805" w:rsidP="00EF5805">
            <w:pPr>
              <w:ind w:right="369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110,7</w:t>
            </w:r>
          </w:p>
        </w:tc>
      </w:tr>
      <w:bookmarkEnd w:id="176"/>
    </w:tbl>
    <w:p w14:paraId="07759ACE" w14:textId="77777777" w:rsidR="001F3C7A" w:rsidRDefault="001F3C7A" w:rsidP="00204BB5">
      <w:pPr>
        <w:pStyle w:val="1"/>
        <w:spacing w:before="100" w:beforeAutospacing="1" w:after="240"/>
        <w:rPr>
          <w:szCs w:val="24"/>
        </w:rPr>
        <w:sectPr w:rsidR="001F3C7A" w:rsidSect="00994103">
          <w:headerReference w:type="default" r:id="rId22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14:paraId="1C2F32B4" w14:textId="08AD9D3B" w:rsidR="004D0E88" w:rsidRPr="000B51EF" w:rsidRDefault="004D0E88" w:rsidP="00204BB5">
      <w:pPr>
        <w:pStyle w:val="1"/>
        <w:spacing w:before="100" w:beforeAutospacing="1" w:after="240"/>
        <w:rPr>
          <w:szCs w:val="24"/>
        </w:rPr>
      </w:pPr>
      <w:bookmarkStart w:id="263" w:name="_Toc181255972"/>
      <w:r w:rsidRPr="000B51EF">
        <w:rPr>
          <w:szCs w:val="24"/>
        </w:rPr>
        <w:t xml:space="preserve">ФИНАНСОВАЯ ДЕЯТЕЛЬНОСТЬ </w:t>
      </w:r>
      <w:r w:rsidR="0083070D">
        <w:rPr>
          <w:szCs w:val="24"/>
        </w:rPr>
        <w:br/>
      </w:r>
      <w:r w:rsidRPr="000B51EF">
        <w:rPr>
          <w:szCs w:val="24"/>
        </w:rPr>
        <w:t>ОРГАНИЗАЦИЙ</w:t>
      </w:r>
      <w:bookmarkEnd w:id="260"/>
      <w:bookmarkEnd w:id="263"/>
    </w:p>
    <w:p w14:paraId="603D381D" w14:textId="04DF4E4A" w:rsidR="008935F4" w:rsidRDefault="004D0E88" w:rsidP="0042241F">
      <w:pPr>
        <w:pStyle w:val="3"/>
        <w:spacing w:after="120"/>
        <w:ind w:right="0" w:firstLine="709"/>
        <w:jc w:val="both"/>
        <w:rPr>
          <w:b w:val="0"/>
          <w:szCs w:val="24"/>
        </w:rPr>
      </w:pPr>
      <w:bookmarkStart w:id="264" w:name="_Toc84326752"/>
      <w:bookmarkStart w:id="265" w:name="_Toc127178079"/>
      <w:bookmarkStart w:id="266" w:name="_Toc181255973"/>
      <w:bookmarkStart w:id="267" w:name="_Hlk173416023"/>
      <w:r w:rsidRPr="00E85C4E">
        <w:rPr>
          <w:szCs w:val="24"/>
        </w:rPr>
        <w:t>Финансовые результаты деятельности организаций.</w:t>
      </w:r>
      <w:r w:rsidRPr="00E85C4E">
        <w:rPr>
          <w:b w:val="0"/>
          <w:szCs w:val="24"/>
        </w:rPr>
        <w:t xml:space="preserve"> </w:t>
      </w:r>
      <w:bookmarkStart w:id="268" w:name="_Toc414870641"/>
      <w:bookmarkStart w:id="269" w:name="_Toc84326753"/>
      <w:bookmarkStart w:id="270" w:name="_Toc127178080"/>
      <w:bookmarkStart w:id="271" w:name="_Toc525217802"/>
      <w:bookmarkEnd w:id="264"/>
      <w:bookmarkEnd w:id="265"/>
      <w:r w:rsidR="008935F4" w:rsidRPr="00676228">
        <w:rPr>
          <w:b w:val="0"/>
          <w:szCs w:val="24"/>
        </w:rPr>
        <w:t xml:space="preserve">В </w:t>
      </w:r>
      <w:r w:rsidR="008935F4">
        <w:rPr>
          <w:b w:val="0"/>
          <w:szCs w:val="24"/>
        </w:rPr>
        <w:t>январе-</w:t>
      </w:r>
      <w:r w:rsidR="00763463">
        <w:rPr>
          <w:b w:val="0"/>
          <w:szCs w:val="24"/>
        </w:rPr>
        <w:t>августе</w:t>
      </w:r>
      <w:r w:rsidR="008935F4">
        <w:rPr>
          <w:b w:val="0"/>
          <w:szCs w:val="24"/>
        </w:rPr>
        <w:t xml:space="preserve"> </w:t>
      </w:r>
      <w:r w:rsidR="000D5836">
        <w:rPr>
          <w:b w:val="0"/>
          <w:szCs w:val="24"/>
        </w:rPr>
        <w:br/>
      </w:r>
      <w:r w:rsidR="008935F4" w:rsidRPr="00676228">
        <w:rPr>
          <w:b w:val="0"/>
          <w:szCs w:val="24"/>
        </w:rPr>
        <w:t>202</w:t>
      </w:r>
      <w:r w:rsidR="008935F4">
        <w:rPr>
          <w:b w:val="0"/>
          <w:szCs w:val="24"/>
        </w:rPr>
        <w:t>4</w:t>
      </w:r>
      <w:r w:rsidR="008935F4" w:rsidRPr="00676228">
        <w:rPr>
          <w:b w:val="0"/>
          <w:szCs w:val="24"/>
        </w:rPr>
        <w:t xml:space="preserve"> год</w:t>
      </w:r>
      <w:r w:rsidR="008935F4">
        <w:rPr>
          <w:b w:val="0"/>
          <w:szCs w:val="24"/>
        </w:rPr>
        <w:t>а</w:t>
      </w:r>
      <w:r w:rsidR="008935F4" w:rsidRPr="00676228">
        <w:rPr>
          <w:b w:val="0"/>
          <w:szCs w:val="24"/>
        </w:rPr>
        <w:t xml:space="preserve"> </w:t>
      </w:r>
      <w:r w:rsidR="008935F4" w:rsidRPr="008935F4">
        <w:rPr>
          <w:b w:val="0"/>
          <w:bCs/>
          <w:szCs w:val="24"/>
        </w:rPr>
        <w:t>сальдированный финансовый результат (прибыль минус убыток)</w:t>
      </w:r>
      <w:r w:rsidR="008935F4" w:rsidRPr="00676228">
        <w:rPr>
          <w:b w:val="0"/>
          <w:szCs w:val="24"/>
        </w:rPr>
        <w:t xml:space="preserve"> организаций</w:t>
      </w:r>
      <w:r w:rsidR="008935F4">
        <w:rPr>
          <w:b w:val="0"/>
          <w:szCs w:val="24"/>
        </w:rPr>
        <w:t xml:space="preserve"> </w:t>
      </w:r>
      <w:r w:rsidR="008935F4" w:rsidRPr="00676228">
        <w:rPr>
          <w:b w:val="0"/>
          <w:szCs w:val="24"/>
        </w:rPr>
        <w:br/>
        <w:t>(без субъектов малого предпринимательства, банков, страховых</w:t>
      </w:r>
      <w:r w:rsidR="008935F4">
        <w:rPr>
          <w:b w:val="0"/>
          <w:szCs w:val="24"/>
        </w:rPr>
        <w:t xml:space="preserve"> </w:t>
      </w:r>
      <w:r w:rsidR="008935F4">
        <w:rPr>
          <w:b w:val="0"/>
          <w:szCs w:val="24"/>
        </w:rPr>
        <w:br/>
      </w:r>
      <w:r w:rsidR="008935F4" w:rsidRPr="00676228">
        <w:rPr>
          <w:b w:val="0"/>
          <w:szCs w:val="24"/>
        </w:rPr>
        <w:t xml:space="preserve">и бюджетных организаций) в действующих ценах </w:t>
      </w:r>
      <w:r w:rsidR="008935F4" w:rsidRPr="00134E99">
        <w:rPr>
          <w:b w:val="0"/>
          <w:szCs w:val="24"/>
        </w:rPr>
        <w:t xml:space="preserve">составил </w:t>
      </w:r>
      <w:r w:rsidR="00352359" w:rsidRPr="00A54D95">
        <w:rPr>
          <w:b w:val="0"/>
          <w:szCs w:val="24"/>
        </w:rPr>
        <w:t>172714,3</w:t>
      </w:r>
      <w:r w:rsidR="00352359">
        <w:rPr>
          <w:b w:val="0"/>
          <w:szCs w:val="24"/>
        </w:rPr>
        <w:t xml:space="preserve"> </w:t>
      </w:r>
      <w:r w:rsidR="008935F4" w:rsidRPr="00134E99">
        <w:rPr>
          <w:b w:val="0"/>
          <w:szCs w:val="24"/>
        </w:rPr>
        <w:t xml:space="preserve">млн рублей </w:t>
      </w:r>
      <w:r w:rsidR="008935F4" w:rsidRPr="00134E99">
        <w:rPr>
          <w:b w:val="0"/>
          <w:szCs w:val="24"/>
        </w:rPr>
        <w:br/>
      </w:r>
      <w:r w:rsidR="008935F4" w:rsidRPr="00C7190C">
        <w:rPr>
          <w:b w:val="0"/>
          <w:szCs w:val="24"/>
        </w:rPr>
        <w:t>(</w:t>
      </w:r>
      <w:r w:rsidR="00352359" w:rsidRPr="00352359">
        <w:rPr>
          <w:b w:val="0"/>
          <w:szCs w:val="24"/>
        </w:rPr>
        <w:t>100</w:t>
      </w:r>
      <w:r w:rsidR="00072418" w:rsidRPr="00352359">
        <w:rPr>
          <w:b w:val="0"/>
          <w:szCs w:val="24"/>
        </w:rPr>
        <w:t xml:space="preserve"> </w:t>
      </w:r>
      <w:r w:rsidR="008935F4" w:rsidRPr="00352359">
        <w:rPr>
          <w:b w:val="0"/>
          <w:szCs w:val="24"/>
        </w:rPr>
        <w:t>организаци</w:t>
      </w:r>
      <w:r w:rsidR="00352359" w:rsidRPr="00352359">
        <w:rPr>
          <w:b w:val="0"/>
          <w:szCs w:val="24"/>
        </w:rPr>
        <w:t>й</w:t>
      </w:r>
      <w:r w:rsidR="008935F4" w:rsidRPr="00352359">
        <w:rPr>
          <w:b w:val="0"/>
          <w:szCs w:val="24"/>
        </w:rPr>
        <w:t xml:space="preserve"> получил</w:t>
      </w:r>
      <w:r w:rsidR="00352359" w:rsidRPr="00352359">
        <w:rPr>
          <w:b w:val="0"/>
          <w:szCs w:val="24"/>
        </w:rPr>
        <w:t xml:space="preserve">и </w:t>
      </w:r>
      <w:r w:rsidR="008935F4" w:rsidRPr="00352359">
        <w:rPr>
          <w:b w:val="0"/>
          <w:szCs w:val="24"/>
        </w:rPr>
        <w:t xml:space="preserve">прибыль в размере </w:t>
      </w:r>
      <w:r w:rsidR="00352359" w:rsidRPr="00352359">
        <w:rPr>
          <w:b w:val="0"/>
          <w:szCs w:val="24"/>
        </w:rPr>
        <w:t>177405,5</w:t>
      </w:r>
      <w:r w:rsidR="00C7190C" w:rsidRPr="00352359">
        <w:rPr>
          <w:b w:val="0"/>
          <w:szCs w:val="24"/>
        </w:rPr>
        <w:t xml:space="preserve"> </w:t>
      </w:r>
      <w:r w:rsidR="008935F4" w:rsidRPr="00352359">
        <w:rPr>
          <w:b w:val="0"/>
          <w:szCs w:val="24"/>
        </w:rPr>
        <w:t xml:space="preserve">млн рублей и </w:t>
      </w:r>
      <w:r w:rsidR="00352359" w:rsidRPr="00352359">
        <w:rPr>
          <w:b w:val="0"/>
          <w:szCs w:val="24"/>
        </w:rPr>
        <w:t>88</w:t>
      </w:r>
      <w:r w:rsidR="008935F4" w:rsidRPr="00352359">
        <w:rPr>
          <w:b w:val="0"/>
          <w:szCs w:val="24"/>
        </w:rPr>
        <w:t xml:space="preserve"> – имели убыток на сумму </w:t>
      </w:r>
      <w:r w:rsidR="00352359" w:rsidRPr="00352359">
        <w:rPr>
          <w:b w:val="0"/>
          <w:szCs w:val="24"/>
        </w:rPr>
        <w:t xml:space="preserve">4691,2 </w:t>
      </w:r>
      <w:r w:rsidR="008935F4" w:rsidRPr="00352359">
        <w:rPr>
          <w:b w:val="0"/>
          <w:szCs w:val="24"/>
        </w:rPr>
        <w:t>млн рублей).</w:t>
      </w:r>
      <w:bookmarkEnd w:id="266"/>
    </w:p>
    <w:p w14:paraId="27EBDCB6" w14:textId="529F0AF0" w:rsidR="004D0E88" w:rsidRPr="00E85C4E" w:rsidRDefault="004D0E88" w:rsidP="00204BB5">
      <w:pPr>
        <w:pStyle w:val="3"/>
        <w:spacing w:before="240" w:after="240"/>
        <w:ind w:right="0"/>
        <w:rPr>
          <w:szCs w:val="24"/>
        </w:rPr>
      </w:pPr>
      <w:bookmarkStart w:id="272" w:name="_Toc181255974"/>
      <w:r w:rsidRPr="00E85C4E">
        <w:rPr>
          <w:szCs w:val="24"/>
        </w:rPr>
        <w:t>Сальдированный финансовый результат (прибыль минус убыток)</w:t>
      </w:r>
      <w:r w:rsidRPr="00E85C4E">
        <w:rPr>
          <w:szCs w:val="24"/>
        </w:rPr>
        <w:br/>
        <w:t>по видам экономической деятельности</w:t>
      </w:r>
      <w:bookmarkEnd w:id="268"/>
      <w:bookmarkEnd w:id="269"/>
      <w:bookmarkEnd w:id="270"/>
      <w:r w:rsidR="00133A15" w:rsidRPr="00133A15">
        <w:rPr>
          <w:szCs w:val="24"/>
        </w:rPr>
        <w:t xml:space="preserve"> </w:t>
      </w:r>
      <w:r w:rsidR="00891D34">
        <w:rPr>
          <w:szCs w:val="24"/>
        </w:rPr>
        <w:br/>
      </w:r>
      <w:r w:rsidRPr="00BA198F">
        <w:rPr>
          <w:szCs w:val="24"/>
        </w:rPr>
        <w:t xml:space="preserve">в </w:t>
      </w:r>
      <w:r w:rsidR="00E725A4" w:rsidRPr="00BA198F">
        <w:rPr>
          <w:szCs w:val="24"/>
        </w:rPr>
        <w:t>январе</w:t>
      </w:r>
      <w:r w:rsidR="0089774C" w:rsidRPr="00BA198F">
        <w:rPr>
          <w:szCs w:val="24"/>
        </w:rPr>
        <w:t>-</w:t>
      </w:r>
      <w:r w:rsidR="00763463">
        <w:rPr>
          <w:szCs w:val="24"/>
        </w:rPr>
        <w:t>августе</w:t>
      </w:r>
      <w:r w:rsidR="00E725A4" w:rsidRPr="00BA198F">
        <w:rPr>
          <w:szCs w:val="24"/>
        </w:rPr>
        <w:t xml:space="preserve"> 2024</w:t>
      </w:r>
      <w:r w:rsidRPr="00BA198F">
        <w:rPr>
          <w:szCs w:val="24"/>
        </w:rPr>
        <w:t xml:space="preserve"> год</w:t>
      </w:r>
      <w:bookmarkEnd w:id="271"/>
      <w:r w:rsidR="00E725A4" w:rsidRPr="00BA198F">
        <w:rPr>
          <w:szCs w:val="24"/>
        </w:rPr>
        <w:t>а</w:t>
      </w:r>
      <w:bookmarkEnd w:id="272"/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944"/>
        <w:gridCol w:w="945"/>
        <w:gridCol w:w="945"/>
        <w:gridCol w:w="944"/>
        <w:gridCol w:w="945"/>
        <w:gridCol w:w="945"/>
      </w:tblGrid>
      <w:tr w:rsidR="00FA288E" w:rsidRPr="005D5E5C" w14:paraId="63A52657" w14:textId="77777777" w:rsidTr="00C922DF">
        <w:trPr>
          <w:trHeight w:val="283"/>
          <w:jc w:val="center"/>
        </w:trPr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1E7F042B" w14:textId="77777777" w:rsidR="00FA288E" w:rsidRPr="00DB7301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889" w:type="dxa"/>
            <w:gridSpan w:val="2"/>
            <w:shd w:val="clear" w:color="auto" w:fill="auto"/>
            <w:vAlign w:val="center"/>
            <w:hideMark/>
          </w:tcPr>
          <w:p w14:paraId="09CF9521" w14:textId="77777777" w:rsidR="00FA288E" w:rsidRPr="005D5E5C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Сальдо прибылей</w:t>
            </w:r>
            <w:r w:rsidRPr="005D5E5C">
              <w:rPr>
                <w:b/>
                <w:bCs/>
                <w:sz w:val="20"/>
              </w:rPr>
              <w:br/>
              <w:t>и убытков (-)</w:t>
            </w:r>
          </w:p>
        </w:tc>
        <w:tc>
          <w:tcPr>
            <w:tcW w:w="1889" w:type="dxa"/>
            <w:gridSpan w:val="2"/>
            <w:shd w:val="clear" w:color="auto" w:fill="auto"/>
            <w:vAlign w:val="center"/>
            <w:hideMark/>
          </w:tcPr>
          <w:p w14:paraId="7B98CC9B" w14:textId="77777777" w:rsidR="00FA288E" w:rsidRPr="005D5E5C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Прибыль</w:t>
            </w:r>
          </w:p>
        </w:tc>
        <w:tc>
          <w:tcPr>
            <w:tcW w:w="1890" w:type="dxa"/>
            <w:gridSpan w:val="2"/>
            <w:shd w:val="clear" w:color="auto" w:fill="auto"/>
            <w:vAlign w:val="center"/>
            <w:hideMark/>
          </w:tcPr>
          <w:p w14:paraId="2FEE4A4D" w14:textId="77777777" w:rsidR="00FA288E" w:rsidRPr="005D5E5C" w:rsidRDefault="00FA288E" w:rsidP="00C922DF">
            <w:pPr>
              <w:tabs>
                <w:tab w:val="left" w:pos="537"/>
              </w:tabs>
              <w:jc w:val="center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Убыток</w:t>
            </w:r>
          </w:p>
        </w:tc>
      </w:tr>
      <w:tr w:rsidR="00FA288E" w:rsidRPr="005D5E5C" w14:paraId="08CD0906" w14:textId="77777777" w:rsidTr="00C922DF">
        <w:trPr>
          <w:trHeight w:val="283"/>
          <w:jc w:val="center"/>
        </w:trPr>
        <w:tc>
          <w:tcPr>
            <w:tcW w:w="3402" w:type="dxa"/>
            <w:vMerge/>
            <w:vAlign w:val="center"/>
            <w:hideMark/>
          </w:tcPr>
          <w:p w14:paraId="51BCC48D" w14:textId="77777777" w:rsidR="00FA288E" w:rsidRPr="005D5E5C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51CD331B" w14:textId="77777777"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14:paraId="482E8380" w14:textId="304ECCA2" w:rsidR="00FA288E" w:rsidRPr="00230B09" w:rsidRDefault="00FA288E" w:rsidP="00C922DF">
            <w:pPr>
              <w:ind w:left="-113" w:right="-113" w:firstLine="51"/>
              <w:jc w:val="center"/>
              <w:rPr>
                <w:b/>
                <w:bCs/>
                <w:sz w:val="20"/>
              </w:rPr>
            </w:pPr>
            <w:proofErr w:type="gramStart"/>
            <w:r w:rsidRPr="00230B09">
              <w:rPr>
                <w:b/>
                <w:bCs/>
                <w:sz w:val="20"/>
              </w:rPr>
              <w:t>в  %</w:t>
            </w:r>
            <w:proofErr w:type="gramEnd"/>
            <w:r w:rsidRPr="00230B09">
              <w:rPr>
                <w:b/>
                <w:bCs/>
                <w:sz w:val="20"/>
              </w:rPr>
              <w:t xml:space="preserve">  к </w:t>
            </w:r>
            <w:r w:rsidRPr="00230B09">
              <w:rPr>
                <w:b/>
                <w:bCs/>
                <w:sz w:val="20"/>
              </w:rPr>
              <w:br/>
              <w:t>январю-</w:t>
            </w:r>
            <w:r w:rsidR="00352359">
              <w:rPr>
                <w:b/>
                <w:bCs/>
                <w:sz w:val="20"/>
              </w:rPr>
              <w:t>августу</w:t>
            </w:r>
            <w:r w:rsidRPr="00230B09">
              <w:rPr>
                <w:b/>
                <w:bCs/>
                <w:sz w:val="20"/>
              </w:rPr>
              <w:br/>
              <w:t>2023</w:t>
            </w:r>
            <w:r w:rsidRPr="00230B09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14:paraId="3B77A688" w14:textId="77777777"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944" w:type="dxa"/>
            <w:shd w:val="clear" w:color="auto" w:fill="auto"/>
            <w:vAlign w:val="center"/>
            <w:hideMark/>
          </w:tcPr>
          <w:p w14:paraId="783C91DC" w14:textId="01D273C6" w:rsidR="00FA288E" w:rsidRPr="00230B09" w:rsidRDefault="00FA288E" w:rsidP="00C922DF">
            <w:pPr>
              <w:ind w:left="-113" w:right="-113" w:firstLine="51"/>
              <w:jc w:val="center"/>
              <w:rPr>
                <w:b/>
                <w:bCs/>
                <w:sz w:val="20"/>
              </w:rPr>
            </w:pPr>
            <w:proofErr w:type="gramStart"/>
            <w:r w:rsidRPr="00230B09">
              <w:rPr>
                <w:b/>
                <w:bCs/>
                <w:sz w:val="20"/>
              </w:rPr>
              <w:t>в  %</w:t>
            </w:r>
            <w:proofErr w:type="gramEnd"/>
            <w:r w:rsidRPr="00230B09">
              <w:rPr>
                <w:b/>
                <w:bCs/>
                <w:sz w:val="20"/>
              </w:rPr>
              <w:t xml:space="preserve">  к </w:t>
            </w:r>
            <w:r w:rsidRPr="00230B09">
              <w:rPr>
                <w:b/>
                <w:bCs/>
                <w:sz w:val="20"/>
              </w:rPr>
              <w:br/>
              <w:t>январю-</w:t>
            </w:r>
            <w:r w:rsidR="00352359">
              <w:rPr>
                <w:b/>
                <w:bCs/>
                <w:sz w:val="20"/>
              </w:rPr>
              <w:t>августу</w:t>
            </w:r>
            <w:r w:rsidR="00230B09" w:rsidRPr="00230B09">
              <w:rPr>
                <w:b/>
                <w:bCs/>
                <w:sz w:val="20"/>
              </w:rPr>
              <w:br/>
            </w:r>
            <w:r w:rsidRPr="00230B09">
              <w:rPr>
                <w:b/>
                <w:bCs/>
                <w:sz w:val="20"/>
              </w:rPr>
              <w:t>2023</w:t>
            </w:r>
            <w:r w:rsidRPr="00230B09">
              <w:rPr>
                <w:b/>
                <w:bCs/>
                <w:sz w:val="20"/>
                <w:vertAlign w:val="superscript"/>
              </w:rPr>
              <w:t>1)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14:paraId="46B498B0" w14:textId="77777777"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млн рублей</w:t>
            </w:r>
          </w:p>
        </w:tc>
        <w:tc>
          <w:tcPr>
            <w:tcW w:w="945" w:type="dxa"/>
            <w:shd w:val="clear" w:color="auto" w:fill="auto"/>
            <w:vAlign w:val="center"/>
            <w:hideMark/>
          </w:tcPr>
          <w:p w14:paraId="195263D8" w14:textId="0308CD71" w:rsidR="00FA288E" w:rsidRPr="00230B09" w:rsidRDefault="00FA288E" w:rsidP="00C922DF">
            <w:pPr>
              <w:ind w:left="-113" w:right="-113" w:firstLine="51"/>
              <w:jc w:val="center"/>
              <w:rPr>
                <w:b/>
                <w:bCs/>
                <w:sz w:val="20"/>
              </w:rPr>
            </w:pPr>
            <w:proofErr w:type="gramStart"/>
            <w:r w:rsidRPr="00230B09">
              <w:rPr>
                <w:b/>
                <w:bCs/>
                <w:sz w:val="20"/>
              </w:rPr>
              <w:t>в  %</w:t>
            </w:r>
            <w:proofErr w:type="gramEnd"/>
            <w:r w:rsidRPr="00230B09">
              <w:rPr>
                <w:b/>
                <w:bCs/>
                <w:sz w:val="20"/>
              </w:rPr>
              <w:t xml:space="preserve">  к </w:t>
            </w:r>
            <w:r w:rsidRPr="00230B09">
              <w:rPr>
                <w:b/>
                <w:bCs/>
                <w:sz w:val="20"/>
              </w:rPr>
              <w:br/>
              <w:t>январю-</w:t>
            </w:r>
            <w:r w:rsidR="00352359">
              <w:rPr>
                <w:b/>
                <w:bCs/>
                <w:sz w:val="20"/>
              </w:rPr>
              <w:t>августу</w:t>
            </w:r>
            <w:r w:rsidRPr="00230B09">
              <w:rPr>
                <w:b/>
                <w:bCs/>
                <w:sz w:val="20"/>
              </w:rPr>
              <w:br/>
              <w:t>2023</w:t>
            </w:r>
            <w:r w:rsidRPr="00230B09">
              <w:rPr>
                <w:b/>
                <w:bCs/>
                <w:sz w:val="20"/>
                <w:vertAlign w:val="superscript"/>
              </w:rPr>
              <w:t>1)</w:t>
            </w:r>
          </w:p>
        </w:tc>
      </w:tr>
      <w:tr w:rsidR="00352359" w:rsidRPr="005D5E5C" w14:paraId="02F5A1FE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3CDFDD75" w14:textId="77777777" w:rsidR="00352359" w:rsidRPr="005D5E5C" w:rsidRDefault="00352359" w:rsidP="00352359">
            <w:pPr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Всего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733FA6C5" w14:textId="450BC523" w:rsidR="00352359" w:rsidRPr="00763463" w:rsidRDefault="00352359" w:rsidP="000D5836">
            <w:pPr>
              <w:tabs>
                <w:tab w:val="left" w:pos="601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172714,3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BEDC887" w14:textId="020A7D3A" w:rsidR="00352359" w:rsidRPr="00763463" w:rsidRDefault="00352359" w:rsidP="00352359">
            <w:pPr>
              <w:tabs>
                <w:tab w:val="left" w:pos="507"/>
                <w:tab w:val="left" w:pos="567"/>
              </w:tabs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131,9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C32D1B7" w14:textId="3B07BCBD" w:rsidR="00352359" w:rsidRPr="00763463" w:rsidRDefault="00352359" w:rsidP="00352359">
            <w:pPr>
              <w:tabs>
                <w:tab w:val="left" w:pos="743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177405,5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64A417E5" w14:textId="6A1C656B" w:rsidR="00352359" w:rsidRPr="00763463" w:rsidRDefault="00352359" w:rsidP="000D5836">
            <w:pPr>
              <w:tabs>
                <w:tab w:val="left" w:pos="548"/>
              </w:tabs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124,1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63591CC" w14:textId="626D0380" w:rsidR="00352359" w:rsidRPr="00763463" w:rsidRDefault="00352359" w:rsidP="000D5836">
            <w:pPr>
              <w:tabs>
                <w:tab w:val="left" w:pos="601"/>
              </w:tabs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4691,2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026FE46" w14:textId="389568F0" w:rsidR="00352359" w:rsidRPr="00763463" w:rsidRDefault="00352359" w:rsidP="000D5836">
            <w:pPr>
              <w:tabs>
                <w:tab w:val="left" w:pos="492"/>
              </w:tabs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39,1</w:t>
            </w:r>
          </w:p>
        </w:tc>
      </w:tr>
      <w:tr w:rsidR="00FA288E" w:rsidRPr="005D5E5C" w14:paraId="5098082A" w14:textId="77777777" w:rsidTr="00C922DF">
        <w:trPr>
          <w:trHeight w:val="227"/>
          <w:jc w:val="center"/>
        </w:trPr>
        <w:tc>
          <w:tcPr>
            <w:tcW w:w="9070" w:type="dxa"/>
            <w:gridSpan w:val="7"/>
            <w:shd w:val="clear" w:color="auto" w:fill="auto"/>
            <w:vAlign w:val="bottom"/>
            <w:hideMark/>
          </w:tcPr>
          <w:p w14:paraId="24544998" w14:textId="77777777" w:rsidR="00FA288E" w:rsidRPr="005D5E5C" w:rsidRDefault="00FA288E" w:rsidP="00C922DF">
            <w:pPr>
              <w:ind w:left="340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в том числе:</w:t>
            </w:r>
          </w:p>
        </w:tc>
      </w:tr>
      <w:tr w:rsidR="00352359" w:rsidRPr="005D5E5C" w14:paraId="4BC01E96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737E09B9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сельское, лесное хозяйство, </w:t>
            </w:r>
            <w:proofErr w:type="spellStart"/>
            <w:proofErr w:type="gramStart"/>
            <w:r w:rsidRPr="005D5E5C">
              <w:rPr>
                <w:b/>
                <w:bCs/>
                <w:sz w:val="20"/>
              </w:rPr>
              <w:t>охо</w:t>
            </w:r>
            <w:proofErr w:type="spellEnd"/>
            <w:r w:rsidRPr="005D5E5C">
              <w:rPr>
                <w:b/>
                <w:bCs/>
                <w:sz w:val="20"/>
              </w:rPr>
              <w:t>-та</w:t>
            </w:r>
            <w:proofErr w:type="gramEnd"/>
            <w:r w:rsidRPr="005D5E5C">
              <w:rPr>
                <w:b/>
                <w:bCs/>
                <w:sz w:val="20"/>
              </w:rPr>
              <w:t>, рыболовство и рыбоводство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4547EF93" w14:textId="22E6868D" w:rsidR="00352359" w:rsidRPr="00763463" w:rsidRDefault="00352359" w:rsidP="000D5836">
            <w:pPr>
              <w:shd w:val="clear" w:color="FFFFFF" w:themeColor="background1" w:fill="FFFFFF" w:themeFill="background1"/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566,6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3BEAD7F" w14:textId="0F10309B" w:rsidR="00352359" w:rsidRPr="00763463" w:rsidRDefault="00352359" w:rsidP="000D5836">
            <w:pPr>
              <w:shd w:val="clear" w:color="FFFFFF" w:themeColor="background1" w:fill="FFFFFF" w:themeFill="background1"/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3,6р.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512CBD5" w14:textId="72B0ABFD" w:rsidR="00352359" w:rsidRPr="00763463" w:rsidRDefault="000D5836" w:rsidP="000D5836">
            <w:pPr>
              <w:shd w:val="clear" w:color="FFFFFF" w:themeColor="background1" w:fill="FFFFFF" w:themeFill="background1"/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0D5836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6D229D64" w14:textId="1EB5B38C" w:rsidR="00352359" w:rsidRPr="00763463" w:rsidRDefault="00352359" w:rsidP="000D5836">
            <w:pPr>
              <w:shd w:val="clear" w:color="FFFFFF" w:themeColor="background1" w:fill="FFFFFF" w:themeFill="background1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3,5р.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3FCFEA3" w14:textId="07335DBC" w:rsidR="00352359" w:rsidRPr="00763463" w:rsidRDefault="000D5836" w:rsidP="000D583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0D5836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BC1900C" w14:textId="38BE19F8" w:rsidR="00352359" w:rsidRPr="00763463" w:rsidRDefault="00352359" w:rsidP="00352359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3,3р.</w:t>
            </w:r>
          </w:p>
        </w:tc>
      </w:tr>
      <w:tr w:rsidR="00352359" w:rsidRPr="005D5E5C" w14:paraId="2FF1D160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24622EA5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65A434B9" w14:textId="7281FD27" w:rsidR="00352359" w:rsidRPr="00763463" w:rsidRDefault="00352359" w:rsidP="00352359">
            <w:pPr>
              <w:tabs>
                <w:tab w:val="left" w:pos="601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171943,4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78793AB" w14:textId="5E9A39BE" w:rsidR="00352359" w:rsidRPr="00763463" w:rsidRDefault="00352359" w:rsidP="00352359">
            <w:pPr>
              <w:shd w:val="clear" w:color="FFFFFF" w:themeColor="background1" w:fill="FFFFFF" w:themeFill="background1"/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134,1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738E7A1" w14:textId="46B36D82" w:rsidR="00352359" w:rsidRPr="00763463" w:rsidRDefault="00352359" w:rsidP="00352359">
            <w:pPr>
              <w:tabs>
                <w:tab w:val="left" w:pos="601"/>
              </w:tabs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color w:val="000000" w:themeColor="text1"/>
                <w:sz w:val="20"/>
              </w:rPr>
              <w:t>172237,8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3D1AE388" w14:textId="0EB7A002" w:rsidR="00352359" w:rsidRPr="00763463" w:rsidRDefault="00352359" w:rsidP="000D5836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127,0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B979C4A" w14:textId="5C98B6DF" w:rsidR="00352359" w:rsidRPr="00763463" w:rsidRDefault="00352359" w:rsidP="000D583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294,4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253B274" w14:textId="16DA458A"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3,9</w:t>
            </w:r>
          </w:p>
        </w:tc>
      </w:tr>
      <w:tr w:rsidR="00352359" w:rsidRPr="005D5E5C" w14:paraId="6D7CDAB0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6AFA236B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192DAE05" w14:textId="7F657506" w:rsidR="00352359" w:rsidRPr="00763463" w:rsidRDefault="00352359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-870,1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879A9E5" w14:textId="3A3E965D"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E7772E2" w14:textId="47135CBF" w:rsidR="00352359" w:rsidRPr="00763463" w:rsidRDefault="00352359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491,2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077F26E4" w14:textId="5DD43865" w:rsidR="00352359" w:rsidRPr="00763463" w:rsidRDefault="00352359" w:rsidP="000D5836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403A3B0" w14:textId="4196BE6F" w:rsidR="00352359" w:rsidRPr="00763463" w:rsidRDefault="00352359" w:rsidP="000D583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1361,3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AAB6CE2" w14:textId="60765B11"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103,5</w:t>
            </w:r>
          </w:p>
        </w:tc>
      </w:tr>
      <w:tr w:rsidR="00352359" w:rsidRPr="005D5E5C" w14:paraId="1E06C547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69DE81CE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18269D05" w14:textId="3E588FEF" w:rsidR="00352359" w:rsidRPr="00763463" w:rsidRDefault="00352359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229,4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C6292D9" w14:textId="38B2F0E2"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37,8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CA853FF" w14:textId="17D43351" w:rsidR="00352359" w:rsidRPr="00763463" w:rsidRDefault="00352359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1106,1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30AB03DA" w14:textId="0E3F43F9" w:rsidR="00352359" w:rsidRPr="00763463" w:rsidRDefault="00352359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112,9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BBF8E19" w14:textId="4C79F745" w:rsidR="00352359" w:rsidRPr="00763463" w:rsidRDefault="00352359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876,6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EBB2EFE" w14:textId="42308818" w:rsidR="00352359" w:rsidRPr="00763463" w:rsidRDefault="00352359" w:rsidP="00352359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2,3р.</w:t>
            </w:r>
          </w:p>
        </w:tc>
      </w:tr>
      <w:tr w:rsidR="00352359" w:rsidRPr="005D5E5C" w14:paraId="1A10AED5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04CB0A24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lastRenderedPageBreak/>
              <w:t xml:space="preserve">водоснабжение; водоотведение, организация сбора и утилизации отходов, деятельность по </w:t>
            </w:r>
            <w:proofErr w:type="spellStart"/>
            <w:proofErr w:type="gramStart"/>
            <w:r w:rsidRPr="005D5E5C">
              <w:rPr>
                <w:b/>
                <w:bCs/>
                <w:sz w:val="20"/>
              </w:rPr>
              <w:t>ликви-дации</w:t>
            </w:r>
            <w:proofErr w:type="spellEnd"/>
            <w:proofErr w:type="gramEnd"/>
            <w:r w:rsidRPr="005D5E5C">
              <w:rPr>
                <w:b/>
                <w:bCs/>
                <w:sz w:val="20"/>
              </w:rPr>
              <w:t xml:space="preserve"> загрязнений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7C50B648" w14:textId="24E978DE" w:rsidR="00352359" w:rsidRPr="00763463" w:rsidRDefault="00352359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F6DD2A1" w14:textId="2E81AD0A"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33648AC" w14:textId="62C7ACA1" w:rsidR="00352359" w:rsidRPr="00763463" w:rsidRDefault="00352359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120,8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048ED4B1" w14:textId="43FB6871" w:rsidR="00352359" w:rsidRPr="00763463" w:rsidRDefault="00352359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34,0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682347B" w14:textId="767B39E0" w:rsidR="00352359" w:rsidRPr="00763463" w:rsidRDefault="00352359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113,9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C245CFF" w14:textId="68A54D53"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142,9</w:t>
            </w:r>
          </w:p>
        </w:tc>
      </w:tr>
      <w:tr w:rsidR="00352359" w:rsidRPr="005D5E5C" w14:paraId="06C4E238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0D0FCF2A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328B310F" w14:textId="5E4A745F" w:rsidR="00352359" w:rsidRPr="00763463" w:rsidRDefault="00352359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-340,8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0E5EC23" w14:textId="05FAD89D"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FA0AC78" w14:textId="60B07B86" w:rsidR="00352359" w:rsidRPr="00763463" w:rsidRDefault="00352359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116,1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42054273" w14:textId="5482D7B7" w:rsidR="00352359" w:rsidRPr="00763463" w:rsidRDefault="00352359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95,1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ED2FADC" w14:textId="4EE2207B" w:rsidR="00352359" w:rsidRPr="00763463" w:rsidRDefault="00352359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456,9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EEEB5E4" w14:textId="5953C5A1"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101,3</w:t>
            </w:r>
          </w:p>
        </w:tc>
      </w:tr>
      <w:tr w:rsidR="00352359" w:rsidRPr="005D5E5C" w14:paraId="66485DF0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4A273185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5CA3977A" w14:textId="6CB811B8" w:rsidR="00352359" w:rsidRPr="00763463" w:rsidRDefault="00352359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644,1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AF70D33" w14:textId="69D695F9"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39,5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2C203E4" w14:textId="225C4E01" w:rsidR="00352359" w:rsidRPr="00763463" w:rsidRDefault="00352359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681,2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281C1BAB" w14:textId="2A36D01B" w:rsidR="00352359" w:rsidRPr="00763463" w:rsidRDefault="00352359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41,2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95E40CB" w14:textId="3BC6D6AC" w:rsidR="00352359" w:rsidRPr="00763463" w:rsidRDefault="00352359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37,1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FE88524" w14:textId="16E6BFE2" w:rsidR="00352359" w:rsidRPr="00763463" w:rsidRDefault="00352359" w:rsidP="005C4C5B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163,4</w:t>
            </w:r>
          </w:p>
        </w:tc>
      </w:tr>
      <w:tr w:rsidR="00352359" w:rsidRPr="005D5E5C" w14:paraId="74E48B85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0148B24F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5CED2650" w14:textId="3B94A582" w:rsidR="00352359" w:rsidRPr="00763463" w:rsidRDefault="00352359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949,9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0E3ABF3" w14:textId="61439F3F"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37,4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94842E7" w14:textId="2D4DE385" w:rsidR="00352359" w:rsidRPr="00763463" w:rsidRDefault="00352359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1652,3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343B3F2E" w14:textId="3FFFDA85" w:rsidR="00352359" w:rsidRPr="00763463" w:rsidRDefault="00352359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63,1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FF3A871" w14:textId="1B7479BE" w:rsidR="00352359" w:rsidRPr="00763463" w:rsidRDefault="00352359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702,5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191E400" w14:textId="6B7E597A" w:rsidR="00352359" w:rsidRPr="00763463" w:rsidRDefault="00352359" w:rsidP="00352359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8,5р.</w:t>
            </w:r>
          </w:p>
        </w:tc>
      </w:tr>
      <w:tr w:rsidR="00352359" w:rsidRPr="005D5E5C" w14:paraId="0F7BA425" w14:textId="77777777" w:rsidTr="00736F49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7EC95E01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гостиниц и </w:t>
            </w:r>
            <w:proofErr w:type="gramStart"/>
            <w:r w:rsidRPr="005D5E5C">
              <w:rPr>
                <w:b/>
                <w:bCs/>
                <w:sz w:val="20"/>
              </w:rPr>
              <w:t>пред-приятий</w:t>
            </w:r>
            <w:proofErr w:type="gramEnd"/>
            <w:r w:rsidRPr="005D5E5C">
              <w:rPr>
                <w:b/>
                <w:bCs/>
                <w:sz w:val="20"/>
              </w:rPr>
              <w:t xml:space="preserve"> общественного питания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0E2853C3" w14:textId="2B4B5B24" w:rsidR="00352359" w:rsidRPr="00763463" w:rsidRDefault="00352359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-33,5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C221C02" w14:textId="285E8493"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3994D1A" w14:textId="650C9AEA" w:rsidR="00352359" w:rsidRPr="00763463" w:rsidRDefault="000D5836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0D5836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2B2F7FCA" w14:textId="7AD2E38A" w:rsidR="00352359" w:rsidRPr="00763463" w:rsidRDefault="00352359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175,6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8463BB4" w14:textId="56AC74D7" w:rsidR="00352359" w:rsidRPr="00763463" w:rsidRDefault="000D5836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0D5836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96D41A2" w14:textId="3A53796B"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144,2</w:t>
            </w:r>
          </w:p>
        </w:tc>
      </w:tr>
      <w:tr w:rsidR="00352359" w:rsidRPr="005D5E5C" w14:paraId="07563285" w14:textId="77777777" w:rsidTr="00736F49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1554CD13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в области информации и связи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714C1D21" w14:textId="71D1CA1F" w:rsidR="00352359" w:rsidRPr="00763463" w:rsidRDefault="00352359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-9,0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00662EB" w14:textId="03AB9FBF"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00D8273" w14:textId="4F85D33A" w:rsidR="00352359" w:rsidRPr="00763463" w:rsidRDefault="00352359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01524EA5" w14:textId="50F64B2F" w:rsidR="00352359" w:rsidRPr="00763463" w:rsidRDefault="00352359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D9FD3C0" w14:textId="40C53C65" w:rsidR="00352359" w:rsidRPr="00763463" w:rsidRDefault="00352359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78B555B" w14:textId="59432AE9"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30,6</w:t>
            </w:r>
          </w:p>
        </w:tc>
      </w:tr>
      <w:tr w:rsidR="000D5836" w:rsidRPr="005D5E5C" w14:paraId="5610FC7F" w14:textId="77777777" w:rsidTr="000D583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10DCBD1C" w14:textId="77777777" w:rsidR="000D5836" w:rsidRPr="005D5E5C" w:rsidRDefault="000D5836" w:rsidP="000D5836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5D5E5C">
              <w:rPr>
                <w:b/>
                <w:bCs/>
                <w:color w:val="000000"/>
                <w:sz w:val="20"/>
              </w:rPr>
              <w:t xml:space="preserve">деятельность финансовая </w:t>
            </w:r>
            <w:r w:rsidRPr="005D5E5C">
              <w:rPr>
                <w:b/>
                <w:bCs/>
                <w:color w:val="000000"/>
                <w:sz w:val="20"/>
              </w:rPr>
              <w:br/>
              <w:t>и страховая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7F4F95C3" w14:textId="02118EF9" w:rsidR="000D5836" w:rsidRPr="00763463" w:rsidRDefault="000D5836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0D5836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B315BB1" w14:textId="4A1A31B8" w:rsidR="000D5836" w:rsidRPr="00763463" w:rsidRDefault="000D5836" w:rsidP="000D5836">
            <w:pPr>
              <w:shd w:val="clear" w:color="FFFFFF" w:themeColor="background1" w:fill="FFFFFF" w:themeFill="background1"/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3,4р.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F9766E6" w14:textId="4ABC0C52" w:rsidR="000D5836" w:rsidRPr="00763463" w:rsidRDefault="000D5836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CF3145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0E5357FB" w14:textId="3A2171F4" w:rsidR="000D5836" w:rsidRPr="00763463" w:rsidRDefault="000D5836" w:rsidP="00840297">
            <w:pPr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3,4р.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E62E42B" w14:textId="75CDF7BB" w:rsidR="000D5836" w:rsidRPr="00763463" w:rsidRDefault="000D5836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2D81100" w14:textId="66D26EC1" w:rsidR="000D5836" w:rsidRPr="00763463" w:rsidRDefault="000D5836" w:rsidP="000D583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0D5836" w:rsidRPr="005D5E5C" w14:paraId="343099B1" w14:textId="77777777" w:rsidTr="000D583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64B3899F" w14:textId="77777777" w:rsidR="000D5836" w:rsidRPr="005D5E5C" w:rsidRDefault="000D5836" w:rsidP="000D5836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по операциям </w:t>
            </w:r>
            <w:r w:rsidRPr="005D5E5C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56B391C5" w14:textId="5AA1DFDE" w:rsidR="000D5836" w:rsidRPr="00763463" w:rsidRDefault="000D5836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26,0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1EC19D1" w14:textId="63177BA7" w:rsidR="000D5836" w:rsidRPr="00763463" w:rsidRDefault="000D5836" w:rsidP="000D583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12,4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9A74C4E" w14:textId="27CE7492" w:rsidR="000D5836" w:rsidRPr="00763463" w:rsidRDefault="000D5836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CF3145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42271CF5" w14:textId="1CCE9525" w:rsidR="000D5836" w:rsidRPr="00763463" w:rsidRDefault="000D5836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42,5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18ECDED" w14:textId="1901357B" w:rsidR="000D5836" w:rsidRPr="00763463" w:rsidRDefault="000D5836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0D5836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E7EDEA8" w14:textId="50ADD3B5" w:rsidR="000D5836" w:rsidRPr="00763463" w:rsidRDefault="000D5836" w:rsidP="000D5836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68,7р.</w:t>
            </w:r>
          </w:p>
        </w:tc>
      </w:tr>
      <w:tr w:rsidR="00352359" w:rsidRPr="005D5E5C" w14:paraId="1024D86E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4784D9CA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4EA406F4" w14:textId="029B907D" w:rsidR="00352359" w:rsidRPr="00763463" w:rsidRDefault="00352359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-93,9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5ABA00D" w14:textId="756A7BC0"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427CB4C" w14:textId="3ACCB704" w:rsidR="00352359" w:rsidRPr="00763463" w:rsidRDefault="00352359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41,9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25AEDB68" w14:textId="425CC204" w:rsidR="00352359" w:rsidRPr="00763463" w:rsidRDefault="00352359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75,1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023F27B" w14:textId="4303FD71" w:rsidR="00352359" w:rsidRPr="00763463" w:rsidRDefault="00352359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135,8</w:t>
            </w:r>
          </w:p>
        </w:tc>
        <w:tc>
          <w:tcPr>
            <w:tcW w:w="94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1A4063" w14:textId="3544B65C" w:rsidR="00352359" w:rsidRPr="00763463" w:rsidRDefault="00352359" w:rsidP="00352359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6,9</w:t>
            </w:r>
          </w:p>
        </w:tc>
      </w:tr>
      <w:tr w:rsidR="000D5836" w:rsidRPr="005D5E5C" w14:paraId="276D56B5" w14:textId="77777777" w:rsidTr="000D583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708FABDB" w14:textId="77777777" w:rsidR="000D5836" w:rsidRPr="005D5E5C" w:rsidRDefault="000D5836" w:rsidP="000D5836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административная </w:t>
            </w:r>
            <w:r w:rsidRPr="005D5E5C">
              <w:rPr>
                <w:b/>
                <w:bCs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52C0DDBA" w14:textId="71830AF3" w:rsidR="000D5836" w:rsidRPr="00763463" w:rsidRDefault="000D5836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0D5836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C071B6F" w14:textId="5B80C33C" w:rsidR="000D5836" w:rsidRPr="00763463" w:rsidRDefault="000D5836" w:rsidP="000D5836">
            <w:pPr>
              <w:shd w:val="clear" w:color="FFFFFF" w:themeColor="background1" w:fill="FFFFFF" w:themeFill="background1"/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7B45C9F" w14:textId="420FB2E7" w:rsidR="000D5836" w:rsidRPr="00763463" w:rsidRDefault="000D5836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7365EA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6D521DCB" w14:textId="6B372782" w:rsidR="000D5836" w:rsidRPr="00763463" w:rsidRDefault="000D5836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5,5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24DF361" w14:textId="28508D3D" w:rsidR="000D5836" w:rsidRPr="00763463" w:rsidRDefault="000D5836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0D5836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37E82D2" w14:textId="6056F12D" w:rsidR="000D5836" w:rsidRPr="00763463" w:rsidRDefault="000D5836" w:rsidP="000D5836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155,0р.</w:t>
            </w:r>
          </w:p>
        </w:tc>
      </w:tr>
      <w:tr w:rsidR="000D5836" w:rsidRPr="005D5E5C" w14:paraId="610624CE" w14:textId="77777777" w:rsidTr="000D583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28A432DD" w14:textId="77777777" w:rsidR="000D5836" w:rsidRPr="005D5E5C" w:rsidRDefault="000D5836" w:rsidP="000D5836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3E402010" w14:textId="00C0E846" w:rsidR="000D5836" w:rsidRPr="00763463" w:rsidRDefault="000D5836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D1AEADB" w14:textId="7C04C145" w:rsidR="000D5836" w:rsidRPr="00763463" w:rsidRDefault="000D5836" w:rsidP="000D583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38,7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CB0980B" w14:textId="491F8909" w:rsidR="000D5836" w:rsidRPr="00763463" w:rsidRDefault="000D5836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7365EA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2DC5B896" w14:textId="018CF25A" w:rsidR="000D5836" w:rsidRPr="00763463" w:rsidRDefault="000D5836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65,8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5471D20" w14:textId="479D1776" w:rsidR="000D5836" w:rsidRPr="00763463" w:rsidRDefault="000D5836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A202D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643504CD" w14:textId="1801EEDE" w:rsidR="000D5836" w:rsidRPr="00763463" w:rsidRDefault="000D5836" w:rsidP="000D5836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4,8р.</w:t>
            </w:r>
          </w:p>
        </w:tc>
      </w:tr>
      <w:tr w:rsidR="000D5836" w:rsidRPr="005D5E5C" w14:paraId="25A99474" w14:textId="77777777" w:rsidTr="000D583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43BEE819" w14:textId="77777777" w:rsidR="000D5836" w:rsidRPr="005D5E5C" w:rsidRDefault="000D5836" w:rsidP="000D5836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в области </w:t>
            </w:r>
            <w:proofErr w:type="gramStart"/>
            <w:r w:rsidRPr="005D5E5C">
              <w:rPr>
                <w:b/>
                <w:bCs/>
                <w:sz w:val="20"/>
              </w:rPr>
              <w:t>здраво-охранения</w:t>
            </w:r>
            <w:proofErr w:type="gramEnd"/>
            <w:r w:rsidRPr="005D5E5C">
              <w:rPr>
                <w:b/>
                <w:bCs/>
                <w:sz w:val="20"/>
              </w:rPr>
              <w:t xml:space="preserve"> и социальных услуг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0DDAEB31" w14:textId="49EF1BD6" w:rsidR="000D5836" w:rsidRPr="00763463" w:rsidRDefault="000D5836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64,6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227D5DB1" w14:textId="60299EF8" w:rsidR="000D5836" w:rsidRPr="00763463" w:rsidRDefault="000D5836" w:rsidP="000D5836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8,6р.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E800D31" w14:textId="76D237E3" w:rsidR="000D5836" w:rsidRPr="00763463" w:rsidRDefault="000D5836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7365EA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5186EBFD" w14:textId="4FCDEB63" w:rsidR="000D5836" w:rsidRPr="00763463" w:rsidRDefault="000D5836" w:rsidP="00840297">
            <w:pPr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2,9р.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01824EC" w14:textId="5A00D117" w:rsidR="000D5836" w:rsidRPr="00763463" w:rsidRDefault="000D5836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A202D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94D4DAB" w14:textId="67C09C8D" w:rsidR="000D5836" w:rsidRPr="00763463" w:rsidRDefault="000D5836" w:rsidP="000D583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16,7</w:t>
            </w:r>
          </w:p>
        </w:tc>
      </w:tr>
      <w:tr w:rsidR="000D5836" w:rsidRPr="005D5E5C" w14:paraId="0942C06D" w14:textId="77777777" w:rsidTr="000D583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75B0FF61" w14:textId="77777777" w:rsidR="000D5836" w:rsidRPr="005D5E5C" w:rsidRDefault="000D5836" w:rsidP="000D5836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224212E4" w14:textId="14DB1FC1" w:rsidR="000D5836" w:rsidRPr="00763463" w:rsidRDefault="000D5836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-28,2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5BDB88F9" w14:textId="7100A78A" w:rsidR="000D5836" w:rsidRPr="00763463" w:rsidRDefault="000D5836" w:rsidP="000D583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02291A0" w14:textId="7D330C96" w:rsidR="000D5836" w:rsidRPr="00763463" w:rsidRDefault="000D5836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7365EA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19396073" w14:textId="61D4C7EE" w:rsidR="000D5836" w:rsidRPr="00763463" w:rsidRDefault="000D5836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4935CD88" w14:textId="104CF86D" w:rsidR="000D5836" w:rsidRPr="00763463" w:rsidRDefault="000D5836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A202D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301AA543" w14:textId="52DFD087" w:rsidR="000D5836" w:rsidRPr="00763463" w:rsidRDefault="000D5836" w:rsidP="000D583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24,0</w:t>
            </w:r>
          </w:p>
        </w:tc>
      </w:tr>
      <w:tr w:rsidR="000D5836" w:rsidRPr="00DB7301" w14:paraId="65B16A3E" w14:textId="77777777" w:rsidTr="000D583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60DCDB34" w14:textId="77777777" w:rsidR="000D5836" w:rsidRPr="005D5E5C" w:rsidRDefault="000D5836" w:rsidP="000D5836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13D25048" w14:textId="5E9796B6" w:rsidR="000D5836" w:rsidRPr="00763463" w:rsidRDefault="000D5836" w:rsidP="000D5836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065E8D56" w14:textId="06F0885E" w:rsidR="000D5836" w:rsidRPr="00763463" w:rsidRDefault="000D5836" w:rsidP="000D5836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460D20A" w14:textId="2DCC28C1" w:rsidR="000D5836" w:rsidRPr="00763463" w:rsidRDefault="000D5836" w:rsidP="00840297">
            <w:pPr>
              <w:ind w:left="-57"/>
              <w:jc w:val="right"/>
              <w:rPr>
                <w:b/>
                <w:bCs/>
                <w:sz w:val="20"/>
                <w:highlight w:val="yellow"/>
              </w:rPr>
            </w:pPr>
            <w:r w:rsidRPr="007365EA">
              <w:rPr>
                <w:b/>
                <w:bCs/>
                <w:sz w:val="20"/>
              </w:rPr>
              <w:t>…</w:t>
            </w:r>
          </w:p>
        </w:tc>
        <w:tc>
          <w:tcPr>
            <w:tcW w:w="944" w:type="dxa"/>
            <w:shd w:val="clear" w:color="auto" w:fill="auto"/>
            <w:vAlign w:val="bottom"/>
          </w:tcPr>
          <w:p w14:paraId="4166B382" w14:textId="1E888E91" w:rsidR="000D5836" w:rsidRPr="00763463" w:rsidRDefault="000D5836" w:rsidP="00840297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108,3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1C014F08" w14:textId="69A13CC8" w:rsidR="000D5836" w:rsidRPr="00763463" w:rsidRDefault="000D5836" w:rsidP="00840297">
            <w:pPr>
              <w:ind w:right="113"/>
              <w:jc w:val="right"/>
              <w:rPr>
                <w:b/>
                <w:bCs/>
                <w:sz w:val="20"/>
                <w:highlight w:val="yellow"/>
              </w:rPr>
            </w:pPr>
            <w:r w:rsidRPr="003A202D">
              <w:rPr>
                <w:b/>
                <w:bCs/>
                <w:sz w:val="20"/>
              </w:rPr>
              <w:t>…</w:t>
            </w:r>
          </w:p>
        </w:tc>
        <w:tc>
          <w:tcPr>
            <w:tcW w:w="945" w:type="dxa"/>
            <w:shd w:val="clear" w:color="auto" w:fill="auto"/>
            <w:vAlign w:val="bottom"/>
          </w:tcPr>
          <w:p w14:paraId="7941A059" w14:textId="1D62F0F4" w:rsidR="000D5836" w:rsidRPr="00763463" w:rsidRDefault="000D5836" w:rsidP="000D5836">
            <w:pPr>
              <w:ind w:right="-5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в 475,8р.</w:t>
            </w:r>
          </w:p>
        </w:tc>
      </w:tr>
    </w:tbl>
    <w:p w14:paraId="6245CCB9" w14:textId="77777777" w:rsidR="004D0E88" w:rsidRPr="00511508" w:rsidRDefault="004D0E88" w:rsidP="00891D34">
      <w:pPr>
        <w:spacing w:before="80"/>
        <w:ind w:left="426" w:hanging="86"/>
        <w:rPr>
          <w:iCs/>
          <w:sz w:val="18"/>
          <w:szCs w:val="18"/>
        </w:rPr>
      </w:pPr>
      <w:r w:rsidRPr="00511508">
        <w:rPr>
          <w:sz w:val="18"/>
          <w:szCs w:val="18"/>
          <w:vertAlign w:val="superscript"/>
        </w:rPr>
        <w:t>1)</w:t>
      </w:r>
      <w:r w:rsidRPr="00511508">
        <w:rPr>
          <w:iCs/>
          <w:sz w:val="18"/>
          <w:szCs w:val="18"/>
        </w:rPr>
        <w:t>темпы изменения сальдированного финансового результата отчетного периода по сравнению</w:t>
      </w:r>
      <w:r>
        <w:rPr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br/>
      </w:r>
      <w:r w:rsidRPr="00511508">
        <w:rPr>
          <w:iCs/>
          <w:sz w:val="18"/>
          <w:szCs w:val="18"/>
        </w:rPr>
        <w:t>с соответствующим периодом предыдущего года рассчитаны по сопоставимому кругу организаций</w:t>
      </w:r>
      <w:r>
        <w:rPr>
          <w:iCs/>
          <w:sz w:val="18"/>
          <w:szCs w:val="18"/>
        </w:rPr>
        <w:t>;</w:t>
      </w:r>
      <w:r w:rsidRPr="00511508">
        <w:rPr>
          <w:iCs/>
          <w:sz w:val="18"/>
          <w:szCs w:val="18"/>
        </w:rPr>
        <w:t xml:space="preserve"> </w:t>
      </w:r>
      <w:r>
        <w:rPr>
          <w:iCs/>
          <w:sz w:val="18"/>
          <w:szCs w:val="18"/>
        </w:rPr>
        <w:t>п</w:t>
      </w:r>
      <w:r w:rsidRPr="00511508">
        <w:rPr>
          <w:iCs/>
          <w:sz w:val="18"/>
          <w:szCs w:val="18"/>
        </w:rPr>
        <w:t>рочерк означает, что в одном или обоих сопоставляемых периодах был получен отрицательный сальдированный финансовый результат</w:t>
      </w:r>
    </w:p>
    <w:p w14:paraId="2ACBCD3E" w14:textId="77777777" w:rsidR="004D0E88" w:rsidRPr="00E85C4E" w:rsidRDefault="004D0E88" w:rsidP="005C4C5B">
      <w:pPr>
        <w:pStyle w:val="3"/>
        <w:spacing w:before="240" w:after="240"/>
        <w:ind w:right="0"/>
      </w:pPr>
      <w:bookmarkStart w:id="273" w:name="_Toc414870642"/>
      <w:bookmarkStart w:id="274" w:name="_Toc525217803"/>
      <w:bookmarkStart w:id="275" w:name="_Toc84326754"/>
      <w:bookmarkStart w:id="276" w:name="_Toc127178081"/>
      <w:bookmarkStart w:id="277" w:name="_Toc181255975"/>
      <w:r w:rsidRPr="00E85C4E">
        <w:t>Доля организаций, получивших прибыль (убыток)</w:t>
      </w:r>
      <w:bookmarkEnd w:id="273"/>
      <w:bookmarkEnd w:id="274"/>
      <w:bookmarkEnd w:id="275"/>
      <w:bookmarkEnd w:id="276"/>
      <w:bookmarkEnd w:id="277"/>
    </w:p>
    <w:p w14:paraId="678D9CE9" w14:textId="77777777" w:rsidR="004D0E88" w:rsidRPr="004D0E88" w:rsidRDefault="004D0E88" w:rsidP="004D0E88">
      <w:pPr>
        <w:spacing w:after="60"/>
        <w:jc w:val="right"/>
        <w:rPr>
          <w:b/>
          <w:sz w:val="20"/>
        </w:rPr>
      </w:pPr>
      <w:r w:rsidRPr="000F0138">
        <w:rPr>
          <w:b/>
          <w:sz w:val="20"/>
        </w:rPr>
        <w:t>в процентах к общему числу организаций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3"/>
        <w:gridCol w:w="1417"/>
        <w:gridCol w:w="1417"/>
        <w:gridCol w:w="1417"/>
        <w:gridCol w:w="1417"/>
      </w:tblGrid>
      <w:tr w:rsidR="00FA288E" w:rsidRPr="005D5E5C" w14:paraId="0F9D266A" w14:textId="77777777" w:rsidTr="00C922DF">
        <w:trPr>
          <w:trHeight w:val="283"/>
          <w:jc w:val="center"/>
        </w:trPr>
        <w:tc>
          <w:tcPr>
            <w:tcW w:w="3403" w:type="dxa"/>
            <w:vMerge w:val="restart"/>
            <w:shd w:val="clear" w:color="000000" w:fill="FFFFFF"/>
            <w:vAlign w:val="center"/>
            <w:hideMark/>
          </w:tcPr>
          <w:p w14:paraId="3EC98B3C" w14:textId="77777777" w:rsidR="00FA288E" w:rsidRPr="0023601A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2834" w:type="dxa"/>
            <w:gridSpan w:val="2"/>
            <w:shd w:val="clear" w:color="000000" w:fill="FFFFFF"/>
            <w:vAlign w:val="center"/>
            <w:hideMark/>
          </w:tcPr>
          <w:p w14:paraId="54EF488C" w14:textId="1FA83BB4"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Январь-</w:t>
            </w:r>
            <w:r w:rsidR="00763463">
              <w:rPr>
                <w:b/>
                <w:bCs/>
                <w:sz w:val="20"/>
              </w:rPr>
              <w:t>август</w:t>
            </w:r>
            <w:r w:rsidRPr="00230B09">
              <w:rPr>
                <w:b/>
                <w:bCs/>
                <w:sz w:val="20"/>
              </w:rPr>
              <w:br/>
              <w:t>2024</w:t>
            </w:r>
          </w:p>
        </w:tc>
        <w:tc>
          <w:tcPr>
            <w:tcW w:w="2834" w:type="dxa"/>
            <w:gridSpan w:val="2"/>
            <w:shd w:val="clear" w:color="000000" w:fill="FFFFFF"/>
            <w:vAlign w:val="center"/>
            <w:hideMark/>
          </w:tcPr>
          <w:p w14:paraId="7ABF1532" w14:textId="43687136" w:rsidR="00FA288E" w:rsidRPr="00230B09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Январь-</w:t>
            </w:r>
            <w:r w:rsidR="00763463">
              <w:rPr>
                <w:b/>
                <w:bCs/>
                <w:sz w:val="20"/>
              </w:rPr>
              <w:t>август</w:t>
            </w:r>
            <w:r w:rsidRPr="00230B09">
              <w:rPr>
                <w:b/>
                <w:bCs/>
                <w:sz w:val="20"/>
              </w:rPr>
              <w:br/>
              <w:t>2023</w:t>
            </w:r>
          </w:p>
        </w:tc>
      </w:tr>
      <w:tr w:rsidR="00FA288E" w:rsidRPr="005D5E5C" w14:paraId="098249EE" w14:textId="77777777" w:rsidTr="00C922DF">
        <w:trPr>
          <w:trHeight w:val="283"/>
          <w:jc w:val="center"/>
        </w:trPr>
        <w:tc>
          <w:tcPr>
            <w:tcW w:w="3403" w:type="dxa"/>
            <w:vMerge/>
            <w:vAlign w:val="center"/>
            <w:hideMark/>
          </w:tcPr>
          <w:p w14:paraId="1AD75EBE" w14:textId="77777777" w:rsidR="00FA288E" w:rsidRPr="005D5E5C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535A5545" w14:textId="77777777" w:rsidR="00FA288E" w:rsidRPr="00253420" w:rsidRDefault="00FA288E" w:rsidP="00C922DF">
            <w:pPr>
              <w:ind w:left="-113" w:right="-113"/>
              <w:jc w:val="center"/>
              <w:rPr>
                <w:b/>
                <w:bCs/>
                <w:sz w:val="20"/>
                <w:highlight w:val="yellow"/>
              </w:rPr>
            </w:pPr>
            <w:r w:rsidRPr="00230B09">
              <w:rPr>
                <w:b/>
                <w:bCs/>
                <w:sz w:val="20"/>
              </w:rPr>
              <w:t>доля прибыльных организаций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4B862563" w14:textId="77777777" w:rsidR="00FA288E" w:rsidRPr="00230B09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доля убыточных организаций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74552153" w14:textId="77777777" w:rsidR="00FA288E" w:rsidRPr="00230B09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доля прибыльных организаций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14:paraId="00EC6F9B" w14:textId="77777777" w:rsidR="00FA288E" w:rsidRPr="00230B09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30B09">
              <w:rPr>
                <w:b/>
                <w:bCs/>
                <w:sz w:val="20"/>
              </w:rPr>
              <w:t>доля убыточных организаций</w:t>
            </w:r>
          </w:p>
        </w:tc>
      </w:tr>
      <w:tr w:rsidR="00352359" w:rsidRPr="005D5E5C" w14:paraId="259689F6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665AE0EA" w14:textId="77777777" w:rsidR="00352359" w:rsidRPr="005D5E5C" w:rsidRDefault="00352359" w:rsidP="00352359">
            <w:pPr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77351DA" w14:textId="4C2C827D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E17FC73" w14:textId="4E743D9A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46,8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93CA2F6" w14:textId="3BE93537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644B9BE" w14:textId="537B6D78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44,1</w:t>
            </w:r>
          </w:p>
        </w:tc>
      </w:tr>
      <w:tr w:rsidR="00FA288E" w:rsidRPr="005D5E5C" w14:paraId="39E9F755" w14:textId="77777777" w:rsidTr="00C922DF">
        <w:trPr>
          <w:trHeight w:val="227"/>
          <w:jc w:val="center"/>
        </w:trPr>
        <w:tc>
          <w:tcPr>
            <w:tcW w:w="9071" w:type="dxa"/>
            <w:gridSpan w:val="5"/>
            <w:shd w:val="clear" w:color="000000" w:fill="FFFFFF"/>
            <w:vAlign w:val="bottom"/>
            <w:hideMark/>
          </w:tcPr>
          <w:p w14:paraId="1B377757" w14:textId="77777777" w:rsidR="00FA288E" w:rsidRPr="005D5E5C" w:rsidRDefault="00FA288E" w:rsidP="00C922DF">
            <w:pPr>
              <w:ind w:left="340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в том числе по видам экономической деятельности:</w:t>
            </w:r>
          </w:p>
        </w:tc>
      </w:tr>
      <w:tr w:rsidR="00352359" w:rsidRPr="005D5E5C" w14:paraId="3D56D0C1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5FC25098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сельское, лесное хозяйство, </w:t>
            </w:r>
            <w:proofErr w:type="spellStart"/>
            <w:proofErr w:type="gramStart"/>
            <w:r w:rsidRPr="005D5E5C">
              <w:rPr>
                <w:b/>
                <w:bCs/>
                <w:sz w:val="20"/>
              </w:rPr>
              <w:t>охо</w:t>
            </w:r>
            <w:proofErr w:type="spellEnd"/>
            <w:r w:rsidRPr="005D5E5C">
              <w:rPr>
                <w:b/>
                <w:bCs/>
                <w:sz w:val="20"/>
              </w:rPr>
              <w:t>-та</w:t>
            </w:r>
            <w:proofErr w:type="gramEnd"/>
            <w:r w:rsidRPr="005D5E5C">
              <w:rPr>
                <w:b/>
                <w:bCs/>
                <w:sz w:val="20"/>
              </w:rPr>
              <w:t>, рыболовство и рыбоводство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C9AB375" w14:textId="67C1D24C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5E359FC" w14:textId="4F22B409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DFFE127" w14:textId="18DD741D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C6D6F61" w14:textId="08F51B7B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</w:tr>
      <w:tr w:rsidR="00352359" w:rsidRPr="005D5E5C" w14:paraId="16E08A2B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469340F9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A306787" w14:textId="3915B05F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E005C11" w14:textId="1EC1F5A5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ED8D096" w14:textId="2B5DF5E7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EC71795" w14:textId="3BE98576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77,8</w:t>
            </w:r>
          </w:p>
        </w:tc>
      </w:tr>
      <w:tr w:rsidR="00352359" w:rsidRPr="005D5E5C" w14:paraId="5130CACE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3F2161B2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EADCDD7" w14:textId="286198CB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73,7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CBEABB0" w14:textId="0B966759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9CD5F11" w14:textId="4B3050DB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63,2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6C5112E" w14:textId="2783F92D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36,8</w:t>
            </w:r>
          </w:p>
        </w:tc>
      </w:tr>
      <w:tr w:rsidR="00352359" w:rsidRPr="005D5E5C" w14:paraId="6917FF68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57E12A69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424D55C" w14:textId="11D4AE8D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30,8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1A14BF" w14:textId="51AFCE75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69,2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79AB3A3" w14:textId="1A4C7CEF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46,2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EA3C4C" w14:textId="51B8A255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53,8</w:t>
            </w:r>
          </w:p>
        </w:tc>
      </w:tr>
      <w:tr w:rsidR="00352359" w:rsidRPr="005D5E5C" w14:paraId="16BBCFC8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58AE23C7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водоснабжение; водоотведение, организация сбора и утилизации отходов, деятельность по </w:t>
            </w:r>
            <w:proofErr w:type="spellStart"/>
            <w:proofErr w:type="gramStart"/>
            <w:r w:rsidRPr="005D5E5C">
              <w:rPr>
                <w:b/>
                <w:bCs/>
                <w:sz w:val="20"/>
              </w:rPr>
              <w:t>ликви-дации</w:t>
            </w:r>
            <w:proofErr w:type="spellEnd"/>
            <w:proofErr w:type="gramEnd"/>
            <w:r w:rsidRPr="005D5E5C">
              <w:rPr>
                <w:b/>
                <w:bCs/>
                <w:sz w:val="20"/>
              </w:rPr>
              <w:t xml:space="preserve"> загрязнений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B9F71D2" w14:textId="18BEC3B5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EDE47AE" w14:textId="22BFE98E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708F23" w14:textId="5461692F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9302303" w14:textId="6A500480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</w:tr>
      <w:tr w:rsidR="00352359" w:rsidRPr="005D5E5C" w14:paraId="399C5EFD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3E1EED25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37C74D7" w14:textId="43207453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89B3220" w14:textId="68691130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4DEBD2F" w14:textId="28B8EEB0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00C7975" w14:textId="5A765D3E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40,0</w:t>
            </w:r>
          </w:p>
        </w:tc>
      </w:tr>
      <w:tr w:rsidR="00352359" w:rsidRPr="005D5E5C" w14:paraId="5E0B9F98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3EF4CF73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C749D1" w14:textId="0C996679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82,4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867A501" w14:textId="468E77EE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B31D52F" w14:textId="0A7FD03D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76,5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1CC19EF" w14:textId="78988486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23,5</w:t>
            </w:r>
          </w:p>
        </w:tc>
      </w:tr>
      <w:tr w:rsidR="00352359" w:rsidRPr="005D5E5C" w14:paraId="2E9FEDF2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7EF665C7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DAB8225" w14:textId="250B1017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52,6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7ACB336" w14:textId="0A322E13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47,4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763FC6D" w14:textId="1EABABFD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1D7CB52" w14:textId="6A24ED7C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21,1</w:t>
            </w:r>
          </w:p>
        </w:tc>
      </w:tr>
      <w:tr w:rsidR="00352359" w:rsidRPr="005D5E5C" w14:paraId="447B1108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487818A2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lastRenderedPageBreak/>
              <w:t xml:space="preserve">деятельность гостиниц и </w:t>
            </w:r>
            <w:proofErr w:type="gramStart"/>
            <w:r w:rsidRPr="005D5E5C">
              <w:rPr>
                <w:b/>
                <w:bCs/>
                <w:sz w:val="20"/>
              </w:rPr>
              <w:t>пред-приятий</w:t>
            </w:r>
            <w:proofErr w:type="gramEnd"/>
            <w:r w:rsidRPr="005D5E5C">
              <w:rPr>
                <w:b/>
                <w:bCs/>
                <w:sz w:val="20"/>
              </w:rPr>
              <w:t xml:space="preserve"> общественного питания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255CFC6" w14:textId="0E9CAD5A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110BF5C" w14:textId="11A12A0F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A8A23DC" w14:textId="547772D7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08E7715" w14:textId="3DCE9922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33,3</w:t>
            </w:r>
          </w:p>
        </w:tc>
      </w:tr>
      <w:tr w:rsidR="00352359" w:rsidRPr="005D5E5C" w14:paraId="1BE2288D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14:paraId="404946C8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в области информации и связи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62D4F8E" w14:textId="4F14FB75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351DFD1" w14:textId="50413C9B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704179D" w14:textId="4613BC29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30AAED7" w14:textId="1FFC49BA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</w:tr>
      <w:tr w:rsidR="001E02B6" w:rsidRPr="005D5E5C" w14:paraId="05242E2A" w14:textId="77777777" w:rsidTr="001E02B6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14:paraId="4E3A76C6" w14:textId="77777777" w:rsidR="001E02B6" w:rsidRPr="005D5E5C" w:rsidRDefault="001E02B6" w:rsidP="001E02B6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5D5E5C">
              <w:rPr>
                <w:b/>
                <w:bCs/>
                <w:color w:val="000000"/>
                <w:sz w:val="20"/>
              </w:rPr>
              <w:t xml:space="preserve">деятельность финансовая </w:t>
            </w:r>
            <w:r w:rsidRPr="005D5E5C">
              <w:rPr>
                <w:b/>
                <w:bCs/>
                <w:color w:val="000000"/>
                <w:sz w:val="20"/>
              </w:rPr>
              <w:br/>
              <w:t>и страховая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3EB63B2" w14:textId="17789BA4" w:rsidR="001E02B6" w:rsidRPr="00763463" w:rsidRDefault="001E02B6" w:rsidP="001E02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A0480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85C6E5E" w14:textId="1C477424" w:rsidR="001E02B6" w:rsidRPr="00763463" w:rsidRDefault="001E02B6" w:rsidP="001E02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A0480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D02E9A9" w14:textId="238C8808" w:rsidR="001E02B6" w:rsidRPr="00763463" w:rsidRDefault="001E02B6" w:rsidP="001E02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A0480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3CAC63F" w14:textId="25212833" w:rsidR="001E02B6" w:rsidRPr="00763463" w:rsidRDefault="001E02B6" w:rsidP="001E02B6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BA0480">
              <w:rPr>
                <w:b/>
                <w:bCs/>
                <w:sz w:val="20"/>
              </w:rPr>
              <w:t>…</w:t>
            </w:r>
          </w:p>
        </w:tc>
      </w:tr>
      <w:tr w:rsidR="00352359" w:rsidRPr="005D5E5C" w14:paraId="00A7DCA3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580BBB7A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по операциям </w:t>
            </w:r>
            <w:r w:rsidRPr="005D5E5C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5241654" w14:textId="3164A182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4797AA4" w14:textId="71912745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362D586" w14:textId="57C85C9B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1A63765" w14:textId="4E762292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</w:tr>
      <w:tr w:rsidR="00352359" w:rsidRPr="005D5E5C" w14:paraId="0D832C1A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42C7FC82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D2ECFE9" w14:textId="4F9E9DC3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7EAE3ED" w14:textId="787F5487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63,6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936E378" w14:textId="2B2D24FD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18,2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9C173C4" w14:textId="16590E90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81,8</w:t>
            </w:r>
          </w:p>
        </w:tc>
      </w:tr>
      <w:tr w:rsidR="001E02B6" w:rsidRPr="005D5E5C" w14:paraId="3A0645D7" w14:textId="77777777" w:rsidTr="001E02B6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7C3FABB2" w14:textId="77777777" w:rsidR="001E02B6" w:rsidRPr="005D5E5C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административная </w:t>
            </w:r>
            <w:r w:rsidRPr="005D5E5C">
              <w:rPr>
                <w:b/>
                <w:bCs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1AACC18" w14:textId="498C0A9C" w:rsidR="001E02B6" w:rsidRPr="00763463" w:rsidRDefault="001E02B6" w:rsidP="001E02B6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A57A5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0647516" w14:textId="71D3A3E6" w:rsidR="001E02B6" w:rsidRPr="00763463" w:rsidRDefault="001E02B6" w:rsidP="001E02B6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A57A5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8EC8198" w14:textId="3FB15B89" w:rsidR="001E02B6" w:rsidRPr="00763463" w:rsidRDefault="001E02B6" w:rsidP="001E02B6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A57A5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4346B55" w14:textId="41DD850F" w:rsidR="001E02B6" w:rsidRPr="00763463" w:rsidRDefault="001E02B6" w:rsidP="001E02B6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 w:rsidRPr="004A57A5">
              <w:rPr>
                <w:b/>
                <w:bCs/>
                <w:sz w:val="20"/>
              </w:rPr>
              <w:t>…</w:t>
            </w:r>
          </w:p>
        </w:tc>
      </w:tr>
      <w:tr w:rsidR="00352359" w:rsidRPr="005D5E5C" w14:paraId="25E66485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1DB21828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4558235" w14:textId="65E4838C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F7116A0" w14:textId="72193503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07DDD20" w14:textId="266C4772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7990F22" w14:textId="7A0D4AB9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</w:tr>
      <w:tr w:rsidR="00352359" w:rsidRPr="005D5E5C" w14:paraId="5C44F8A4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12AAFBA4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 xml:space="preserve">деятельность в области </w:t>
            </w:r>
            <w:proofErr w:type="gramStart"/>
            <w:r w:rsidRPr="005D5E5C">
              <w:rPr>
                <w:b/>
                <w:bCs/>
                <w:sz w:val="20"/>
              </w:rPr>
              <w:t>здраво-охранения</w:t>
            </w:r>
            <w:proofErr w:type="gramEnd"/>
            <w:r w:rsidRPr="005D5E5C">
              <w:rPr>
                <w:b/>
                <w:bCs/>
                <w:sz w:val="20"/>
              </w:rPr>
              <w:t xml:space="preserve"> и социальных услуг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847455" w14:textId="5D74C811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86FABBC" w14:textId="0B10EAE2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F1C1061" w14:textId="2A8E848E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2AD4536" w14:textId="23DCD29E" w:rsidR="00352359" w:rsidRPr="00763463" w:rsidRDefault="00352359" w:rsidP="00352359">
            <w:pPr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40,0</w:t>
            </w:r>
          </w:p>
        </w:tc>
      </w:tr>
      <w:tr w:rsidR="00352359" w:rsidRPr="005D5E5C" w14:paraId="36006B54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14:paraId="5D03851E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B16AC0F" w14:textId="1B0239B8" w:rsidR="00352359" w:rsidRPr="00763463" w:rsidRDefault="00352359" w:rsidP="00352359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FD3A552" w14:textId="567EA198" w:rsidR="00352359" w:rsidRPr="00763463" w:rsidRDefault="00352359" w:rsidP="00352359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57A2DF4" w14:textId="466F3447" w:rsidR="00352359" w:rsidRPr="00763463" w:rsidRDefault="00352359" w:rsidP="00352359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B41CA73" w14:textId="1FC76E5B" w:rsidR="00352359" w:rsidRPr="00763463" w:rsidRDefault="00352359" w:rsidP="00352359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75,0</w:t>
            </w:r>
          </w:p>
        </w:tc>
      </w:tr>
      <w:tr w:rsidR="00352359" w:rsidRPr="00511508" w14:paraId="06D9FD59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14:paraId="49224F48" w14:textId="77777777" w:rsidR="00352359" w:rsidRPr="005D5E5C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5D5E5C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4847DC" w14:textId="21C88CD6" w:rsidR="00352359" w:rsidRPr="00763463" w:rsidRDefault="00352359" w:rsidP="00352359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3F9A06F" w14:textId="2AE421F2" w:rsidR="00352359" w:rsidRPr="00763463" w:rsidRDefault="00352359" w:rsidP="00352359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A8C902D" w14:textId="7DB07C75" w:rsidR="00352359" w:rsidRPr="00763463" w:rsidRDefault="00352359" w:rsidP="00352359">
            <w:pPr>
              <w:tabs>
                <w:tab w:val="left" w:pos="606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80,0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D83DD9F" w14:textId="79C3D592" w:rsidR="00352359" w:rsidRPr="00763463" w:rsidRDefault="00352359" w:rsidP="00352359">
            <w:pPr>
              <w:tabs>
                <w:tab w:val="left" w:pos="639"/>
              </w:tabs>
              <w:ind w:right="39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20,0</w:t>
            </w:r>
          </w:p>
        </w:tc>
      </w:tr>
    </w:tbl>
    <w:p w14:paraId="24990C7B" w14:textId="189BB4C5" w:rsidR="00E6184A" w:rsidRDefault="00E6184A" w:rsidP="00980CF4">
      <w:pPr>
        <w:spacing w:before="240" w:after="240"/>
        <w:ind w:firstLine="709"/>
        <w:rPr>
          <w:bCs/>
        </w:rPr>
      </w:pPr>
      <w:bookmarkStart w:id="278" w:name="_Toc414870643"/>
      <w:bookmarkStart w:id="279" w:name="_Toc525217804"/>
      <w:bookmarkStart w:id="280" w:name="_Toc84326755"/>
      <w:bookmarkStart w:id="281" w:name="_Toc127178082"/>
      <w:r w:rsidRPr="00230B09">
        <w:rPr>
          <w:bCs/>
        </w:rPr>
        <w:t>В январе-</w:t>
      </w:r>
      <w:r w:rsidR="00763463">
        <w:rPr>
          <w:bCs/>
        </w:rPr>
        <w:t>августе</w:t>
      </w:r>
      <w:r w:rsidRPr="00230B09">
        <w:rPr>
          <w:bCs/>
        </w:rPr>
        <w:t xml:space="preserve"> 2024 года доля убыточных организаций по сравнению </w:t>
      </w:r>
      <w:r w:rsidR="004856F4">
        <w:rPr>
          <w:bCs/>
        </w:rPr>
        <w:br/>
      </w:r>
      <w:r w:rsidRPr="00230B09">
        <w:rPr>
          <w:bCs/>
        </w:rPr>
        <w:t xml:space="preserve">с январем- </w:t>
      </w:r>
      <w:r w:rsidR="00763463">
        <w:rPr>
          <w:bCs/>
        </w:rPr>
        <w:t>августом</w:t>
      </w:r>
      <w:r w:rsidRPr="00230B09">
        <w:rPr>
          <w:bCs/>
        </w:rPr>
        <w:t xml:space="preserve"> 2023 </w:t>
      </w:r>
      <w:r w:rsidRPr="00352359">
        <w:rPr>
          <w:bCs/>
        </w:rPr>
        <w:t xml:space="preserve">года увеличилась на </w:t>
      </w:r>
      <w:r w:rsidR="00352359" w:rsidRPr="00352359">
        <w:rPr>
          <w:szCs w:val="24"/>
        </w:rPr>
        <w:t xml:space="preserve">2,7 </w:t>
      </w:r>
      <w:proofErr w:type="spellStart"/>
      <w:r w:rsidR="00EF66C1" w:rsidRPr="00352359">
        <w:rPr>
          <w:szCs w:val="24"/>
          <w:shd w:val="clear" w:color="auto" w:fill="FFFFFF"/>
        </w:rPr>
        <w:t>п.п</w:t>
      </w:r>
      <w:proofErr w:type="spellEnd"/>
      <w:r w:rsidR="00EF66C1" w:rsidRPr="00352359">
        <w:rPr>
          <w:szCs w:val="24"/>
          <w:shd w:val="clear" w:color="auto" w:fill="FFFFFF"/>
        </w:rPr>
        <w:t>. и составила 46,</w:t>
      </w:r>
      <w:r w:rsidR="00352359" w:rsidRPr="00352359">
        <w:rPr>
          <w:szCs w:val="24"/>
          <w:shd w:val="clear" w:color="auto" w:fill="FFFFFF"/>
        </w:rPr>
        <w:t>8</w:t>
      </w:r>
      <w:r w:rsidR="00EF66C1" w:rsidRPr="00352359">
        <w:rPr>
          <w:szCs w:val="24"/>
          <w:shd w:val="clear" w:color="auto" w:fill="FFFFFF"/>
        </w:rPr>
        <w:t>%.</w:t>
      </w:r>
    </w:p>
    <w:p w14:paraId="65AE17F2" w14:textId="330DC34C" w:rsidR="004D0E88" w:rsidRPr="00E85C4E" w:rsidRDefault="004D0E88" w:rsidP="00980CF4">
      <w:pPr>
        <w:pStyle w:val="3"/>
        <w:spacing w:before="360" w:after="120"/>
        <w:ind w:right="0" w:firstLine="709"/>
        <w:jc w:val="both"/>
        <w:rPr>
          <w:b w:val="0"/>
        </w:rPr>
      </w:pPr>
      <w:bookmarkStart w:id="282" w:name="_Toc181255976"/>
      <w:r w:rsidRPr="00E85C4E">
        <w:t>Состояние платежей и расчетов в организациях.</w:t>
      </w:r>
      <w:r w:rsidR="003E46B5">
        <w:rPr>
          <w:b w:val="0"/>
        </w:rPr>
        <w:t xml:space="preserve"> </w:t>
      </w:r>
      <w:r w:rsidR="008E0062" w:rsidRPr="003758BE">
        <w:rPr>
          <w:b w:val="0"/>
        </w:rPr>
        <w:t xml:space="preserve">На конец </w:t>
      </w:r>
      <w:r w:rsidR="00763463">
        <w:rPr>
          <w:b w:val="0"/>
        </w:rPr>
        <w:t>августа</w:t>
      </w:r>
      <w:r w:rsidR="00E725A4" w:rsidRPr="003758BE">
        <w:rPr>
          <w:b w:val="0"/>
        </w:rPr>
        <w:t xml:space="preserve"> 2024</w:t>
      </w:r>
      <w:r w:rsidR="00D1773E" w:rsidRPr="003758BE">
        <w:rPr>
          <w:b w:val="0"/>
        </w:rPr>
        <w:t xml:space="preserve"> года </w:t>
      </w:r>
      <w:r w:rsidR="00D1773E" w:rsidRPr="003758BE">
        <w:t>суммарная задолженность</w:t>
      </w:r>
      <w:r w:rsidR="00D1773E" w:rsidRPr="003758BE">
        <w:rPr>
          <w:b w:val="0"/>
        </w:rPr>
        <w:t xml:space="preserve"> по обязательствам организаций составила </w:t>
      </w:r>
      <w:r w:rsidR="00D1773E" w:rsidRPr="003758BE">
        <w:rPr>
          <w:b w:val="0"/>
        </w:rPr>
        <w:br/>
      </w:r>
      <w:bookmarkEnd w:id="278"/>
      <w:bookmarkEnd w:id="279"/>
      <w:bookmarkEnd w:id="280"/>
      <w:bookmarkEnd w:id="281"/>
      <w:r w:rsidR="00352359" w:rsidRPr="00352359">
        <w:rPr>
          <w:b w:val="0"/>
          <w:bCs/>
        </w:rPr>
        <w:t>250158,4</w:t>
      </w:r>
      <w:r w:rsidR="00352359" w:rsidRPr="00352359">
        <w:t xml:space="preserve"> </w:t>
      </w:r>
      <w:r w:rsidR="00E6184A" w:rsidRPr="00352359">
        <w:rPr>
          <w:b w:val="0"/>
          <w:bCs/>
        </w:rPr>
        <w:t>млн рублей.</w:t>
      </w:r>
      <w:bookmarkEnd w:id="282"/>
    </w:p>
    <w:p w14:paraId="62D98EEE" w14:textId="42F079E7" w:rsidR="004D0E88" w:rsidRPr="00E85C4E" w:rsidRDefault="004D0E88" w:rsidP="00980CF4">
      <w:pPr>
        <w:pStyle w:val="3"/>
        <w:spacing w:before="240" w:after="240"/>
        <w:ind w:right="0"/>
      </w:pPr>
      <w:bookmarkStart w:id="283" w:name="_Toc414870644"/>
      <w:bookmarkStart w:id="284" w:name="_Toc525217805"/>
      <w:bookmarkStart w:id="285" w:name="_Toc84326756"/>
      <w:bookmarkStart w:id="286" w:name="_Toc127178083"/>
      <w:bookmarkStart w:id="287" w:name="_Toc181255977"/>
      <w:r w:rsidRPr="00E85C4E">
        <w:t>Размер и структура задолженности организаций</w:t>
      </w:r>
      <w:bookmarkEnd w:id="283"/>
      <w:bookmarkEnd w:id="284"/>
      <w:bookmarkEnd w:id="285"/>
      <w:bookmarkEnd w:id="286"/>
      <w:r w:rsidRPr="00E85C4E">
        <w:br/>
      </w:r>
      <w:r w:rsidRPr="00343BCB">
        <w:t xml:space="preserve">в </w:t>
      </w:r>
      <w:r w:rsidR="00763463">
        <w:t>августе</w:t>
      </w:r>
      <w:r w:rsidR="00E725A4" w:rsidRPr="00343BCB">
        <w:t xml:space="preserve"> 2024</w:t>
      </w:r>
      <w:r w:rsidRPr="00343BCB">
        <w:t xml:space="preserve"> год</w:t>
      </w:r>
      <w:r w:rsidR="003E46B5" w:rsidRPr="00343BCB">
        <w:t>а</w:t>
      </w:r>
      <w:bookmarkEnd w:id="287"/>
    </w:p>
    <w:p w14:paraId="4F4D2F81" w14:textId="77777777" w:rsidR="004D0E88" w:rsidRPr="000F0138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0F0138">
        <w:rPr>
          <w:b/>
          <w:sz w:val="20"/>
        </w:rPr>
        <w:t>на конец месяца; миллионов рублей</w:t>
      </w:r>
    </w:p>
    <w:tbl>
      <w:tblPr>
        <w:tblW w:w="90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6"/>
        <w:gridCol w:w="1454"/>
        <w:gridCol w:w="1416"/>
        <w:gridCol w:w="1454"/>
        <w:gridCol w:w="1416"/>
      </w:tblGrid>
      <w:tr w:rsidR="00FA288E" w:rsidRPr="00282AA4" w14:paraId="25AA957A" w14:textId="77777777" w:rsidTr="00E6184A">
        <w:trPr>
          <w:trHeight w:val="283"/>
          <w:jc w:val="center"/>
        </w:trPr>
        <w:tc>
          <w:tcPr>
            <w:tcW w:w="3346" w:type="dxa"/>
            <w:shd w:val="clear" w:color="auto" w:fill="auto"/>
            <w:vAlign w:val="center"/>
            <w:hideMark/>
          </w:tcPr>
          <w:p w14:paraId="5F24490B" w14:textId="77777777" w:rsidR="00FA288E" w:rsidRPr="00511508" w:rsidRDefault="00FA288E" w:rsidP="00C922DF">
            <w:pPr>
              <w:jc w:val="center"/>
              <w:rPr>
                <w:b/>
                <w:bCs/>
                <w:sz w:val="20"/>
              </w:rPr>
            </w:pPr>
            <w:bookmarkStart w:id="288" w:name="_Toc127178084"/>
            <w:bookmarkStart w:id="289" w:name="_Toc414870646"/>
            <w:bookmarkStart w:id="290" w:name="_Toc525217807"/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0E131B64" w14:textId="77777777"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Всего задолженность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0E0E907E" w14:textId="77777777"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proofErr w:type="gramStart"/>
            <w:r w:rsidRPr="00282AA4">
              <w:rPr>
                <w:b/>
                <w:bCs/>
                <w:sz w:val="20"/>
              </w:rPr>
              <w:t>В  %</w:t>
            </w:r>
            <w:proofErr w:type="gramEnd"/>
            <w:r w:rsidRPr="00282AA4">
              <w:rPr>
                <w:b/>
                <w:bCs/>
                <w:sz w:val="20"/>
              </w:rPr>
              <w:t xml:space="preserve">  к</w:t>
            </w:r>
            <w:r w:rsidRPr="00282AA4">
              <w:rPr>
                <w:b/>
                <w:bCs/>
                <w:sz w:val="20"/>
              </w:rPr>
              <w:br/>
              <w:t>концу предыдущего месяца</w:t>
            </w:r>
          </w:p>
        </w:tc>
        <w:tc>
          <w:tcPr>
            <w:tcW w:w="1454" w:type="dxa"/>
            <w:shd w:val="clear" w:color="auto" w:fill="auto"/>
            <w:vAlign w:val="center"/>
            <w:hideMark/>
          </w:tcPr>
          <w:p w14:paraId="5FC9D7FC" w14:textId="77777777"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Просроченная задолженность</w:t>
            </w:r>
          </w:p>
        </w:tc>
        <w:tc>
          <w:tcPr>
            <w:tcW w:w="1416" w:type="dxa"/>
            <w:shd w:val="clear" w:color="auto" w:fill="auto"/>
            <w:vAlign w:val="center"/>
            <w:hideMark/>
          </w:tcPr>
          <w:p w14:paraId="5D6FD0D0" w14:textId="77777777"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proofErr w:type="gramStart"/>
            <w:r w:rsidRPr="00282AA4">
              <w:rPr>
                <w:b/>
                <w:bCs/>
                <w:sz w:val="20"/>
              </w:rPr>
              <w:t>В  %</w:t>
            </w:r>
            <w:proofErr w:type="gramEnd"/>
            <w:r w:rsidRPr="00282AA4">
              <w:rPr>
                <w:b/>
                <w:bCs/>
                <w:sz w:val="20"/>
              </w:rPr>
              <w:t xml:space="preserve">  к</w:t>
            </w:r>
            <w:r w:rsidRPr="00282AA4">
              <w:rPr>
                <w:b/>
                <w:bCs/>
                <w:sz w:val="20"/>
              </w:rPr>
              <w:br/>
              <w:t>концу предыдущего месяца</w:t>
            </w:r>
          </w:p>
        </w:tc>
      </w:tr>
      <w:tr w:rsidR="00352359" w:rsidRPr="00253420" w14:paraId="20770F76" w14:textId="77777777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14:paraId="1C3541F7" w14:textId="77777777" w:rsidR="00352359" w:rsidRPr="00282AA4" w:rsidRDefault="00352359" w:rsidP="00352359">
            <w:pPr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Суммарная задолженность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42304FA3" w14:textId="1A056986" w:rsidR="00352359" w:rsidRPr="00763463" w:rsidRDefault="00352359" w:rsidP="00352359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250158,4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526BEED0" w14:textId="18DFD8A7" w:rsidR="00352359" w:rsidRPr="00763463" w:rsidRDefault="00352359" w:rsidP="0035235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105,3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11B59029" w14:textId="04FA3757" w:rsidR="00352359" w:rsidRPr="00763463" w:rsidRDefault="00352359" w:rsidP="0035235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7D682C43" w14:textId="70DB570F" w:rsidR="00352359" w:rsidRPr="00763463" w:rsidRDefault="00352359" w:rsidP="0035235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94,1</w:t>
            </w:r>
          </w:p>
        </w:tc>
      </w:tr>
      <w:tr w:rsidR="00FA288E" w:rsidRPr="00282AA4" w14:paraId="0E9347BF" w14:textId="77777777" w:rsidTr="00C922DF">
        <w:trPr>
          <w:trHeight w:val="227"/>
          <w:jc w:val="center"/>
        </w:trPr>
        <w:tc>
          <w:tcPr>
            <w:tcW w:w="9086" w:type="dxa"/>
            <w:gridSpan w:val="5"/>
            <w:shd w:val="clear" w:color="auto" w:fill="auto"/>
            <w:vAlign w:val="bottom"/>
            <w:hideMark/>
          </w:tcPr>
          <w:p w14:paraId="1298E4EE" w14:textId="77777777" w:rsidR="00FA288E" w:rsidRPr="00282AA4" w:rsidRDefault="00FA288E" w:rsidP="00C922DF">
            <w:pPr>
              <w:ind w:left="340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числе:</w:t>
            </w:r>
          </w:p>
        </w:tc>
      </w:tr>
      <w:tr w:rsidR="00352359" w:rsidRPr="00282AA4" w14:paraId="4B0C55B4" w14:textId="77777777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14:paraId="4334103A" w14:textId="77777777" w:rsidR="00352359" w:rsidRPr="00282AA4" w:rsidRDefault="00352359" w:rsidP="00352359">
            <w:pPr>
              <w:ind w:left="113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кредиторская задолженность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3F5F507F" w14:textId="3D05CE71" w:rsidR="00352359" w:rsidRPr="00763463" w:rsidRDefault="00352359" w:rsidP="00352359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151520,7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469FE04B" w14:textId="475DAB18" w:rsidR="00352359" w:rsidRPr="00763463" w:rsidRDefault="00352359" w:rsidP="0035235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106,5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7E6C7402" w14:textId="23342AC2" w:rsidR="00352359" w:rsidRPr="00763463" w:rsidRDefault="00352359" w:rsidP="0035235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9782,6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21AB7DF8" w14:textId="29AFAC05" w:rsidR="00352359" w:rsidRPr="00763463" w:rsidRDefault="00352359" w:rsidP="0035235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94,1</w:t>
            </w:r>
          </w:p>
        </w:tc>
      </w:tr>
      <w:tr w:rsidR="00352359" w:rsidRPr="00282AA4" w14:paraId="1996372C" w14:textId="77777777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14:paraId="3340C697" w14:textId="77777777" w:rsidR="00352359" w:rsidRPr="00282AA4" w:rsidRDefault="00352359" w:rsidP="00352359">
            <w:pPr>
              <w:ind w:left="227"/>
              <w:rPr>
                <w:b/>
                <w:bCs/>
                <w:sz w:val="20"/>
              </w:rPr>
            </w:pPr>
            <w:proofErr w:type="gramStart"/>
            <w:r w:rsidRPr="00282AA4">
              <w:rPr>
                <w:b/>
                <w:bCs/>
                <w:sz w:val="20"/>
              </w:rPr>
              <w:t>в  %</w:t>
            </w:r>
            <w:proofErr w:type="gramEnd"/>
            <w:r w:rsidRPr="00282AA4">
              <w:rPr>
                <w:b/>
                <w:bCs/>
                <w:sz w:val="20"/>
              </w:rPr>
              <w:t xml:space="preserve">  к итогу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570F4D6B" w14:textId="34382565" w:rsidR="00352359" w:rsidRPr="00763463" w:rsidRDefault="00352359" w:rsidP="00352359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60,6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0119F56A" w14:textId="28761EF6" w:rsidR="00352359" w:rsidRPr="00763463" w:rsidRDefault="00352359" w:rsidP="0035235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5BE89A6E" w14:textId="364EE1A7" w:rsidR="00352359" w:rsidRPr="00763463" w:rsidRDefault="00352359" w:rsidP="0035235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05794D46" w14:textId="56621392" w:rsidR="00352359" w:rsidRPr="00763463" w:rsidRDefault="00352359" w:rsidP="0035235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52359" w:rsidRPr="00282AA4" w14:paraId="6C6A7B50" w14:textId="77777777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14:paraId="32CF4410" w14:textId="77777777" w:rsidR="00352359" w:rsidRPr="00282AA4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задолженность по кредитам </w:t>
            </w:r>
            <w:r w:rsidRPr="00282AA4">
              <w:rPr>
                <w:b/>
                <w:bCs/>
                <w:sz w:val="20"/>
              </w:rPr>
              <w:br/>
              <w:t>и займам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5472F2AD" w14:textId="06C082CB" w:rsidR="00352359" w:rsidRPr="00763463" w:rsidRDefault="00352359" w:rsidP="00352359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98637,7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58D4C105" w14:textId="4B5CF2AC" w:rsidR="00352359" w:rsidRPr="00763463" w:rsidRDefault="00352359" w:rsidP="00352359">
            <w:pPr>
              <w:tabs>
                <w:tab w:val="left" w:pos="403"/>
              </w:tabs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103,7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74FDC56A" w14:textId="0CE15FB0" w:rsidR="00352359" w:rsidRPr="00763463" w:rsidRDefault="00352359" w:rsidP="00352359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468B633A" w14:textId="2961CDB6" w:rsidR="00352359" w:rsidRPr="00763463" w:rsidRDefault="00352359" w:rsidP="00352359">
            <w:pPr>
              <w:tabs>
                <w:tab w:val="left" w:pos="455"/>
                <w:tab w:val="left" w:pos="597"/>
              </w:tabs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80,4</w:t>
            </w:r>
          </w:p>
        </w:tc>
      </w:tr>
      <w:tr w:rsidR="00352359" w:rsidRPr="00282AA4" w14:paraId="33F3A925" w14:textId="77777777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  <w:hideMark/>
          </w:tcPr>
          <w:p w14:paraId="4C09A4B2" w14:textId="77777777" w:rsidR="00352359" w:rsidRPr="00282AA4" w:rsidRDefault="00352359" w:rsidP="00352359">
            <w:pPr>
              <w:ind w:left="227"/>
              <w:rPr>
                <w:b/>
                <w:bCs/>
                <w:sz w:val="20"/>
              </w:rPr>
            </w:pPr>
            <w:proofErr w:type="gramStart"/>
            <w:r w:rsidRPr="00282AA4">
              <w:rPr>
                <w:b/>
                <w:bCs/>
                <w:sz w:val="20"/>
              </w:rPr>
              <w:t>в  %</w:t>
            </w:r>
            <w:proofErr w:type="gramEnd"/>
            <w:r w:rsidRPr="00282AA4">
              <w:rPr>
                <w:b/>
                <w:bCs/>
                <w:sz w:val="20"/>
              </w:rPr>
              <w:t xml:space="preserve">  к итогу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29002B97" w14:textId="10C154DB" w:rsidR="00352359" w:rsidRPr="00763463" w:rsidRDefault="00352359" w:rsidP="00352359">
            <w:pPr>
              <w:tabs>
                <w:tab w:val="left" w:pos="727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39,4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0694FB0D" w14:textId="49AEC0C1" w:rsidR="00352359" w:rsidRPr="00763463" w:rsidRDefault="00352359" w:rsidP="0035235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1C6FE83C" w14:textId="4A4BB66A" w:rsidR="00352359" w:rsidRPr="00763463" w:rsidRDefault="00352359" w:rsidP="00352359">
            <w:pPr>
              <w:tabs>
                <w:tab w:val="left" w:pos="598"/>
              </w:tabs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0C2CF65B" w14:textId="4083F480" w:rsidR="00352359" w:rsidRPr="00763463" w:rsidRDefault="00352359" w:rsidP="0035235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х</w:t>
            </w:r>
          </w:p>
        </w:tc>
      </w:tr>
      <w:tr w:rsidR="00352359" w:rsidRPr="00511508" w14:paraId="2429F927" w14:textId="77777777" w:rsidTr="00E6184A">
        <w:trPr>
          <w:trHeight w:val="227"/>
          <w:jc w:val="center"/>
        </w:trPr>
        <w:tc>
          <w:tcPr>
            <w:tcW w:w="3346" w:type="dxa"/>
            <w:shd w:val="clear" w:color="auto" w:fill="auto"/>
            <w:vAlign w:val="bottom"/>
          </w:tcPr>
          <w:p w14:paraId="25ACD11A" w14:textId="77777777" w:rsidR="00352359" w:rsidRPr="00282AA4" w:rsidRDefault="00352359" w:rsidP="00352359">
            <w:pPr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Дебиторская задолженность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71DE920F" w14:textId="54B9E224" w:rsidR="00352359" w:rsidRPr="00763463" w:rsidRDefault="00352359" w:rsidP="00352359">
            <w:pPr>
              <w:tabs>
                <w:tab w:val="left" w:pos="727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340637,5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02962B76" w14:textId="05E24045" w:rsidR="00352359" w:rsidRPr="00763463" w:rsidRDefault="00352359" w:rsidP="0035235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107,5</w:t>
            </w:r>
          </w:p>
        </w:tc>
        <w:tc>
          <w:tcPr>
            <w:tcW w:w="1454" w:type="dxa"/>
            <w:shd w:val="clear" w:color="auto" w:fill="auto"/>
            <w:vAlign w:val="bottom"/>
          </w:tcPr>
          <w:p w14:paraId="560DF175" w14:textId="47DA7168" w:rsidR="00352359" w:rsidRPr="00763463" w:rsidRDefault="00352359" w:rsidP="00352359">
            <w:pPr>
              <w:tabs>
                <w:tab w:val="left" w:pos="598"/>
              </w:tabs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10343,7</w:t>
            </w:r>
          </w:p>
        </w:tc>
        <w:tc>
          <w:tcPr>
            <w:tcW w:w="1416" w:type="dxa"/>
            <w:shd w:val="clear" w:color="auto" w:fill="auto"/>
            <w:vAlign w:val="bottom"/>
          </w:tcPr>
          <w:p w14:paraId="6FF4FA0F" w14:textId="2C5B6C01" w:rsidR="00352359" w:rsidRPr="00763463" w:rsidRDefault="00352359" w:rsidP="0035235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98,7</w:t>
            </w:r>
          </w:p>
        </w:tc>
      </w:tr>
    </w:tbl>
    <w:p w14:paraId="3FFD6E19" w14:textId="29E3A357" w:rsidR="00E6184A" w:rsidRPr="00352359" w:rsidRDefault="004D0E88" w:rsidP="006D0921">
      <w:pPr>
        <w:pStyle w:val="3"/>
        <w:spacing w:before="360" w:after="120"/>
        <w:ind w:right="0" w:firstLine="709"/>
        <w:jc w:val="both"/>
        <w:rPr>
          <w:b w:val="0"/>
          <w:bCs/>
        </w:rPr>
      </w:pPr>
      <w:bookmarkStart w:id="291" w:name="_Toc181255978"/>
      <w:r w:rsidRPr="00E85C4E">
        <w:t>Кредиторская задолженность</w:t>
      </w:r>
      <w:r w:rsidR="003E46B5">
        <w:rPr>
          <w:b w:val="0"/>
        </w:rPr>
        <w:t xml:space="preserve"> </w:t>
      </w:r>
      <w:r w:rsidR="00813990" w:rsidRPr="009D7278">
        <w:rPr>
          <w:b w:val="0"/>
        </w:rPr>
        <w:t xml:space="preserve">на конец </w:t>
      </w:r>
      <w:r w:rsidR="00763463">
        <w:rPr>
          <w:b w:val="0"/>
        </w:rPr>
        <w:t>августа</w:t>
      </w:r>
      <w:r w:rsidR="00E668A1" w:rsidRPr="009D7278">
        <w:rPr>
          <w:b w:val="0"/>
        </w:rPr>
        <w:t xml:space="preserve"> 2024 года составила </w:t>
      </w:r>
      <w:r w:rsidR="00E668A1" w:rsidRPr="009D7278">
        <w:rPr>
          <w:b w:val="0"/>
        </w:rPr>
        <w:br/>
      </w:r>
      <w:r w:rsidR="00352359" w:rsidRPr="00352359">
        <w:rPr>
          <w:b w:val="0"/>
          <w:bCs/>
        </w:rPr>
        <w:t>151520,7</w:t>
      </w:r>
      <w:r w:rsidR="00352359">
        <w:t xml:space="preserve"> </w:t>
      </w:r>
      <w:r w:rsidR="00FA288E" w:rsidRPr="009D7278">
        <w:rPr>
          <w:b w:val="0"/>
        </w:rPr>
        <w:t xml:space="preserve">млн рублей, из нее </w:t>
      </w:r>
      <w:r w:rsidR="00FA288E" w:rsidRPr="009D7278">
        <w:t>просроченная</w:t>
      </w:r>
      <w:r w:rsidR="00FA288E" w:rsidRPr="009D7278">
        <w:rPr>
          <w:b w:val="0"/>
        </w:rPr>
        <w:t xml:space="preserve"> – </w:t>
      </w:r>
      <w:bookmarkStart w:id="292" w:name="_Toc127178085"/>
      <w:bookmarkEnd w:id="288"/>
      <w:bookmarkEnd w:id="289"/>
      <w:bookmarkEnd w:id="290"/>
      <w:r w:rsidR="00352359" w:rsidRPr="00352359">
        <w:rPr>
          <w:b w:val="0"/>
          <w:bCs/>
        </w:rPr>
        <w:t>9782,6</w:t>
      </w:r>
      <w:r w:rsidR="00352359">
        <w:t xml:space="preserve"> </w:t>
      </w:r>
      <w:r w:rsidR="00E6184A" w:rsidRPr="00352359">
        <w:rPr>
          <w:b w:val="0"/>
          <w:bCs/>
        </w:rPr>
        <w:t xml:space="preserve">млн рублей или </w:t>
      </w:r>
      <w:r w:rsidR="00352359" w:rsidRPr="00352359">
        <w:rPr>
          <w:b w:val="0"/>
          <w:bCs/>
        </w:rPr>
        <w:t>6</w:t>
      </w:r>
      <w:r w:rsidR="00E6184A" w:rsidRPr="00352359">
        <w:rPr>
          <w:b w:val="0"/>
          <w:bCs/>
        </w:rPr>
        <w:t>,</w:t>
      </w:r>
      <w:r w:rsidR="00352359" w:rsidRPr="00352359">
        <w:rPr>
          <w:b w:val="0"/>
          <w:bCs/>
        </w:rPr>
        <w:t>5</w:t>
      </w:r>
      <w:r w:rsidR="00E6184A" w:rsidRPr="00352359">
        <w:rPr>
          <w:b w:val="0"/>
          <w:bCs/>
        </w:rPr>
        <w:t>%</w:t>
      </w:r>
      <w:r w:rsidR="00E6184A" w:rsidRPr="009D7278">
        <w:rPr>
          <w:b w:val="0"/>
          <w:bCs/>
        </w:rPr>
        <w:t xml:space="preserve"> от общей суммы кредиторской задолженности (на конец </w:t>
      </w:r>
      <w:r w:rsidR="00763463">
        <w:rPr>
          <w:b w:val="0"/>
          <w:bCs/>
        </w:rPr>
        <w:t>августа</w:t>
      </w:r>
      <w:r w:rsidR="00E6184A" w:rsidRPr="009D7278">
        <w:rPr>
          <w:b w:val="0"/>
          <w:bCs/>
        </w:rPr>
        <w:t xml:space="preserve"> 2023 года – </w:t>
      </w:r>
      <w:r w:rsidR="00826E91" w:rsidRPr="00352359">
        <w:rPr>
          <w:b w:val="0"/>
          <w:bCs/>
        </w:rPr>
        <w:t>7,</w:t>
      </w:r>
      <w:r w:rsidR="00352359" w:rsidRPr="00352359">
        <w:rPr>
          <w:b w:val="0"/>
          <w:bCs/>
        </w:rPr>
        <w:t>4</w:t>
      </w:r>
      <w:r w:rsidR="00E6184A" w:rsidRPr="00352359">
        <w:rPr>
          <w:b w:val="0"/>
          <w:bCs/>
        </w:rPr>
        <w:t xml:space="preserve">%, на конец </w:t>
      </w:r>
      <w:r w:rsidR="000D7F47" w:rsidRPr="00352359">
        <w:rPr>
          <w:b w:val="0"/>
          <w:bCs/>
        </w:rPr>
        <w:t>ию</w:t>
      </w:r>
      <w:r w:rsidR="00763463" w:rsidRPr="00352359">
        <w:rPr>
          <w:b w:val="0"/>
          <w:bCs/>
        </w:rPr>
        <w:t>л</w:t>
      </w:r>
      <w:r w:rsidR="000D7F47" w:rsidRPr="00352359">
        <w:rPr>
          <w:b w:val="0"/>
          <w:bCs/>
        </w:rPr>
        <w:t>я</w:t>
      </w:r>
      <w:r w:rsidR="00E6184A" w:rsidRPr="00352359">
        <w:rPr>
          <w:b w:val="0"/>
          <w:bCs/>
        </w:rPr>
        <w:t xml:space="preserve"> </w:t>
      </w:r>
      <w:r w:rsidR="009478A1" w:rsidRPr="00352359">
        <w:rPr>
          <w:b w:val="0"/>
          <w:bCs/>
        </w:rPr>
        <w:br/>
      </w:r>
      <w:r w:rsidR="00E6184A" w:rsidRPr="00352359">
        <w:rPr>
          <w:b w:val="0"/>
          <w:bCs/>
        </w:rPr>
        <w:t xml:space="preserve">2024 года – </w:t>
      </w:r>
      <w:r w:rsidR="009D7278" w:rsidRPr="00352359">
        <w:rPr>
          <w:b w:val="0"/>
          <w:bCs/>
        </w:rPr>
        <w:t>7,</w:t>
      </w:r>
      <w:r w:rsidR="00352359" w:rsidRPr="00352359">
        <w:rPr>
          <w:b w:val="0"/>
          <w:bCs/>
        </w:rPr>
        <w:t>3</w:t>
      </w:r>
      <w:r w:rsidR="00E6184A" w:rsidRPr="00352359">
        <w:rPr>
          <w:b w:val="0"/>
          <w:bCs/>
        </w:rPr>
        <w:t>%).</w:t>
      </w:r>
      <w:bookmarkEnd w:id="291"/>
    </w:p>
    <w:p w14:paraId="0176F44E" w14:textId="77777777" w:rsidR="00980CF4" w:rsidRDefault="00980CF4">
      <w:pPr>
        <w:jc w:val="left"/>
        <w:rPr>
          <w:b/>
        </w:rPr>
      </w:pPr>
      <w:r>
        <w:br w:type="page"/>
      </w:r>
    </w:p>
    <w:p w14:paraId="5C8C71BF" w14:textId="10755CD4" w:rsidR="004D0E88" w:rsidRPr="00E85C4E" w:rsidRDefault="009D7278" w:rsidP="0073550C">
      <w:pPr>
        <w:pStyle w:val="3"/>
        <w:spacing w:before="480" w:after="240"/>
        <w:ind w:right="0" w:firstLine="720"/>
        <w:rPr>
          <w:bCs/>
        </w:rPr>
      </w:pPr>
      <w:bookmarkStart w:id="293" w:name="_Toc181255979"/>
      <w:r>
        <w:lastRenderedPageBreak/>
        <w:t>П</w:t>
      </w:r>
      <w:r w:rsidR="004D0E88" w:rsidRPr="00E85C4E">
        <w:t>росроченная кредиторская задолженность организаций</w:t>
      </w:r>
      <w:r w:rsidR="004D0E88" w:rsidRPr="00E85C4E">
        <w:br/>
        <w:t>по видам экономической деятельности</w:t>
      </w:r>
      <w:bookmarkEnd w:id="292"/>
      <w:r w:rsidR="004D0E88" w:rsidRPr="00E85C4E">
        <w:br/>
      </w:r>
      <w:r w:rsidR="008E0062" w:rsidRPr="00343BCB">
        <w:rPr>
          <w:bCs/>
        </w:rPr>
        <w:t>в</w:t>
      </w:r>
      <w:r w:rsidR="00E6184A" w:rsidRPr="00343BCB">
        <w:rPr>
          <w:bCs/>
        </w:rPr>
        <w:t xml:space="preserve"> </w:t>
      </w:r>
      <w:r w:rsidR="00352359">
        <w:rPr>
          <w:bCs/>
        </w:rPr>
        <w:t>августе</w:t>
      </w:r>
      <w:r w:rsidR="00E725A4" w:rsidRPr="00343BCB">
        <w:rPr>
          <w:bCs/>
        </w:rPr>
        <w:t xml:space="preserve"> 2024</w:t>
      </w:r>
      <w:r w:rsidR="004D0E88" w:rsidRPr="00343BCB">
        <w:rPr>
          <w:bCs/>
        </w:rPr>
        <w:t xml:space="preserve"> год</w:t>
      </w:r>
      <w:r w:rsidR="003E46B5" w:rsidRPr="00343BCB">
        <w:rPr>
          <w:bCs/>
        </w:rPr>
        <w:t>а</w:t>
      </w:r>
      <w:bookmarkEnd w:id="293"/>
    </w:p>
    <w:p w14:paraId="12F499B6" w14:textId="77777777" w:rsidR="004D0E88" w:rsidRPr="006B7AF6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6B7AF6">
        <w:rPr>
          <w:b/>
          <w:sz w:val="20"/>
        </w:rPr>
        <w:t>на конец месяца; миллионов рублей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FA288E" w:rsidRPr="006E416F" w14:paraId="7996C472" w14:textId="77777777" w:rsidTr="00C922DF">
        <w:trPr>
          <w:trHeight w:val="283"/>
          <w:jc w:val="center"/>
        </w:trPr>
        <w:tc>
          <w:tcPr>
            <w:tcW w:w="3402" w:type="dxa"/>
            <w:vMerge w:val="restart"/>
            <w:shd w:val="clear" w:color="auto" w:fill="auto"/>
            <w:vAlign w:val="center"/>
            <w:hideMark/>
          </w:tcPr>
          <w:p w14:paraId="4CB98F1E" w14:textId="77777777"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  <w:bookmarkStart w:id="294" w:name="_Toc414870647"/>
            <w:bookmarkStart w:id="295" w:name="_Toc525217808"/>
            <w:bookmarkStart w:id="296" w:name="_Toc84326759"/>
            <w:bookmarkStart w:id="297" w:name="_Toc127178086"/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05B44DFD" w14:textId="77777777"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 xml:space="preserve">Количество </w:t>
            </w:r>
            <w:proofErr w:type="spellStart"/>
            <w:proofErr w:type="gramStart"/>
            <w:r w:rsidRPr="006E416F">
              <w:rPr>
                <w:b/>
                <w:bCs/>
                <w:sz w:val="20"/>
              </w:rPr>
              <w:t>организа</w:t>
            </w:r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>ций</w:t>
            </w:r>
            <w:proofErr w:type="spellEnd"/>
            <w:proofErr w:type="gramEnd"/>
            <w:r w:rsidRPr="006E416F">
              <w:rPr>
                <w:b/>
                <w:bCs/>
                <w:sz w:val="20"/>
              </w:rPr>
              <w:t>, имею</w:t>
            </w:r>
            <w:r>
              <w:rPr>
                <w:b/>
                <w:bCs/>
                <w:sz w:val="20"/>
              </w:rPr>
              <w:t>-</w:t>
            </w:r>
            <w:proofErr w:type="spellStart"/>
            <w:r w:rsidRPr="006E416F">
              <w:rPr>
                <w:b/>
                <w:bCs/>
                <w:sz w:val="20"/>
              </w:rPr>
              <w:t>щих</w:t>
            </w:r>
            <w:proofErr w:type="spellEnd"/>
            <w:r w:rsidRPr="006E416F">
              <w:rPr>
                <w:b/>
                <w:bCs/>
                <w:sz w:val="20"/>
              </w:rPr>
              <w:t xml:space="preserve"> </w:t>
            </w:r>
            <w:proofErr w:type="spellStart"/>
            <w:r w:rsidRPr="006E416F">
              <w:rPr>
                <w:b/>
                <w:bCs/>
                <w:sz w:val="20"/>
              </w:rPr>
              <w:t>прос</w:t>
            </w:r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>роченную</w:t>
            </w:r>
            <w:proofErr w:type="spellEnd"/>
            <w:r w:rsidRPr="006E416F">
              <w:rPr>
                <w:b/>
                <w:bCs/>
                <w:sz w:val="20"/>
              </w:rPr>
              <w:t xml:space="preserve"> </w:t>
            </w:r>
            <w:proofErr w:type="spellStart"/>
            <w:r w:rsidRPr="006E416F">
              <w:rPr>
                <w:b/>
                <w:bCs/>
                <w:sz w:val="20"/>
              </w:rPr>
              <w:t>кредиторс</w:t>
            </w:r>
            <w:proofErr w:type="spellEnd"/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 xml:space="preserve">кую </w:t>
            </w:r>
            <w:proofErr w:type="spellStart"/>
            <w:r w:rsidRPr="006E416F">
              <w:rPr>
                <w:b/>
                <w:bCs/>
                <w:sz w:val="20"/>
              </w:rPr>
              <w:t>задол</w:t>
            </w:r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>женность</w:t>
            </w:r>
            <w:proofErr w:type="spellEnd"/>
            <w:r w:rsidRPr="006E416F">
              <w:rPr>
                <w:b/>
                <w:bCs/>
                <w:sz w:val="20"/>
              </w:rPr>
              <w:t>,</w:t>
            </w:r>
            <w:r>
              <w:rPr>
                <w:b/>
                <w:bCs/>
                <w:sz w:val="20"/>
              </w:rPr>
              <w:t xml:space="preserve"> </w:t>
            </w:r>
            <w:r w:rsidRPr="006E416F">
              <w:rPr>
                <w:b/>
                <w:bCs/>
                <w:sz w:val="20"/>
              </w:rPr>
              <w:t>ед.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  <w:hideMark/>
          </w:tcPr>
          <w:p w14:paraId="71209F73" w14:textId="77777777"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spellStart"/>
            <w:proofErr w:type="gramStart"/>
            <w:r w:rsidRPr="006E416F">
              <w:rPr>
                <w:b/>
                <w:bCs/>
                <w:sz w:val="20"/>
              </w:rPr>
              <w:t>Просро-ченная</w:t>
            </w:r>
            <w:proofErr w:type="spellEnd"/>
            <w:proofErr w:type="gramEnd"/>
            <w:r w:rsidRPr="006E416F">
              <w:rPr>
                <w:b/>
                <w:bCs/>
                <w:sz w:val="20"/>
              </w:rPr>
              <w:t xml:space="preserve"> задолжен-</w:t>
            </w:r>
            <w:proofErr w:type="spellStart"/>
            <w:r w:rsidRPr="006E416F">
              <w:rPr>
                <w:b/>
                <w:bCs/>
                <w:sz w:val="20"/>
              </w:rPr>
              <w:t>ность</w:t>
            </w:r>
            <w:proofErr w:type="spellEnd"/>
          </w:p>
        </w:tc>
        <w:tc>
          <w:tcPr>
            <w:tcW w:w="3402" w:type="dxa"/>
            <w:gridSpan w:val="3"/>
            <w:shd w:val="clear" w:color="auto" w:fill="auto"/>
            <w:vAlign w:val="center"/>
            <w:hideMark/>
          </w:tcPr>
          <w:p w14:paraId="0B91F5FE" w14:textId="77777777"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из нее:</w:t>
            </w:r>
          </w:p>
        </w:tc>
      </w:tr>
      <w:tr w:rsidR="00FA288E" w:rsidRPr="006E416F" w14:paraId="652C03AE" w14:textId="77777777" w:rsidTr="00C922DF">
        <w:trPr>
          <w:trHeight w:val="1587"/>
          <w:jc w:val="center"/>
        </w:trPr>
        <w:tc>
          <w:tcPr>
            <w:tcW w:w="3402" w:type="dxa"/>
            <w:vMerge/>
            <w:vAlign w:val="center"/>
            <w:hideMark/>
          </w:tcPr>
          <w:p w14:paraId="27FB4BF1" w14:textId="77777777"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6E9D2035" w14:textId="77777777"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14:paraId="1CE99248" w14:textId="77777777" w:rsidR="00FA288E" w:rsidRPr="006E416F" w:rsidRDefault="00FA288E" w:rsidP="00C922DF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79DA5E7" w14:textId="77777777"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proofErr w:type="gramStart"/>
            <w:r w:rsidRPr="006E416F">
              <w:rPr>
                <w:b/>
                <w:bCs/>
                <w:sz w:val="20"/>
              </w:rPr>
              <w:t>постав-</w:t>
            </w:r>
            <w:proofErr w:type="spellStart"/>
            <w:r w:rsidRPr="006E416F">
              <w:rPr>
                <w:b/>
                <w:bCs/>
                <w:sz w:val="20"/>
              </w:rPr>
              <w:t>щикам</w:t>
            </w:r>
            <w:proofErr w:type="spellEnd"/>
            <w:proofErr w:type="gramEnd"/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05F26F48" w14:textId="77777777"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в бюджеты всех уровней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14:paraId="40A3C0E6" w14:textId="77777777" w:rsidR="00FA288E" w:rsidRPr="006E416F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 xml:space="preserve">по </w:t>
            </w:r>
            <w:proofErr w:type="gramStart"/>
            <w:r w:rsidRPr="006E416F">
              <w:rPr>
                <w:b/>
                <w:bCs/>
                <w:sz w:val="20"/>
              </w:rPr>
              <w:t>плате-</w:t>
            </w:r>
            <w:proofErr w:type="spellStart"/>
            <w:r w:rsidRPr="006E416F">
              <w:rPr>
                <w:b/>
                <w:bCs/>
                <w:sz w:val="20"/>
              </w:rPr>
              <w:t>жам</w:t>
            </w:r>
            <w:proofErr w:type="spellEnd"/>
            <w:proofErr w:type="gramEnd"/>
            <w:r w:rsidRPr="006E416F">
              <w:rPr>
                <w:b/>
                <w:bCs/>
                <w:sz w:val="20"/>
              </w:rPr>
              <w:t xml:space="preserve"> в </w:t>
            </w:r>
            <w:proofErr w:type="spellStart"/>
            <w:r w:rsidRPr="006E416F">
              <w:rPr>
                <w:b/>
                <w:bCs/>
                <w:sz w:val="20"/>
              </w:rPr>
              <w:t>го</w:t>
            </w:r>
            <w:proofErr w:type="spellEnd"/>
            <w:r w:rsidRPr="006E416F">
              <w:rPr>
                <w:b/>
                <w:bCs/>
                <w:sz w:val="20"/>
              </w:rPr>
              <w:t>-</w:t>
            </w:r>
            <w:proofErr w:type="spellStart"/>
            <w:r w:rsidRPr="006E416F">
              <w:rPr>
                <w:b/>
                <w:bCs/>
                <w:sz w:val="20"/>
              </w:rPr>
              <w:t>сударст</w:t>
            </w:r>
            <w:proofErr w:type="spellEnd"/>
            <w:r w:rsidRPr="006E416F">
              <w:rPr>
                <w:b/>
                <w:bCs/>
                <w:sz w:val="20"/>
              </w:rPr>
              <w:t xml:space="preserve">-венные </w:t>
            </w:r>
            <w:proofErr w:type="spellStart"/>
            <w:r w:rsidRPr="006E416F">
              <w:rPr>
                <w:b/>
                <w:bCs/>
                <w:sz w:val="20"/>
              </w:rPr>
              <w:t>внебюд-жетные</w:t>
            </w:r>
            <w:proofErr w:type="spellEnd"/>
            <w:r w:rsidRPr="006E416F">
              <w:rPr>
                <w:b/>
                <w:bCs/>
                <w:sz w:val="20"/>
              </w:rPr>
              <w:t xml:space="preserve"> фонды</w:t>
            </w:r>
          </w:p>
        </w:tc>
      </w:tr>
      <w:tr w:rsidR="00352359" w:rsidRPr="006E416F" w14:paraId="68C9E2DB" w14:textId="77777777" w:rsidTr="00C922DF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  <w:hideMark/>
          </w:tcPr>
          <w:p w14:paraId="64961907" w14:textId="77777777" w:rsidR="00352359" w:rsidRPr="006E416F" w:rsidRDefault="00352359" w:rsidP="00352359">
            <w:pPr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Всего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D4B142E" w14:textId="3ACB8392" w:rsidR="00352359" w:rsidRPr="000D7F47" w:rsidRDefault="00352359" w:rsidP="00BA2DAE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4522577" w14:textId="42BE2F5F" w:rsidR="00352359" w:rsidRPr="000D7F47" w:rsidRDefault="00352359" w:rsidP="00BA2DA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9782,6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E7430B5" w14:textId="58A025DC" w:rsidR="00352359" w:rsidRPr="000D7F47" w:rsidRDefault="00352359" w:rsidP="00352359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9708,9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A7D4794" w14:textId="35E58D5D" w:rsidR="00352359" w:rsidRPr="000D7F47" w:rsidRDefault="00352359" w:rsidP="00352359">
            <w:pPr>
              <w:tabs>
                <w:tab w:val="left" w:pos="623"/>
              </w:tabs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51,0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32FB89B" w14:textId="69A8F5B4" w:rsidR="00352359" w:rsidRPr="000D7F47" w:rsidRDefault="00352359" w:rsidP="00352359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2,1</w:t>
            </w:r>
          </w:p>
        </w:tc>
      </w:tr>
      <w:tr w:rsidR="00FA288E" w:rsidRPr="006E416F" w14:paraId="33F5BA45" w14:textId="77777777" w:rsidTr="00C922DF">
        <w:trPr>
          <w:trHeight w:val="227"/>
          <w:jc w:val="center"/>
        </w:trPr>
        <w:tc>
          <w:tcPr>
            <w:tcW w:w="9072" w:type="dxa"/>
            <w:gridSpan w:val="6"/>
            <w:shd w:val="clear" w:color="auto" w:fill="auto"/>
            <w:vAlign w:val="bottom"/>
            <w:hideMark/>
          </w:tcPr>
          <w:p w14:paraId="2410CF84" w14:textId="77777777" w:rsidR="00FA288E" w:rsidRPr="006E416F" w:rsidRDefault="00FA288E" w:rsidP="00C922DF">
            <w:pPr>
              <w:ind w:left="340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в том числе:</w:t>
            </w:r>
          </w:p>
        </w:tc>
      </w:tr>
      <w:tr w:rsidR="001E02B6" w:rsidRPr="006E416F" w14:paraId="1D38FFA7" w14:textId="77777777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74F7AF32" w14:textId="77777777" w:rsidR="001E02B6" w:rsidRPr="006E416F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D0911F7" w14:textId="281D9B76"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2D1BD8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00313DC" w14:textId="65F21FA7" w:rsidR="001E02B6" w:rsidRPr="000D7F47" w:rsidRDefault="001E02B6" w:rsidP="00BA2D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D1BD8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11DC4AC" w14:textId="599858B2" w:rsidR="001E02B6" w:rsidRPr="000D7F47" w:rsidRDefault="001E02B6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D1BD8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E0EEDF2" w14:textId="4668839D" w:rsidR="001E02B6" w:rsidRPr="000D7F47" w:rsidRDefault="001E02B6" w:rsidP="001E02B6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DCB5999" w14:textId="0CD54DC1" w:rsidR="001E02B6" w:rsidRPr="000D7F47" w:rsidRDefault="001E02B6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1E02B6" w:rsidRPr="006E416F" w14:paraId="49E173CB" w14:textId="77777777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2EB45E92" w14:textId="77777777" w:rsidR="001E02B6" w:rsidRPr="006E416F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89CC3A8" w14:textId="78321092"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2D1BD8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10ADBDA" w14:textId="04C3DC88" w:rsidR="001E02B6" w:rsidRPr="000D7F47" w:rsidRDefault="001E02B6" w:rsidP="00BA2D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D1BD8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8A0E92C" w14:textId="52423206" w:rsidR="001E02B6" w:rsidRPr="000D7F47" w:rsidRDefault="001E02B6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2D1BD8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01E38EC" w14:textId="4E3886C4" w:rsidR="001E02B6" w:rsidRPr="000D7F47" w:rsidRDefault="001E02B6" w:rsidP="001E02B6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27A537C" w14:textId="5CD4268C" w:rsidR="001E02B6" w:rsidRPr="000D7F47" w:rsidRDefault="001E02B6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1E02B6" w:rsidRPr="006E416F" w14:paraId="39E64BAC" w14:textId="77777777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6924205D" w14:textId="77777777" w:rsidR="001E02B6" w:rsidRPr="006E416F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9FA8606" w14:textId="59BFF0BB" w:rsidR="001E02B6" w:rsidRPr="000D7F47" w:rsidRDefault="001E02B6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AF45FC9" w14:textId="483A16FF" w:rsidR="001E02B6" w:rsidRPr="000D7F47" w:rsidRDefault="001E02B6" w:rsidP="00BA2DAE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7578,3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C0B600F" w14:textId="1147429E" w:rsidR="001E02B6" w:rsidRPr="000D7F47" w:rsidRDefault="001E02B6" w:rsidP="001E02B6">
            <w:pPr>
              <w:ind w:right="17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7572,2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B710893" w14:textId="2845DDD1" w:rsidR="001E02B6" w:rsidRPr="000D7F47" w:rsidRDefault="001E02B6" w:rsidP="001E02B6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 w:rsidRPr="00CC6DAB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A62C32B" w14:textId="34964301" w:rsidR="001E02B6" w:rsidRPr="000D7F47" w:rsidRDefault="001E02B6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 w:rsidRPr="00CC6DAB">
              <w:rPr>
                <w:b/>
                <w:bCs/>
                <w:sz w:val="20"/>
              </w:rPr>
              <w:t>…</w:t>
            </w:r>
          </w:p>
        </w:tc>
      </w:tr>
      <w:tr w:rsidR="001E02B6" w:rsidRPr="006E416F" w14:paraId="7E35AEF1" w14:textId="77777777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52F1D37C" w14:textId="77777777" w:rsidR="001E02B6" w:rsidRPr="006E416F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 xml:space="preserve">водоснабжение; водоотведение, организация сбора и утилизации отходов, деятельность по </w:t>
            </w:r>
            <w:proofErr w:type="spellStart"/>
            <w:proofErr w:type="gramStart"/>
            <w:r w:rsidRPr="006E416F">
              <w:rPr>
                <w:b/>
                <w:bCs/>
                <w:sz w:val="20"/>
              </w:rPr>
              <w:t>ликви</w:t>
            </w:r>
            <w:r>
              <w:rPr>
                <w:b/>
                <w:bCs/>
                <w:sz w:val="20"/>
              </w:rPr>
              <w:t>-</w:t>
            </w:r>
            <w:r w:rsidRPr="006E416F">
              <w:rPr>
                <w:b/>
                <w:bCs/>
                <w:sz w:val="20"/>
              </w:rPr>
              <w:t>дации</w:t>
            </w:r>
            <w:proofErr w:type="spellEnd"/>
            <w:proofErr w:type="gramEnd"/>
            <w:r w:rsidRPr="006E416F">
              <w:rPr>
                <w:b/>
                <w:bCs/>
                <w:sz w:val="20"/>
              </w:rPr>
              <w:t xml:space="preserve"> загрязнений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24B1943" w14:textId="11E1E4B5"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614D151" w14:textId="5091B172" w:rsidR="001E02B6" w:rsidRPr="000D7F47" w:rsidRDefault="001E02B6" w:rsidP="00BA2D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306,3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7AEF02F" w14:textId="48A68E18" w:rsidR="001E02B6" w:rsidRPr="000D7F47" w:rsidRDefault="001E02B6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253,2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D411A28" w14:textId="1DB27F5A" w:rsidR="001E02B6" w:rsidRPr="000D7F47" w:rsidRDefault="001E02B6" w:rsidP="001E02B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 w:rsidRPr="00CC6DAB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5955DA0" w14:textId="13A3D30A"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CC6DAB">
              <w:rPr>
                <w:b/>
                <w:bCs/>
                <w:sz w:val="20"/>
              </w:rPr>
              <w:t>…</w:t>
            </w:r>
          </w:p>
        </w:tc>
      </w:tr>
      <w:tr w:rsidR="001E02B6" w:rsidRPr="006E416F" w14:paraId="73143EA4" w14:textId="77777777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6C856270" w14:textId="77777777" w:rsidR="001E02B6" w:rsidRPr="006E416F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41E4B83" w14:textId="3ABEBF44"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943BEED" w14:textId="019E7C5B" w:rsidR="001E02B6" w:rsidRPr="000D7F47" w:rsidRDefault="001E02B6" w:rsidP="00BA2D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70057E0" w14:textId="50736EF1" w:rsidR="001E02B6" w:rsidRPr="000D7F47" w:rsidRDefault="001E02B6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337F4AE" w14:textId="1E737335" w:rsidR="001E02B6" w:rsidRPr="000D7F47" w:rsidRDefault="001E02B6" w:rsidP="001E02B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4B29BEB" w14:textId="7597DF11"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1E02B6" w:rsidRPr="006E416F" w14:paraId="0AAAA41A" w14:textId="77777777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6AB4033A" w14:textId="77777777" w:rsidR="001E02B6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DB7301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6ECA668" w14:textId="5394EA37"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FB8B18F" w14:textId="267ABE91" w:rsidR="001E02B6" w:rsidRPr="000D7F47" w:rsidRDefault="001E02B6" w:rsidP="00BA2D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B808341" w14:textId="373B804F" w:rsidR="001E02B6" w:rsidRPr="000D7F47" w:rsidRDefault="001E02B6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C383951" w14:textId="412615AA" w:rsidR="001E02B6" w:rsidRPr="000D7F47" w:rsidRDefault="001E02B6" w:rsidP="001E02B6">
            <w:pPr>
              <w:ind w:right="28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3FBB710" w14:textId="1708D763"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1E02B6" w:rsidRPr="006E416F" w14:paraId="3A9CB440" w14:textId="77777777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4F663144" w14:textId="77777777" w:rsidR="001E02B6" w:rsidRPr="006E416F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6E416F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E7CE3E8" w14:textId="3D4BB82A"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38400BD4" w14:textId="2C930B0D" w:rsidR="001E02B6" w:rsidRPr="000D7F47" w:rsidRDefault="001E02B6" w:rsidP="00BA2D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C12A7F9" w14:textId="64BC5A7B" w:rsidR="001E02B6" w:rsidRPr="000D7F47" w:rsidRDefault="001E02B6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2C2BAC6" w14:textId="105D2E58" w:rsidR="001E02B6" w:rsidRPr="000D7F47" w:rsidRDefault="001E02B6" w:rsidP="001E02B6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3840410" w14:textId="40CC824B" w:rsidR="001E02B6" w:rsidRPr="000D7F47" w:rsidRDefault="001E02B6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1E02B6" w:rsidRPr="006E416F" w14:paraId="6F38DA90" w14:textId="77777777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28BBDE4F" w14:textId="77777777" w:rsidR="001E02B6" w:rsidRPr="006E416F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8D06CB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A4C351F" w14:textId="166FC989"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689EB77B" w14:textId="65E43EE7" w:rsidR="001E02B6" w:rsidRPr="000D7F47" w:rsidRDefault="001E02B6" w:rsidP="00BA2D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BF1E5FE" w14:textId="6906A6D8" w:rsidR="001E02B6" w:rsidRPr="000D7F47" w:rsidRDefault="001E02B6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339FA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A1101DC" w14:textId="3C0051FA" w:rsidR="001E02B6" w:rsidRPr="000D7F47" w:rsidRDefault="001E02B6" w:rsidP="001E02B6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798144C9" w14:textId="3B3FEF3B" w:rsidR="001E02B6" w:rsidRPr="000D7F47" w:rsidRDefault="001E02B6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</w:tr>
      <w:tr w:rsidR="001E02B6" w:rsidRPr="006E416F" w14:paraId="466424FA" w14:textId="77777777" w:rsidTr="001E02B6">
        <w:trPr>
          <w:trHeight w:val="227"/>
          <w:jc w:val="center"/>
        </w:trPr>
        <w:tc>
          <w:tcPr>
            <w:tcW w:w="3402" w:type="dxa"/>
            <w:shd w:val="clear" w:color="auto" w:fill="auto"/>
            <w:vAlign w:val="bottom"/>
          </w:tcPr>
          <w:p w14:paraId="7325B6C7" w14:textId="77777777" w:rsidR="001E02B6" w:rsidRPr="006E416F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8D06CB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08E1E2DD" w14:textId="1CC3DBCE" w:rsidR="001E02B6" w:rsidRPr="000D7F47" w:rsidRDefault="001E02B6" w:rsidP="001E02B6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9B34C8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5CC8E16B" w14:textId="07E32B26" w:rsidR="001E02B6" w:rsidRPr="000D7F47" w:rsidRDefault="001E02B6" w:rsidP="00BA2DAE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9B34C8">
              <w:rPr>
                <w:b/>
                <w:bCs/>
                <w:sz w:val="20"/>
              </w:rPr>
              <w:t>…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217CBB5C" w14:textId="4FD911DE" w:rsidR="001E02B6" w:rsidRPr="000D7F47" w:rsidRDefault="001E02B6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92C8B11" w14:textId="75F0D04D" w:rsidR="001E02B6" w:rsidRPr="000D7F47" w:rsidRDefault="001E02B6" w:rsidP="001E02B6">
            <w:pPr>
              <w:ind w:right="283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CDFF26D" w14:textId="29C131D2" w:rsidR="001E02B6" w:rsidRPr="000D7F47" w:rsidRDefault="001E02B6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</w:tbl>
    <w:p w14:paraId="0AEB5B72" w14:textId="24A8C7DE" w:rsidR="004D0E88" w:rsidRPr="00E85C4E" w:rsidRDefault="004D0E88" w:rsidP="006D0921">
      <w:pPr>
        <w:pStyle w:val="3"/>
        <w:spacing w:before="360" w:after="120"/>
        <w:ind w:right="0" w:firstLine="709"/>
        <w:jc w:val="both"/>
        <w:rPr>
          <w:b w:val="0"/>
          <w:bCs/>
          <w:szCs w:val="26"/>
        </w:rPr>
      </w:pPr>
      <w:bookmarkStart w:id="298" w:name="_Toc181255980"/>
      <w:r w:rsidRPr="00E85C4E">
        <w:rPr>
          <w:szCs w:val="24"/>
        </w:rPr>
        <w:t>Задолженность по полученным кредитам и займа</w:t>
      </w:r>
      <w:r w:rsidRPr="00EB4646">
        <w:rPr>
          <w:szCs w:val="24"/>
        </w:rPr>
        <w:t>м</w:t>
      </w:r>
      <w:r w:rsidRPr="00E85C4E">
        <w:rPr>
          <w:b w:val="0"/>
          <w:szCs w:val="24"/>
        </w:rPr>
        <w:t xml:space="preserve"> </w:t>
      </w:r>
      <w:bookmarkEnd w:id="294"/>
      <w:bookmarkEnd w:id="295"/>
      <w:r w:rsidR="00675EB1" w:rsidRPr="00675EB1">
        <w:rPr>
          <w:b w:val="0"/>
          <w:szCs w:val="24"/>
        </w:rPr>
        <w:t xml:space="preserve">в </w:t>
      </w:r>
      <w:r w:rsidR="004F6614">
        <w:rPr>
          <w:b w:val="0"/>
          <w:szCs w:val="24"/>
        </w:rPr>
        <w:t>це</w:t>
      </w:r>
      <w:r w:rsidR="008E0062">
        <w:rPr>
          <w:b w:val="0"/>
          <w:szCs w:val="24"/>
        </w:rPr>
        <w:t xml:space="preserve">лом по области </w:t>
      </w:r>
      <w:r w:rsidR="008E0062">
        <w:rPr>
          <w:b w:val="0"/>
          <w:szCs w:val="24"/>
        </w:rPr>
        <w:br/>
      </w:r>
      <w:r w:rsidR="008E0062" w:rsidRPr="00134E99">
        <w:rPr>
          <w:b w:val="0"/>
          <w:szCs w:val="24"/>
        </w:rPr>
        <w:t xml:space="preserve">на конец </w:t>
      </w:r>
      <w:r w:rsidR="00352359">
        <w:rPr>
          <w:b w:val="0"/>
          <w:szCs w:val="24"/>
        </w:rPr>
        <w:t>августа</w:t>
      </w:r>
      <w:r w:rsidR="00E725A4" w:rsidRPr="00134E99">
        <w:rPr>
          <w:b w:val="0"/>
          <w:szCs w:val="24"/>
        </w:rPr>
        <w:t xml:space="preserve"> 2024</w:t>
      </w:r>
      <w:r w:rsidR="00675EB1" w:rsidRPr="00134E99">
        <w:rPr>
          <w:b w:val="0"/>
          <w:szCs w:val="24"/>
        </w:rPr>
        <w:t xml:space="preserve"> года </w:t>
      </w:r>
      <w:r w:rsidR="008470B6" w:rsidRPr="00134E99">
        <w:rPr>
          <w:b w:val="0"/>
          <w:szCs w:val="24"/>
        </w:rPr>
        <w:t xml:space="preserve">составила </w:t>
      </w:r>
      <w:r w:rsidR="00352359" w:rsidRPr="00352359">
        <w:rPr>
          <w:b w:val="0"/>
          <w:bCs/>
          <w:szCs w:val="24"/>
        </w:rPr>
        <w:t>98637,7</w:t>
      </w:r>
      <w:r w:rsidR="00352359">
        <w:rPr>
          <w:szCs w:val="24"/>
        </w:rPr>
        <w:t xml:space="preserve"> </w:t>
      </w:r>
      <w:r w:rsidR="008470B6" w:rsidRPr="00134E99">
        <w:rPr>
          <w:b w:val="0"/>
          <w:szCs w:val="24"/>
        </w:rPr>
        <w:t>млн рублей</w:t>
      </w:r>
      <w:r w:rsidRPr="00134E99">
        <w:rPr>
          <w:b w:val="0"/>
          <w:bCs/>
          <w:szCs w:val="26"/>
        </w:rPr>
        <w:t>.</w:t>
      </w:r>
      <w:bookmarkEnd w:id="296"/>
      <w:bookmarkEnd w:id="297"/>
      <w:bookmarkEnd w:id="298"/>
    </w:p>
    <w:p w14:paraId="021FE8FA" w14:textId="05B3BD10" w:rsidR="004D0E88" w:rsidRPr="008E5F97" w:rsidRDefault="004D0E88" w:rsidP="0073550C">
      <w:pPr>
        <w:pStyle w:val="3"/>
        <w:spacing w:before="480" w:after="240"/>
        <w:ind w:right="0"/>
        <w:rPr>
          <w:b w:val="0"/>
          <w:bCs/>
          <w:szCs w:val="24"/>
        </w:rPr>
      </w:pPr>
      <w:bookmarkStart w:id="299" w:name="_Toc414870648"/>
      <w:bookmarkStart w:id="300" w:name="_Toc525217809"/>
      <w:bookmarkStart w:id="301" w:name="_Toc84326760"/>
      <w:bookmarkStart w:id="302" w:name="_Toc127178087"/>
      <w:bookmarkStart w:id="303" w:name="_Toc181255981"/>
      <w:r w:rsidRPr="008E5F97">
        <w:rPr>
          <w:szCs w:val="24"/>
        </w:rPr>
        <w:t>Размер и структура задолженности по кредитам и займам</w:t>
      </w:r>
      <w:r w:rsidRPr="008E5F97">
        <w:rPr>
          <w:szCs w:val="24"/>
        </w:rPr>
        <w:br/>
        <w:t>по видам экономической деятельности</w:t>
      </w:r>
      <w:bookmarkEnd w:id="299"/>
      <w:bookmarkEnd w:id="300"/>
      <w:bookmarkEnd w:id="301"/>
      <w:bookmarkEnd w:id="302"/>
      <w:r w:rsidRPr="008E5F97">
        <w:rPr>
          <w:b w:val="0"/>
          <w:bCs/>
          <w:szCs w:val="24"/>
        </w:rPr>
        <w:br/>
      </w:r>
      <w:r w:rsidRPr="00343BCB">
        <w:rPr>
          <w:szCs w:val="24"/>
        </w:rPr>
        <w:t xml:space="preserve">в </w:t>
      </w:r>
      <w:r w:rsidR="00352359">
        <w:rPr>
          <w:szCs w:val="24"/>
        </w:rPr>
        <w:t>августе</w:t>
      </w:r>
      <w:r w:rsidR="00E725A4" w:rsidRPr="00343BCB">
        <w:rPr>
          <w:szCs w:val="24"/>
        </w:rPr>
        <w:t xml:space="preserve"> 2024</w:t>
      </w:r>
      <w:r w:rsidRPr="00343BCB">
        <w:rPr>
          <w:szCs w:val="24"/>
        </w:rPr>
        <w:t xml:space="preserve"> год</w:t>
      </w:r>
      <w:r w:rsidR="003E46B5" w:rsidRPr="00343BCB">
        <w:rPr>
          <w:szCs w:val="24"/>
        </w:rPr>
        <w:t>а</w:t>
      </w:r>
      <w:bookmarkEnd w:id="303"/>
    </w:p>
    <w:p w14:paraId="1D397A04" w14:textId="77777777" w:rsidR="004D0E88" w:rsidRPr="006B7AF6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6B7AF6">
        <w:rPr>
          <w:b/>
          <w:sz w:val="20"/>
        </w:rPr>
        <w:t>на конец месяца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889"/>
        <w:gridCol w:w="1889"/>
        <w:gridCol w:w="1890"/>
      </w:tblGrid>
      <w:tr w:rsidR="00FA288E" w:rsidRPr="00282AA4" w14:paraId="11DED630" w14:textId="77777777" w:rsidTr="00C922DF">
        <w:trPr>
          <w:trHeight w:val="1134"/>
          <w:jc w:val="center"/>
        </w:trPr>
        <w:tc>
          <w:tcPr>
            <w:tcW w:w="3403" w:type="dxa"/>
            <w:vMerge w:val="restart"/>
            <w:shd w:val="clear" w:color="auto" w:fill="auto"/>
            <w:vAlign w:val="center"/>
            <w:hideMark/>
          </w:tcPr>
          <w:p w14:paraId="410AB1F7" w14:textId="77777777" w:rsidR="00FA288E" w:rsidRPr="00511508" w:rsidRDefault="00FA288E" w:rsidP="00C922DF">
            <w:pPr>
              <w:jc w:val="center"/>
              <w:rPr>
                <w:b/>
                <w:bCs/>
                <w:sz w:val="20"/>
              </w:rPr>
            </w:pPr>
            <w:bookmarkStart w:id="304" w:name="_Toc414870649"/>
            <w:bookmarkStart w:id="305" w:name="_Toc525217810"/>
            <w:bookmarkStart w:id="306" w:name="_Toc84326761"/>
            <w:bookmarkStart w:id="307" w:name="_Toc127178088"/>
          </w:p>
        </w:tc>
        <w:tc>
          <w:tcPr>
            <w:tcW w:w="3778" w:type="dxa"/>
            <w:gridSpan w:val="2"/>
            <w:shd w:val="clear" w:color="auto" w:fill="auto"/>
            <w:vAlign w:val="center"/>
            <w:hideMark/>
          </w:tcPr>
          <w:p w14:paraId="525A1849" w14:textId="77777777" w:rsidR="00FA288E" w:rsidRPr="00282AA4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Задолженность </w:t>
            </w:r>
            <w:r w:rsidRPr="00282AA4">
              <w:rPr>
                <w:b/>
                <w:bCs/>
                <w:sz w:val="20"/>
              </w:rPr>
              <w:br/>
              <w:t>по полученным кредитам и займам, млн рублей</w:t>
            </w:r>
          </w:p>
        </w:tc>
        <w:tc>
          <w:tcPr>
            <w:tcW w:w="1890" w:type="dxa"/>
            <w:vMerge w:val="restart"/>
            <w:shd w:val="clear" w:color="auto" w:fill="auto"/>
            <w:vAlign w:val="center"/>
            <w:hideMark/>
          </w:tcPr>
          <w:p w14:paraId="65629444" w14:textId="77777777"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Структура просроченной задолженности </w:t>
            </w:r>
            <w:r w:rsidRPr="00282AA4">
              <w:rPr>
                <w:b/>
                <w:bCs/>
                <w:sz w:val="20"/>
              </w:rPr>
              <w:br/>
              <w:t xml:space="preserve">по кредитам </w:t>
            </w:r>
            <w:r w:rsidRPr="00282AA4">
              <w:rPr>
                <w:b/>
                <w:bCs/>
                <w:sz w:val="20"/>
              </w:rPr>
              <w:br/>
              <w:t xml:space="preserve">и займам, </w:t>
            </w:r>
            <w:r w:rsidRPr="00282AA4">
              <w:rPr>
                <w:b/>
                <w:bCs/>
                <w:sz w:val="20"/>
              </w:rPr>
              <w:br/>
            </w:r>
            <w:proofErr w:type="gramStart"/>
            <w:r w:rsidRPr="00282AA4">
              <w:rPr>
                <w:b/>
                <w:bCs/>
                <w:sz w:val="20"/>
              </w:rPr>
              <w:t>в  %</w:t>
            </w:r>
            <w:proofErr w:type="gramEnd"/>
            <w:r w:rsidRPr="00282AA4">
              <w:rPr>
                <w:b/>
                <w:bCs/>
                <w:sz w:val="20"/>
              </w:rPr>
              <w:t xml:space="preserve">  к </w:t>
            </w:r>
            <w:r w:rsidRPr="00282AA4">
              <w:rPr>
                <w:b/>
                <w:bCs/>
                <w:sz w:val="20"/>
              </w:rPr>
              <w:br/>
              <w:t>итогу</w:t>
            </w:r>
          </w:p>
        </w:tc>
      </w:tr>
      <w:tr w:rsidR="00FA288E" w:rsidRPr="00282AA4" w14:paraId="0E87E826" w14:textId="77777777" w:rsidTr="00C922DF">
        <w:trPr>
          <w:trHeight w:val="283"/>
          <w:jc w:val="center"/>
        </w:trPr>
        <w:tc>
          <w:tcPr>
            <w:tcW w:w="3403" w:type="dxa"/>
            <w:vMerge/>
            <w:vAlign w:val="center"/>
            <w:hideMark/>
          </w:tcPr>
          <w:p w14:paraId="2CCBAEFA" w14:textId="77777777" w:rsidR="00FA288E" w:rsidRPr="00282AA4" w:rsidRDefault="00FA288E" w:rsidP="00C922DF">
            <w:pPr>
              <w:jc w:val="left"/>
              <w:rPr>
                <w:b/>
                <w:bCs/>
                <w:sz w:val="20"/>
              </w:rPr>
            </w:pP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1D0487DC" w14:textId="77777777" w:rsidR="00FA288E" w:rsidRPr="00282AA4" w:rsidRDefault="00FA288E" w:rsidP="00C922DF">
            <w:pPr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всего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51DCD0FF" w14:textId="77777777"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 просроченная</w:t>
            </w:r>
          </w:p>
        </w:tc>
        <w:tc>
          <w:tcPr>
            <w:tcW w:w="1890" w:type="dxa"/>
            <w:vMerge/>
            <w:shd w:val="clear" w:color="auto" w:fill="auto"/>
            <w:vAlign w:val="center"/>
            <w:hideMark/>
          </w:tcPr>
          <w:p w14:paraId="1F4AAAD1" w14:textId="77777777" w:rsidR="00FA288E" w:rsidRPr="00282AA4" w:rsidRDefault="00FA288E" w:rsidP="00C922DF">
            <w:pPr>
              <w:jc w:val="left"/>
              <w:rPr>
                <w:b/>
                <w:bCs/>
                <w:sz w:val="20"/>
              </w:rPr>
            </w:pPr>
          </w:p>
        </w:tc>
      </w:tr>
      <w:tr w:rsidR="00352359" w:rsidRPr="00282AA4" w14:paraId="4D11697A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0EE1B394" w14:textId="77777777" w:rsidR="00352359" w:rsidRPr="00282AA4" w:rsidRDefault="00352359" w:rsidP="00352359">
            <w:pPr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Всего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3B2E9F8" w14:textId="4EEF94A3" w:rsidR="00352359" w:rsidRPr="000D7F47" w:rsidRDefault="00352359" w:rsidP="00352359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98637,7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1C6813A" w14:textId="448340C7" w:rsidR="00352359" w:rsidRPr="000D7F47" w:rsidRDefault="00352359" w:rsidP="00352359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7582F0A" w14:textId="41089EC8" w:rsidR="00352359" w:rsidRPr="000D7F47" w:rsidRDefault="00352359" w:rsidP="00352359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100</w:t>
            </w:r>
          </w:p>
        </w:tc>
      </w:tr>
      <w:tr w:rsidR="00FA288E" w:rsidRPr="00282AA4" w14:paraId="4950F98C" w14:textId="77777777" w:rsidTr="00C922DF">
        <w:trPr>
          <w:trHeight w:val="227"/>
          <w:jc w:val="center"/>
        </w:trPr>
        <w:tc>
          <w:tcPr>
            <w:tcW w:w="9071" w:type="dxa"/>
            <w:gridSpan w:val="4"/>
            <w:shd w:val="clear" w:color="auto" w:fill="auto"/>
            <w:vAlign w:val="bottom"/>
            <w:hideMark/>
          </w:tcPr>
          <w:p w14:paraId="30084BCE" w14:textId="77777777" w:rsidR="00FA288E" w:rsidRPr="00282AA4" w:rsidRDefault="00FA288E" w:rsidP="00C922DF">
            <w:pPr>
              <w:ind w:left="340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числе:</w:t>
            </w:r>
          </w:p>
        </w:tc>
      </w:tr>
      <w:tr w:rsidR="00352359" w:rsidRPr="00282AA4" w14:paraId="09C6D4D4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42825649" w14:textId="77777777" w:rsidR="00352359" w:rsidRPr="00282AA4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сельское, лесное хозяйство, </w:t>
            </w:r>
            <w:proofErr w:type="spellStart"/>
            <w:proofErr w:type="gramStart"/>
            <w:r w:rsidRPr="00282AA4">
              <w:rPr>
                <w:b/>
                <w:bCs/>
                <w:sz w:val="20"/>
              </w:rPr>
              <w:t>охо</w:t>
            </w:r>
            <w:proofErr w:type="spellEnd"/>
            <w:r w:rsidRPr="00282AA4">
              <w:rPr>
                <w:b/>
                <w:bCs/>
                <w:sz w:val="20"/>
              </w:rPr>
              <w:t>-та</w:t>
            </w:r>
            <w:proofErr w:type="gramEnd"/>
            <w:r w:rsidRPr="00282AA4">
              <w:rPr>
                <w:b/>
                <w:bCs/>
                <w:sz w:val="20"/>
              </w:rPr>
              <w:t>, рыболовство и рыбоводство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1D3513FA" w14:textId="13564E39" w:rsidR="00352359" w:rsidRPr="000D7F47" w:rsidRDefault="00352359" w:rsidP="00352359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6830,3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184C0F0D" w14:textId="31196398" w:rsidR="00352359" w:rsidRPr="000D7F47" w:rsidRDefault="00352359" w:rsidP="00352359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8EA2629" w14:textId="6531F40E" w:rsidR="00352359" w:rsidRPr="000D7F47" w:rsidRDefault="00352359" w:rsidP="00352359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352359" w:rsidRPr="00282AA4" w14:paraId="57ADC8F2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2BDF8C01" w14:textId="77777777" w:rsidR="00352359" w:rsidRPr="00282AA4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A0AC4AD" w14:textId="0CA6E894" w:rsidR="00352359" w:rsidRPr="000D7F47" w:rsidRDefault="00352359" w:rsidP="00352359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10354,8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4A27F12C" w14:textId="651CF9F3" w:rsidR="00352359" w:rsidRPr="000D7F47" w:rsidRDefault="00352359" w:rsidP="00352359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95BF408" w14:textId="6040C4E8" w:rsidR="00352359" w:rsidRPr="000D7F47" w:rsidRDefault="00352359" w:rsidP="00352359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352359" w:rsidRPr="00282AA4" w14:paraId="1E0EF359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4102D770" w14:textId="77777777" w:rsidR="00352359" w:rsidRPr="00282AA4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250FB044" w14:textId="2DF7EE92" w:rsidR="00352359" w:rsidRPr="000D7F47" w:rsidRDefault="00352359" w:rsidP="00352359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11752,6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5E9EC9A" w14:textId="51410AFF" w:rsidR="00352359" w:rsidRPr="000D7F47" w:rsidRDefault="00352359" w:rsidP="00352359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A26D039" w14:textId="5AEE5C6B" w:rsidR="00352359" w:rsidRPr="000D7F47" w:rsidRDefault="00352359" w:rsidP="00352359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352359" w:rsidRPr="00282AA4" w14:paraId="698EFC1C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3E9A729A" w14:textId="77777777" w:rsidR="00352359" w:rsidRPr="00282AA4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lastRenderedPageBreak/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462B4C8C" w14:textId="41F0E608" w:rsidR="00352359" w:rsidRPr="000D7F47" w:rsidRDefault="00352359" w:rsidP="00352359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24331,8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6245F18" w14:textId="3C5DC152" w:rsidR="00352359" w:rsidRPr="000D7F47" w:rsidRDefault="00352359" w:rsidP="00352359">
            <w:pPr>
              <w:ind w:right="73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C60D317" w14:textId="4B4A29E2" w:rsidR="00352359" w:rsidRPr="000D7F47" w:rsidRDefault="00352359" w:rsidP="00352359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352359" w:rsidRPr="00282AA4" w14:paraId="36D3CC08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2D6AA773" w14:textId="77777777" w:rsidR="00352359" w:rsidRPr="00282AA4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водоснабжение; водоотведение, </w:t>
            </w:r>
            <w:r w:rsidRPr="00282AA4">
              <w:rPr>
                <w:b/>
                <w:bCs/>
                <w:sz w:val="20"/>
              </w:rPr>
              <w:br/>
              <w:t xml:space="preserve">организация сбора и утилизации отходов, деятельность по </w:t>
            </w:r>
            <w:proofErr w:type="spellStart"/>
            <w:proofErr w:type="gramStart"/>
            <w:r w:rsidRPr="00282AA4">
              <w:rPr>
                <w:b/>
                <w:bCs/>
                <w:sz w:val="20"/>
              </w:rPr>
              <w:t>ликви-дации</w:t>
            </w:r>
            <w:proofErr w:type="spellEnd"/>
            <w:proofErr w:type="gramEnd"/>
            <w:r w:rsidRPr="00282AA4">
              <w:rPr>
                <w:b/>
                <w:bCs/>
                <w:sz w:val="20"/>
              </w:rPr>
              <w:t xml:space="preserve"> загрязнений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FA6A21E" w14:textId="5F7F1376" w:rsidR="00352359" w:rsidRPr="000D7F47" w:rsidRDefault="00352359" w:rsidP="00352359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102,3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6A653B4" w14:textId="79612036" w:rsidR="00352359" w:rsidRPr="000D7F47" w:rsidRDefault="00352359" w:rsidP="00352359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5E61582" w14:textId="749D8AFB" w:rsidR="00352359" w:rsidRPr="000D7F47" w:rsidRDefault="00352359" w:rsidP="00352359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352359" w:rsidRPr="00282AA4" w14:paraId="30C0A03B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76472465" w14:textId="77777777" w:rsidR="00352359" w:rsidRPr="00282AA4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224C4090" w14:textId="5503E344" w:rsidR="00352359" w:rsidRPr="000D7F47" w:rsidRDefault="00352359" w:rsidP="00352359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3266,9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255902E" w14:textId="58DA2C17" w:rsidR="00352359" w:rsidRPr="000D7F47" w:rsidRDefault="00352359" w:rsidP="00352359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7891393" w14:textId="075DBD54" w:rsidR="00352359" w:rsidRPr="000D7F47" w:rsidRDefault="00352359" w:rsidP="00352359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61,8</w:t>
            </w:r>
          </w:p>
        </w:tc>
      </w:tr>
      <w:tr w:rsidR="00352359" w:rsidRPr="00282AA4" w14:paraId="65B74E70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68CFC941" w14:textId="77777777" w:rsidR="00352359" w:rsidRPr="00282AA4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торговля оптовая и розничная; </w:t>
            </w:r>
            <w:r w:rsidRPr="00282AA4">
              <w:rPr>
                <w:b/>
                <w:bCs/>
                <w:sz w:val="20"/>
              </w:rPr>
              <w:br/>
              <w:t>ремонт автотранспортных средств и мотоциклов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668A9F1" w14:textId="3429EE25" w:rsidR="00352359" w:rsidRPr="000D7F47" w:rsidRDefault="00352359" w:rsidP="00352359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1767,2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784C4888" w14:textId="2655171E" w:rsidR="00352359" w:rsidRPr="000D7F47" w:rsidRDefault="00352359" w:rsidP="00352359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1877C46" w14:textId="12AD00BF" w:rsidR="00352359" w:rsidRPr="000D7F47" w:rsidRDefault="00352359" w:rsidP="00352359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352359" w:rsidRPr="00282AA4" w14:paraId="13E2DFE5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444903B1" w14:textId="77777777" w:rsidR="00352359" w:rsidRPr="00282AA4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401F7172" w14:textId="003A028E" w:rsidR="00352359" w:rsidRPr="000D7F47" w:rsidRDefault="00352359" w:rsidP="00352359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12874,4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114FFB95" w14:textId="7E11369E" w:rsidR="00352359" w:rsidRPr="000D7F47" w:rsidRDefault="00352359" w:rsidP="00352359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44733C73" w14:textId="60082CD6" w:rsidR="00352359" w:rsidRPr="000D7F47" w:rsidRDefault="00352359" w:rsidP="00352359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352359" w:rsidRPr="00282AA4" w14:paraId="5DBD51BA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01B41F0D" w14:textId="77777777" w:rsidR="00352359" w:rsidRPr="00282AA4" w:rsidRDefault="00352359" w:rsidP="00352359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гостиниц и </w:t>
            </w:r>
            <w:proofErr w:type="gramStart"/>
            <w:r w:rsidRPr="00282AA4">
              <w:rPr>
                <w:b/>
                <w:bCs/>
                <w:sz w:val="20"/>
              </w:rPr>
              <w:t>пред-приятий</w:t>
            </w:r>
            <w:proofErr w:type="gramEnd"/>
            <w:r w:rsidRPr="00282AA4">
              <w:rPr>
                <w:b/>
                <w:bCs/>
                <w:sz w:val="20"/>
              </w:rPr>
              <w:t xml:space="preserve"> общественного питания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7617D471" w14:textId="6A87766A" w:rsidR="00352359" w:rsidRPr="000D7F47" w:rsidRDefault="00352359" w:rsidP="00352359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559,5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B3DDF07" w14:textId="6F1912DF" w:rsidR="00352359" w:rsidRPr="000D7F47" w:rsidRDefault="00352359" w:rsidP="00352359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FA1D034" w14:textId="094316F0" w:rsidR="00352359" w:rsidRPr="000D7F47" w:rsidRDefault="00352359" w:rsidP="00352359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1E02B6" w:rsidRPr="00282AA4" w14:paraId="5CF03EEB" w14:textId="77777777" w:rsidTr="001E02B6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42F5298E" w14:textId="77777777" w:rsidR="001E02B6" w:rsidRPr="00282AA4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деятельность в области информации и связи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52481662" w14:textId="265798D2" w:rsidR="001E02B6" w:rsidRPr="000D7F47" w:rsidRDefault="001E02B6" w:rsidP="001E02B6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975D0C"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28F99B9" w14:textId="79FD88BA" w:rsidR="001E02B6" w:rsidRPr="000D7F47" w:rsidRDefault="001E02B6" w:rsidP="001E02B6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4A092C2B" w14:textId="740331CD" w:rsidR="001E02B6" w:rsidRPr="000D7F47" w:rsidRDefault="001E02B6" w:rsidP="001E02B6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1E02B6" w:rsidRPr="00282AA4" w14:paraId="26F2F9EA" w14:textId="77777777" w:rsidTr="001E02B6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07AA9A49" w14:textId="77777777" w:rsidR="001E02B6" w:rsidRPr="00282AA4" w:rsidRDefault="001E02B6" w:rsidP="001E02B6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 xml:space="preserve">деятельность финансовая </w:t>
            </w:r>
            <w:r w:rsidRPr="00282AA4">
              <w:rPr>
                <w:b/>
                <w:bCs/>
                <w:color w:val="000000"/>
                <w:sz w:val="20"/>
              </w:rPr>
              <w:br/>
              <w:t>и страховая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6ED9EFD" w14:textId="38A15057" w:rsidR="001E02B6" w:rsidRPr="000D7F47" w:rsidRDefault="001E02B6" w:rsidP="001E02B6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975D0C"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54F919CA" w14:textId="0CF88A95" w:rsidR="001E02B6" w:rsidRPr="000D7F47" w:rsidRDefault="001E02B6" w:rsidP="001E02B6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35F37F7" w14:textId="4FB3FC8A" w:rsidR="001E02B6" w:rsidRPr="000D7F47" w:rsidRDefault="001E02B6" w:rsidP="001E02B6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1E02B6" w:rsidRPr="00282AA4" w14:paraId="6237F988" w14:textId="77777777" w:rsidTr="001E02B6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526A5129" w14:textId="77777777" w:rsidR="001E02B6" w:rsidRPr="00282AA4" w:rsidRDefault="001E02B6" w:rsidP="001E02B6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по операциям </w:t>
            </w:r>
            <w:r w:rsidRPr="00282AA4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53B872DA" w14:textId="06B35356" w:rsidR="001E02B6" w:rsidRPr="000D7F47" w:rsidRDefault="001E02B6" w:rsidP="001E02B6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975D0C"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61AF0AE" w14:textId="38E126A2" w:rsidR="001E02B6" w:rsidRPr="000D7F47" w:rsidRDefault="001E02B6" w:rsidP="001E02B6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2903B19" w14:textId="37AB9D4A" w:rsidR="001E02B6" w:rsidRPr="000D7F47" w:rsidRDefault="001E02B6" w:rsidP="001E02B6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352359" w:rsidRPr="00282AA4" w14:paraId="72C26C73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186CD33D" w14:textId="77777777" w:rsidR="00352359" w:rsidRPr="00282AA4" w:rsidRDefault="00352359" w:rsidP="00352359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21F0962A" w14:textId="212D5430" w:rsidR="00352359" w:rsidRPr="000D7F47" w:rsidRDefault="00352359" w:rsidP="00352359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23084,7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25BD9C48" w14:textId="14ABCCE2" w:rsidR="00352359" w:rsidRPr="000D7F47" w:rsidRDefault="00352359" w:rsidP="00352359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6213385" w14:textId="2801C4BA" w:rsidR="00352359" w:rsidRPr="000D7F47" w:rsidRDefault="00352359" w:rsidP="00352359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1E02B6" w:rsidRPr="00282AA4" w14:paraId="674ECC65" w14:textId="77777777" w:rsidTr="001E02B6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27C770CA" w14:textId="77777777" w:rsidR="001E02B6" w:rsidRPr="00282AA4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293EB659" w14:textId="421FAFC7" w:rsidR="001E02B6" w:rsidRPr="000D7F47" w:rsidRDefault="001E02B6" w:rsidP="001E02B6">
            <w:pPr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5D368C"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5E63A50" w14:textId="798D82E8" w:rsidR="001E02B6" w:rsidRPr="000D7F47" w:rsidRDefault="001E02B6" w:rsidP="001E02B6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4C5801ED" w14:textId="7708EB00" w:rsidR="001E02B6" w:rsidRPr="000D7F47" w:rsidRDefault="001E02B6" w:rsidP="001E02B6">
            <w:pPr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1E02B6" w:rsidRPr="00282AA4" w14:paraId="36BA2A65" w14:textId="77777777" w:rsidTr="001E02B6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55041CBA" w14:textId="77777777" w:rsidR="001E02B6" w:rsidRPr="00282AA4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в области </w:t>
            </w:r>
            <w:proofErr w:type="gramStart"/>
            <w:r w:rsidRPr="00282AA4">
              <w:rPr>
                <w:b/>
                <w:bCs/>
                <w:sz w:val="20"/>
              </w:rPr>
              <w:t>здраво-охранения</w:t>
            </w:r>
            <w:proofErr w:type="gramEnd"/>
            <w:r w:rsidRPr="00282AA4">
              <w:rPr>
                <w:b/>
                <w:bCs/>
                <w:sz w:val="20"/>
              </w:rPr>
              <w:t xml:space="preserve"> и социальных услуг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19CEE3D7" w14:textId="304A6039" w:rsidR="001E02B6" w:rsidRPr="000D7F47" w:rsidRDefault="001E02B6" w:rsidP="001E02B6">
            <w:pPr>
              <w:tabs>
                <w:tab w:val="left" w:pos="802"/>
              </w:tabs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5D368C"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1076189" w14:textId="0C553B20" w:rsidR="001E02B6" w:rsidRPr="000D7F47" w:rsidRDefault="001E02B6" w:rsidP="001E02B6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335819E" w14:textId="28531D8B" w:rsidR="001E02B6" w:rsidRPr="000D7F47" w:rsidRDefault="001E02B6" w:rsidP="001E02B6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1E02B6" w:rsidRPr="0078295B" w14:paraId="281FF7F5" w14:textId="77777777" w:rsidTr="001E02B6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1EF92DAD" w14:textId="77777777" w:rsidR="001E02B6" w:rsidRPr="00282AA4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585A0D2E" w14:textId="0E4D0B57" w:rsidR="001E02B6" w:rsidRPr="000D7F47" w:rsidRDefault="001E02B6" w:rsidP="001E02B6">
            <w:pPr>
              <w:tabs>
                <w:tab w:val="left" w:pos="802"/>
              </w:tabs>
              <w:ind w:right="510"/>
              <w:jc w:val="right"/>
              <w:rPr>
                <w:b/>
                <w:bCs/>
                <w:sz w:val="20"/>
                <w:highlight w:val="yellow"/>
              </w:rPr>
            </w:pPr>
            <w:r w:rsidRPr="005D368C"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11B8748E" w14:textId="46D7A1C5" w:rsidR="001E02B6" w:rsidRPr="000D7F47" w:rsidRDefault="001E02B6" w:rsidP="001E02B6">
            <w:pPr>
              <w:tabs>
                <w:tab w:val="left" w:pos="743"/>
              </w:tabs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6C5C3311" w14:textId="35690093" w:rsidR="001E02B6" w:rsidRPr="000D7F47" w:rsidRDefault="001E02B6" w:rsidP="001E02B6">
            <w:pPr>
              <w:tabs>
                <w:tab w:val="left" w:pos="742"/>
              </w:tabs>
              <w:ind w:right="68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38,2</w:t>
            </w:r>
          </w:p>
        </w:tc>
      </w:tr>
    </w:tbl>
    <w:p w14:paraId="6400DA86" w14:textId="37D78ED6" w:rsidR="00973B5B" w:rsidRDefault="004D0E88" w:rsidP="0073550C">
      <w:pPr>
        <w:pStyle w:val="3"/>
        <w:spacing w:before="720"/>
        <w:ind w:right="0" w:firstLine="709"/>
        <w:jc w:val="both"/>
        <w:rPr>
          <w:b w:val="0"/>
        </w:rPr>
      </w:pPr>
      <w:bookmarkStart w:id="308" w:name="_Toc181255982"/>
      <w:r w:rsidRPr="00E85C4E">
        <w:t>Дебиторская задолженность</w:t>
      </w:r>
      <w:r w:rsidR="003E46B5">
        <w:rPr>
          <w:b w:val="0"/>
        </w:rPr>
        <w:t xml:space="preserve"> </w:t>
      </w:r>
      <w:r w:rsidR="00E668A1" w:rsidRPr="00E668A1">
        <w:rPr>
          <w:b w:val="0"/>
        </w:rPr>
        <w:t xml:space="preserve">по области </w:t>
      </w:r>
      <w:r w:rsidR="00E668A1" w:rsidRPr="002E4936">
        <w:rPr>
          <w:b w:val="0"/>
        </w:rPr>
        <w:t xml:space="preserve">на конец </w:t>
      </w:r>
      <w:r w:rsidR="00352359">
        <w:rPr>
          <w:b w:val="0"/>
        </w:rPr>
        <w:t>августа</w:t>
      </w:r>
      <w:r w:rsidR="00E668A1" w:rsidRPr="002E4936">
        <w:rPr>
          <w:b w:val="0"/>
        </w:rPr>
        <w:t xml:space="preserve"> 2024 года составила </w:t>
      </w:r>
      <w:r w:rsidR="00352359" w:rsidRPr="00A54D95">
        <w:rPr>
          <w:b w:val="0"/>
        </w:rPr>
        <w:t xml:space="preserve">340637,5 </w:t>
      </w:r>
      <w:r w:rsidR="00FA288E" w:rsidRPr="002E4936">
        <w:rPr>
          <w:b w:val="0"/>
        </w:rPr>
        <w:t xml:space="preserve">млн рублей, из нее </w:t>
      </w:r>
      <w:r w:rsidR="00FA288E" w:rsidRPr="002E4936">
        <w:t>просроченная</w:t>
      </w:r>
      <w:r w:rsidR="00FA288E" w:rsidRPr="002E4936">
        <w:rPr>
          <w:b w:val="0"/>
        </w:rPr>
        <w:t xml:space="preserve"> – </w:t>
      </w:r>
      <w:r w:rsidR="00352359" w:rsidRPr="00A54D95">
        <w:rPr>
          <w:b w:val="0"/>
        </w:rPr>
        <w:t xml:space="preserve">10343,7 </w:t>
      </w:r>
      <w:r w:rsidR="00FA288E" w:rsidRPr="002E4936">
        <w:rPr>
          <w:b w:val="0"/>
        </w:rPr>
        <w:t xml:space="preserve">млн рублей или </w:t>
      </w:r>
      <w:bookmarkStart w:id="309" w:name="_Toc414870650"/>
      <w:bookmarkStart w:id="310" w:name="_Toc525217811"/>
      <w:bookmarkStart w:id="311" w:name="_Toc84326762"/>
      <w:bookmarkStart w:id="312" w:name="_Toc127178089"/>
      <w:bookmarkEnd w:id="304"/>
      <w:bookmarkEnd w:id="305"/>
      <w:bookmarkEnd w:id="306"/>
      <w:bookmarkEnd w:id="307"/>
      <w:r w:rsidR="007460A3" w:rsidRPr="00FB7461">
        <w:rPr>
          <w:b w:val="0"/>
        </w:rPr>
        <w:t>3,</w:t>
      </w:r>
      <w:r w:rsidR="00352359">
        <w:rPr>
          <w:b w:val="0"/>
        </w:rPr>
        <w:t>0</w:t>
      </w:r>
      <w:r w:rsidR="00A627B5" w:rsidRPr="002E4936">
        <w:rPr>
          <w:b w:val="0"/>
        </w:rPr>
        <w:t xml:space="preserve">% от общего объема дебиторской задолженности (на конец </w:t>
      </w:r>
      <w:r w:rsidR="002433E7">
        <w:rPr>
          <w:b w:val="0"/>
        </w:rPr>
        <w:t>августа</w:t>
      </w:r>
      <w:r w:rsidR="00A627B5" w:rsidRPr="002E4936">
        <w:rPr>
          <w:b w:val="0"/>
        </w:rPr>
        <w:t xml:space="preserve"> 2023 года – </w:t>
      </w:r>
      <w:r w:rsidR="00352359" w:rsidRPr="00A54D95">
        <w:rPr>
          <w:b w:val="0"/>
        </w:rPr>
        <w:t>3,7</w:t>
      </w:r>
      <w:r w:rsidR="00A627B5" w:rsidRPr="002E4936">
        <w:rPr>
          <w:b w:val="0"/>
        </w:rPr>
        <w:t xml:space="preserve">%, на конец </w:t>
      </w:r>
      <w:r w:rsidR="007460A3">
        <w:rPr>
          <w:b w:val="0"/>
        </w:rPr>
        <w:t>ию</w:t>
      </w:r>
      <w:r w:rsidR="002433E7">
        <w:rPr>
          <w:b w:val="0"/>
        </w:rPr>
        <w:t>л</w:t>
      </w:r>
      <w:r w:rsidR="007460A3">
        <w:rPr>
          <w:b w:val="0"/>
        </w:rPr>
        <w:t>я</w:t>
      </w:r>
      <w:r w:rsidR="00A627B5" w:rsidRPr="002E4936">
        <w:rPr>
          <w:b w:val="0"/>
        </w:rPr>
        <w:t xml:space="preserve"> </w:t>
      </w:r>
      <w:r w:rsidR="00A627B5" w:rsidRPr="002E4936">
        <w:rPr>
          <w:b w:val="0"/>
        </w:rPr>
        <w:br/>
        <w:t xml:space="preserve">2024 года – </w:t>
      </w:r>
      <w:r w:rsidR="00352359" w:rsidRPr="00A54D95">
        <w:rPr>
          <w:b w:val="0"/>
        </w:rPr>
        <w:t>3,3</w:t>
      </w:r>
      <w:r w:rsidR="00A627B5" w:rsidRPr="002E4936">
        <w:rPr>
          <w:b w:val="0"/>
        </w:rPr>
        <w:t>%).</w:t>
      </w:r>
      <w:bookmarkEnd w:id="308"/>
    </w:p>
    <w:p w14:paraId="3708DCEC" w14:textId="0BFD48FC" w:rsidR="004D0E88" w:rsidRPr="00AA2072" w:rsidRDefault="004D0E88" w:rsidP="0073550C">
      <w:pPr>
        <w:pStyle w:val="3"/>
        <w:spacing w:before="960" w:after="240"/>
      </w:pPr>
      <w:bookmarkStart w:id="313" w:name="_Toc181255983"/>
      <w:r w:rsidRPr="00AA2072">
        <w:t>Просроченная дебиторская задолженность организаций</w:t>
      </w:r>
      <w:r w:rsidRPr="00AA2072">
        <w:br/>
        <w:t>по видам экономической деятельности</w:t>
      </w:r>
      <w:bookmarkEnd w:id="309"/>
      <w:bookmarkEnd w:id="310"/>
      <w:bookmarkEnd w:id="311"/>
      <w:bookmarkEnd w:id="312"/>
      <w:r w:rsidR="00813990" w:rsidRPr="00AA2072">
        <w:br/>
        <w:t xml:space="preserve">в </w:t>
      </w:r>
      <w:r w:rsidR="002433E7">
        <w:t>августе</w:t>
      </w:r>
      <w:r w:rsidR="00813990" w:rsidRPr="00AA2072">
        <w:t xml:space="preserve"> </w:t>
      </w:r>
      <w:r w:rsidR="00E725A4" w:rsidRPr="00AA2072">
        <w:t>2024</w:t>
      </w:r>
      <w:r w:rsidRPr="00AA2072">
        <w:t xml:space="preserve"> год</w:t>
      </w:r>
      <w:r w:rsidR="003E46B5" w:rsidRPr="00AA2072">
        <w:t>а</w:t>
      </w:r>
      <w:bookmarkEnd w:id="313"/>
    </w:p>
    <w:p w14:paraId="6A10242C" w14:textId="77777777" w:rsidR="004D0E88" w:rsidRPr="006B7AF6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6B7AF6">
        <w:rPr>
          <w:b/>
          <w:sz w:val="20"/>
        </w:rPr>
        <w:t>на конец месяца; миллионов рублей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889"/>
        <w:gridCol w:w="1889"/>
        <w:gridCol w:w="1890"/>
      </w:tblGrid>
      <w:tr w:rsidR="00FA288E" w:rsidRPr="00282AA4" w14:paraId="2C88EF59" w14:textId="77777777" w:rsidTr="00C922DF">
        <w:trPr>
          <w:trHeight w:val="283"/>
          <w:jc w:val="center"/>
        </w:trPr>
        <w:tc>
          <w:tcPr>
            <w:tcW w:w="3403" w:type="dxa"/>
            <w:shd w:val="clear" w:color="auto" w:fill="auto"/>
            <w:vAlign w:val="center"/>
            <w:hideMark/>
          </w:tcPr>
          <w:p w14:paraId="08488F0B" w14:textId="77777777" w:rsidR="00FA288E" w:rsidRPr="00511508" w:rsidRDefault="00FA288E" w:rsidP="00C922DF">
            <w:pPr>
              <w:jc w:val="center"/>
              <w:rPr>
                <w:b/>
                <w:bCs/>
                <w:sz w:val="20"/>
              </w:rPr>
            </w:pPr>
            <w:bookmarkStart w:id="314" w:name="_Toc84326763"/>
            <w:bookmarkStart w:id="315" w:name="_Toc127178090"/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62A4516A" w14:textId="77777777"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Количество организаций, имеющих просроченную дебиторскую задолженность, </w:t>
            </w:r>
            <w:r w:rsidRPr="00282AA4">
              <w:rPr>
                <w:b/>
                <w:bCs/>
                <w:sz w:val="20"/>
              </w:rPr>
              <w:br/>
              <w:t>ед.</w:t>
            </w:r>
          </w:p>
        </w:tc>
        <w:tc>
          <w:tcPr>
            <w:tcW w:w="1889" w:type="dxa"/>
            <w:shd w:val="clear" w:color="auto" w:fill="auto"/>
            <w:vAlign w:val="center"/>
            <w:hideMark/>
          </w:tcPr>
          <w:p w14:paraId="54D44718" w14:textId="77777777" w:rsidR="00FA288E" w:rsidRPr="00282AA4" w:rsidRDefault="00FA288E" w:rsidP="00C922DF">
            <w:pPr>
              <w:ind w:left="-57" w:right="-57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Просроченная дебиторская задолженность</w:t>
            </w:r>
          </w:p>
        </w:tc>
        <w:tc>
          <w:tcPr>
            <w:tcW w:w="1890" w:type="dxa"/>
            <w:shd w:val="clear" w:color="auto" w:fill="auto"/>
            <w:vAlign w:val="center"/>
            <w:hideMark/>
          </w:tcPr>
          <w:p w14:paraId="6EB839A9" w14:textId="77777777" w:rsidR="00FA288E" w:rsidRPr="00282AA4" w:rsidRDefault="00FA288E" w:rsidP="00C922DF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 задолженность покупателей</w:t>
            </w:r>
          </w:p>
        </w:tc>
      </w:tr>
      <w:tr w:rsidR="002433E7" w:rsidRPr="00282AA4" w14:paraId="2A2AE1EB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1C52F2FD" w14:textId="77777777" w:rsidR="002433E7" w:rsidRPr="00282AA4" w:rsidRDefault="002433E7" w:rsidP="002433E7">
            <w:pPr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Всего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5409C97" w14:textId="77D80F22"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49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AC42E0B" w14:textId="6A2CF8A9"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10343,7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326FFAA" w14:textId="40EDFC93"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9486,5</w:t>
            </w:r>
          </w:p>
        </w:tc>
      </w:tr>
      <w:tr w:rsidR="00FA288E" w:rsidRPr="00282AA4" w14:paraId="3EDBF62E" w14:textId="77777777" w:rsidTr="00C922DF">
        <w:trPr>
          <w:trHeight w:val="227"/>
          <w:jc w:val="center"/>
        </w:trPr>
        <w:tc>
          <w:tcPr>
            <w:tcW w:w="9071" w:type="dxa"/>
            <w:gridSpan w:val="4"/>
            <w:shd w:val="clear" w:color="auto" w:fill="auto"/>
            <w:vAlign w:val="bottom"/>
            <w:hideMark/>
          </w:tcPr>
          <w:p w14:paraId="4A29C0F3" w14:textId="77777777" w:rsidR="00FA288E" w:rsidRPr="00282AA4" w:rsidRDefault="00FA288E" w:rsidP="00C922DF">
            <w:pPr>
              <w:ind w:left="340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в том числе:</w:t>
            </w:r>
          </w:p>
        </w:tc>
      </w:tr>
      <w:tr w:rsidR="002433E7" w:rsidRPr="00282AA4" w14:paraId="7229302D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17801CA1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28D6FEC4" w14:textId="0A75A3A0"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5AF87A78" w14:textId="14DBC500"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117,7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97F428F" w14:textId="6FD670C3"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16,9</w:t>
            </w:r>
          </w:p>
        </w:tc>
      </w:tr>
      <w:tr w:rsidR="002433E7" w:rsidRPr="00282AA4" w14:paraId="68971A46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312A3273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ADE223F" w14:textId="6C3FAFE1"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76D494C3" w14:textId="7DEB6CD8"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941,0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45C00CA" w14:textId="74D0C555"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195,8</w:t>
            </w:r>
          </w:p>
        </w:tc>
      </w:tr>
      <w:tr w:rsidR="002433E7" w:rsidRPr="00282AA4" w14:paraId="33928490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07D7E7EB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0E8D8D9" w14:textId="18B0FA84"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7FD3B254" w14:textId="5ADA5950"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2141,0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776D34E1" w14:textId="12ADF3A3"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2130,5</w:t>
            </w:r>
          </w:p>
        </w:tc>
      </w:tr>
      <w:tr w:rsidR="002433E7" w:rsidRPr="00282AA4" w14:paraId="3F689BAE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16F466A6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lastRenderedPageBreak/>
              <w:t xml:space="preserve">водоснабжение; водоотведение, </w:t>
            </w:r>
            <w:r w:rsidRPr="00282AA4">
              <w:rPr>
                <w:b/>
                <w:bCs/>
                <w:sz w:val="20"/>
              </w:rPr>
              <w:br/>
              <w:t xml:space="preserve">организация сбора и утилизации отходов, деятельность по </w:t>
            </w:r>
            <w:proofErr w:type="spellStart"/>
            <w:proofErr w:type="gramStart"/>
            <w:r w:rsidRPr="00282AA4">
              <w:rPr>
                <w:b/>
                <w:bCs/>
                <w:sz w:val="20"/>
              </w:rPr>
              <w:t>ликви-дации</w:t>
            </w:r>
            <w:proofErr w:type="spellEnd"/>
            <w:proofErr w:type="gramEnd"/>
            <w:r w:rsidRPr="00282AA4">
              <w:rPr>
                <w:b/>
                <w:bCs/>
                <w:sz w:val="20"/>
              </w:rPr>
              <w:t xml:space="preserve"> загрязнений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912BC15" w14:textId="5F645734"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1EC639F0" w14:textId="663D0C82"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865,0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35A96A87" w14:textId="0FD1B85B"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865,0</w:t>
            </w:r>
          </w:p>
        </w:tc>
      </w:tr>
      <w:tr w:rsidR="002433E7" w:rsidRPr="00282AA4" w14:paraId="692A563E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2B292580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4905752" w14:textId="6892C5ED"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1072CAFF" w14:textId="1E299D3D"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165,3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EE242D3" w14:textId="3AE9DB02"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164,6</w:t>
            </w:r>
          </w:p>
        </w:tc>
      </w:tr>
      <w:tr w:rsidR="002433E7" w:rsidRPr="00282AA4" w14:paraId="16C7F414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183B6E34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торговля оптовая и розничная; </w:t>
            </w:r>
            <w:r w:rsidRPr="00282AA4">
              <w:rPr>
                <w:b/>
                <w:bCs/>
                <w:sz w:val="20"/>
              </w:rPr>
              <w:br/>
              <w:t>ремонт автотранспортных средств и мотоциклов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AFF8706" w14:textId="2E805CDE"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77EBCB9D" w14:textId="3D56771A"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243,1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BEF4F75" w14:textId="32402B79"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243,1</w:t>
            </w:r>
          </w:p>
        </w:tc>
      </w:tr>
      <w:tr w:rsidR="002433E7" w:rsidRPr="00282AA4" w14:paraId="2CB84D04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0FEB5C11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53379F83" w14:textId="73ECC286"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sz w:val="20"/>
              </w:rPr>
              <w:t>3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17EF4C4B" w14:textId="6E2F3B80" w:rsidR="002433E7" w:rsidRPr="000D7F47" w:rsidRDefault="002433E7" w:rsidP="002433E7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53,3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24E9BB5" w14:textId="20E11047" w:rsidR="002433E7" w:rsidRPr="000D7F47" w:rsidRDefault="002433E7" w:rsidP="002433E7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53,3</w:t>
            </w:r>
          </w:p>
        </w:tc>
      </w:tr>
      <w:tr w:rsidR="002433E7" w:rsidRPr="00282AA4" w14:paraId="38283534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356F5943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гостиниц и </w:t>
            </w:r>
            <w:proofErr w:type="gramStart"/>
            <w:r w:rsidRPr="00282AA4">
              <w:rPr>
                <w:b/>
                <w:bCs/>
                <w:sz w:val="20"/>
              </w:rPr>
              <w:t>пред-приятий</w:t>
            </w:r>
            <w:proofErr w:type="gramEnd"/>
            <w:r w:rsidRPr="00282AA4">
              <w:rPr>
                <w:b/>
                <w:bCs/>
                <w:sz w:val="20"/>
              </w:rPr>
              <w:t xml:space="preserve"> общественного питания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BC02BC5" w14:textId="56CFC7E5" w:rsidR="002433E7" w:rsidRPr="000D7F47" w:rsidRDefault="002433E7" w:rsidP="002433E7">
            <w:pPr>
              <w:ind w:right="73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65BE288" w14:textId="06EDFC8F"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6E0E5D8F" w14:textId="31A5E55F"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…</w:t>
            </w:r>
          </w:p>
        </w:tc>
      </w:tr>
      <w:tr w:rsidR="002433E7" w:rsidRPr="00282AA4" w14:paraId="72D7B3E9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798DE846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информации и связи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5414C435" w14:textId="4781B0A5" w:rsidR="002433E7" w:rsidRPr="000D7F47" w:rsidRDefault="002433E7" w:rsidP="002433E7">
            <w:pPr>
              <w:ind w:right="73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BB80BFB" w14:textId="41438BDC"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EB07726" w14:textId="1962102B" w:rsidR="002433E7" w:rsidRPr="000D7F47" w:rsidRDefault="002433E7" w:rsidP="002433E7">
            <w:pPr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…</w:t>
            </w:r>
          </w:p>
        </w:tc>
      </w:tr>
      <w:tr w:rsidR="002433E7" w:rsidRPr="00282AA4" w14:paraId="5A48B126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581DD9F2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по операциям </w:t>
            </w:r>
            <w:r w:rsidRPr="00282AA4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C3EECC3" w14:textId="0E9637A2"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650DB221" w14:textId="59D9D60C" w:rsidR="002433E7" w:rsidRPr="000D7F47" w:rsidRDefault="002433E7" w:rsidP="002433E7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59778C28" w14:textId="25960441" w:rsidR="002433E7" w:rsidRPr="000D7F47" w:rsidRDefault="002433E7" w:rsidP="002433E7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highlight w:val="white"/>
              </w:rPr>
              <w:t>…</w:t>
            </w:r>
          </w:p>
        </w:tc>
      </w:tr>
      <w:tr w:rsidR="002433E7" w:rsidRPr="00282AA4" w14:paraId="658577FA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31C0D7BF" w14:textId="77777777" w:rsidR="002433E7" w:rsidRPr="00282AA4" w:rsidRDefault="002433E7" w:rsidP="002433E7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профессиональная, научная и техническая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4E21852A" w14:textId="06FF71ED"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76FE80BC" w14:textId="0A2931EB" w:rsidR="002433E7" w:rsidRPr="000D7F47" w:rsidRDefault="002433E7" w:rsidP="002433E7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C9D9C64" w14:textId="0D4E350E" w:rsidR="002433E7" w:rsidRPr="000D7F47" w:rsidRDefault="002433E7" w:rsidP="002433E7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highlight w:val="white"/>
              </w:rPr>
              <w:t>…</w:t>
            </w:r>
          </w:p>
        </w:tc>
      </w:tr>
      <w:tr w:rsidR="002433E7" w:rsidRPr="00282AA4" w14:paraId="53737F89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4C588EE1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административная</w:t>
            </w:r>
            <w:r w:rsidRPr="00282AA4">
              <w:rPr>
                <w:b/>
                <w:bCs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7C6E3E81" w14:textId="5E5E4772"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2C60C2DE" w14:textId="14650452" w:rsidR="002433E7" w:rsidRPr="000D7F47" w:rsidRDefault="002433E7" w:rsidP="002433E7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1720769F" w14:textId="3B8FD44A" w:rsidR="002433E7" w:rsidRPr="000D7F47" w:rsidRDefault="002433E7" w:rsidP="002433E7">
            <w:pPr>
              <w:ind w:right="56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  <w:highlight w:val="white"/>
              </w:rPr>
              <w:t>…</w:t>
            </w:r>
          </w:p>
        </w:tc>
      </w:tr>
      <w:tr w:rsidR="002433E7" w:rsidRPr="00282AA4" w14:paraId="14FF93E8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562B730E" w14:textId="523F7653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5BE9D6FF" w14:textId="2053C13A" w:rsidR="002433E7" w:rsidRDefault="002433E7" w:rsidP="002433E7">
            <w:pPr>
              <w:ind w:right="737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4E9D898" w14:textId="5A14CEF2" w:rsidR="002433E7" w:rsidRDefault="002433E7" w:rsidP="002433E7">
            <w:pPr>
              <w:ind w:right="567"/>
              <w:jc w:val="right"/>
              <w:rPr>
                <w:b/>
                <w:sz w:val="20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0A26FE89" w14:textId="109B0F31" w:rsidR="002433E7" w:rsidRDefault="002433E7" w:rsidP="002433E7">
            <w:pPr>
              <w:ind w:right="567"/>
              <w:jc w:val="right"/>
              <w:rPr>
                <w:b/>
                <w:sz w:val="20"/>
                <w:highlight w:val="white"/>
              </w:rPr>
            </w:pPr>
            <w:r>
              <w:rPr>
                <w:b/>
                <w:bCs/>
                <w:sz w:val="20"/>
                <w:highlight w:val="white"/>
              </w:rPr>
              <w:t>…</w:t>
            </w:r>
          </w:p>
        </w:tc>
      </w:tr>
      <w:tr w:rsidR="002433E7" w:rsidRPr="00282AA4" w14:paraId="4F09CE5E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78C73B2D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0E3620AA" w14:textId="201DF81B"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4D8FE237" w14:textId="4D465042" w:rsidR="002433E7" w:rsidRPr="000D7F47" w:rsidRDefault="002433E7" w:rsidP="002433E7">
            <w:pPr>
              <w:tabs>
                <w:tab w:val="left" w:pos="772"/>
              </w:tabs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3E62442" w14:textId="192BCC4E" w:rsidR="002433E7" w:rsidRPr="000D7F47" w:rsidRDefault="002433E7" w:rsidP="002433E7">
            <w:pPr>
              <w:tabs>
                <w:tab w:val="left" w:pos="900"/>
              </w:tabs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…</w:t>
            </w:r>
          </w:p>
        </w:tc>
      </w:tr>
      <w:tr w:rsidR="002433E7" w:rsidRPr="00D70BB7" w14:paraId="6A3C6989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</w:tcPr>
          <w:p w14:paraId="463ED68C" w14:textId="77777777" w:rsidR="002433E7" w:rsidRPr="00282AA4" w:rsidRDefault="002433E7" w:rsidP="002433E7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73B99000" w14:textId="6154023B" w:rsidR="002433E7" w:rsidRPr="000D7F47" w:rsidRDefault="002433E7" w:rsidP="002433E7">
            <w:pPr>
              <w:ind w:right="73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89" w:type="dxa"/>
            <w:shd w:val="clear" w:color="auto" w:fill="auto"/>
            <w:vAlign w:val="bottom"/>
          </w:tcPr>
          <w:p w14:paraId="30D6335B" w14:textId="190FE9B5" w:rsidR="002433E7" w:rsidRPr="000D7F47" w:rsidRDefault="002433E7" w:rsidP="002433E7">
            <w:pPr>
              <w:tabs>
                <w:tab w:val="left" w:pos="772"/>
              </w:tabs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…</w:t>
            </w:r>
          </w:p>
        </w:tc>
        <w:tc>
          <w:tcPr>
            <w:tcW w:w="1890" w:type="dxa"/>
            <w:shd w:val="clear" w:color="auto" w:fill="auto"/>
            <w:vAlign w:val="bottom"/>
          </w:tcPr>
          <w:p w14:paraId="247CFE81" w14:textId="2750AADD" w:rsidR="002433E7" w:rsidRPr="000D7F47" w:rsidRDefault="002433E7" w:rsidP="002433E7">
            <w:pPr>
              <w:tabs>
                <w:tab w:val="left" w:pos="900"/>
              </w:tabs>
              <w:ind w:right="56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  <w:highlight w:val="white"/>
              </w:rPr>
              <w:t>…</w:t>
            </w:r>
          </w:p>
        </w:tc>
      </w:tr>
    </w:tbl>
    <w:p w14:paraId="2AA9A255" w14:textId="530B348C" w:rsidR="004D0E88" w:rsidRDefault="004D0E88" w:rsidP="0073550C">
      <w:pPr>
        <w:pStyle w:val="3"/>
        <w:spacing w:before="720" w:after="360"/>
        <w:ind w:right="0"/>
      </w:pPr>
      <w:bookmarkStart w:id="316" w:name="_Toc181255984"/>
      <w:r w:rsidRPr="00E85C4E">
        <w:t>Превышение кредиторской задолженности</w:t>
      </w:r>
      <w:r w:rsidR="00143E3B">
        <w:t xml:space="preserve"> </w:t>
      </w:r>
      <w:r w:rsidR="005E20C3">
        <w:br/>
      </w:r>
      <w:r w:rsidRPr="00E85C4E">
        <w:t>над дебиторской задолженностью</w:t>
      </w:r>
      <w:bookmarkEnd w:id="314"/>
      <w:bookmarkEnd w:id="315"/>
      <w:r w:rsidR="009301AC">
        <w:br/>
      </w:r>
      <w:r w:rsidR="009301AC" w:rsidRPr="00343BCB">
        <w:t xml:space="preserve">в </w:t>
      </w:r>
      <w:r w:rsidR="002433E7">
        <w:t>августе</w:t>
      </w:r>
      <w:r w:rsidR="00E725A4" w:rsidRPr="00343BCB">
        <w:t xml:space="preserve"> 2024</w:t>
      </w:r>
      <w:r w:rsidRPr="00343BCB">
        <w:t xml:space="preserve"> год</w:t>
      </w:r>
      <w:r w:rsidR="003E46B5" w:rsidRPr="00343BCB">
        <w:t>а</w:t>
      </w:r>
      <w:bookmarkEnd w:id="316"/>
    </w:p>
    <w:p w14:paraId="48C5707E" w14:textId="77777777" w:rsidR="004D0E88" w:rsidRPr="006B7AF6" w:rsidRDefault="004D0E88" w:rsidP="004D0E88">
      <w:pPr>
        <w:shd w:val="clear" w:color="auto" w:fill="FFFFFF"/>
        <w:spacing w:after="60"/>
        <w:jc w:val="right"/>
        <w:rPr>
          <w:b/>
          <w:sz w:val="20"/>
        </w:rPr>
      </w:pPr>
      <w:r w:rsidRPr="006B7AF6">
        <w:rPr>
          <w:b/>
          <w:sz w:val="20"/>
        </w:rPr>
        <w:t>на конец месяца; миллионов рублей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3"/>
        <w:gridCol w:w="1417"/>
        <w:gridCol w:w="1417"/>
        <w:gridCol w:w="1417"/>
        <w:gridCol w:w="1417"/>
      </w:tblGrid>
      <w:tr w:rsidR="00FA288E" w:rsidRPr="00282AA4" w14:paraId="36C9A6A1" w14:textId="77777777" w:rsidTr="00C922DF">
        <w:trPr>
          <w:trHeight w:val="283"/>
          <w:jc w:val="center"/>
        </w:trPr>
        <w:tc>
          <w:tcPr>
            <w:tcW w:w="3403" w:type="dxa"/>
            <w:vMerge w:val="restart"/>
            <w:shd w:val="clear" w:color="auto" w:fill="auto"/>
            <w:vAlign w:val="center"/>
            <w:hideMark/>
          </w:tcPr>
          <w:p w14:paraId="597974E7" w14:textId="77777777" w:rsidR="00FA288E" w:rsidRPr="008667D9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2386A7AC" w14:textId="77777777"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Дебиторская задолженность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  <w:hideMark/>
          </w:tcPr>
          <w:p w14:paraId="7FDB3E95" w14:textId="77777777"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Кредиторская задолженность</w:t>
            </w:r>
          </w:p>
        </w:tc>
        <w:tc>
          <w:tcPr>
            <w:tcW w:w="2834" w:type="dxa"/>
            <w:gridSpan w:val="2"/>
            <w:shd w:val="clear" w:color="auto" w:fill="auto"/>
            <w:vAlign w:val="center"/>
            <w:hideMark/>
          </w:tcPr>
          <w:p w14:paraId="18FCD6D0" w14:textId="77777777"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 xml:space="preserve">Превышение </w:t>
            </w:r>
            <w:r>
              <w:rPr>
                <w:b/>
                <w:bCs/>
                <w:color w:val="000000"/>
                <w:sz w:val="20"/>
              </w:rPr>
              <w:br/>
            </w:r>
            <w:r w:rsidRPr="00282AA4">
              <w:rPr>
                <w:b/>
                <w:bCs/>
                <w:color w:val="000000"/>
                <w:sz w:val="20"/>
              </w:rPr>
              <w:t xml:space="preserve">кредиторской задолженности </w:t>
            </w:r>
            <w:r w:rsidRPr="00282AA4">
              <w:rPr>
                <w:b/>
                <w:bCs/>
                <w:color w:val="000000"/>
                <w:sz w:val="20"/>
              </w:rPr>
              <w:br/>
              <w:t>над дебиторской</w:t>
            </w:r>
          </w:p>
        </w:tc>
      </w:tr>
      <w:tr w:rsidR="00FA288E" w:rsidRPr="00282AA4" w14:paraId="70F9E231" w14:textId="77777777" w:rsidTr="00C922DF">
        <w:trPr>
          <w:trHeight w:val="283"/>
          <w:jc w:val="center"/>
        </w:trPr>
        <w:tc>
          <w:tcPr>
            <w:tcW w:w="3403" w:type="dxa"/>
            <w:vMerge/>
            <w:vAlign w:val="center"/>
            <w:hideMark/>
          </w:tcPr>
          <w:p w14:paraId="710A49C0" w14:textId="77777777" w:rsidR="00FA288E" w:rsidRPr="00282AA4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32BC2DBB" w14:textId="77777777" w:rsidR="00FA288E" w:rsidRPr="00282AA4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  <w:hideMark/>
          </w:tcPr>
          <w:p w14:paraId="783336D2" w14:textId="77777777" w:rsidR="00FA288E" w:rsidRPr="00282AA4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FCB18F6" w14:textId="77777777" w:rsidR="00FA288E" w:rsidRPr="00282AA4" w:rsidRDefault="00FA288E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0D898D2E" w14:textId="77777777" w:rsidR="00FA288E" w:rsidRPr="00282AA4" w:rsidRDefault="00FA288E" w:rsidP="00C922DF">
            <w:pPr>
              <w:ind w:left="-85" w:right="-85"/>
              <w:jc w:val="center"/>
              <w:rPr>
                <w:b/>
                <w:bCs/>
                <w:color w:val="000000"/>
                <w:sz w:val="20"/>
              </w:rPr>
            </w:pPr>
            <w:proofErr w:type="gramStart"/>
            <w:r w:rsidRPr="00282AA4">
              <w:rPr>
                <w:b/>
                <w:bCs/>
                <w:color w:val="000000"/>
                <w:sz w:val="20"/>
              </w:rPr>
              <w:t>в  %</w:t>
            </w:r>
            <w:proofErr w:type="gramEnd"/>
            <w:r w:rsidRPr="00282AA4">
              <w:rPr>
                <w:b/>
                <w:bCs/>
                <w:color w:val="000000"/>
                <w:sz w:val="20"/>
              </w:rPr>
              <w:t xml:space="preserve">  к дебиторской задолженности</w:t>
            </w:r>
          </w:p>
        </w:tc>
      </w:tr>
      <w:tr w:rsidR="002433E7" w:rsidRPr="00282AA4" w14:paraId="4626B083" w14:textId="77777777" w:rsidTr="00C922DF">
        <w:trPr>
          <w:trHeight w:val="227"/>
          <w:jc w:val="center"/>
        </w:trPr>
        <w:tc>
          <w:tcPr>
            <w:tcW w:w="3403" w:type="dxa"/>
            <w:shd w:val="clear" w:color="auto" w:fill="auto"/>
            <w:vAlign w:val="bottom"/>
            <w:hideMark/>
          </w:tcPr>
          <w:p w14:paraId="3D6772C1" w14:textId="77777777" w:rsidR="002433E7" w:rsidRPr="00282AA4" w:rsidRDefault="002433E7" w:rsidP="002433E7">
            <w:pPr>
              <w:jc w:val="left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AA20D1" w14:textId="264FAEEA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340637,5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DB9CF70" w14:textId="508B0B32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151520,7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C57C989" w14:textId="10CE4766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-189116,7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EDB8267" w14:textId="12EBF460" w:rsidR="002433E7" w:rsidRPr="000D7F47" w:rsidRDefault="002433E7" w:rsidP="002433E7">
            <w:pPr>
              <w:tabs>
                <w:tab w:val="left" w:pos="720"/>
              </w:tabs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FA288E" w:rsidRPr="00282AA4" w14:paraId="3F5C0B87" w14:textId="77777777" w:rsidTr="00C922DF">
        <w:trPr>
          <w:trHeight w:val="227"/>
          <w:jc w:val="center"/>
        </w:trPr>
        <w:tc>
          <w:tcPr>
            <w:tcW w:w="9071" w:type="dxa"/>
            <w:gridSpan w:val="5"/>
            <w:shd w:val="clear" w:color="auto" w:fill="auto"/>
            <w:vAlign w:val="bottom"/>
          </w:tcPr>
          <w:p w14:paraId="554E7E9C" w14:textId="77777777" w:rsidR="00FA288E" w:rsidRPr="00282AA4" w:rsidRDefault="00FA288E" w:rsidP="00C922DF">
            <w:pPr>
              <w:tabs>
                <w:tab w:val="left" w:pos="720"/>
              </w:tabs>
              <w:ind w:left="340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>в том числе по видам экономической деятельности:</w:t>
            </w:r>
          </w:p>
        </w:tc>
      </w:tr>
      <w:tr w:rsidR="002433E7" w:rsidRPr="00282AA4" w14:paraId="7132DBBE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49330040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сельское, лесное хозяйство, </w:t>
            </w:r>
            <w:proofErr w:type="spellStart"/>
            <w:proofErr w:type="gramStart"/>
            <w:r w:rsidRPr="00282AA4">
              <w:rPr>
                <w:b/>
                <w:bCs/>
                <w:sz w:val="20"/>
              </w:rPr>
              <w:t>охо</w:t>
            </w:r>
            <w:proofErr w:type="spellEnd"/>
            <w:r w:rsidRPr="00282AA4">
              <w:rPr>
                <w:b/>
                <w:bCs/>
                <w:sz w:val="20"/>
              </w:rPr>
              <w:t>-та</w:t>
            </w:r>
            <w:proofErr w:type="gramEnd"/>
            <w:r w:rsidRPr="00282AA4">
              <w:rPr>
                <w:b/>
                <w:bCs/>
                <w:sz w:val="20"/>
              </w:rPr>
              <w:t>, рыболовство и рыбоводство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9D78A8" w14:textId="1D26B0E4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3228,8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82AA3F7" w14:textId="341E2F9A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3952,4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6E119E4" w14:textId="11D7702D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723,6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AB0D87" w14:textId="770F8855"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22,4</w:t>
            </w:r>
          </w:p>
        </w:tc>
      </w:tr>
      <w:tr w:rsidR="002433E7" w:rsidRPr="00282AA4" w14:paraId="64A74B0A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14:paraId="4724F0D9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добыча полезных ископаемых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F38932A" w14:textId="319856CA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240848,1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872A665" w14:textId="6FEC6279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50461,4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1665F83" w14:textId="184A1818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-190386,7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F6AF0DF" w14:textId="0AD350D4"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2433E7" w:rsidRPr="00282AA4" w14:paraId="5462895F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00F6A909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обрабатывающие производства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1BF6F0D" w14:textId="47364E41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18857,7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81402B6" w14:textId="00244ABF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38700,3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2B90647" w14:textId="3A09821D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19842,5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F32A14A" w14:textId="0F90B30F"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105,2</w:t>
            </w:r>
          </w:p>
        </w:tc>
      </w:tr>
      <w:tr w:rsidR="002433E7" w:rsidRPr="00282AA4" w14:paraId="389C084F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633CD428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FA3E9C9" w14:textId="42F177E3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36834,2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E4C8309" w14:textId="0F4502D6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15422,7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84BC0E5" w14:textId="0E9289C2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-21411,5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D33D5C1" w14:textId="059A6FA0"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2433E7" w:rsidRPr="00282AA4" w14:paraId="1B5616E7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54F78535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водоснабжение; водоотведение, </w:t>
            </w:r>
            <w:r w:rsidRPr="00282AA4">
              <w:rPr>
                <w:b/>
                <w:bCs/>
                <w:sz w:val="20"/>
              </w:rPr>
              <w:br/>
              <w:t xml:space="preserve">организация сбора и утилизации отходов, деятельность по </w:t>
            </w:r>
            <w:proofErr w:type="spellStart"/>
            <w:proofErr w:type="gramStart"/>
            <w:r w:rsidRPr="00282AA4">
              <w:rPr>
                <w:b/>
                <w:bCs/>
                <w:sz w:val="20"/>
              </w:rPr>
              <w:t>ликви-дации</w:t>
            </w:r>
            <w:proofErr w:type="spellEnd"/>
            <w:proofErr w:type="gramEnd"/>
            <w:r w:rsidRPr="00282AA4">
              <w:rPr>
                <w:b/>
                <w:bCs/>
                <w:sz w:val="20"/>
              </w:rPr>
              <w:t xml:space="preserve"> загрязнений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6BE192C" w14:textId="2333B2CF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1582,8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5D87B6F" w14:textId="18C899EE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2021,8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D0431FB" w14:textId="5EFFF31E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439,0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4FE5029" w14:textId="5F0DD9E1"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27,7</w:t>
            </w:r>
          </w:p>
        </w:tc>
      </w:tr>
      <w:tr w:rsidR="002433E7" w:rsidRPr="00282AA4" w14:paraId="10FE5335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50B965DF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строительство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3860090" w14:textId="2B599761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16085,7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6D08B5F" w14:textId="5C05D13F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17392,8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97FAD7A" w14:textId="3D9CDAEA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1307,0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22F05CC" w14:textId="69149D67"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8,1</w:t>
            </w:r>
          </w:p>
        </w:tc>
      </w:tr>
      <w:tr w:rsidR="002433E7" w:rsidRPr="00282AA4" w14:paraId="7F7E59D9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07CAC18B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86FA833" w14:textId="053429AB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4471,3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E945091" w14:textId="5608A95C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7569,7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AE3B2AD" w14:textId="70B00233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3098,4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C4A752E" w14:textId="68B51FD2"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69,3</w:t>
            </w:r>
          </w:p>
        </w:tc>
      </w:tr>
      <w:tr w:rsidR="002433E7" w:rsidRPr="00282AA4" w14:paraId="6F5E18C8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2D49C8A7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транспортировка и хранение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2A37B06" w14:textId="207AE19D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9060,2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4B34C2D" w14:textId="7487D431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7126,3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D7E40A0" w14:textId="67431459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-1933,8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F8228A4" w14:textId="60A07A0E"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2433E7" w:rsidRPr="00282AA4" w14:paraId="654752DF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07E99E94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гостиниц и </w:t>
            </w:r>
            <w:proofErr w:type="gramStart"/>
            <w:r w:rsidRPr="00282AA4">
              <w:rPr>
                <w:b/>
                <w:bCs/>
                <w:sz w:val="20"/>
              </w:rPr>
              <w:t>пред-приятий</w:t>
            </w:r>
            <w:proofErr w:type="gramEnd"/>
            <w:r w:rsidRPr="00282AA4">
              <w:rPr>
                <w:b/>
                <w:bCs/>
                <w:sz w:val="20"/>
              </w:rPr>
              <w:t xml:space="preserve"> общественного питания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875593A" w14:textId="0656E15E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8ECC828" w14:textId="6B121968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265,4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EC7884F" w14:textId="4571CD55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42,7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7C54079" w14:textId="3F78DFD9"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19,2</w:t>
            </w:r>
          </w:p>
        </w:tc>
      </w:tr>
      <w:tr w:rsidR="002433E7" w:rsidRPr="00282AA4" w14:paraId="754FB220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7C432B05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lastRenderedPageBreak/>
              <w:t>деятельность в области информации и связи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7D6623E" w14:textId="2C059F4D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20,9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683AF14" w14:textId="6892763A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27,7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4E061D6" w14:textId="6B4DBC4C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F164B32" w14:textId="75B1BCCB"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32,3</w:t>
            </w:r>
          </w:p>
        </w:tc>
      </w:tr>
      <w:tr w:rsidR="001E02B6" w:rsidRPr="00282AA4" w14:paraId="16292F21" w14:textId="77777777" w:rsidTr="001E02B6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14:paraId="0D716439" w14:textId="77777777" w:rsidR="001E02B6" w:rsidRPr="00282AA4" w:rsidRDefault="001E02B6" w:rsidP="001E02B6">
            <w:pPr>
              <w:ind w:left="113"/>
              <w:jc w:val="left"/>
              <w:rPr>
                <w:b/>
                <w:bCs/>
                <w:color w:val="000000"/>
                <w:sz w:val="20"/>
              </w:rPr>
            </w:pPr>
            <w:r w:rsidRPr="00282AA4">
              <w:rPr>
                <w:b/>
                <w:bCs/>
                <w:color w:val="000000"/>
                <w:sz w:val="20"/>
              </w:rPr>
              <w:t xml:space="preserve">деятельность финансовая </w:t>
            </w:r>
            <w:r w:rsidRPr="00282AA4">
              <w:rPr>
                <w:b/>
                <w:bCs/>
                <w:color w:val="000000"/>
                <w:sz w:val="20"/>
              </w:rPr>
              <w:br/>
              <w:t>и страховая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21E9614" w14:textId="6F9D7855" w:rsidR="001E02B6" w:rsidRPr="000D7F47" w:rsidRDefault="001E02B6" w:rsidP="001E02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D00EB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A706005" w14:textId="3170BB47" w:rsidR="001E02B6" w:rsidRPr="000D7F47" w:rsidRDefault="001E02B6" w:rsidP="001E02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D00EB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4208917" w14:textId="7CB11858" w:rsidR="001E02B6" w:rsidRPr="000D7F47" w:rsidRDefault="001E02B6" w:rsidP="001E02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AD00EB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F381923" w14:textId="25BF2FC0" w:rsidR="001E02B6" w:rsidRPr="000D7F47" w:rsidRDefault="001E02B6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79,8</w:t>
            </w:r>
          </w:p>
        </w:tc>
      </w:tr>
      <w:tr w:rsidR="002433E7" w:rsidRPr="00282AA4" w14:paraId="249C0840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4501CF8B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по операциям </w:t>
            </w:r>
            <w:r w:rsidRPr="00282AA4">
              <w:rPr>
                <w:b/>
                <w:bCs/>
                <w:sz w:val="20"/>
              </w:rPr>
              <w:br/>
              <w:t>с недвижимым имуществом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183D711" w14:textId="7FD945F7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1544,7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9DEA3A1" w14:textId="2C5BD1C0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165,9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D384C74" w14:textId="2F6C1AA1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-1378,9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3D9C660" w14:textId="63861D67"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2433E7" w:rsidRPr="00282AA4" w14:paraId="7D919D10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10F53BA5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профессиональная, </w:t>
            </w:r>
            <w:r w:rsidRPr="00282AA4">
              <w:rPr>
                <w:b/>
                <w:bCs/>
                <w:sz w:val="20"/>
              </w:rPr>
              <w:br/>
              <w:t>научная и техническая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AFDEBDB" w14:textId="7749E1B3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368,6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A4DEBE6" w14:textId="724EF803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171,1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4A5FD15D" w14:textId="01344472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-197,5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8EFAB75" w14:textId="248F2CC5"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1E02B6" w:rsidRPr="00282AA4" w14:paraId="3B6596A4" w14:textId="77777777" w:rsidTr="001E02B6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56436ECA" w14:textId="77777777" w:rsidR="001E02B6" w:rsidRPr="00282AA4" w:rsidRDefault="001E02B6" w:rsidP="001E02B6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административная </w:t>
            </w:r>
            <w:r w:rsidRPr="00282AA4">
              <w:rPr>
                <w:b/>
                <w:bCs/>
                <w:sz w:val="20"/>
              </w:rPr>
              <w:br/>
              <w:t>и сопутствующие дополнительные услуги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3FE1E83" w14:textId="38823F15" w:rsidR="001E02B6" w:rsidRPr="000D7F47" w:rsidRDefault="001E02B6" w:rsidP="001E02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237232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6E56D57" w14:textId="54DFE62C" w:rsidR="001E02B6" w:rsidRPr="000D7F47" w:rsidRDefault="001E02B6" w:rsidP="001E02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237232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AA09638" w14:textId="626D675A" w:rsidR="001E02B6" w:rsidRPr="000D7F47" w:rsidRDefault="001E02B6" w:rsidP="001E02B6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 w:rsidRPr="00237232">
              <w:rPr>
                <w:b/>
                <w:bCs/>
                <w:sz w:val="20"/>
              </w:rPr>
              <w:t>…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DAFC6AC" w14:textId="6DAED51F" w:rsidR="001E02B6" w:rsidRPr="000D7F47" w:rsidRDefault="001E02B6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2433E7" w:rsidRPr="00282AA4" w14:paraId="6F856F3C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  <w:hideMark/>
          </w:tcPr>
          <w:p w14:paraId="4350E978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образование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2197CE9" w14:textId="270E08B6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56,1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6D9A1BA" w14:textId="66576CB5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101,8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61E476C" w14:textId="6312A1F7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45,7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22A6AE9D" w14:textId="0D34FD16"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81,5</w:t>
            </w:r>
          </w:p>
        </w:tc>
      </w:tr>
      <w:tr w:rsidR="002433E7" w:rsidRPr="00282AA4" w14:paraId="30E0DA10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14:paraId="6D094575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 xml:space="preserve">деятельность в области </w:t>
            </w:r>
            <w:proofErr w:type="gramStart"/>
            <w:r w:rsidRPr="00282AA4">
              <w:rPr>
                <w:b/>
                <w:bCs/>
                <w:sz w:val="20"/>
              </w:rPr>
              <w:t>здраво-охранения</w:t>
            </w:r>
            <w:proofErr w:type="gramEnd"/>
            <w:r w:rsidRPr="00282AA4">
              <w:rPr>
                <w:b/>
                <w:bCs/>
                <w:sz w:val="20"/>
              </w:rPr>
              <w:t xml:space="preserve"> и социальных услуг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7BA92AA" w14:textId="0E298C6B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144,7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6B9952A8" w14:textId="78AC71A5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221,0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404DB22" w14:textId="6F9663CA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76,4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9579AF6" w14:textId="647E181B"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52,8</w:t>
            </w:r>
          </w:p>
        </w:tc>
      </w:tr>
      <w:tr w:rsidR="002433E7" w:rsidRPr="00282AA4" w14:paraId="61074608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14:paraId="3D1A53AE" w14:textId="77777777" w:rsidR="002433E7" w:rsidRPr="00282AA4" w:rsidRDefault="002433E7" w:rsidP="002433E7">
            <w:pPr>
              <w:ind w:left="113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деятельность в области культуры, спорта, организации досуга и развлечений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6091912" w14:textId="5C021851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67,1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16139FBC" w14:textId="5B3AF62F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23,8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9E39AC2" w14:textId="1858DA9D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-43,3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7BB4C570" w14:textId="36276B3D" w:rsidR="002433E7" w:rsidRPr="000D7F47" w:rsidRDefault="002433E7" w:rsidP="001E02B6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</w:t>
            </w:r>
          </w:p>
        </w:tc>
      </w:tr>
      <w:tr w:rsidR="002433E7" w:rsidRPr="00511508" w14:paraId="30F24CCD" w14:textId="77777777" w:rsidTr="00C922DF">
        <w:trPr>
          <w:trHeight w:val="227"/>
          <w:jc w:val="center"/>
        </w:trPr>
        <w:tc>
          <w:tcPr>
            <w:tcW w:w="3403" w:type="dxa"/>
            <w:shd w:val="clear" w:color="000000" w:fill="FFFFFF"/>
            <w:vAlign w:val="bottom"/>
          </w:tcPr>
          <w:p w14:paraId="6F1693EB" w14:textId="77777777" w:rsidR="002433E7" w:rsidRPr="00282AA4" w:rsidRDefault="002433E7" w:rsidP="002433E7">
            <w:pPr>
              <w:ind w:left="113" w:right="-57"/>
              <w:jc w:val="left"/>
              <w:rPr>
                <w:b/>
                <w:bCs/>
                <w:sz w:val="20"/>
              </w:rPr>
            </w:pPr>
            <w:r w:rsidRPr="00282AA4">
              <w:rPr>
                <w:b/>
                <w:bCs/>
                <w:sz w:val="20"/>
              </w:rPr>
              <w:t>предоставление прочих видов услуг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5035979B" w14:textId="2AB43EEF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40,1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3305EB41" w14:textId="0B9DB202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55,6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51EDD35" w14:textId="37DFC95B" w:rsidR="002433E7" w:rsidRPr="000D7F47" w:rsidRDefault="002433E7" w:rsidP="002433E7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15,5</w:t>
            </w:r>
          </w:p>
        </w:tc>
        <w:tc>
          <w:tcPr>
            <w:tcW w:w="1417" w:type="dxa"/>
            <w:shd w:val="clear" w:color="auto" w:fill="auto"/>
            <w:vAlign w:val="bottom"/>
          </w:tcPr>
          <w:p w14:paraId="0C18DD66" w14:textId="6BB28FDE" w:rsidR="002433E7" w:rsidRPr="000D7F47" w:rsidRDefault="002433E7" w:rsidP="002433E7">
            <w:pPr>
              <w:ind w:right="340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38,7</w:t>
            </w:r>
          </w:p>
        </w:tc>
      </w:tr>
      <w:bookmarkEnd w:id="267"/>
    </w:tbl>
    <w:p w14:paraId="56EE790D" w14:textId="77777777" w:rsidR="00BD7968" w:rsidRDefault="00BD7968" w:rsidP="00204BB5">
      <w:pPr>
        <w:pStyle w:val="1"/>
        <w:spacing w:before="360" w:after="360"/>
        <w:sectPr w:rsidR="00BD7968" w:rsidSect="00994103">
          <w:headerReference w:type="default" r:id="rId23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14:paraId="003D3AEE" w14:textId="651885D3" w:rsidR="0031223F" w:rsidRPr="00A85D67" w:rsidRDefault="0031223F" w:rsidP="0073550C">
      <w:pPr>
        <w:pStyle w:val="1"/>
        <w:spacing w:before="600" w:after="360"/>
        <w:rPr>
          <w:szCs w:val="18"/>
        </w:rPr>
      </w:pPr>
      <w:bookmarkStart w:id="317" w:name="_Toc181255985"/>
      <w:r w:rsidRPr="00A85D67">
        <w:t>СОЦИАЛЬНАЯ СФЕРА</w:t>
      </w:r>
      <w:bookmarkEnd w:id="261"/>
      <w:bookmarkEnd w:id="262"/>
      <w:bookmarkEnd w:id="317"/>
    </w:p>
    <w:p w14:paraId="480A6599" w14:textId="17A8AFD9" w:rsidR="000A29B9" w:rsidRPr="008E5F97" w:rsidRDefault="004D0E88" w:rsidP="0073550C">
      <w:pPr>
        <w:pStyle w:val="2"/>
        <w:spacing w:before="600" w:after="360"/>
        <w:rPr>
          <w:lang w:eastAsia="x-none"/>
        </w:rPr>
      </w:pPr>
      <w:bookmarkStart w:id="318" w:name="_Toc181255986"/>
      <w:r w:rsidRPr="008E5F97">
        <w:rPr>
          <w:sz w:val="20"/>
        </w:rPr>
        <w:t>ЗАРАБОТНАЯ ПЛАТА</w:t>
      </w:r>
      <w:bookmarkEnd w:id="318"/>
    </w:p>
    <w:p w14:paraId="51E86DB5" w14:textId="77777777" w:rsidR="00F4043D" w:rsidRPr="009C69F7" w:rsidRDefault="00F4043D" w:rsidP="0073550C">
      <w:pPr>
        <w:pStyle w:val="3"/>
        <w:spacing w:before="480" w:after="480"/>
        <w:ind w:right="0"/>
      </w:pPr>
      <w:bookmarkStart w:id="319" w:name="_Toc181255987"/>
      <w:bookmarkStart w:id="320" w:name="_Hlk173416520"/>
      <w:r w:rsidRPr="009C69F7">
        <w:rPr>
          <w:lang w:val="x-none" w:eastAsia="x-none"/>
        </w:rPr>
        <w:t>Основные показатели заработной платы</w:t>
      </w:r>
      <w:bookmarkEnd w:id="319"/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402"/>
        <w:gridCol w:w="809"/>
        <w:gridCol w:w="810"/>
        <w:gridCol w:w="810"/>
        <w:gridCol w:w="809"/>
        <w:gridCol w:w="810"/>
        <w:gridCol w:w="810"/>
        <w:gridCol w:w="810"/>
      </w:tblGrid>
      <w:tr w:rsidR="007A2433" w:rsidRPr="00234851" w14:paraId="399562BE" w14:textId="77777777" w:rsidTr="007A2433">
        <w:trPr>
          <w:trHeight w:val="283"/>
          <w:jc w:val="center"/>
        </w:trPr>
        <w:tc>
          <w:tcPr>
            <w:tcW w:w="3402" w:type="dxa"/>
            <w:vMerge w:val="restart"/>
          </w:tcPr>
          <w:p w14:paraId="5CC599C9" w14:textId="77777777" w:rsidR="007A2433" w:rsidRPr="00B27366" w:rsidRDefault="007A2433" w:rsidP="007A2433">
            <w:pPr>
              <w:jc w:val="center"/>
              <w:rPr>
                <w:b/>
                <w:sz w:val="20"/>
              </w:rPr>
            </w:pPr>
            <w:bookmarkStart w:id="321" w:name="_Toc120785792"/>
          </w:p>
        </w:tc>
        <w:tc>
          <w:tcPr>
            <w:tcW w:w="809" w:type="dxa"/>
            <w:vMerge w:val="restart"/>
            <w:vAlign w:val="center"/>
          </w:tcPr>
          <w:p w14:paraId="23A9967A" w14:textId="4440FDFD" w:rsidR="007A2433" w:rsidRPr="002E4936" w:rsidRDefault="005C4C5B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7A2433" w:rsidRPr="002E4936">
              <w:rPr>
                <w:b/>
                <w:sz w:val="20"/>
              </w:rPr>
              <w:br/>
              <w:t>2024, рублей</w:t>
            </w:r>
          </w:p>
        </w:tc>
        <w:tc>
          <w:tcPr>
            <w:tcW w:w="1620" w:type="dxa"/>
            <w:gridSpan w:val="2"/>
            <w:vAlign w:val="center"/>
          </w:tcPr>
          <w:p w14:paraId="3BFE93B9" w14:textId="77777777" w:rsidR="007A2433" w:rsidRPr="002E4936" w:rsidRDefault="007A2433" w:rsidP="007A2433">
            <w:pPr>
              <w:jc w:val="center"/>
              <w:rPr>
                <w:b/>
                <w:sz w:val="20"/>
              </w:rPr>
            </w:pPr>
            <w:proofErr w:type="gramStart"/>
            <w:r w:rsidRPr="002E4936">
              <w:rPr>
                <w:b/>
                <w:sz w:val="20"/>
              </w:rPr>
              <w:t>В  %</w:t>
            </w:r>
            <w:proofErr w:type="gramEnd"/>
            <w:r w:rsidRPr="002E4936">
              <w:rPr>
                <w:b/>
                <w:sz w:val="20"/>
              </w:rPr>
              <w:t xml:space="preserve">  к</w:t>
            </w:r>
          </w:p>
        </w:tc>
        <w:tc>
          <w:tcPr>
            <w:tcW w:w="809" w:type="dxa"/>
            <w:vMerge w:val="restart"/>
            <w:vAlign w:val="center"/>
          </w:tcPr>
          <w:p w14:paraId="3075EC09" w14:textId="6D6B1D35" w:rsidR="007A2433" w:rsidRPr="002E4936" w:rsidRDefault="00EF53FB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</w:t>
            </w:r>
            <w:r w:rsidR="005C4C5B">
              <w:rPr>
                <w:b/>
                <w:sz w:val="20"/>
              </w:rPr>
              <w:t>август</w:t>
            </w:r>
            <w:r w:rsidR="007A2433" w:rsidRPr="002E4936">
              <w:rPr>
                <w:b/>
                <w:sz w:val="20"/>
              </w:rPr>
              <w:br/>
              <w:t>2024</w:t>
            </w:r>
            <w:r w:rsidR="007A2433" w:rsidRPr="002E4936">
              <w:rPr>
                <w:b/>
                <w:sz w:val="20"/>
              </w:rPr>
              <w:br/>
            </w:r>
            <w:proofErr w:type="gramStart"/>
            <w:r w:rsidR="007A2433" w:rsidRPr="002E4936">
              <w:rPr>
                <w:b/>
                <w:sz w:val="20"/>
              </w:rPr>
              <w:t>в  %</w:t>
            </w:r>
            <w:proofErr w:type="gramEnd"/>
            <w:r w:rsidR="007A2433" w:rsidRPr="002E4936">
              <w:rPr>
                <w:b/>
                <w:sz w:val="20"/>
              </w:rPr>
              <w:t xml:space="preserve">  к</w:t>
            </w:r>
            <w:r w:rsidR="007A2433" w:rsidRPr="002E4936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январю-</w:t>
            </w:r>
            <w:r w:rsidR="005C4C5B">
              <w:rPr>
                <w:b/>
                <w:sz w:val="20"/>
              </w:rPr>
              <w:t>августу</w:t>
            </w:r>
            <w:r w:rsidR="00745BFE" w:rsidRPr="002E4936">
              <w:rPr>
                <w:b/>
                <w:sz w:val="20"/>
              </w:rPr>
              <w:br/>
            </w:r>
            <w:r w:rsidR="007A2433" w:rsidRPr="002E4936">
              <w:rPr>
                <w:b/>
                <w:sz w:val="20"/>
              </w:rPr>
              <w:t>2023</w:t>
            </w:r>
          </w:p>
        </w:tc>
        <w:tc>
          <w:tcPr>
            <w:tcW w:w="2430" w:type="dxa"/>
            <w:gridSpan w:val="3"/>
            <w:vAlign w:val="center"/>
          </w:tcPr>
          <w:p w14:paraId="36ECE837" w14:textId="77777777" w:rsidR="007A2433" w:rsidRPr="002E4936" w:rsidRDefault="007A2433" w:rsidP="007A2433">
            <w:pPr>
              <w:jc w:val="center"/>
              <w:rPr>
                <w:b/>
                <w:sz w:val="20"/>
              </w:rPr>
            </w:pPr>
            <w:proofErr w:type="spellStart"/>
            <w:r w:rsidRPr="002E4936">
              <w:rPr>
                <w:b/>
                <w:sz w:val="20"/>
              </w:rPr>
              <w:t>Справочно</w:t>
            </w:r>
            <w:proofErr w:type="spellEnd"/>
            <w:r w:rsidRPr="002E4936">
              <w:rPr>
                <w:b/>
                <w:sz w:val="20"/>
              </w:rPr>
              <w:t xml:space="preserve">: </w:t>
            </w:r>
          </w:p>
        </w:tc>
      </w:tr>
      <w:tr w:rsidR="007A2433" w:rsidRPr="00234851" w14:paraId="2896DA04" w14:textId="77777777" w:rsidTr="007A2433">
        <w:trPr>
          <w:trHeight w:val="283"/>
          <w:jc w:val="center"/>
        </w:trPr>
        <w:tc>
          <w:tcPr>
            <w:tcW w:w="3402" w:type="dxa"/>
            <w:vMerge/>
          </w:tcPr>
          <w:p w14:paraId="32F9E7EB" w14:textId="77777777"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809" w:type="dxa"/>
            <w:vMerge/>
            <w:vAlign w:val="center"/>
          </w:tcPr>
          <w:p w14:paraId="3842F47E" w14:textId="77777777" w:rsidR="007A2433" w:rsidRPr="002E4936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vMerge w:val="restart"/>
            <w:vAlign w:val="center"/>
          </w:tcPr>
          <w:p w14:paraId="7BAA629B" w14:textId="794197E4" w:rsidR="007A2433" w:rsidRPr="002E4936" w:rsidRDefault="005C4C5B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2E4936">
              <w:rPr>
                <w:b/>
                <w:sz w:val="20"/>
              </w:rPr>
              <w:br/>
              <w:t>2023</w:t>
            </w:r>
          </w:p>
        </w:tc>
        <w:tc>
          <w:tcPr>
            <w:tcW w:w="810" w:type="dxa"/>
            <w:vMerge w:val="restart"/>
            <w:vAlign w:val="center"/>
          </w:tcPr>
          <w:p w14:paraId="5295D688" w14:textId="43C42724" w:rsidR="007A2433" w:rsidRPr="002E4936" w:rsidRDefault="00EF53FB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</w:t>
            </w:r>
            <w:r w:rsidR="005C4C5B">
              <w:rPr>
                <w:b/>
                <w:sz w:val="20"/>
              </w:rPr>
              <w:t>л</w:t>
            </w:r>
            <w:r>
              <w:rPr>
                <w:b/>
                <w:sz w:val="20"/>
              </w:rPr>
              <w:t>ю</w:t>
            </w:r>
            <w:r w:rsidR="007A2433" w:rsidRPr="002E4936">
              <w:rPr>
                <w:b/>
                <w:sz w:val="20"/>
              </w:rPr>
              <w:br/>
              <w:t>2024</w:t>
            </w:r>
          </w:p>
        </w:tc>
        <w:tc>
          <w:tcPr>
            <w:tcW w:w="809" w:type="dxa"/>
            <w:vMerge/>
          </w:tcPr>
          <w:p w14:paraId="595413EB" w14:textId="77777777" w:rsidR="007A2433" w:rsidRPr="002E4936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098D0986" w14:textId="51AC5329" w:rsidR="007A2433" w:rsidRPr="002E4936" w:rsidRDefault="005C4C5B" w:rsidP="007A2433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7A2433" w:rsidRPr="002E4936">
              <w:rPr>
                <w:b/>
                <w:sz w:val="20"/>
              </w:rPr>
              <w:br/>
              <w:t>2023</w:t>
            </w:r>
            <w:r w:rsidR="007A2433" w:rsidRPr="002E4936">
              <w:rPr>
                <w:b/>
                <w:sz w:val="20"/>
              </w:rPr>
              <w:br/>
            </w:r>
            <w:proofErr w:type="gramStart"/>
            <w:r w:rsidR="007A2433" w:rsidRPr="002E4936">
              <w:rPr>
                <w:b/>
                <w:sz w:val="20"/>
              </w:rPr>
              <w:t>в  %</w:t>
            </w:r>
            <w:proofErr w:type="gramEnd"/>
            <w:r w:rsidR="007A2433" w:rsidRPr="002E4936">
              <w:rPr>
                <w:b/>
                <w:sz w:val="20"/>
              </w:rPr>
              <w:t xml:space="preserve">  к</w:t>
            </w:r>
          </w:p>
        </w:tc>
        <w:tc>
          <w:tcPr>
            <w:tcW w:w="810" w:type="dxa"/>
            <w:vMerge w:val="restart"/>
            <w:vAlign w:val="center"/>
          </w:tcPr>
          <w:p w14:paraId="02B3036B" w14:textId="601330CB" w:rsidR="007A2433" w:rsidRPr="002E4936" w:rsidRDefault="00396C85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</w:t>
            </w:r>
            <w:r w:rsidR="005C4C5B">
              <w:rPr>
                <w:b/>
                <w:sz w:val="20"/>
              </w:rPr>
              <w:t>август</w:t>
            </w:r>
            <w:r w:rsidR="007A2433" w:rsidRPr="002E4936">
              <w:rPr>
                <w:b/>
                <w:sz w:val="20"/>
              </w:rPr>
              <w:br/>
              <w:t>2023</w:t>
            </w:r>
            <w:r w:rsidR="007A2433" w:rsidRPr="002E4936">
              <w:rPr>
                <w:b/>
                <w:sz w:val="20"/>
              </w:rPr>
              <w:br/>
            </w:r>
            <w:proofErr w:type="gramStart"/>
            <w:r w:rsidR="007A2433" w:rsidRPr="002E4936">
              <w:rPr>
                <w:b/>
                <w:sz w:val="20"/>
              </w:rPr>
              <w:t>в  %</w:t>
            </w:r>
            <w:proofErr w:type="gramEnd"/>
            <w:r w:rsidR="007A2433" w:rsidRPr="002E4936">
              <w:rPr>
                <w:b/>
                <w:sz w:val="20"/>
              </w:rPr>
              <w:t xml:space="preserve">  к</w:t>
            </w:r>
            <w:r w:rsidR="007A2433" w:rsidRPr="002E4936">
              <w:rPr>
                <w:b/>
                <w:sz w:val="20"/>
              </w:rPr>
              <w:br/>
            </w:r>
            <w:r>
              <w:rPr>
                <w:b/>
                <w:sz w:val="20"/>
              </w:rPr>
              <w:t>январю-</w:t>
            </w:r>
            <w:r w:rsidR="005C4C5B">
              <w:rPr>
                <w:b/>
                <w:sz w:val="20"/>
              </w:rPr>
              <w:t>августу</w:t>
            </w:r>
            <w:r w:rsidR="007A2433" w:rsidRPr="002E4936">
              <w:rPr>
                <w:b/>
                <w:sz w:val="20"/>
              </w:rPr>
              <w:br/>
              <w:t>2022</w:t>
            </w:r>
          </w:p>
        </w:tc>
      </w:tr>
      <w:tr w:rsidR="007A2433" w:rsidRPr="00234851" w14:paraId="7AF6FC68" w14:textId="77777777" w:rsidTr="007A2433">
        <w:trPr>
          <w:trHeight w:val="283"/>
          <w:jc w:val="center"/>
        </w:trPr>
        <w:tc>
          <w:tcPr>
            <w:tcW w:w="3402" w:type="dxa"/>
            <w:vMerge/>
          </w:tcPr>
          <w:p w14:paraId="3E36A37F" w14:textId="77777777"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809" w:type="dxa"/>
            <w:vMerge/>
            <w:vAlign w:val="center"/>
          </w:tcPr>
          <w:p w14:paraId="512B1A06" w14:textId="77777777" w:rsidR="007A2433" w:rsidRPr="002E4936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vMerge/>
            <w:vAlign w:val="center"/>
          </w:tcPr>
          <w:p w14:paraId="7D923EAE" w14:textId="77777777" w:rsidR="007A2433" w:rsidRPr="002E4936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vMerge/>
            <w:vAlign w:val="center"/>
          </w:tcPr>
          <w:p w14:paraId="6E7B85A1" w14:textId="77777777" w:rsidR="007A2433" w:rsidRPr="002E4936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809" w:type="dxa"/>
            <w:vMerge/>
          </w:tcPr>
          <w:p w14:paraId="13C26B66" w14:textId="77777777" w:rsidR="007A2433" w:rsidRPr="002E4936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vAlign w:val="center"/>
          </w:tcPr>
          <w:p w14:paraId="249EEFEA" w14:textId="3E9BBF52" w:rsidR="007A2433" w:rsidRPr="002E4936" w:rsidRDefault="005C4C5B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2E4936">
              <w:rPr>
                <w:b/>
                <w:sz w:val="20"/>
              </w:rPr>
              <w:br/>
              <w:t>2022</w:t>
            </w:r>
          </w:p>
        </w:tc>
        <w:tc>
          <w:tcPr>
            <w:tcW w:w="810" w:type="dxa"/>
            <w:vAlign w:val="center"/>
          </w:tcPr>
          <w:p w14:paraId="00669EE8" w14:textId="54123CAB" w:rsidR="007A2433" w:rsidRPr="002E4936" w:rsidRDefault="00396C85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</w:t>
            </w:r>
            <w:r w:rsidR="005C4C5B">
              <w:rPr>
                <w:b/>
                <w:sz w:val="20"/>
              </w:rPr>
              <w:t>л</w:t>
            </w:r>
            <w:r>
              <w:rPr>
                <w:b/>
                <w:sz w:val="20"/>
              </w:rPr>
              <w:t>ю</w:t>
            </w:r>
            <w:r w:rsidR="007A2433" w:rsidRPr="002E4936">
              <w:rPr>
                <w:b/>
                <w:sz w:val="20"/>
              </w:rPr>
              <w:br/>
              <w:t>2023</w:t>
            </w:r>
          </w:p>
        </w:tc>
        <w:tc>
          <w:tcPr>
            <w:tcW w:w="810" w:type="dxa"/>
            <w:vMerge/>
          </w:tcPr>
          <w:p w14:paraId="7BEAD4EA" w14:textId="77777777" w:rsidR="007A2433" w:rsidRPr="00234851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</w:p>
        </w:tc>
      </w:tr>
      <w:tr w:rsidR="007A2433" w:rsidRPr="00234851" w14:paraId="1AE40FB6" w14:textId="77777777" w:rsidTr="007A2433">
        <w:trPr>
          <w:trHeight w:val="283"/>
          <w:jc w:val="center"/>
        </w:trPr>
        <w:tc>
          <w:tcPr>
            <w:tcW w:w="9070" w:type="dxa"/>
            <w:gridSpan w:val="8"/>
            <w:vAlign w:val="center"/>
          </w:tcPr>
          <w:p w14:paraId="703E237B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Среднемесячная начисленная заработная плата работников организаций:</w:t>
            </w:r>
          </w:p>
        </w:tc>
      </w:tr>
      <w:tr w:rsidR="005C4C5B" w:rsidRPr="00234851" w14:paraId="01AF8DF8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3A3B6D7E" w14:textId="219C73B9" w:rsidR="005C4C5B" w:rsidRPr="00234851" w:rsidRDefault="005C4C5B" w:rsidP="005C4C5B">
            <w:pPr>
              <w:ind w:left="113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номинальная</w:t>
            </w:r>
          </w:p>
        </w:tc>
        <w:tc>
          <w:tcPr>
            <w:tcW w:w="809" w:type="dxa"/>
            <w:vAlign w:val="bottom"/>
          </w:tcPr>
          <w:p w14:paraId="14E45357" w14:textId="73B7770E" w:rsidR="005C4C5B" w:rsidRPr="00253420" w:rsidRDefault="005C4C5B" w:rsidP="005C4C5B">
            <w:pPr>
              <w:jc w:val="right"/>
              <w:rPr>
                <w:b/>
                <w:sz w:val="20"/>
                <w:highlight w:val="yellow"/>
              </w:rPr>
            </w:pPr>
            <w:r w:rsidRPr="006B3CCF">
              <w:rPr>
                <w:b/>
                <w:sz w:val="20"/>
              </w:rPr>
              <w:t>61676</w:t>
            </w:r>
            <w:r>
              <w:rPr>
                <w:b/>
                <w:sz w:val="20"/>
              </w:rPr>
              <w:t>,</w:t>
            </w:r>
            <w:r w:rsidRPr="006B3CCF">
              <w:rPr>
                <w:b/>
                <w:sz w:val="20"/>
              </w:rPr>
              <w:t>1</w:t>
            </w:r>
          </w:p>
        </w:tc>
        <w:tc>
          <w:tcPr>
            <w:tcW w:w="810" w:type="dxa"/>
            <w:vAlign w:val="bottom"/>
          </w:tcPr>
          <w:p w14:paraId="165DFEE9" w14:textId="44B5A6AE" w:rsidR="005C4C5B" w:rsidRPr="00253420" w:rsidRDefault="005C4C5B" w:rsidP="005C4C5B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E048DA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E048DA">
              <w:rPr>
                <w:b/>
                <w:sz w:val="20"/>
              </w:rPr>
              <w:t>9</w:t>
            </w:r>
          </w:p>
        </w:tc>
        <w:tc>
          <w:tcPr>
            <w:tcW w:w="810" w:type="dxa"/>
            <w:vAlign w:val="bottom"/>
          </w:tcPr>
          <w:p w14:paraId="2F08DD01" w14:textId="28DE8444" w:rsidR="005C4C5B" w:rsidRPr="00253420" w:rsidRDefault="005C4C5B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E048DA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E048DA">
              <w:rPr>
                <w:b/>
                <w:sz w:val="20"/>
              </w:rPr>
              <w:t>4</w:t>
            </w:r>
          </w:p>
        </w:tc>
        <w:tc>
          <w:tcPr>
            <w:tcW w:w="809" w:type="dxa"/>
            <w:vAlign w:val="bottom"/>
          </w:tcPr>
          <w:p w14:paraId="02133739" w14:textId="34D03294" w:rsidR="005C4C5B" w:rsidRPr="00253420" w:rsidRDefault="005C4C5B" w:rsidP="005C4C5B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E048DA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E048DA">
              <w:rPr>
                <w:b/>
                <w:sz w:val="20"/>
              </w:rPr>
              <w:t>5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63A409A" w14:textId="23AD9FF7" w:rsidR="005C4C5B" w:rsidRPr="00253420" w:rsidRDefault="005C4C5B" w:rsidP="005C4C5B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110,8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73CD24F1" w14:textId="348C60AE" w:rsidR="005C4C5B" w:rsidRPr="00253420" w:rsidRDefault="005C4C5B" w:rsidP="005C4C5B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102,3</w:t>
            </w:r>
          </w:p>
        </w:tc>
        <w:tc>
          <w:tcPr>
            <w:tcW w:w="810" w:type="dxa"/>
            <w:vAlign w:val="bottom"/>
          </w:tcPr>
          <w:p w14:paraId="200F2FF5" w14:textId="421C988E" w:rsidR="005C4C5B" w:rsidRPr="00253420" w:rsidRDefault="005C4C5B" w:rsidP="005C4C5B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113,5</w:t>
            </w:r>
          </w:p>
        </w:tc>
      </w:tr>
      <w:tr w:rsidR="005C4C5B" w:rsidRPr="00641246" w14:paraId="7B21E764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46E60CE7" w14:textId="77777777" w:rsidR="005C4C5B" w:rsidRPr="00234851" w:rsidRDefault="005C4C5B" w:rsidP="005C4C5B">
            <w:pPr>
              <w:ind w:left="113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реальная</w:t>
            </w:r>
          </w:p>
        </w:tc>
        <w:tc>
          <w:tcPr>
            <w:tcW w:w="809" w:type="dxa"/>
            <w:vAlign w:val="bottom"/>
          </w:tcPr>
          <w:p w14:paraId="0289E166" w14:textId="71799A45" w:rsidR="005C4C5B" w:rsidRPr="00253420" w:rsidRDefault="005C4C5B" w:rsidP="005C4C5B">
            <w:pPr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810" w:type="dxa"/>
            <w:vAlign w:val="bottom"/>
          </w:tcPr>
          <w:p w14:paraId="7E98CA9C" w14:textId="2E2373C3" w:rsidR="005C4C5B" w:rsidRPr="00253420" w:rsidRDefault="005C4C5B" w:rsidP="005C4C5B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107,8</w:t>
            </w:r>
          </w:p>
        </w:tc>
        <w:tc>
          <w:tcPr>
            <w:tcW w:w="810" w:type="dxa"/>
            <w:vAlign w:val="bottom"/>
          </w:tcPr>
          <w:p w14:paraId="46A1CA98" w14:textId="6B7B9282" w:rsidR="005C4C5B" w:rsidRPr="00253420" w:rsidRDefault="005C4C5B" w:rsidP="001E02B6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97,0</w:t>
            </w:r>
          </w:p>
        </w:tc>
        <w:tc>
          <w:tcPr>
            <w:tcW w:w="809" w:type="dxa"/>
            <w:vAlign w:val="bottom"/>
          </w:tcPr>
          <w:p w14:paraId="47E606CE" w14:textId="543547B5" w:rsidR="005C4C5B" w:rsidRPr="00253420" w:rsidRDefault="005C4C5B" w:rsidP="005C4C5B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107,3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5E9FE1A7" w14:textId="5285DC69" w:rsidR="005C4C5B" w:rsidRPr="00253420" w:rsidRDefault="005C4C5B" w:rsidP="005C4C5B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106,3</w:t>
            </w:r>
          </w:p>
        </w:tc>
        <w:tc>
          <w:tcPr>
            <w:tcW w:w="810" w:type="dxa"/>
            <w:shd w:val="clear" w:color="auto" w:fill="auto"/>
            <w:vAlign w:val="bottom"/>
          </w:tcPr>
          <w:p w14:paraId="36A0B52F" w14:textId="74863A3C" w:rsidR="005C4C5B" w:rsidRPr="00253420" w:rsidRDefault="005C4C5B" w:rsidP="005C4C5B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101,9</w:t>
            </w:r>
          </w:p>
        </w:tc>
        <w:tc>
          <w:tcPr>
            <w:tcW w:w="810" w:type="dxa"/>
            <w:vAlign w:val="bottom"/>
          </w:tcPr>
          <w:p w14:paraId="4E53AD08" w14:textId="0FEE3907" w:rsidR="005C4C5B" w:rsidRPr="00253420" w:rsidRDefault="005C4C5B" w:rsidP="005C4C5B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107,3</w:t>
            </w:r>
          </w:p>
        </w:tc>
      </w:tr>
    </w:tbl>
    <w:p w14:paraId="5EB6DF36" w14:textId="5262FEF9" w:rsidR="0031223F" w:rsidRPr="008E5F97" w:rsidRDefault="00745BFE" w:rsidP="0073550C">
      <w:pPr>
        <w:spacing w:before="480" w:after="240"/>
        <w:ind w:firstLine="709"/>
        <w:rPr>
          <w:szCs w:val="24"/>
        </w:rPr>
      </w:pPr>
      <w:bookmarkStart w:id="322" w:name="_Toc92984754"/>
      <w:bookmarkStart w:id="323" w:name="_Toc129468603"/>
      <w:bookmarkStart w:id="324" w:name="_Toc129714562"/>
      <w:r w:rsidRPr="008E5F97">
        <w:t xml:space="preserve">Среднемесячная начисленная заработная плата работников организаций </w:t>
      </w:r>
      <w:r w:rsidRPr="008E5F97">
        <w:br/>
        <w:t xml:space="preserve">в </w:t>
      </w:r>
      <w:r w:rsidR="005C4C5B">
        <w:t>августе</w:t>
      </w:r>
      <w:r w:rsidRPr="008E5F97">
        <w:t xml:space="preserve"> 2024 года составила </w:t>
      </w:r>
      <w:r w:rsidR="005C4C5B" w:rsidRPr="00E048DA">
        <w:t>61676</w:t>
      </w:r>
      <w:r w:rsidR="005C4C5B">
        <w:t>,</w:t>
      </w:r>
      <w:r w:rsidR="005C4C5B" w:rsidRPr="00E048DA">
        <w:t>1</w:t>
      </w:r>
      <w:r w:rsidR="00A36619">
        <w:t xml:space="preserve"> </w:t>
      </w:r>
      <w:r w:rsidRPr="008E5F97">
        <w:t xml:space="preserve">рубля и по сравнению с соответствующим периодом предыдущего года выросла на </w:t>
      </w:r>
      <w:r w:rsidR="005C4C5B">
        <w:t>16,9</w:t>
      </w:r>
      <w:r w:rsidRPr="008E5F97">
        <w:t xml:space="preserve">%, по сравнению с </w:t>
      </w:r>
      <w:r w:rsidR="00396C85">
        <w:t>ию</w:t>
      </w:r>
      <w:r w:rsidR="005C4C5B">
        <w:t>л</w:t>
      </w:r>
      <w:r w:rsidR="00396C85">
        <w:t>ем</w:t>
      </w:r>
      <w:r w:rsidRPr="008E5F97">
        <w:t xml:space="preserve"> 2024 года </w:t>
      </w:r>
      <w:r w:rsidR="00A36619">
        <w:t>снизилась</w:t>
      </w:r>
      <w:r w:rsidRPr="008E5F97">
        <w:t xml:space="preserve"> на </w:t>
      </w:r>
      <w:r w:rsidR="005C4C5B">
        <w:t>2,6</w:t>
      </w:r>
      <w:r w:rsidRPr="008E5F97">
        <w:t>%</w:t>
      </w:r>
      <w:bookmarkEnd w:id="322"/>
      <w:bookmarkEnd w:id="323"/>
      <w:bookmarkEnd w:id="324"/>
      <w:r w:rsidR="004D0E88" w:rsidRPr="008E5F97">
        <w:rPr>
          <w:szCs w:val="24"/>
        </w:rPr>
        <w:t>.</w:t>
      </w:r>
      <w:bookmarkEnd w:id="321"/>
    </w:p>
    <w:p w14:paraId="3811F1DC" w14:textId="77777777" w:rsidR="00BD7968" w:rsidRDefault="00BD7968">
      <w:pPr>
        <w:jc w:val="left"/>
        <w:rPr>
          <w:b/>
        </w:rPr>
      </w:pPr>
      <w:bookmarkStart w:id="325" w:name="_Toc391275372"/>
      <w:bookmarkStart w:id="326" w:name="_Toc493779795"/>
      <w:r>
        <w:br w:type="page"/>
      </w:r>
    </w:p>
    <w:p w14:paraId="60B2E46A" w14:textId="77777777" w:rsidR="00BD7968" w:rsidRPr="00BD7968" w:rsidRDefault="00BD7968" w:rsidP="00204BB5">
      <w:pPr>
        <w:pStyle w:val="3"/>
        <w:spacing w:before="480" w:after="360"/>
        <w:ind w:right="0"/>
        <w:rPr>
          <w:sz w:val="2"/>
          <w:szCs w:val="2"/>
        </w:rPr>
      </w:pPr>
    </w:p>
    <w:p w14:paraId="289E0C6F" w14:textId="4FCC0399" w:rsidR="0031223F" w:rsidRPr="00F60FDA" w:rsidRDefault="0031223F" w:rsidP="00204BB5">
      <w:pPr>
        <w:pStyle w:val="3"/>
        <w:spacing w:before="480" w:after="360"/>
        <w:ind w:right="0"/>
        <w:rPr>
          <w:szCs w:val="24"/>
        </w:rPr>
      </w:pPr>
      <w:bookmarkStart w:id="327" w:name="_Toc181255988"/>
      <w:r w:rsidRPr="00F60FDA">
        <w:t xml:space="preserve">Динамика среднемесячной номинальной и реальной </w:t>
      </w:r>
      <w:r w:rsidR="006A35D6" w:rsidRPr="006A35D6">
        <w:br/>
      </w:r>
      <w:r w:rsidRPr="00F60FDA">
        <w:t>начисленной</w:t>
      </w:r>
      <w:r w:rsidR="006A35D6" w:rsidRPr="006A35D6">
        <w:t xml:space="preserve"> </w:t>
      </w:r>
      <w:r w:rsidRPr="00F60FDA">
        <w:rPr>
          <w:szCs w:val="24"/>
        </w:rPr>
        <w:t>заработной платы работников организаций</w:t>
      </w:r>
      <w:bookmarkEnd w:id="325"/>
      <w:bookmarkEnd w:id="326"/>
      <w:bookmarkEnd w:id="327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1"/>
        <w:gridCol w:w="1134"/>
        <w:gridCol w:w="1135"/>
        <w:gridCol w:w="1134"/>
        <w:gridCol w:w="1134"/>
        <w:gridCol w:w="1134"/>
      </w:tblGrid>
      <w:tr w:rsidR="007A2433" w:rsidRPr="00234851" w14:paraId="5376D362" w14:textId="77777777" w:rsidTr="007A2433">
        <w:trPr>
          <w:trHeight w:val="624"/>
          <w:jc w:val="center"/>
        </w:trPr>
        <w:tc>
          <w:tcPr>
            <w:tcW w:w="3401" w:type="dxa"/>
            <w:vMerge w:val="restart"/>
            <w:vAlign w:val="center"/>
          </w:tcPr>
          <w:p w14:paraId="524FD4CA" w14:textId="77777777" w:rsidR="007A2433" w:rsidRPr="00F60FDA" w:rsidRDefault="007A2433" w:rsidP="007A2433">
            <w:pPr>
              <w:jc w:val="center"/>
              <w:rPr>
                <w:b/>
                <w:sz w:val="20"/>
              </w:rPr>
            </w:pPr>
            <w:bookmarkStart w:id="328" w:name="_Toc391275373"/>
            <w:bookmarkStart w:id="329" w:name="_Toc493779796"/>
          </w:p>
        </w:tc>
        <w:tc>
          <w:tcPr>
            <w:tcW w:w="1134" w:type="dxa"/>
            <w:vMerge w:val="restart"/>
            <w:vAlign w:val="center"/>
          </w:tcPr>
          <w:p w14:paraId="5BA33ABF" w14:textId="77777777"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234851">
              <w:rPr>
                <w:b/>
                <w:sz w:val="20"/>
              </w:rPr>
              <w:t>Средне-месячная</w:t>
            </w:r>
            <w:proofErr w:type="gramEnd"/>
            <w:r w:rsidRPr="00234851">
              <w:rPr>
                <w:b/>
                <w:sz w:val="20"/>
              </w:rPr>
              <w:t xml:space="preserve"> </w:t>
            </w:r>
            <w:proofErr w:type="spellStart"/>
            <w:r w:rsidRPr="00234851">
              <w:rPr>
                <w:b/>
                <w:sz w:val="20"/>
              </w:rPr>
              <w:t>номиналь</w:t>
            </w:r>
            <w:proofErr w:type="spellEnd"/>
            <w:r w:rsidRPr="00234851">
              <w:rPr>
                <w:b/>
                <w:sz w:val="20"/>
              </w:rPr>
              <w:t xml:space="preserve">-ная </w:t>
            </w:r>
            <w:proofErr w:type="spellStart"/>
            <w:r w:rsidRPr="00234851">
              <w:rPr>
                <w:b/>
                <w:sz w:val="20"/>
              </w:rPr>
              <w:t>начис</w:t>
            </w:r>
            <w:proofErr w:type="spellEnd"/>
            <w:r w:rsidRPr="00234851">
              <w:rPr>
                <w:b/>
                <w:sz w:val="20"/>
              </w:rPr>
              <w:t>-ленная заработная плата, рублей</w:t>
            </w:r>
          </w:p>
        </w:tc>
        <w:tc>
          <w:tcPr>
            <w:tcW w:w="2269" w:type="dxa"/>
            <w:gridSpan w:val="2"/>
            <w:vAlign w:val="center"/>
          </w:tcPr>
          <w:p w14:paraId="2011AAC6" w14:textId="77777777" w:rsidR="007A2433" w:rsidRPr="00234851" w:rsidRDefault="007A2433" w:rsidP="007A2433">
            <w:pPr>
              <w:jc w:val="center"/>
              <w:rPr>
                <w:b/>
                <w:sz w:val="20"/>
              </w:rPr>
            </w:pPr>
            <w:proofErr w:type="gramStart"/>
            <w:r w:rsidRPr="00234851">
              <w:rPr>
                <w:b/>
                <w:sz w:val="20"/>
              </w:rPr>
              <w:t>В  %</w:t>
            </w:r>
            <w:proofErr w:type="gramEnd"/>
            <w:r w:rsidRPr="00234851">
              <w:rPr>
                <w:b/>
                <w:sz w:val="20"/>
              </w:rPr>
              <w:t xml:space="preserve">  к</w:t>
            </w:r>
          </w:p>
        </w:tc>
        <w:tc>
          <w:tcPr>
            <w:tcW w:w="2268" w:type="dxa"/>
            <w:gridSpan w:val="2"/>
            <w:vAlign w:val="center"/>
          </w:tcPr>
          <w:p w14:paraId="60D12B4B" w14:textId="77777777" w:rsidR="007A2433" w:rsidRPr="00234851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Реальная начисленная заработная плата</w:t>
            </w:r>
            <w:r w:rsidRPr="00234851">
              <w:rPr>
                <w:b/>
                <w:sz w:val="20"/>
              </w:rPr>
              <w:br/>
            </w:r>
            <w:proofErr w:type="gramStart"/>
            <w:r w:rsidRPr="00234851">
              <w:rPr>
                <w:b/>
                <w:sz w:val="20"/>
              </w:rPr>
              <w:t>в  %</w:t>
            </w:r>
            <w:proofErr w:type="gramEnd"/>
            <w:r w:rsidRPr="00234851">
              <w:rPr>
                <w:b/>
                <w:sz w:val="20"/>
              </w:rPr>
              <w:t xml:space="preserve">  к</w:t>
            </w:r>
          </w:p>
        </w:tc>
      </w:tr>
      <w:tr w:rsidR="007A2433" w:rsidRPr="00234851" w14:paraId="0ACF0426" w14:textId="77777777" w:rsidTr="007A2433">
        <w:trPr>
          <w:trHeight w:val="1020"/>
          <w:jc w:val="center"/>
        </w:trPr>
        <w:tc>
          <w:tcPr>
            <w:tcW w:w="3401" w:type="dxa"/>
            <w:vMerge/>
            <w:vAlign w:val="center"/>
          </w:tcPr>
          <w:p w14:paraId="1098291A" w14:textId="77777777"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  <w:vAlign w:val="center"/>
          </w:tcPr>
          <w:p w14:paraId="386D7D66" w14:textId="77777777"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135" w:type="dxa"/>
            <w:vAlign w:val="center"/>
          </w:tcPr>
          <w:p w14:paraId="5B70794F" w14:textId="77777777"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234851">
              <w:rPr>
                <w:b/>
                <w:sz w:val="20"/>
              </w:rPr>
              <w:t>соответст-вующему</w:t>
            </w:r>
            <w:proofErr w:type="spellEnd"/>
            <w:proofErr w:type="gramEnd"/>
            <w:r w:rsidRPr="00234851">
              <w:rPr>
                <w:b/>
                <w:sz w:val="20"/>
              </w:rPr>
              <w:t xml:space="preserve"> периоду </w:t>
            </w:r>
            <w:proofErr w:type="spellStart"/>
            <w:r w:rsidRPr="00234851">
              <w:rPr>
                <w:b/>
                <w:sz w:val="20"/>
              </w:rPr>
              <w:t>предыду-щего</w:t>
            </w:r>
            <w:proofErr w:type="spellEnd"/>
            <w:r w:rsidRPr="00234851">
              <w:rPr>
                <w:b/>
                <w:sz w:val="20"/>
              </w:rPr>
              <w:t xml:space="preserve"> года</w:t>
            </w:r>
          </w:p>
        </w:tc>
        <w:tc>
          <w:tcPr>
            <w:tcW w:w="1134" w:type="dxa"/>
            <w:vAlign w:val="center"/>
          </w:tcPr>
          <w:p w14:paraId="04EAC1F1" w14:textId="77777777"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234851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234851">
              <w:rPr>
                <w:b/>
                <w:sz w:val="20"/>
              </w:rPr>
              <w:t xml:space="preserve"> периоду</w:t>
            </w:r>
          </w:p>
        </w:tc>
        <w:tc>
          <w:tcPr>
            <w:tcW w:w="1134" w:type="dxa"/>
            <w:vAlign w:val="center"/>
          </w:tcPr>
          <w:p w14:paraId="3D1EDFCA" w14:textId="77777777"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234851">
              <w:rPr>
                <w:b/>
                <w:sz w:val="20"/>
              </w:rPr>
              <w:t>соответст-вующему</w:t>
            </w:r>
            <w:proofErr w:type="spellEnd"/>
            <w:proofErr w:type="gramEnd"/>
            <w:r w:rsidRPr="00234851">
              <w:rPr>
                <w:b/>
                <w:sz w:val="20"/>
              </w:rPr>
              <w:t xml:space="preserve"> периоду </w:t>
            </w:r>
            <w:proofErr w:type="spellStart"/>
            <w:r w:rsidRPr="00234851">
              <w:rPr>
                <w:b/>
                <w:sz w:val="20"/>
              </w:rPr>
              <w:t>предыду-щего</w:t>
            </w:r>
            <w:proofErr w:type="spellEnd"/>
            <w:r w:rsidRPr="00234851">
              <w:rPr>
                <w:b/>
                <w:sz w:val="20"/>
              </w:rPr>
              <w:t xml:space="preserve"> года</w:t>
            </w:r>
          </w:p>
        </w:tc>
        <w:tc>
          <w:tcPr>
            <w:tcW w:w="1134" w:type="dxa"/>
            <w:vAlign w:val="center"/>
          </w:tcPr>
          <w:p w14:paraId="647C2CC9" w14:textId="77777777" w:rsidR="007A2433" w:rsidRPr="00234851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spellStart"/>
            <w:proofErr w:type="gramStart"/>
            <w:r w:rsidRPr="00234851">
              <w:rPr>
                <w:b/>
                <w:sz w:val="20"/>
              </w:rPr>
              <w:t>предыду-щему</w:t>
            </w:r>
            <w:proofErr w:type="spellEnd"/>
            <w:proofErr w:type="gramEnd"/>
            <w:r w:rsidRPr="00234851">
              <w:rPr>
                <w:b/>
                <w:sz w:val="20"/>
              </w:rPr>
              <w:t xml:space="preserve"> периоду</w:t>
            </w:r>
          </w:p>
        </w:tc>
      </w:tr>
      <w:tr w:rsidR="007A2433" w:rsidRPr="00234851" w14:paraId="79599B4D" w14:textId="77777777" w:rsidTr="007A2433">
        <w:trPr>
          <w:trHeight w:val="283"/>
          <w:jc w:val="center"/>
        </w:trPr>
        <w:tc>
          <w:tcPr>
            <w:tcW w:w="9072" w:type="dxa"/>
            <w:gridSpan w:val="6"/>
            <w:vAlign w:val="center"/>
          </w:tcPr>
          <w:p w14:paraId="42DED336" w14:textId="77777777" w:rsidR="007A2433" w:rsidRPr="00234851" w:rsidRDefault="007A2433" w:rsidP="007A2433">
            <w:pPr>
              <w:jc w:val="center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2023</w:t>
            </w:r>
          </w:p>
        </w:tc>
      </w:tr>
      <w:tr w:rsidR="007A2433" w:rsidRPr="00234851" w14:paraId="16CD2C54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7DA7CD42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Январь</w:t>
            </w:r>
          </w:p>
        </w:tc>
        <w:tc>
          <w:tcPr>
            <w:tcW w:w="1134" w:type="dxa"/>
            <w:vAlign w:val="bottom"/>
          </w:tcPr>
          <w:p w14:paraId="297A5996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46151,1</w:t>
            </w:r>
          </w:p>
        </w:tc>
        <w:tc>
          <w:tcPr>
            <w:tcW w:w="1135" w:type="dxa"/>
            <w:vAlign w:val="bottom"/>
          </w:tcPr>
          <w:p w14:paraId="55CB85AA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114,1</w:t>
            </w:r>
          </w:p>
        </w:tc>
        <w:tc>
          <w:tcPr>
            <w:tcW w:w="1134" w:type="dxa"/>
            <w:vAlign w:val="bottom"/>
          </w:tcPr>
          <w:p w14:paraId="7BD3B11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69,5</w:t>
            </w:r>
          </w:p>
        </w:tc>
        <w:tc>
          <w:tcPr>
            <w:tcW w:w="1134" w:type="dxa"/>
            <w:vAlign w:val="bottom"/>
          </w:tcPr>
          <w:p w14:paraId="033E5DA9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101,5</w:t>
            </w:r>
          </w:p>
        </w:tc>
        <w:tc>
          <w:tcPr>
            <w:tcW w:w="1134" w:type="dxa"/>
            <w:vAlign w:val="bottom"/>
          </w:tcPr>
          <w:p w14:paraId="0A9BD1D2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69,1</w:t>
            </w:r>
          </w:p>
        </w:tc>
      </w:tr>
      <w:tr w:rsidR="007A2433" w:rsidRPr="00234851" w14:paraId="409F327E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582A3E1D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Февраль</w:t>
            </w:r>
          </w:p>
        </w:tc>
        <w:tc>
          <w:tcPr>
            <w:tcW w:w="1134" w:type="dxa"/>
            <w:vAlign w:val="bottom"/>
          </w:tcPr>
          <w:p w14:paraId="679DC48C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46493,0</w:t>
            </w:r>
          </w:p>
        </w:tc>
        <w:tc>
          <w:tcPr>
            <w:tcW w:w="1135" w:type="dxa"/>
            <w:vAlign w:val="bottom"/>
          </w:tcPr>
          <w:p w14:paraId="2A8A277F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113,9</w:t>
            </w:r>
          </w:p>
        </w:tc>
        <w:tc>
          <w:tcPr>
            <w:tcW w:w="1134" w:type="dxa"/>
            <w:vAlign w:val="bottom"/>
          </w:tcPr>
          <w:p w14:paraId="1119F78D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100,4</w:t>
            </w:r>
          </w:p>
        </w:tc>
        <w:tc>
          <w:tcPr>
            <w:tcW w:w="1134" w:type="dxa"/>
            <w:vAlign w:val="bottom"/>
          </w:tcPr>
          <w:p w14:paraId="2C3A897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101,7</w:t>
            </w:r>
          </w:p>
        </w:tc>
        <w:tc>
          <w:tcPr>
            <w:tcW w:w="1134" w:type="dxa"/>
            <w:vAlign w:val="bottom"/>
          </w:tcPr>
          <w:p w14:paraId="5CB9026F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99,7</w:t>
            </w:r>
          </w:p>
        </w:tc>
      </w:tr>
      <w:tr w:rsidR="007A2433" w:rsidRPr="00234851" w14:paraId="16462F46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3660E144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Март</w:t>
            </w:r>
          </w:p>
        </w:tc>
        <w:tc>
          <w:tcPr>
            <w:tcW w:w="1134" w:type="dxa"/>
            <w:vAlign w:val="bottom"/>
          </w:tcPr>
          <w:p w14:paraId="3DAED135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49808,6</w:t>
            </w:r>
          </w:p>
        </w:tc>
        <w:tc>
          <w:tcPr>
            <w:tcW w:w="1135" w:type="dxa"/>
            <w:vAlign w:val="bottom"/>
          </w:tcPr>
          <w:p w14:paraId="769CC07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114,5</w:t>
            </w:r>
          </w:p>
        </w:tc>
        <w:tc>
          <w:tcPr>
            <w:tcW w:w="1134" w:type="dxa"/>
            <w:vAlign w:val="bottom"/>
          </w:tcPr>
          <w:p w14:paraId="769133E7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107,1</w:t>
            </w:r>
          </w:p>
        </w:tc>
        <w:tc>
          <w:tcPr>
            <w:tcW w:w="1134" w:type="dxa"/>
            <w:vAlign w:val="bottom"/>
          </w:tcPr>
          <w:p w14:paraId="3B81239F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109,1</w:t>
            </w:r>
          </w:p>
        </w:tc>
        <w:tc>
          <w:tcPr>
            <w:tcW w:w="1134" w:type="dxa"/>
            <w:vAlign w:val="bottom"/>
          </w:tcPr>
          <w:p w14:paraId="64406A98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106,5</w:t>
            </w:r>
          </w:p>
        </w:tc>
      </w:tr>
      <w:tr w:rsidR="007A2433" w:rsidRPr="00234851" w14:paraId="0BFDC91B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1D90530B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I квартал</w:t>
            </w:r>
          </w:p>
        </w:tc>
        <w:tc>
          <w:tcPr>
            <w:tcW w:w="1134" w:type="dxa"/>
            <w:vAlign w:val="bottom"/>
          </w:tcPr>
          <w:p w14:paraId="44CE92D4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47539,3</w:t>
            </w:r>
          </w:p>
        </w:tc>
        <w:tc>
          <w:tcPr>
            <w:tcW w:w="1135" w:type="dxa"/>
            <w:vAlign w:val="bottom"/>
          </w:tcPr>
          <w:p w14:paraId="43E3B3F2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114,3</w:t>
            </w:r>
          </w:p>
        </w:tc>
        <w:tc>
          <w:tcPr>
            <w:tcW w:w="1134" w:type="dxa"/>
            <w:vAlign w:val="bottom"/>
          </w:tcPr>
          <w:p w14:paraId="117B1818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90,2</w:t>
            </w:r>
          </w:p>
        </w:tc>
        <w:tc>
          <w:tcPr>
            <w:tcW w:w="1134" w:type="dxa"/>
            <w:vAlign w:val="bottom"/>
          </w:tcPr>
          <w:p w14:paraId="3A5807A4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104,2</w:t>
            </w:r>
          </w:p>
        </w:tc>
        <w:tc>
          <w:tcPr>
            <w:tcW w:w="1134" w:type="dxa"/>
            <w:vAlign w:val="bottom"/>
          </w:tcPr>
          <w:p w14:paraId="5E29FDE3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88,4</w:t>
            </w:r>
          </w:p>
        </w:tc>
      </w:tr>
      <w:tr w:rsidR="007A2433" w:rsidRPr="00234851" w14:paraId="54BACEF5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2218C9E8" w14:textId="77777777" w:rsidR="007A2433" w:rsidRPr="00B273A7" w:rsidRDefault="007A2433" w:rsidP="007A2433">
            <w:pPr>
              <w:jc w:val="left"/>
              <w:rPr>
                <w:b/>
                <w:sz w:val="20"/>
              </w:rPr>
            </w:pPr>
            <w:r w:rsidRPr="00B273A7">
              <w:rPr>
                <w:b/>
                <w:sz w:val="20"/>
              </w:rPr>
              <w:t>Апрель</w:t>
            </w:r>
          </w:p>
        </w:tc>
        <w:tc>
          <w:tcPr>
            <w:tcW w:w="1134" w:type="dxa"/>
            <w:vAlign w:val="bottom"/>
          </w:tcPr>
          <w:p w14:paraId="2C068C7E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50751,9</w:t>
            </w:r>
          </w:p>
        </w:tc>
        <w:tc>
          <w:tcPr>
            <w:tcW w:w="1135" w:type="dxa"/>
            <w:vAlign w:val="bottom"/>
          </w:tcPr>
          <w:p w14:paraId="124894FE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116,2</w:t>
            </w:r>
          </w:p>
        </w:tc>
        <w:tc>
          <w:tcPr>
            <w:tcW w:w="1134" w:type="dxa"/>
            <w:vAlign w:val="bottom"/>
          </w:tcPr>
          <w:p w14:paraId="0588983D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101,9</w:t>
            </w:r>
          </w:p>
        </w:tc>
        <w:tc>
          <w:tcPr>
            <w:tcW w:w="1134" w:type="dxa"/>
            <w:vAlign w:val="bottom"/>
          </w:tcPr>
          <w:p w14:paraId="644505F8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112,5</w:t>
            </w:r>
          </w:p>
        </w:tc>
        <w:tc>
          <w:tcPr>
            <w:tcW w:w="1134" w:type="dxa"/>
            <w:vAlign w:val="bottom"/>
          </w:tcPr>
          <w:p w14:paraId="4702E292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101,7</w:t>
            </w:r>
          </w:p>
        </w:tc>
      </w:tr>
      <w:tr w:rsidR="007A2433" w:rsidRPr="00234851" w14:paraId="1505E446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21A3BB79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Май</w:t>
            </w:r>
          </w:p>
        </w:tc>
        <w:tc>
          <w:tcPr>
            <w:tcW w:w="1134" w:type="dxa"/>
            <w:vAlign w:val="bottom"/>
          </w:tcPr>
          <w:p w14:paraId="215BDF42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54862,0</w:t>
            </w:r>
          </w:p>
        </w:tc>
        <w:tc>
          <w:tcPr>
            <w:tcW w:w="1135" w:type="dxa"/>
            <w:vAlign w:val="bottom"/>
          </w:tcPr>
          <w:p w14:paraId="5C90B9B2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111,1</w:t>
            </w:r>
          </w:p>
        </w:tc>
        <w:tc>
          <w:tcPr>
            <w:tcW w:w="1134" w:type="dxa"/>
            <w:vAlign w:val="bottom"/>
          </w:tcPr>
          <w:p w14:paraId="3730CFE2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106,8</w:t>
            </w:r>
          </w:p>
        </w:tc>
        <w:tc>
          <w:tcPr>
            <w:tcW w:w="1134" w:type="dxa"/>
            <w:vAlign w:val="bottom"/>
          </w:tcPr>
          <w:p w14:paraId="66A3F25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108,1</w:t>
            </w:r>
          </w:p>
        </w:tc>
        <w:tc>
          <w:tcPr>
            <w:tcW w:w="1134" w:type="dxa"/>
            <w:vAlign w:val="bottom"/>
          </w:tcPr>
          <w:p w14:paraId="3A95846C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106,6</w:t>
            </w:r>
          </w:p>
        </w:tc>
      </w:tr>
      <w:tr w:rsidR="007A2433" w:rsidRPr="00234851" w14:paraId="73C23790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1E131E62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Июнь</w:t>
            </w:r>
          </w:p>
        </w:tc>
        <w:tc>
          <w:tcPr>
            <w:tcW w:w="1134" w:type="dxa"/>
            <w:vAlign w:val="bottom"/>
          </w:tcPr>
          <w:p w14:paraId="5E815DFB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56385,7</w:t>
            </w:r>
          </w:p>
        </w:tc>
        <w:tc>
          <w:tcPr>
            <w:tcW w:w="1135" w:type="dxa"/>
            <w:vAlign w:val="bottom"/>
          </w:tcPr>
          <w:p w14:paraId="23FF51DC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112,9</w:t>
            </w:r>
          </w:p>
        </w:tc>
        <w:tc>
          <w:tcPr>
            <w:tcW w:w="1134" w:type="dxa"/>
            <w:vAlign w:val="bottom"/>
          </w:tcPr>
          <w:p w14:paraId="14F41913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102,0</w:t>
            </w:r>
          </w:p>
        </w:tc>
        <w:tc>
          <w:tcPr>
            <w:tcW w:w="1134" w:type="dxa"/>
            <w:vAlign w:val="bottom"/>
          </w:tcPr>
          <w:p w14:paraId="7372B18F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109,0</w:t>
            </w:r>
          </w:p>
        </w:tc>
        <w:tc>
          <w:tcPr>
            <w:tcW w:w="1134" w:type="dxa"/>
            <w:vAlign w:val="bottom"/>
          </w:tcPr>
          <w:p w14:paraId="1212BBF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101,8</w:t>
            </w:r>
          </w:p>
        </w:tc>
      </w:tr>
      <w:tr w:rsidR="007A2433" w:rsidRPr="00234851" w14:paraId="1CD7D6A1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7CDA9608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  <w:lang w:val="en-US"/>
              </w:rPr>
              <w:t xml:space="preserve">II </w:t>
            </w:r>
            <w:r w:rsidRPr="00234851"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68BAA185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54324,1</w:t>
            </w:r>
          </w:p>
        </w:tc>
        <w:tc>
          <w:tcPr>
            <w:tcW w:w="1135" w:type="dxa"/>
            <w:vAlign w:val="bottom"/>
          </w:tcPr>
          <w:p w14:paraId="5AD36BD1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114,0</w:t>
            </w:r>
          </w:p>
        </w:tc>
        <w:tc>
          <w:tcPr>
            <w:tcW w:w="1134" w:type="dxa"/>
            <w:vAlign w:val="bottom"/>
          </w:tcPr>
          <w:p w14:paraId="7BDC1E78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114,3</w:t>
            </w:r>
          </w:p>
        </w:tc>
        <w:tc>
          <w:tcPr>
            <w:tcW w:w="1134" w:type="dxa"/>
            <w:vAlign w:val="bottom"/>
          </w:tcPr>
          <w:p w14:paraId="4689D0DD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110,4</w:t>
            </w:r>
          </w:p>
        </w:tc>
        <w:tc>
          <w:tcPr>
            <w:tcW w:w="1134" w:type="dxa"/>
            <w:vAlign w:val="bottom"/>
          </w:tcPr>
          <w:p w14:paraId="301E7E16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113,2</w:t>
            </w:r>
          </w:p>
        </w:tc>
      </w:tr>
      <w:tr w:rsidR="007A2433" w:rsidRPr="00234851" w14:paraId="669917CA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1F51A0A7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  <w:lang w:val="en-US"/>
              </w:rPr>
              <w:t xml:space="preserve">I </w:t>
            </w:r>
            <w:r w:rsidRPr="00234851">
              <w:rPr>
                <w:b/>
                <w:sz w:val="20"/>
              </w:rPr>
              <w:t>полугодие</w:t>
            </w:r>
          </w:p>
        </w:tc>
        <w:tc>
          <w:tcPr>
            <w:tcW w:w="1134" w:type="dxa"/>
            <w:vAlign w:val="bottom"/>
          </w:tcPr>
          <w:p w14:paraId="198CE90F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50924,2</w:t>
            </w:r>
          </w:p>
        </w:tc>
        <w:tc>
          <w:tcPr>
            <w:tcW w:w="1135" w:type="dxa"/>
            <w:vAlign w:val="bottom"/>
          </w:tcPr>
          <w:p w14:paraId="4DD59560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114,1</w:t>
            </w:r>
          </w:p>
        </w:tc>
        <w:tc>
          <w:tcPr>
            <w:tcW w:w="1134" w:type="dxa"/>
            <w:vAlign w:val="bottom"/>
          </w:tcPr>
          <w:p w14:paraId="15D0752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792BBEAC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107,3</w:t>
            </w:r>
          </w:p>
        </w:tc>
        <w:tc>
          <w:tcPr>
            <w:tcW w:w="1134" w:type="dxa"/>
            <w:vAlign w:val="bottom"/>
          </w:tcPr>
          <w:p w14:paraId="1E3EB456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</w:tr>
      <w:tr w:rsidR="007A2433" w:rsidRPr="00234851" w14:paraId="11A35C68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1A328457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Июль</w:t>
            </w:r>
          </w:p>
        </w:tc>
        <w:tc>
          <w:tcPr>
            <w:tcW w:w="1134" w:type="dxa"/>
            <w:vAlign w:val="bottom"/>
          </w:tcPr>
          <w:p w14:paraId="1F0BBCEC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51579,5</w:t>
            </w:r>
          </w:p>
        </w:tc>
        <w:tc>
          <w:tcPr>
            <w:tcW w:w="1135" w:type="dxa"/>
            <w:vAlign w:val="bottom"/>
          </w:tcPr>
          <w:p w14:paraId="205B6FDF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113,1</w:t>
            </w:r>
          </w:p>
        </w:tc>
        <w:tc>
          <w:tcPr>
            <w:tcW w:w="1134" w:type="dxa"/>
            <w:vAlign w:val="bottom"/>
          </w:tcPr>
          <w:p w14:paraId="6EDF7216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91,1</w:t>
            </w:r>
          </w:p>
        </w:tc>
        <w:tc>
          <w:tcPr>
            <w:tcW w:w="1134" w:type="dxa"/>
            <w:vAlign w:val="bottom"/>
          </w:tcPr>
          <w:p w14:paraId="0D28990D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109,0</w:t>
            </w:r>
          </w:p>
        </w:tc>
        <w:tc>
          <w:tcPr>
            <w:tcW w:w="1134" w:type="dxa"/>
            <w:vAlign w:val="bottom"/>
          </w:tcPr>
          <w:p w14:paraId="6984404B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91,2</w:t>
            </w:r>
          </w:p>
        </w:tc>
      </w:tr>
      <w:tr w:rsidR="007A2433" w:rsidRPr="00234851" w14:paraId="168F11C1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431CCF7B" w14:textId="77777777" w:rsidR="007A2433" w:rsidRPr="00234851" w:rsidRDefault="007A2433" w:rsidP="007A2433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43508962" w14:textId="77777777" w:rsidR="007A2433" w:rsidRPr="00234851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52335,0</w:t>
            </w:r>
          </w:p>
        </w:tc>
        <w:tc>
          <w:tcPr>
            <w:tcW w:w="1135" w:type="dxa"/>
            <w:vAlign w:val="bottom"/>
          </w:tcPr>
          <w:p w14:paraId="03B35D6E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110,8</w:t>
            </w:r>
          </w:p>
        </w:tc>
        <w:tc>
          <w:tcPr>
            <w:tcW w:w="1134" w:type="dxa"/>
            <w:vAlign w:val="bottom"/>
          </w:tcPr>
          <w:p w14:paraId="1313FCDC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102,3</w:t>
            </w:r>
          </w:p>
        </w:tc>
        <w:tc>
          <w:tcPr>
            <w:tcW w:w="1134" w:type="dxa"/>
            <w:vAlign w:val="bottom"/>
          </w:tcPr>
          <w:p w14:paraId="00D84ABC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106,3</w:t>
            </w:r>
          </w:p>
        </w:tc>
        <w:tc>
          <w:tcPr>
            <w:tcW w:w="1134" w:type="dxa"/>
            <w:vAlign w:val="bottom"/>
          </w:tcPr>
          <w:p w14:paraId="04B7B45D" w14:textId="77777777" w:rsidR="007A2433" w:rsidRPr="00234851" w:rsidRDefault="007A2433" w:rsidP="007A2433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101,9</w:t>
            </w:r>
          </w:p>
        </w:tc>
      </w:tr>
      <w:tr w:rsidR="00531C4D" w:rsidRPr="00234851" w14:paraId="7A88B08C" w14:textId="77777777" w:rsidTr="00DC4F0D">
        <w:trPr>
          <w:trHeight w:val="227"/>
          <w:jc w:val="center"/>
        </w:trPr>
        <w:tc>
          <w:tcPr>
            <w:tcW w:w="3401" w:type="dxa"/>
            <w:vAlign w:val="bottom"/>
          </w:tcPr>
          <w:p w14:paraId="331883A9" w14:textId="413C0BA6"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Январь-август</w:t>
            </w:r>
          </w:p>
        </w:tc>
        <w:tc>
          <w:tcPr>
            <w:tcW w:w="1134" w:type="dxa"/>
          </w:tcPr>
          <w:p w14:paraId="4E7FC43C" w14:textId="3797BB64"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51159,3</w:t>
            </w:r>
          </w:p>
        </w:tc>
        <w:tc>
          <w:tcPr>
            <w:tcW w:w="1135" w:type="dxa"/>
          </w:tcPr>
          <w:p w14:paraId="16980379" w14:textId="52FCCE3C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113,5</w:t>
            </w:r>
          </w:p>
        </w:tc>
        <w:tc>
          <w:tcPr>
            <w:tcW w:w="1134" w:type="dxa"/>
            <w:vAlign w:val="bottom"/>
          </w:tcPr>
          <w:p w14:paraId="60C9EBFB" w14:textId="4780A4A5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3D6EF0C6" w14:textId="2D392768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107,3</w:t>
            </w:r>
          </w:p>
        </w:tc>
        <w:tc>
          <w:tcPr>
            <w:tcW w:w="1134" w:type="dxa"/>
            <w:vAlign w:val="bottom"/>
          </w:tcPr>
          <w:p w14:paraId="6417A7AE" w14:textId="04A995FB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531C4D" w:rsidRPr="00234851" w14:paraId="5A956811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09A8E068" w14:textId="77777777"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Сентябрь</w:t>
            </w:r>
          </w:p>
        </w:tc>
        <w:tc>
          <w:tcPr>
            <w:tcW w:w="1134" w:type="dxa"/>
            <w:vAlign w:val="bottom"/>
          </w:tcPr>
          <w:p w14:paraId="2EB5AE56" w14:textId="77777777"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49866,3</w:t>
            </w:r>
          </w:p>
        </w:tc>
        <w:tc>
          <w:tcPr>
            <w:tcW w:w="1135" w:type="dxa"/>
            <w:vAlign w:val="bottom"/>
          </w:tcPr>
          <w:p w14:paraId="0AEDD9E4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110,5</w:t>
            </w:r>
          </w:p>
        </w:tc>
        <w:tc>
          <w:tcPr>
            <w:tcW w:w="1134" w:type="dxa"/>
            <w:vAlign w:val="bottom"/>
          </w:tcPr>
          <w:p w14:paraId="61CCB1CE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94,8</w:t>
            </w:r>
          </w:p>
        </w:tc>
        <w:tc>
          <w:tcPr>
            <w:tcW w:w="1134" w:type="dxa"/>
            <w:vAlign w:val="bottom"/>
          </w:tcPr>
          <w:p w14:paraId="04CE0B99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105,2</w:t>
            </w:r>
          </w:p>
        </w:tc>
        <w:tc>
          <w:tcPr>
            <w:tcW w:w="1134" w:type="dxa"/>
            <w:vAlign w:val="bottom"/>
          </w:tcPr>
          <w:p w14:paraId="6F9FA54D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94,2</w:t>
            </w:r>
          </w:p>
        </w:tc>
      </w:tr>
      <w:tr w:rsidR="00531C4D" w:rsidRPr="00234851" w14:paraId="7018EBB4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30C64000" w14:textId="77777777"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  <w:lang w:val="en-US"/>
              </w:rPr>
              <w:t xml:space="preserve">III </w:t>
            </w:r>
            <w:r w:rsidRPr="00234851"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40920216" w14:textId="77777777"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51207,9</w:t>
            </w:r>
          </w:p>
        </w:tc>
        <w:tc>
          <w:tcPr>
            <w:tcW w:w="1135" w:type="dxa"/>
            <w:vAlign w:val="bottom"/>
          </w:tcPr>
          <w:p w14:paraId="3C66E7C6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111,3</w:t>
            </w:r>
          </w:p>
        </w:tc>
        <w:tc>
          <w:tcPr>
            <w:tcW w:w="1134" w:type="dxa"/>
            <w:vAlign w:val="bottom"/>
          </w:tcPr>
          <w:p w14:paraId="52D67257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94,1</w:t>
            </w:r>
          </w:p>
        </w:tc>
        <w:tc>
          <w:tcPr>
            <w:tcW w:w="1134" w:type="dxa"/>
            <w:vAlign w:val="bottom"/>
          </w:tcPr>
          <w:p w14:paraId="07ED6487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106,7</w:t>
            </w:r>
          </w:p>
        </w:tc>
        <w:tc>
          <w:tcPr>
            <w:tcW w:w="1134" w:type="dxa"/>
            <w:vAlign w:val="bottom"/>
          </w:tcPr>
          <w:p w14:paraId="39363841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93,5</w:t>
            </w:r>
          </w:p>
        </w:tc>
      </w:tr>
      <w:tr w:rsidR="00531C4D" w:rsidRPr="00234851" w14:paraId="62D0D7C4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07174D48" w14:textId="77777777"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Январь-сентябрь</w:t>
            </w:r>
          </w:p>
        </w:tc>
        <w:tc>
          <w:tcPr>
            <w:tcW w:w="1134" w:type="dxa"/>
            <w:vAlign w:val="bottom"/>
          </w:tcPr>
          <w:p w14:paraId="23FC846C" w14:textId="77777777"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51045,8</w:t>
            </w:r>
          </w:p>
        </w:tc>
        <w:tc>
          <w:tcPr>
            <w:tcW w:w="1135" w:type="dxa"/>
            <w:vAlign w:val="bottom"/>
          </w:tcPr>
          <w:p w14:paraId="2970DEBB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113,2</w:t>
            </w:r>
          </w:p>
        </w:tc>
        <w:tc>
          <w:tcPr>
            <w:tcW w:w="1134" w:type="dxa"/>
            <w:vAlign w:val="bottom"/>
          </w:tcPr>
          <w:p w14:paraId="6A1D67F3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0529C214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107,1</w:t>
            </w:r>
          </w:p>
        </w:tc>
        <w:tc>
          <w:tcPr>
            <w:tcW w:w="1134" w:type="dxa"/>
            <w:vAlign w:val="bottom"/>
          </w:tcPr>
          <w:p w14:paraId="2E0722DA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</w:tr>
      <w:tr w:rsidR="00531C4D" w:rsidRPr="00234851" w14:paraId="5BF0B3EC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00F25A7D" w14:textId="77777777"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Октябрь</w:t>
            </w:r>
          </w:p>
        </w:tc>
        <w:tc>
          <w:tcPr>
            <w:tcW w:w="1134" w:type="dxa"/>
            <w:vAlign w:val="bottom"/>
          </w:tcPr>
          <w:p w14:paraId="6C86308B" w14:textId="77777777"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50482,2</w:t>
            </w:r>
          </w:p>
        </w:tc>
        <w:tc>
          <w:tcPr>
            <w:tcW w:w="1135" w:type="dxa"/>
            <w:vAlign w:val="bottom"/>
          </w:tcPr>
          <w:p w14:paraId="73013B1B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109,9</w:t>
            </w:r>
          </w:p>
        </w:tc>
        <w:tc>
          <w:tcPr>
            <w:tcW w:w="1134" w:type="dxa"/>
            <w:vAlign w:val="bottom"/>
          </w:tcPr>
          <w:p w14:paraId="114574DF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100,4</w:t>
            </w:r>
          </w:p>
        </w:tc>
        <w:tc>
          <w:tcPr>
            <w:tcW w:w="1134" w:type="dxa"/>
            <w:vAlign w:val="bottom"/>
          </w:tcPr>
          <w:p w14:paraId="30A13E71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103,8</w:t>
            </w:r>
          </w:p>
        </w:tc>
        <w:tc>
          <w:tcPr>
            <w:tcW w:w="1134" w:type="dxa"/>
            <w:vAlign w:val="bottom"/>
          </w:tcPr>
          <w:p w14:paraId="34E54E11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99,4</w:t>
            </w:r>
          </w:p>
        </w:tc>
      </w:tr>
      <w:tr w:rsidR="00531C4D" w:rsidRPr="00234851" w14:paraId="185E4BEF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3C334518" w14:textId="77777777"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Ноябрь</w:t>
            </w:r>
          </w:p>
        </w:tc>
        <w:tc>
          <w:tcPr>
            <w:tcW w:w="1134" w:type="dxa"/>
            <w:vAlign w:val="bottom"/>
          </w:tcPr>
          <w:p w14:paraId="15EE73D3" w14:textId="77777777"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51175,9</w:t>
            </w:r>
          </w:p>
        </w:tc>
        <w:tc>
          <w:tcPr>
            <w:tcW w:w="1135" w:type="dxa"/>
            <w:vAlign w:val="bottom"/>
          </w:tcPr>
          <w:p w14:paraId="77DE31C7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111,2</w:t>
            </w:r>
          </w:p>
        </w:tc>
        <w:tc>
          <w:tcPr>
            <w:tcW w:w="1134" w:type="dxa"/>
            <w:vAlign w:val="bottom"/>
          </w:tcPr>
          <w:p w14:paraId="22288E1D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100,1</w:t>
            </w:r>
          </w:p>
        </w:tc>
        <w:tc>
          <w:tcPr>
            <w:tcW w:w="1134" w:type="dxa"/>
            <w:vAlign w:val="bottom"/>
          </w:tcPr>
          <w:p w14:paraId="08E0BAE4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104,3</w:t>
            </w:r>
          </w:p>
        </w:tc>
        <w:tc>
          <w:tcPr>
            <w:tcW w:w="1134" w:type="dxa"/>
            <w:vAlign w:val="bottom"/>
          </w:tcPr>
          <w:p w14:paraId="306E73D4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99,2</w:t>
            </w:r>
          </w:p>
        </w:tc>
      </w:tr>
      <w:tr w:rsidR="00531C4D" w:rsidRPr="00234851" w14:paraId="0F0E3D59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7493C0F9" w14:textId="77777777"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Декабрь</w:t>
            </w:r>
          </w:p>
        </w:tc>
        <w:tc>
          <w:tcPr>
            <w:tcW w:w="1134" w:type="dxa"/>
            <w:vAlign w:val="bottom"/>
          </w:tcPr>
          <w:p w14:paraId="635F16A7" w14:textId="77777777"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72546,9</w:t>
            </w:r>
          </w:p>
        </w:tc>
        <w:tc>
          <w:tcPr>
            <w:tcW w:w="1135" w:type="dxa"/>
            <w:vAlign w:val="bottom"/>
          </w:tcPr>
          <w:p w14:paraId="51F4EACB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108,8</w:t>
            </w:r>
          </w:p>
        </w:tc>
        <w:tc>
          <w:tcPr>
            <w:tcW w:w="1134" w:type="dxa"/>
            <w:vAlign w:val="bottom"/>
          </w:tcPr>
          <w:p w14:paraId="3BE05DB1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141,6</w:t>
            </w:r>
          </w:p>
        </w:tc>
        <w:tc>
          <w:tcPr>
            <w:tcW w:w="1134" w:type="dxa"/>
            <w:vAlign w:val="bottom"/>
          </w:tcPr>
          <w:p w14:paraId="29771104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101,7</w:t>
            </w:r>
          </w:p>
        </w:tc>
        <w:tc>
          <w:tcPr>
            <w:tcW w:w="1134" w:type="dxa"/>
            <w:vAlign w:val="bottom"/>
          </w:tcPr>
          <w:p w14:paraId="57D48564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139,7</w:t>
            </w:r>
          </w:p>
        </w:tc>
      </w:tr>
      <w:tr w:rsidR="00531C4D" w:rsidRPr="00234851" w14:paraId="36CF9A3F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30544804" w14:textId="77777777"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  <w:lang w:val="en-US"/>
              </w:rPr>
              <w:t xml:space="preserve">IV </w:t>
            </w:r>
            <w:r w:rsidRPr="00234851"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2C5B7C46" w14:textId="77777777"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58292,6</w:t>
            </w:r>
          </w:p>
        </w:tc>
        <w:tc>
          <w:tcPr>
            <w:tcW w:w="1135" w:type="dxa"/>
            <w:vAlign w:val="bottom"/>
          </w:tcPr>
          <w:p w14:paraId="4CBB5375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110,3</w:t>
            </w:r>
          </w:p>
        </w:tc>
        <w:tc>
          <w:tcPr>
            <w:tcW w:w="1134" w:type="dxa"/>
            <w:vAlign w:val="bottom"/>
          </w:tcPr>
          <w:p w14:paraId="497D9B07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113,5</w:t>
            </w:r>
          </w:p>
        </w:tc>
        <w:tc>
          <w:tcPr>
            <w:tcW w:w="1134" w:type="dxa"/>
            <w:vAlign w:val="bottom"/>
          </w:tcPr>
          <w:p w14:paraId="72B1281E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103,6</w:t>
            </w:r>
          </w:p>
        </w:tc>
        <w:tc>
          <w:tcPr>
            <w:tcW w:w="1134" w:type="dxa"/>
            <w:vAlign w:val="bottom"/>
          </w:tcPr>
          <w:p w14:paraId="115CF92B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110,5</w:t>
            </w:r>
          </w:p>
        </w:tc>
      </w:tr>
      <w:tr w:rsidR="00531C4D" w:rsidRPr="00234851" w14:paraId="13BD82B6" w14:textId="77777777" w:rsidTr="007A2433">
        <w:trPr>
          <w:trHeight w:val="227"/>
          <w:jc w:val="center"/>
        </w:trPr>
        <w:tc>
          <w:tcPr>
            <w:tcW w:w="3401" w:type="dxa"/>
            <w:vAlign w:val="bottom"/>
          </w:tcPr>
          <w:p w14:paraId="555D427F" w14:textId="77777777" w:rsidR="00531C4D" w:rsidRPr="00234851" w:rsidRDefault="00531C4D" w:rsidP="00531C4D">
            <w:pPr>
              <w:jc w:val="left"/>
              <w:rPr>
                <w:b/>
                <w:sz w:val="20"/>
                <w:vertAlign w:val="superscript"/>
              </w:rPr>
            </w:pPr>
            <w:r w:rsidRPr="00234851">
              <w:rPr>
                <w:b/>
                <w:sz w:val="20"/>
              </w:rPr>
              <w:t>Год</w:t>
            </w:r>
          </w:p>
        </w:tc>
        <w:tc>
          <w:tcPr>
            <w:tcW w:w="1134" w:type="dxa"/>
            <w:vAlign w:val="bottom"/>
          </w:tcPr>
          <w:p w14:paraId="75CCD348" w14:textId="77777777" w:rsidR="00531C4D" w:rsidRPr="00234851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53963,8</w:t>
            </w:r>
          </w:p>
        </w:tc>
        <w:tc>
          <w:tcPr>
            <w:tcW w:w="1135" w:type="dxa"/>
            <w:vAlign w:val="bottom"/>
          </w:tcPr>
          <w:p w14:paraId="4DD2667E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112,9</w:t>
            </w:r>
          </w:p>
        </w:tc>
        <w:tc>
          <w:tcPr>
            <w:tcW w:w="1134" w:type="dxa"/>
            <w:vAlign w:val="bottom"/>
          </w:tcPr>
          <w:p w14:paraId="1BB2DB00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37883FB4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106,6</w:t>
            </w:r>
          </w:p>
        </w:tc>
        <w:tc>
          <w:tcPr>
            <w:tcW w:w="1134" w:type="dxa"/>
            <w:vAlign w:val="bottom"/>
          </w:tcPr>
          <w:p w14:paraId="0100B8C8" w14:textId="77777777" w:rsidR="00531C4D" w:rsidRPr="00234851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х</w:t>
            </w:r>
          </w:p>
        </w:tc>
      </w:tr>
      <w:tr w:rsidR="00531C4D" w:rsidRPr="00234851" w14:paraId="50529526" w14:textId="77777777" w:rsidTr="007A2433">
        <w:trPr>
          <w:trHeight w:val="283"/>
          <w:jc w:val="center"/>
        </w:trPr>
        <w:tc>
          <w:tcPr>
            <w:tcW w:w="9072" w:type="dxa"/>
            <w:gridSpan w:val="6"/>
            <w:vAlign w:val="center"/>
          </w:tcPr>
          <w:p w14:paraId="684C407B" w14:textId="77777777" w:rsidR="00531C4D" w:rsidRPr="00234851" w:rsidRDefault="00531C4D" w:rsidP="00531C4D">
            <w:pPr>
              <w:jc w:val="center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2024</w:t>
            </w:r>
          </w:p>
        </w:tc>
      </w:tr>
      <w:tr w:rsidR="00531C4D" w:rsidRPr="00234851" w14:paraId="0C1DABDE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0B30A887" w14:textId="77777777"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Январь</w:t>
            </w:r>
          </w:p>
        </w:tc>
        <w:tc>
          <w:tcPr>
            <w:tcW w:w="1134" w:type="dxa"/>
            <w:vAlign w:val="bottom"/>
          </w:tcPr>
          <w:p w14:paraId="64BDEEB9" w14:textId="295815C6"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C424B6">
              <w:rPr>
                <w:b/>
                <w:sz w:val="20"/>
              </w:rPr>
              <w:t>52408</w:t>
            </w:r>
            <w:r>
              <w:rPr>
                <w:b/>
                <w:sz w:val="20"/>
              </w:rPr>
              <w:t>,</w:t>
            </w:r>
            <w:r w:rsidRPr="00C424B6">
              <w:rPr>
                <w:b/>
                <w:sz w:val="20"/>
              </w:rPr>
              <w:t>9</w:t>
            </w:r>
          </w:p>
        </w:tc>
        <w:tc>
          <w:tcPr>
            <w:tcW w:w="1135" w:type="dxa"/>
            <w:vAlign w:val="bottom"/>
          </w:tcPr>
          <w:p w14:paraId="657C2B70" w14:textId="6E554FA8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84CB6">
              <w:rPr>
                <w:b/>
                <w:sz w:val="20"/>
              </w:rPr>
              <w:t>11</w:t>
            </w:r>
            <w:r>
              <w:rPr>
                <w:b/>
                <w:sz w:val="20"/>
              </w:rPr>
              <w:t>3,1</w:t>
            </w:r>
          </w:p>
        </w:tc>
        <w:tc>
          <w:tcPr>
            <w:tcW w:w="1134" w:type="dxa"/>
            <w:vAlign w:val="bottom"/>
          </w:tcPr>
          <w:p w14:paraId="679B47AB" w14:textId="2B782304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84CB6">
              <w:rPr>
                <w:b/>
                <w:sz w:val="20"/>
              </w:rPr>
              <w:t>7</w:t>
            </w:r>
            <w:r>
              <w:rPr>
                <w:b/>
                <w:sz w:val="20"/>
              </w:rPr>
              <w:t>0,8</w:t>
            </w:r>
          </w:p>
        </w:tc>
        <w:tc>
          <w:tcPr>
            <w:tcW w:w="1134" w:type="dxa"/>
            <w:vAlign w:val="bottom"/>
          </w:tcPr>
          <w:p w14:paraId="4B195F1C" w14:textId="5DC735F6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105,2</w:t>
            </w:r>
          </w:p>
        </w:tc>
        <w:tc>
          <w:tcPr>
            <w:tcW w:w="1134" w:type="dxa"/>
            <w:vAlign w:val="bottom"/>
          </w:tcPr>
          <w:p w14:paraId="276295E8" w14:textId="1CDD6F29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70,1</w:t>
            </w:r>
          </w:p>
        </w:tc>
      </w:tr>
      <w:tr w:rsidR="00531C4D" w:rsidRPr="00234851" w14:paraId="0EABA67F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69571B2B" w14:textId="77777777"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Февраль</w:t>
            </w:r>
          </w:p>
        </w:tc>
        <w:tc>
          <w:tcPr>
            <w:tcW w:w="1134" w:type="dxa"/>
            <w:vAlign w:val="bottom"/>
          </w:tcPr>
          <w:p w14:paraId="4DBA3150" w14:textId="1D70647C"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E708CD">
              <w:rPr>
                <w:b/>
                <w:sz w:val="20"/>
              </w:rPr>
              <w:t>53437</w:t>
            </w:r>
            <w:r>
              <w:rPr>
                <w:b/>
                <w:sz w:val="20"/>
              </w:rPr>
              <w:t>,</w:t>
            </w:r>
            <w:r w:rsidRPr="00E708CD">
              <w:rPr>
                <w:b/>
                <w:sz w:val="20"/>
              </w:rPr>
              <w:t>3</w:t>
            </w:r>
          </w:p>
        </w:tc>
        <w:tc>
          <w:tcPr>
            <w:tcW w:w="1135" w:type="dxa"/>
            <w:vAlign w:val="bottom"/>
          </w:tcPr>
          <w:p w14:paraId="7B02AB17" w14:textId="4D5D510F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708CD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E708CD">
              <w:rPr>
                <w:b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14:paraId="306A9A2D" w14:textId="3EDD1C3F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708CD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E708CD">
              <w:rPr>
                <w:b/>
                <w:sz w:val="20"/>
              </w:rPr>
              <w:t>0</w:t>
            </w:r>
          </w:p>
        </w:tc>
        <w:tc>
          <w:tcPr>
            <w:tcW w:w="1134" w:type="dxa"/>
            <w:vAlign w:val="bottom"/>
          </w:tcPr>
          <w:p w14:paraId="04A97DE7" w14:textId="3CE0E220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106,8</w:t>
            </w:r>
          </w:p>
        </w:tc>
        <w:tc>
          <w:tcPr>
            <w:tcW w:w="1134" w:type="dxa"/>
            <w:vAlign w:val="bottom"/>
          </w:tcPr>
          <w:p w14:paraId="754FBA51" w14:textId="7E8E1FA0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101,5</w:t>
            </w:r>
          </w:p>
        </w:tc>
      </w:tr>
      <w:tr w:rsidR="00531C4D" w:rsidRPr="00234851" w14:paraId="6549104C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6A1F0D5B" w14:textId="77777777"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Март</w:t>
            </w:r>
          </w:p>
        </w:tc>
        <w:tc>
          <w:tcPr>
            <w:tcW w:w="1134" w:type="dxa"/>
            <w:vAlign w:val="bottom"/>
          </w:tcPr>
          <w:p w14:paraId="4450573E" w14:textId="5DA20721"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55979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9</w:t>
            </w:r>
          </w:p>
        </w:tc>
        <w:tc>
          <w:tcPr>
            <w:tcW w:w="1135" w:type="dxa"/>
            <w:vAlign w:val="bottom"/>
          </w:tcPr>
          <w:p w14:paraId="592FB0AD" w14:textId="0ED81BC9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14:paraId="1599BDCF" w14:textId="2D67F775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14:paraId="46136353" w14:textId="25F10A12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104,6</w:t>
            </w:r>
          </w:p>
        </w:tc>
        <w:tc>
          <w:tcPr>
            <w:tcW w:w="1134" w:type="dxa"/>
            <w:vAlign w:val="bottom"/>
          </w:tcPr>
          <w:p w14:paraId="70D638AC" w14:textId="6DF36D0B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103,7</w:t>
            </w:r>
          </w:p>
        </w:tc>
      </w:tr>
      <w:tr w:rsidR="00531C4D" w:rsidRPr="00A853C8" w14:paraId="6250AAB9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3F033084" w14:textId="77777777"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I квартал</w:t>
            </w:r>
          </w:p>
        </w:tc>
        <w:tc>
          <w:tcPr>
            <w:tcW w:w="1134" w:type="dxa"/>
            <w:vAlign w:val="bottom"/>
          </w:tcPr>
          <w:p w14:paraId="786909EC" w14:textId="7A4B3D34"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54053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4</w:t>
            </w:r>
          </w:p>
        </w:tc>
        <w:tc>
          <w:tcPr>
            <w:tcW w:w="1135" w:type="dxa"/>
            <w:vAlign w:val="bottom"/>
          </w:tcPr>
          <w:p w14:paraId="70AE97FF" w14:textId="1DB09976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A74D5F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A74D5F">
              <w:rPr>
                <w:b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14:paraId="7509F5D0" w14:textId="5423A4E6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92,0</w:t>
            </w:r>
          </w:p>
        </w:tc>
        <w:tc>
          <w:tcPr>
            <w:tcW w:w="1134" w:type="dxa"/>
            <w:vAlign w:val="bottom"/>
          </w:tcPr>
          <w:p w14:paraId="1A282739" w14:textId="4158D7B6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105,8</w:t>
            </w:r>
          </w:p>
        </w:tc>
        <w:tc>
          <w:tcPr>
            <w:tcW w:w="1134" w:type="dxa"/>
            <w:vAlign w:val="bottom"/>
          </w:tcPr>
          <w:p w14:paraId="11757686" w14:textId="3C421605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89,5</w:t>
            </w:r>
          </w:p>
        </w:tc>
      </w:tr>
      <w:tr w:rsidR="00531C4D" w:rsidRPr="00A853C8" w14:paraId="2C905B26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4BB27650" w14:textId="77777777" w:rsidR="00531C4D" w:rsidRPr="00B273A7" w:rsidRDefault="00531C4D" w:rsidP="00531C4D">
            <w:pPr>
              <w:jc w:val="left"/>
              <w:rPr>
                <w:b/>
                <w:sz w:val="20"/>
              </w:rPr>
            </w:pPr>
            <w:r w:rsidRPr="00B273A7">
              <w:rPr>
                <w:b/>
                <w:sz w:val="20"/>
              </w:rPr>
              <w:t>Апрель</w:t>
            </w:r>
          </w:p>
        </w:tc>
        <w:tc>
          <w:tcPr>
            <w:tcW w:w="1134" w:type="dxa"/>
            <w:vAlign w:val="bottom"/>
          </w:tcPr>
          <w:p w14:paraId="1871C59D" w14:textId="78A011AF"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C900E1">
              <w:rPr>
                <w:b/>
                <w:sz w:val="20"/>
              </w:rPr>
              <w:t>57383</w:t>
            </w:r>
            <w:r>
              <w:rPr>
                <w:b/>
                <w:sz w:val="20"/>
              </w:rPr>
              <w:t>,</w:t>
            </w:r>
            <w:r w:rsidRPr="00C900E1">
              <w:rPr>
                <w:b/>
                <w:sz w:val="20"/>
              </w:rPr>
              <w:t>3</w:t>
            </w:r>
          </w:p>
        </w:tc>
        <w:tc>
          <w:tcPr>
            <w:tcW w:w="1135" w:type="dxa"/>
            <w:vAlign w:val="bottom"/>
          </w:tcPr>
          <w:p w14:paraId="5FB6D6C0" w14:textId="583DDE87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111,5</w:t>
            </w:r>
          </w:p>
        </w:tc>
        <w:tc>
          <w:tcPr>
            <w:tcW w:w="1134" w:type="dxa"/>
            <w:vAlign w:val="bottom"/>
          </w:tcPr>
          <w:p w14:paraId="04595EDE" w14:textId="7759599F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100,1</w:t>
            </w:r>
          </w:p>
        </w:tc>
        <w:tc>
          <w:tcPr>
            <w:tcW w:w="1134" w:type="dxa"/>
            <w:vAlign w:val="bottom"/>
          </w:tcPr>
          <w:p w14:paraId="73991953" w14:textId="03052ECB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103,9</w:t>
            </w:r>
          </w:p>
        </w:tc>
        <w:tc>
          <w:tcPr>
            <w:tcW w:w="1134" w:type="dxa"/>
            <w:vAlign w:val="bottom"/>
          </w:tcPr>
          <w:p w14:paraId="536D8B93" w14:textId="63836756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99,8</w:t>
            </w:r>
          </w:p>
        </w:tc>
      </w:tr>
      <w:tr w:rsidR="00531C4D" w:rsidRPr="00A853C8" w14:paraId="2C5145B9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390584FD" w14:textId="3EAD3369" w:rsidR="00531C4D" w:rsidRPr="00B273A7" w:rsidRDefault="00531C4D" w:rsidP="00531C4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Май</w:t>
            </w:r>
          </w:p>
        </w:tc>
        <w:tc>
          <w:tcPr>
            <w:tcW w:w="1134" w:type="dxa"/>
            <w:vAlign w:val="bottom"/>
          </w:tcPr>
          <w:p w14:paraId="23CBC2FE" w14:textId="489F4666"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7B6A1F">
              <w:rPr>
                <w:b/>
                <w:sz w:val="20"/>
              </w:rPr>
              <w:t>62965</w:t>
            </w:r>
            <w:r>
              <w:rPr>
                <w:b/>
                <w:sz w:val="20"/>
              </w:rPr>
              <w:t>,</w:t>
            </w:r>
            <w:r w:rsidRPr="007B6A1F">
              <w:rPr>
                <w:b/>
                <w:sz w:val="20"/>
              </w:rPr>
              <w:t>3</w:t>
            </w:r>
          </w:p>
        </w:tc>
        <w:tc>
          <w:tcPr>
            <w:tcW w:w="1135" w:type="dxa"/>
            <w:vAlign w:val="bottom"/>
          </w:tcPr>
          <w:p w14:paraId="5B043F06" w14:textId="75974539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3BC1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5F3BC1">
              <w:rPr>
                <w:b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14:paraId="4CF29E39" w14:textId="22997B5B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5F3BC1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5F3BC1">
              <w:rPr>
                <w:b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14:paraId="12ACD0C5" w14:textId="20A99230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106,0</w:t>
            </w:r>
          </w:p>
        </w:tc>
        <w:tc>
          <w:tcPr>
            <w:tcW w:w="1134" w:type="dxa"/>
            <w:vAlign w:val="bottom"/>
          </w:tcPr>
          <w:p w14:paraId="0AD1C3CD" w14:textId="2AB0875A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109,0</w:t>
            </w:r>
          </w:p>
        </w:tc>
      </w:tr>
      <w:tr w:rsidR="00531C4D" w:rsidRPr="00A853C8" w14:paraId="12E059CF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2B2E752C" w14:textId="2F83133E" w:rsidR="00531C4D" w:rsidRPr="00B273A7" w:rsidRDefault="00531C4D" w:rsidP="00531C4D">
            <w:pPr>
              <w:jc w:val="left"/>
              <w:rPr>
                <w:b/>
                <w:sz w:val="20"/>
              </w:rPr>
            </w:pPr>
            <w:r w:rsidRPr="00492751">
              <w:rPr>
                <w:b/>
                <w:sz w:val="20"/>
              </w:rPr>
              <w:t>Июнь</w:t>
            </w:r>
          </w:p>
        </w:tc>
        <w:tc>
          <w:tcPr>
            <w:tcW w:w="1134" w:type="dxa"/>
            <w:vAlign w:val="bottom"/>
          </w:tcPr>
          <w:p w14:paraId="3051E33D" w14:textId="6B65B157"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64330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9</w:t>
            </w:r>
          </w:p>
        </w:tc>
        <w:tc>
          <w:tcPr>
            <w:tcW w:w="1135" w:type="dxa"/>
            <w:vAlign w:val="bottom"/>
          </w:tcPr>
          <w:p w14:paraId="50877539" w14:textId="42A5012D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14:paraId="77A8F248" w14:textId="3D85EA30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14:paraId="2763A78C" w14:textId="2D1ECC02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104,9</w:t>
            </w:r>
          </w:p>
        </w:tc>
        <w:tc>
          <w:tcPr>
            <w:tcW w:w="1134" w:type="dxa"/>
            <w:vAlign w:val="bottom"/>
          </w:tcPr>
          <w:p w14:paraId="351F7536" w14:textId="4009E9D7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100,5</w:t>
            </w:r>
          </w:p>
        </w:tc>
      </w:tr>
      <w:tr w:rsidR="00531C4D" w:rsidRPr="00A853C8" w14:paraId="3B5657C1" w14:textId="77777777" w:rsidTr="0088531A">
        <w:trPr>
          <w:trHeight w:val="227"/>
          <w:jc w:val="center"/>
        </w:trPr>
        <w:tc>
          <w:tcPr>
            <w:tcW w:w="3401" w:type="dxa"/>
            <w:vAlign w:val="bottom"/>
          </w:tcPr>
          <w:p w14:paraId="184AD3D2" w14:textId="528602BF" w:rsidR="00531C4D" w:rsidRDefault="00531C4D" w:rsidP="00531C4D">
            <w:pPr>
              <w:jc w:val="left"/>
              <w:rPr>
                <w:b/>
                <w:sz w:val="20"/>
              </w:rPr>
            </w:pPr>
            <w:r w:rsidRPr="00492751">
              <w:rPr>
                <w:b/>
                <w:sz w:val="20"/>
                <w:lang w:val="en-US"/>
              </w:rPr>
              <w:t xml:space="preserve">II </w:t>
            </w:r>
            <w:r w:rsidRPr="00492751">
              <w:rPr>
                <w:b/>
                <w:sz w:val="20"/>
              </w:rPr>
              <w:t>квартал</w:t>
            </w:r>
          </w:p>
        </w:tc>
        <w:tc>
          <w:tcPr>
            <w:tcW w:w="1134" w:type="dxa"/>
            <w:vAlign w:val="bottom"/>
          </w:tcPr>
          <w:p w14:paraId="09ACF0F7" w14:textId="1A3F5AF6"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66596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3</w:t>
            </w:r>
          </w:p>
        </w:tc>
        <w:tc>
          <w:tcPr>
            <w:tcW w:w="1135" w:type="dxa"/>
          </w:tcPr>
          <w:p w14:paraId="4AA4E6C2" w14:textId="5F6202C4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5</w:t>
            </w:r>
          </w:p>
        </w:tc>
        <w:tc>
          <w:tcPr>
            <w:tcW w:w="1134" w:type="dxa"/>
          </w:tcPr>
          <w:p w14:paraId="33356EB4" w14:textId="00422561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6</w:t>
            </w:r>
          </w:p>
        </w:tc>
        <w:tc>
          <w:tcPr>
            <w:tcW w:w="1134" w:type="dxa"/>
            <w:vAlign w:val="bottom"/>
          </w:tcPr>
          <w:p w14:paraId="23E4BB25" w14:textId="25825CA5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111,2</w:t>
            </w:r>
          </w:p>
        </w:tc>
        <w:tc>
          <w:tcPr>
            <w:tcW w:w="1134" w:type="dxa"/>
            <w:vAlign w:val="bottom"/>
          </w:tcPr>
          <w:p w14:paraId="18EC466C" w14:textId="5D202EEE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105,6</w:t>
            </w:r>
          </w:p>
        </w:tc>
      </w:tr>
      <w:tr w:rsidR="00531C4D" w:rsidRPr="00A853C8" w14:paraId="089DE4BD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7C1BC5CB" w14:textId="7A242F54" w:rsidR="00531C4D" w:rsidRDefault="00531C4D" w:rsidP="00531C4D">
            <w:pPr>
              <w:jc w:val="left"/>
              <w:rPr>
                <w:b/>
                <w:sz w:val="20"/>
              </w:rPr>
            </w:pPr>
            <w:r w:rsidRPr="00492751">
              <w:rPr>
                <w:b/>
                <w:sz w:val="20"/>
                <w:lang w:val="en-US"/>
              </w:rPr>
              <w:t>I</w:t>
            </w:r>
            <w:r w:rsidRPr="00492751">
              <w:rPr>
                <w:b/>
                <w:sz w:val="20"/>
              </w:rPr>
              <w:t xml:space="preserve"> полугодие</w:t>
            </w:r>
          </w:p>
        </w:tc>
        <w:tc>
          <w:tcPr>
            <w:tcW w:w="1134" w:type="dxa"/>
            <w:vAlign w:val="bottom"/>
          </w:tcPr>
          <w:p w14:paraId="507FF6BB" w14:textId="62AE308E"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58144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6</w:t>
            </w:r>
          </w:p>
        </w:tc>
        <w:tc>
          <w:tcPr>
            <w:tcW w:w="1135" w:type="dxa"/>
            <w:vAlign w:val="bottom"/>
          </w:tcPr>
          <w:p w14:paraId="582932AF" w14:textId="6C9F88A1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70C35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D70C35">
              <w:rPr>
                <w:b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14:paraId="3F8A39BE" w14:textId="7F256D0D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34D60385" w14:textId="6DD39288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105,9</w:t>
            </w:r>
          </w:p>
        </w:tc>
        <w:tc>
          <w:tcPr>
            <w:tcW w:w="1134" w:type="dxa"/>
            <w:vAlign w:val="bottom"/>
          </w:tcPr>
          <w:p w14:paraId="1151C276" w14:textId="464A34BA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х</w:t>
            </w:r>
          </w:p>
        </w:tc>
      </w:tr>
      <w:tr w:rsidR="00531C4D" w:rsidRPr="00A853C8" w14:paraId="034BE50F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4A52BC1D" w14:textId="17937192" w:rsidR="00531C4D" w:rsidRPr="00492751" w:rsidRDefault="00531C4D" w:rsidP="00531C4D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134" w:type="dxa"/>
            <w:vAlign w:val="bottom"/>
          </w:tcPr>
          <w:p w14:paraId="6307863D" w14:textId="493B345C"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F415DA">
              <w:rPr>
                <w:b/>
                <w:sz w:val="20"/>
              </w:rPr>
              <w:t>63119</w:t>
            </w:r>
            <w:r>
              <w:rPr>
                <w:b/>
                <w:sz w:val="20"/>
              </w:rPr>
              <w:t>,</w:t>
            </w:r>
            <w:r w:rsidRPr="00F415DA">
              <w:rPr>
                <w:b/>
                <w:sz w:val="20"/>
              </w:rPr>
              <w:t>9</w:t>
            </w:r>
          </w:p>
        </w:tc>
        <w:tc>
          <w:tcPr>
            <w:tcW w:w="1135" w:type="dxa"/>
            <w:vAlign w:val="bottom"/>
          </w:tcPr>
          <w:p w14:paraId="32B5CCF8" w14:textId="68884A80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415DA">
              <w:rPr>
                <w:b/>
                <w:sz w:val="20"/>
              </w:rPr>
              <w:t>123</w:t>
            </w:r>
            <w:r>
              <w:rPr>
                <w:b/>
                <w:sz w:val="20"/>
              </w:rPr>
              <w:t>,</w:t>
            </w:r>
            <w:r w:rsidRPr="00F415DA">
              <w:rPr>
                <w:b/>
                <w:sz w:val="20"/>
              </w:rPr>
              <w:t>0</w:t>
            </w:r>
          </w:p>
        </w:tc>
        <w:tc>
          <w:tcPr>
            <w:tcW w:w="1134" w:type="dxa"/>
            <w:vAlign w:val="bottom"/>
          </w:tcPr>
          <w:p w14:paraId="038514C6" w14:textId="23AFA24F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F415DA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F415DA">
              <w:rPr>
                <w:b/>
                <w:sz w:val="20"/>
              </w:rPr>
              <w:t>3</w:t>
            </w:r>
          </w:p>
        </w:tc>
        <w:tc>
          <w:tcPr>
            <w:tcW w:w="1134" w:type="dxa"/>
            <w:vAlign w:val="bottom"/>
          </w:tcPr>
          <w:p w14:paraId="237A98C5" w14:textId="24FFA3C3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113,4</w:t>
            </w:r>
          </w:p>
        </w:tc>
        <w:tc>
          <w:tcPr>
            <w:tcW w:w="1134" w:type="dxa"/>
            <w:vAlign w:val="bottom"/>
          </w:tcPr>
          <w:p w14:paraId="314370D2" w14:textId="1BDBF8E3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96,9</w:t>
            </w:r>
          </w:p>
        </w:tc>
      </w:tr>
      <w:tr w:rsidR="00531C4D" w:rsidRPr="00A853C8" w14:paraId="0D8494F9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382802AF" w14:textId="6D1E5789" w:rsidR="00531C4D" w:rsidRPr="00492751" w:rsidRDefault="00531C4D" w:rsidP="00531C4D">
            <w:pPr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134" w:type="dxa"/>
            <w:vAlign w:val="bottom"/>
          </w:tcPr>
          <w:p w14:paraId="71FBD4C1" w14:textId="6924A27B" w:rsidR="00531C4D" w:rsidRPr="00396C85" w:rsidRDefault="00531C4D" w:rsidP="00531C4D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E048DA">
              <w:rPr>
                <w:b/>
                <w:sz w:val="20"/>
              </w:rPr>
              <w:t>61676</w:t>
            </w:r>
            <w:r>
              <w:rPr>
                <w:b/>
                <w:sz w:val="20"/>
              </w:rPr>
              <w:t>,</w:t>
            </w:r>
            <w:r w:rsidRPr="00E048DA">
              <w:rPr>
                <w:b/>
                <w:sz w:val="20"/>
              </w:rPr>
              <w:t>1</w:t>
            </w:r>
          </w:p>
        </w:tc>
        <w:tc>
          <w:tcPr>
            <w:tcW w:w="1135" w:type="dxa"/>
            <w:vAlign w:val="bottom"/>
          </w:tcPr>
          <w:p w14:paraId="651DE081" w14:textId="171A2057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048DA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E048DA">
              <w:rPr>
                <w:b/>
                <w:sz w:val="20"/>
              </w:rPr>
              <w:t>9</w:t>
            </w:r>
          </w:p>
        </w:tc>
        <w:tc>
          <w:tcPr>
            <w:tcW w:w="1134" w:type="dxa"/>
            <w:vAlign w:val="bottom"/>
          </w:tcPr>
          <w:p w14:paraId="463AA063" w14:textId="1189AC97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E048DA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E048DA">
              <w:rPr>
                <w:b/>
                <w:sz w:val="20"/>
              </w:rPr>
              <w:t>4</w:t>
            </w:r>
          </w:p>
        </w:tc>
        <w:tc>
          <w:tcPr>
            <w:tcW w:w="1134" w:type="dxa"/>
            <w:vAlign w:val="bottom"/>
          </w:tcPr>
          <w:p w14:paraId="5227C28A" w14:textId="7397B1BF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107,8</w:t>
            </w:r>
          </w:p>
        </w:tc>
        <w:tc>
          <w:tcPr>
            <w:tcW w:w="1134" w:type="dxa"/>
            <w:vAlign w:val="bottom"/>
          </w:tcPr>
          <w:p w14:paraId="5A5F1A66" w14:textId="71EBB955" w:rsidR="00531C4D" w:rsidRPr="00396C85" w:rsidRDefault="00531C4D" w:rsidP="00531C4D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97,0</w:t>
            </w:r>
          </w:p>
        </w:tc>
      </w:tr>
      <w:tr w:rsidR="00531C4D" w:rsidRPr="00A853C8" w14:paraId="28547757" w14:textId="77777777" w:rsidTr="00A36619">
        <w:trPr>
          <w:trHeight w:val="227"/>
          <w:jc w:val="center"/>
        </w:trPr>
        <w:tc>
          <w:tcPr>
            <w:tcW w:w="3401" w:type="dxa"/>
            <w:vAlign w:val="bottom"/>
          </w:tcPr>
          <w:p w14:paraId="51DD50BB" w14:textId="7B31E09F" w:rsidR="00531C4D" w:rsidRDefault="00531C4D" w:rsidP="00531C4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Январь-август</w:t>
            </w:r>
          </w:p>
        </w:tc>
        <w:tc>
          <w:tcPr>
            <w:tcW w:w="1134" w:type="dxa"/>
            <w:vAlign w:val="bottom"/>
          </w:tcPr>
          <w:p w14:paraId="326EEEF3" w14:textId="43831F95" w:rsidR="00531C4D" w:rsidRPr="00F415DA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 w:rsidRPr="00E048DA">
              <w:rPr>
                <w:b/>
                <w:sz w:val="20"/>
              </w:rPr>
              <w:t>59292</w:t>
            </w:r>
            <w:r>
              <w:rPr>
                <w:b/>
                <w:sz w:val="20"/>
              </w:rPr>
              <w:t>,</w:t>
            </w:r>
            <w:r w:rsidRPr="00E048DA">
              <w:rPr>
                <w:b/>
                <w:sz w:val="20"/>
              </w:rPr>
              <w:t>1</w:t>
            </w:r>
          </w:p>
        </w:tc>
        <w:tc>
          <w:tcPr>
            <w:tcW w:w="1135" w:type="dxa"/>
            <w:vAlign w:val="bottom"/>
          </w:tcPr>
          <w:p w14:paraId="64D1B206" w14:textId="185F7FA8" w:rsidR="00531C4D" w:rsidRPr="00F415DA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 w:rsidRPr="00E048DA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E048DA">
              <w:rPr>
                <w:b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14:paraId="5BA77089" w14:textId="22B1126B" w:rsidR="00531C4D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1134" w:type="dxa"/>
            <w:vAlign w:val="bottom"/>
          </w:tcPr>
          <w:p w14:paraId="4195283D" w14:textId="7E1C6A29" w:rsidR="00531C4D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107,3</w:t>
            </w:r>
          </w:p>
        </w:tc>
        <w:tc>
          <w:tcPr>
            <w:tcW w:w="1134" w:type="dxa"/>
            <w:vAlign w:val="bottom"/>
          </w:tcPr>
          <w:p w14:paraId="1235784A" w14:textId="23219830" w:rsidR="00531C4D" w:rsidRDefault="00531C4D" w:rsidP="00531C4D">
            <w:pPr>
              <w:ind w:right="22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</w:tr>
    </w:tbl>
    <w:p w14:paraId="364ED036" w14:textId="77777777" w:rsidR="00BD7968" w:rsidRDefault="00BD7968" w:rsidP="00204BB5">
      <w:pPr>
        <w:pStyle w:val="3"/>
        <w:spacing w:before="360" w:after="240"/>
      </w:pPr>
    </w:p>
    <w:p w14:paraId="1178511A" w14:textId="77777777" w:rsidR="00BD7968" w:rsidRDefault="00BD7968">
      <w:pPr>
        <w:jc w:val="left"/>
        <w:rPr>
          <w:b/>
        </w:rPr>
      </w:pPr>
      <w:r>
        <w:br w:type="page"/>
      </w:r>
    </w:p>
    <w:p w14:paraId="44EC912A" w14:textId="089684FB" w:rsidR="0031223F" w:rsidRPr="00AA2072" w:rsidRDefault="0031223F" w:rsidP="001F3C7A">
      <w:pPr>
        <w:pStyle w:val="3"/>
        <w:spacing w:before="360" w:after="360"/>
      </w:pPr>
      <w:bookmarkStart w:id="330" w:name="_Toc181255989"/>
      <w:r w:rsidRPr="00AA2072">
        <w:lastRenderedPageBreak/>
        <w:t>Среднемесячная начисленная заработная плата работников организаций</w:t>
      </w:r>
      <w:r w:rsidRPr="00AA2072">
        <w:br/>
        <w:t>(без выплат социального характера)</w:t>
      </w:r>
      <w:r w:rsidR="00891D89" w:rsidRPr="00AA2072">
        <w:t xml:space="preserve"> </w:t>
      </w:r>
      <w:r w:rsidR="0004338A" w:rsidRPr="00AA2072">
        <w:br/>
      </w:r>
      <w:r w:rsidRPr="00AA2072">
        <w:t>по видам экономической деятельности</w:t>
      </w:r>
      <w:bookmarkEnd w:id="328"/>
      <w:bookmarkEnd w:id="329"/>
      <w:bookmarkEnd w:id="330"/>
    </w:p>
    <w:tbl>
      <w:tblPr>
        <w:tblW w:w="909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10"/>
        <w:gridCol w:w="946"/>
        <w:gridCol w:w="947"/>
        <w:gridCol w:w="947"/>
        <w:gridCol w:w="946"/>
        <w:gridCol w:w="947"/>
        <w:gridCol w:w="947"/>
      </w:tblGrid>
      <w:tr w:rsidR="007A2433" w:rsidRPr="00234851" w14:paraId="3CB30F82" w14:textId="77777777" w:rsidTr="007A2433">
        <w:trPr>
          <w:trHeight w:val="255"/>
          <w:jc w:val="center"/>
        </w:trPr>
        <w:tc>
          <w:tcPr>
            <w:tcW w:w="3410" w:type="dxa"/>
            <w:vMerge w:val="restart"/>
            <w:vAlign w:val="center"/>
          </w:tcPr>
          <w:p w14:paraId="4289D29F" w14:textId="77777777" w:rsidR="007A2433" w:rsidRPr="004127FB" w:rsidRDefault="007A2433" w:rsidP="007A2433">
            <w:pPr>
              <w:jc w:val="center"/>
              <w:rPr>
                <w:b/>
                <w:sz w:val="20"/>
              </w:rPr>
            </w:pPr>
            <w:bookmarkStart w:id="331" w:name="_Toc493779797"/>
          </w:p>
        </w:tc>
        <w:tc>
          <w:tcPr>
            <w:tcW w:w="2840" w:type="dxa"/>
            <w:gridSpan w:val="3"/>
            <w:vAlign w:val="center"/>
          </w:tcPr>
          <w:p w14:paraId="3C61F9D9" w14:textId="2F40FDF5" w:rsidR="007A2433" w:rsidRPr="00F57FAA" w:rsidRDefault="00396C85" w:rsidP="007A2433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Январь-</w:t>
            </w:r>
            <w:r w:rsidR="00531C4D">
              <w:rPr>
                <w:b/>
                <w:sz w:val="20"/>
              </w:rPr>
              <w:t>август</w:t>
            </w:r>
            <w:r w:rsidR="007A2433" w:rsidRPr="00F57FAA">
              <w:rPr>
                <w:b/>
                <w:sz w:val="20"/>
                <w:lang w:val="en-US"/>
              </w:rPr>
              <w:br/>
            </w:r>
            <w:r w:rsidR="007A2433" w:rsidRPr="00F57FAA">
              <w:rPr>
                <w:b/>
                <w:sz w:val="20"/>
              </w:rPr>
              <w:t>2024</w:t>
            </w:r>
          </w:p>
        </w:tc>
        <w:tc>
          <w:tcPr>
            <w:tcW w:w="2840" w:type="dxa"/>
            <w:gridSpan w:val="3"/>
            <w:vAlign w:val="center"/>
          </w:tcPr>
          <w:p w14:paraId="15BADCBE" w14:textId="6178C32F" w:rsidR="007A2433" w:rsidRPr="00F57FAA" w:rsidRDefault="00531C4D" w:rsidP="007A2433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6B7C11" w:rsidRPr="00F57FAA">
              <w:rPr>
                <w:b/>
                <w:sz w:val="20"/>
              </w:rPr>
              <w:br/>
            </w:r>
            <w:r w:rsidR="007A2433" w:rsidRPr="00F57FAA">
              <w:rPr>
                <w:b/>
                <w:sz w:val="20"/>
              </w:rPr>
              <w:t>2024</w:t>
            </w:r>
          </w:p>
        </w:tc>
      </w:tr>
      <w:tr w:rsidR="007A2433" w:rsidRPr="00234851" w14:paraId="25FE5A5D" w14:textId="77777777" w:rsidTr="007A2433">
        <w:trPr>
          <w:trHeight w:val="283"/>
          <w:jc w:val="center"/>
        </w:trPr>
        <w:tc>
          <w:tcPr>
            <w:tcW w:w="3410" w:type="dxa"/>
            <w:vMerge/>
            <w:vAlign w:val="center"/>
          </w:tcPr>
          <w:p w14:paraId="3C66C7B1" w14:textId="77777777"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6" w:type="dxa"/>
            <w:vMerge w:val="restart"/>
            <w:vAlign w:val="center"/>
          </w:tcPr>
          <w:p w14:paraId="4E07A67E" w14:textId="77777777" w:rsidR="007A2433" w:rsidRPr="00F57FA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F57FAA">
              <w:rPr>
                <w:b/>
                <w:sz w:val="20"/>
              </w:rPr>
              <w:t>рублей</w:t>
            </w:r>
          </w:p>
        </w:tc>
        <w:tc>
          <w:tcPr>
            <w:tcW w:w="1894" w:type="dxa"/>
            <w:gridSpan w:val="2"/>
            <w:vAlign w:val="center"/>
          </w:tcPr>
          <w:p w14:paraId="168B1DC5" w14:textId="77777777"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F57FAA">
              <w:rPr>
                <w:b/>
                <w:sz w:val="20"/>
              </w:rPr>
              <w:t>в  %</w:t>
            </w:r>
            <w:proofErr w:type="gramEnd"/>
            <w:r w:rsidRPr="00F57FAA">
              <w:rPr>
                <w:b/>
                <w:sz w:val="20"/>
              </w:rPr>
              <w:t xml:space="preserve">  к</w:t>
            </w:r>
          </w:p>
        </w:tc>
        <w:tc>
          <w:tcPr>
            <w:tcW w:w="946" w:type="dxa"/>
            <w:vMerge w:val="restart"/>
            <w:vAlign w:val="center"/>
          </w:tcPr>
          <w:p w14:paraId="7201DAEA" w14:textId="77777777"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F57FAA">
              <w:rPr>
                <w:b/>
                <w:sz w:val="20"/>
              </w:rPr>
              <w:t>рублей</w:t>
            </w:r>
          </w:p>
        </w:tc>
        <w:tc>
          <w:tcPr>
            <w:tcW w:w="1894" w:type="dxa"/>
            <w:gridSpan w:val="2"/>
            <w:vAlign w:val="center"/>
          </w:tcPr>
          <w:p w14:paraId="4C3846BB" w14:textId="77777777"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F57FAA">
              <w:rPr>
                <w:b/>
                <w:sz w:val="20"/>
              </w:rPr>
              <w:t>в  %</w:t>
            </w:r>
            <w:proofErr w:type="gramEnd"/>
            <w:r w:rsidRPr="00F57FAA">
              <w:rPr>
                <w:b/>
                <w:sz w:val="20"/>
              </w:rPr>
              <w:t xml:space="preserve">  к</w:t>
            </w:r>
          </w:p>
        </w:tc>
      </w:tr>
      <w:tr w:rsidR="007A2433" w:rsidRPr="00234851" w14:paraId="41F53FB6" w14:textId="77777777" w:rsidTr="007A2433">
        <w:trPr>
          <w:trHeight w:val="227"/>
          <w:jc w:val="center"/>
        </w:trPr>
        <w:tc>
          <w:tcPr>
            <w:tcW w:w="3410" w:type="dxa"/>
            <w:vMerge/>
            <w:vAlign w:val="center"/>
          </w:tcPr>
          <w:p w14:paraId="29DD60E0" w14:textId="77777777" w:rsidR="007A2433" w:rsidRPr="00234851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6" w:type="dxa"/>
            <w:vMerge/>
            <w:vAlign w:val="center"/>
          </w:tcPr>
          <w:p w14:paraId="2CDA48F8" w14:textId="77777777" w:rsidR="007A2433" w:rsidRPr="00F57FAA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947" w:type="dxa"/>
            <w:vAlign w:val="center"/>
          </w:tcPr>
          <w:p w14:paraId="4D2E1288" w14:textId="24EC313E" w:rsidR="007A2433" w:rsidRPr="00F57FAA" w:rsidRDefault="00396C85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январю-</w:t>
            </w:r>
            <w:r w:rsidR="00531C4D">
              <w:rPr>
                <w:b/>
                <w:sz w:val="20"/>
              </w:rPr>
              <w:t>августу</w:t>
            </w:r>
            <w:r w:rsidR="007A2433" w:rsidRPr="00F57FAA">
              <w:rPr>
                <w:b/>
                <w:sz w:val="20"/>
              </w:rPr>
              <w:br/>
              <w:t>2023</w:t>
            </w:r>
          </w:p>
        </w:tc>
        <w:tc>
          <w:tcPr>
            <w:tcW w:w="947" w:type="dxa"/>
            <w:vAlign w:val="center"/>
          </w:tcPr>
          <w:p w14:paraId="7B89CD56" w14:textId="77777777"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proofErr w:type="spellStart"/>
            <w:r w:rsidRPr="00F57FAA">
              <w:rPr>
                <w:b/>
                <w:sz w:val="20"/>
              </w:rPr>
              <w:t>среднеоб-ластному</w:t>
            </w:r>
            <w:proofErr w:type="spellEnd"/>
            <w:r w:rsidRPr="00F57FAA">
              <w:rPr>
                <w:b/>
                <w:sz w:val="20"/>
              </w:rPr>
              <w:t xml:space="preserve"> уровню </w:t>
            </w:r>
            <w:proofErr w:type="gramStart"/>
            <w:r w:rsidRPr="00F57FAA">
              <w:rPr>
                <w:b/>
                <w:sz w:val="20"/>
              </w:rPr>
              <w:t>средне-месячной</w:t>
            </w:r>
            <w:proofErr w:type="gramEnd"/>
            <w:r w:rsidRPr="00F57FAA">
              <w:rPr>
                <w:b/>
                <w:sz w:val="20"/>
              </w:rPr>
              <w:t xml:space="preserve"> </w:t>
            </w:r>
            <w:proofErr w:type="spellStart"/>
            <w:r w:rsidRPr="00F57FAA">
              <w:rPr>
                <w:b/>
                <w:sz w:val="20"/>
              </w:rPr>
              <w:t>заработ</w:t>
            </w:r>
            <w:proofErr w:type="spellEnd"/>
            <w:r w:rsidRPr="00F57FAA">
              <w:rPr>
                <w:b/>
                <w:sz w:val="20"/>
              </w:rPr>
              <w:t>-ной платы</w:t>
            </w:r>
          </w:p>
        </w:tc>
        <w:tc>
          <w:tcPr>
            <w:tcW w:w="946" w:type="dxa"/>
            <w:vMerge/>
          </w:tcPr>
          <w:p w14:paraId="70974597" w14:textId="77777777" w:rsidR="007A2433" w:rsidRPr="00F57FA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947" w:type="dxa"/>
            <w:vAlign w:val="center"/>
          </w:tcPr>
          <w:p w14:paraId="76559AAD" w14:textId="2F567BED" w:rsidR="007A2433" w:rsidRPr="00F57FAA" w:rsidRDefault="00531C4D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F57FAA">
              <w:rPr>
                <w:b/>
                <w:sz w:val="20"/>
              </w:rPr>
              <w:br/>
              <w:t>2023</w:t>
            </w:r>
          </w:p>
        </w:tc>
        <w:tc>
          <w:tcPr>
            <w:tcW w:w="947" w:type="dxa"/>
            <w:vAlign w:val="center"/>
          </w:tcPr>
          <w:p w14:paraId="4D1BE38C" w14:textId="7099D820" w:rsidR="007A2433" w:rsidRPr="00F57FAA" w:rsidRDefault="00396C85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</w:t>
            </w:r>
            <w:r w:rsidR="00531C4D">
              <w:rPr>
                <w:b/>
                <w:sz w:val="20"/>
              </w:rPr>
              <w:t>л</w:t>
            </w:r>
            <w:r>
              <w:rPr>
                <w:b/>
                <w:sz w:val="20"/>
              </w:rPr>
              <w:t>ю</w:t>
            </w:r>
            <w:r w:rsidR="007A2433" w:rsidRPr="00F57FAA">
              <w:rPr>
                <w:b/>
                <w:sz w:val="20"/>
              </w:rPr>
              <w:br/>
              <w:t>2024</w:t>
            </w:r>
          </w:p>
        </w:tc>
      </w:tr>
      <w:tr w:rsidR="00531C4D" w:rsidRPr="00234851" w14:paraId="6DC00B53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7899F863" w14:textId="77777777" w:rsidR="00531C4D" w:rsidRPr="00234851" w:rsidRDefault="00531C4D" w:rsidP="00531C4D">
            <w:pPr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Всего</w:t>
            </w:r>
          </w:p>
        </w:tc>
        <w:tc>
          <w:tcPr>
            <w:tcW w:w="946" w:type="dxa"/>
            <w:vAlign w:val="bottom"/>
          </w:tcPr>
          <w:p w14:paraId="45DAF4E9" w14:textId="469E9242" w:rsidR="00531C4D" w:rsidRPr="00396C85" w:rsidRDefault="00531C4D" w:rsidP="00531C4D">
            <w:pPr>
              <w:ind w:left="-28" w:right="-28"/>
              <w:jc w:val="right"/>
              <w:rPr>
                <w:bCs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59292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7BF26DBA" w14:textId="44011785" w:rsidR="00531C4D" w:rsidRPr="00396C85" w:rsidRDefault="00531C4D" w:rsidP="00531C4D">
            <w:pPr>
              <w:ind w:right="142"/>
              <w:jc w:val="right"/>
              <w:rPr>
                <w:bCs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14:paraId="1E6865AB" w14:textId="31CECCB1" w:rsidR="00531C4D" w:rsidRPr="00396C85" w:rsidRDefault="00531C4D" w:rsidP="00531C4D">
            <w:pPr>
              <w:ind w:right="142"/>
              <w:jc w:val="right"/>
              <w:rPr>
                <w:bCs/>
                <w:sz w:val="20"/>
                <w:highlight w:val="yellow"/>
              </w:rPr>
            </w:pPr>
            <w:r w:rsidRPr="0059459B">
              <w:rPr>
                <w:b/>
                <w:sz w:val="20"/>
              </w:rPr>
              <w:t>100</w:t>
            </w:r>
          </w:p>
        </w:tc>
        <w:tc>
          <w:tcPr>
            <w:tcW w:w="946" w:type="dxa"/>
            <w:vAlign w:val="bottom"/>
          </w:tcPr>
          <w:p w14:paraId="26111695" w14:textId="4C6C44D2" w:rsidR="00531C4D" w:rsidRPr="00396C85" w:rsidRDefault="00531C4D" w:rsidP="00531C4D">
            <w:pPr>
              <w:ind w:left="-28" w:right="-28"/>
              <w:jc w:val="right"/>
              <w:rPr>
                <w:bCs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61676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789C1436" w14:textId="37DDC50F" w:rsidR="00531C4D" w:rsidRPr="00396C85" w:rsidRDefault="00531C4D" w:rsidP="00531C4D">
            <w:pPr>
              <w:ind w:right="142"/>
              <w:jc w:val="right"/>
              <w:rPr>
                <w:bCs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16C063C4" w14:textId="407023D4" w:rsidR="00531C4D" w:rsidRPr="00396C85" w:rsidRDefault="00531C4D" w:rsidP="00531C4D">
            <w:pPr>
              <w:ind w:right="142"/>
              <w:jc w:val="right"/>
              <w:rPr>
                <w:bCs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4</w:t>
            </w:r>
          </w:p>
        </w:tc>
      </w:tr>
      <w:tr w:rsidR="007A2433" w:rsidRPr="00234851" w14:paraId="61A0B615" w14:textId="77777777" w:rsidTr="007A2433">
        <w:trPr>
          <w:trHeight w:val="227"/>
          <w:jc w:val="center"/>
        </w:trPr>
        <w:tc>
          <w:tcPr>
            <w:tcW w:w="9090" w:type="dxa"/>
            <w:gridSpan w:val="7"/>
            <w:vAlign w:val="bottom"/>
          </w:tcPr>
          <w:p w14:paraId="7B7F6709" w14:textId="77777777" w:rsidR="007A2433" w:rsidRPr="00234851" w:rsidRDefault="007A2433" w:rsidP="007A2433">
            <w:pPr>
              <w:ind w:left="340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из нее:</w:t>
            </w:r>
          </w:p>
        </w:tc>
      </w:tr>
      <w:tr w:rsidR="00531C4D" w:rsidRPr="00234851" w14:paraId="0BCE1D73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6D764088" w14:textId="77777777"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 xml:space="preserve">сельское, лесное хозяйство, охота, </w:t>
            </w:r>
            <w:r w:rsidRPr="00234851">
              <w:rPr>
                <w:b/>
                <w:sz w:val="20"/>
              </w:rPr>
              <w:br/>
              <w:t>рыболовство и рыбоводство</w:t>
            </w:r>
          </w:p>
        </w:tc>
        <w:tc>
          <w:tcPr>
            <w:tcW w:w="946" w:type="dxa"/>
            <w:vAlign w:val="bottom"/>
          </w:tcPr>
          <w:p w14:paraId="6C9699BD" w14:textId="71B45F4E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47005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6894DD12" w14:textId="6F59E289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140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31F1EDA8" w14:textId="54A36423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79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  <w:tc>
          <w:tcPr>
            <w:tcW w:w="946" w:type="dxa"/>
            <w:vAlign w:val="bottom"/>
          </w:tcPr>
          <w:p w14:paraId="29371203" w14:textId="51317775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46210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14:paraId="40BAB79C" w14:textId="044FF6EE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131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14:paraId="5622B031" w14:textId="20162AEE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95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</w:tr>
      <w:tr w:rsidR="007A2433" w:rsidRPr="00234851" w14:paraId="7777E0C2" w14:textId="77777777" w:rsidTr="007A2433">
        <w:trPr>
          <w:trHeight w:val="227"/>
          <w:jc w:val="center"/>
        </w:trPr>
        <w:tc>
          <w:tcPr>
            <w:tcW w:w="9090" w:type="dxa"/>
            <w:gridSpan w:val="7"/>
            <w:vAlign w:val="bottom"/>
          </w:tcPr>
          <w:p w14:paraId="7D4C697D" w14:textId="77777777" w:rsidR="007A2433" w:rsidRPr="00234851" w:rsidRDefault="007A2433" w:rsidP="007A2433">
            <w:pPr>
              <w:ind w:left="454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в том числе:</w:t>
            </w:r>
          </w:p>
        </w:tc>
      </w:tr>
      <w:tr w:rsidR="00531C4D" w:rsidRPr="00234851" w14:paraId="22F38B9F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4CF67886" w14:textId="77777777" w:rsidR="00531C4D" w:rsidRPr="00234851" w:rsidRDefault="00531C4D" w:rsidP="00531C4D">
            <w:pPr>
              <w:autoSpaceDE w:val="0"/>
              <w:autoSpaceDN w:val="0"/>
              <w:adjustRightInd w:val="0"/>
              <w:ind w:left="227" w:right="-113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 xml:space="preserve">растениеводство и </w:t>
            </w:r>
            <w:proofErr w:type="gramStart"/>
            <w:r w:rsidRPr="00234851">
              <w:rPr>
                <w:b/>
                <w:sz w:val="20"/>
              </w:rPr>
              <w:t>животно-</w:t>
            </w:r>
            <w:proofErr w:type="spellStart"/>
            <w:r w:rsidRPr="00234851">
              <w:rPr>
                <w:b/>
                <w:sz w:val="20"/>
              </w:rPr>
              <w:t>водство</w:t>
            </w:r>
            <w:proofErr w:type="spellEnd"/>
            <w:proofErr w:type="gramEnd"/>
            <w:r w:rsidRPr="00234851">
              <w:rPr>
                <w:b/>
                <w:sz w:val="20"/>
              </w:rPr>
              <w:t>, охота и предоставление соответствующих услуг в этих областях</w:t>
            </w:r>
          </w:p>
        </w:tc>
        <w:tc>
          <w:tcPr>
            <w:tcW w:w="946" w:type="dxa"/>
            <w:vAlign w:val="bottom"/>
          </w:tcPr>
          <w:p w14:paraId="267A84DF" w14:textId="193D4EFB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53693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14:paraId="454830D5" w14:textId="3E7D7F98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132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7D8642B4" w14:textId="3A8B359A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90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  <w:tc>
          <w:tcPr>
            <w:tcW w:w="946" w:type="dxa"/>
            <w:vAlign w:val="bottom"/>
          </w:tcPr>
          <w:p w14:paraId="22B9DFBD" w14:textId="15691FF8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55739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14:paraId="4FC92250" w14:textId="71CA7811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124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723629EE" w14:textId="184A784D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</w:tr>
      <w:tr w:rsidR="00531C4D" w:rsidRPr="00234851" w14:paraId="08472C13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7440057C" w14:textId="77777777" w:rsidR="00531C4D" w:rsidRPr="00234851" w:rsidRDefault="00531C4D" w:rsidP="00531C4D">
            <w:pPr>
              <w:ind w:left="227"/>
              <w:jc w:val="left"/>
              <w:rPr>
                <w:b/>
                <w:sz w:val="20"/>
              </w:rPr>
            </w:pPr>
            <w:r w:rsidRPr="00234851">
              <w:rPr>
                <w:b/>
                <w:sz w:val="20"/>
              </w:rPr>
              <w:t>рыболовство и рыбоводство</w:t>
            </w:r>
          </w:p>
        </w:tc>
        <w:tc>
          <w:tcPr>
            <w:tcW w:w="946" w:type="dxa"/>
            <w:vAlign w:val="bottom"/>
          </w:tcPr>
          <w:p w14:paraId="571F6520" w14:textId="208074A9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40006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6A7758DC" w14:textId="043BF4DC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155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14:paraId="7F98E0C3" w14:textId="634ED91B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67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5</w:t>
            </w:r>
          </w:p>
        </w:tc>
        <w:tc>
          <w:tcPr>
            <w:tcW w:w="946" w:type="dxa"/>
            <w:vAlign w:val="bottom"/>
          </w:tcPr>
          <w:p w14:paraId="26F387CF" w14:textId="0AEDE6C1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32579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14:paraId="67ADEA7C" w14:textId="76CA5EAA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137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14:paraId="16099288" w14:textId="7BC4B99D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80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</w:tr>
      <w:tr w:rsidR="00531C4D" w:rsidRPr="00234851" w14:paraId="7F43DCF9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2D727F03" w14:textId="77777777"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32" w:name="_Toc468171923"/>
            <w:r w:rsidRPr="00234851">
              <w:rPr>
                <w:b/>
                <w:sz w:val="20"/>
              </w:rPr>
              <w:t>добыча полезных ископаемых</w:t>
            </w:r>
            <w:bookmarkEnd w:id="332"/>
          </w:p>
        </w:tc>
        <w:tc>
          <w:tcPr>
            <w:tcW w:w="946" w:type="dxa"/>
            <w:vAlign w:val="bottom"/>
          </w:tcPr>
          <w:p w14:paraId="1C7F7314" w14:textId="50FCC989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163302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606E89B3" w14:textId="1858628C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14:paraId="0BA58427" w14:textId="70D7C933" w:rsidR="00531C4D" w:rsidRPr="00396C85" w:rsidRDefault="00531C4D" w:rsidP="00531C4D">
            <w:pPr>
              <w:ind w:right="-28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 xml:space="preserve">в </w:t>
            </w:r>
            <w:r w:rsidRPr="007F7EE0">
              <w:rPr>
                <w:b/>
                <w:sz w:val="20"/>
              </w:rPr>
              <w:t>2</w:t>
            </w:r>
            <w:r>
              <w:rPr>
                <w:b/>
                <w:sz w:val="20"/>
              </w:rPr>
              <w:t>,8р.</w:t>
            </w:r>
          </w:p>
        </w:tc>
        <w:tc>
          <w:tcPr>
            <w:tcW w:w="946" w:type="dxa"/>
            <w:vAlign w:val="bottom"/>
          </w:tcPr>
          <w:p w14:paraId="67CB83C3" w14:textId="5D2F122A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180224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058AC781" w14:textId="24E1144B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14:paraId="38145669" w14:textId="10390961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0</w:t>
            </w:r>
          </w:p>
        </w:tc>
      </w:tr>
      <w:tr w:rsidR="00531C4D" w:rsidRPr="00234851" w14:paraId="4AE0EDF5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69812CB3" w14:textId="77777777"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33" w:name="_Toc468171935"/>
            <w:r w:rsidRPr="00234851">
              <w:rPr>
                <w:b/>
                <w:sz w:val="20"/>
              </w:rPr>
              <w:t>обрабатывающие производства</w:t>
            </w:r>
            <w:bookmarkEnd w:id="333"/>
          </w:p>
        </w:tc>
        <w:tc>
          <w:tcPr>
            <w:tcW w:w="946" w:type="dxa"/>
            <w:vAlign w:val="bottom"/>
          </w:tcPr>
          <w:p w14:paraId="1B9CACC4" w14:textId="0D70A605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86378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649C9798" w14:textId="00242AE3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111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66708B7E" w14:textId="10781BB1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145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7</w:t>
            </w:r>
          </w:p>
        </w:tc>
        <w:tc>
          <w:tcPr>
            <w:tcW w:w="946" w:type="dxa"/>
            <w:vAlign w:val="bottom"/>
          </w:tcPr>
          <w:p w14:paraId="06A4427C" w14:textId="0BAE6FE2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103367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66973D20" w14:textId="29425607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14:paraId="5310E9AA" w14:textId="02E90E71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79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8</w:t>
            </w:r>
          </w:p>
        </w:tc>
      </w:tr>
      <w:tr w:rsidR="00531C4D" w:rsidRPr="00234851" w14:paraId="47F1BD5B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3215A99F" w14:textId="77777777"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34" w:name="_Toc468171985"/>
            <w:r w:rsidRPr="00234851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  <w:bookmarkEnd w:id="334"/>
          </w:p>
        </w:tc>
        <w:tc>
          <w:tcPr>
            <w:tcW w:w="946" w:type="dxa"/>
            <w:vAlign w:val="bottom"/>
          </w:tcPr>
          <w:p w14:paraId="0418F588" w14:textId="223507E5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64659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4C9021CC" w14:textId="35438F62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506D5C36" w14:textId="6BE805AE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  <w:tc>
          <w:tcPr>
            <w:tcW w:w="946" w:type="dxa"/>
            <w:vAlign w:val="bottom"/>
          </w:tcPr>
          <w:p w14:paraId="0E7759F0" w14:textId="03655A9F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79808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13C20942" w14:textId="09DA6EC6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14:paraId="15E9DDE1" w14:textId="5376FDCA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</w:tr>
      <w:tr w:rsidR="00531C4D" w:rsidRPr="00234851" w14:paraId="0982E639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1FFA23E0" w14:textId="77777777"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35" w:name="_Toc468171989"/>
            <w:r w:rsidRPr="00234851">
              <w:rPr>
                <w:b/>
                <w:sz w:val="20"/>
              </w:rPr>
              <w:t xml:space="preserve">водоснабжение; водоотведение, </w:t>
            </w:r>
            <w:r w:rsidRPr="00234851">
              <w:rPr>
                <w:b/>
                <w:sz w:val="20"/>
              </w:rPr>
              <w:br/>
              <w:t xml:space="preserve">организация сбора и утилизации отходов, деятельность </w:t>
            </w:r>
            <w:r w:rsidRPr="00234851">
              <w:rPr>
                <w:b/>
                <w:sz w:val="20"/>
              </w:rPr>
              <w:br/>
              <w:t>по ликвидации загрязнений</w:t>
            </w:r>
            <w:bookmarkEnd w:id="335"/>
          </w:p>
        </w:tc>
        <w:tc>
          <w:tcPr>
            <w:tcW w:w="946" w:type="dxa"/>
            <w:vAlign w:val="bottom"/>
          </w:tcPr>
          <w:p w14:paraId="5A3F1DB8" w14:textId="08A8752E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39306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4263F169" w14:textId="4E2246B9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14:paraId="0F31339F" w14:textId="5FEFD2A0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66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  <w:tc>
          <w:tcPr>
            <w:tcW w:w="946" w:type="dxa"/>
            <w:vAlign w:val="bottom"/>
          </w:tcPr>
          <w:p w14:paraId="6D961282" w14:textId="7E42FE03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42583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14:paraId="3150E476" w14:textId="0640BA09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113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0759579D" w14:textId="7F40BF42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7</w:t>
            </w:r>
          </w:p>
        </w:tc>
      </w:tr>
      <w:tr w:rsidR="00531C4D" w:rsidRPr="00234851" w14:paraId="1DF0C0CE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7DC6D76B" w14:textId="77777777"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36" w:name="_Toc468171999"/>
            <w:r w:rsidRPr="00234851">
              <w:rPr>
                <w:b/>
                <w:sz w:val="20"/>
              </w:rPr>
              <w:t>строительство</w:t>
            </w:r>
            <w:bookmarkEnd w:id="336"/>
          </w:p>
        </w:tc>
        <w:tc>
          <w:tcPr>
            <w:tcW w:w="946" w:type="dxa"/>
            <w:vAlign w:val="bottom"/>
          </w:tcPr>
          <w:p w14:paraId="50432559" w14:textId="1162F276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72114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3AFC9C60" w14:textId="376030C8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0807EEF0" w14:textId="22291B50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  <w:tc>
          <w:tcPr>
            <w:tcW w:w="946" w:type="dxa"/>
            <w:vAlign w:val="bottom"/>
          </w:tcPr>
          <w:p w14:paraId="33661B6B" w14:textId="6EB0A2B4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79967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14:paraId="6F36B47B" w14:textId="14F10B17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20B6C002" w14:textId="73419605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0</w:t>
            </w:r>
          </w:p>
        </w:tc>
      </w:tr>
      <w:tr w:rsidR="00531C4D" w:rsidRPr="00234851" w14:paraId="48ECC374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38215B87" w14:textId="77777777"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37" w:name="_Toc468172007"/>
            <w:r w:rsidRPr="00234851">
              <w:rPr>
                <w:b/>
                <w:sz w:val="20"/>
              </w:rPr>
              <w:t xml:space="preserve">торговля оптовая и розничная; </w:t>
            </w:r>
            <w:r w:rsidRPr="00234851">
              <w:rPr>
                <w:b/>
                <w:sz w:val="20"/>
              </w:rPr>
              <w:br/>
              <w:t>ремонт автотранспортных средств и мотоциклов</w:t>
            </w:r>
            <w:bookmarkEnd w:id="337"/>
          </w:p>
        </w:tc>
        <w:tc>
          <w:tcPr>
            <w:tcW w:w="946" w:type="dxa"/>
            <w:vAlign w:val="bottom"/>
          </w:tcPr>
          <w:p w14:paraId="72C128D3" w14:textId="4B22B615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43161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14:paraId="77481E3C" w14:textId="3B66D3BC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14:paraId="24BCE01B" w14:textId="0C233516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72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8</w:t>
            </w:r>
          </w:p>
        </w:tc>
        <w:tc>
          <w:tcPr>
            <w:tcW w:w="946" w:type="dxa"/>
            <w:vAlign w:val="bottom"/>
          </w:tcPr>
          <w:p w14:paraId="7CEE2C78" w14:textId="614604FD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46915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582CEE6E" w14:textId="13204AED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4EC3CF19" w14:textId="33687E1D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</w:tr>
      <w:tr w:rsidR="00531C4D" w:rsidRPr="00234851" w14:paraId="58FDDC43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3E131D05" w14:textId="77777777"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38" w:name="_Toc468172015"/>
            <w:r w:rsidRPr="00234851">
              <w:rPr>
                <w:b/>
                <w:sz w:val="20"/>
              </w:rPr>
              <w:t>транспортировка и хранение</w:t>
            </w:r>
            <w:bookmarkEnd w:id="338"/>
          </w:p>
        </w:tc>
        <w:tc>
          <w:tcPr>
            <w:tcW w:w="946" w:type="dxa"/>
            <w:vAlign w:val="bottom"/>
          </w:tcPr>
          <w:p w14:paraId="7E4D2786" w14:textId="7DDDBA53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80014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70F2304B" w14:textId="05782DC6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1633ADC0" w14:textId="5CF84AE4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134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6" w:type="dxa"/>
            <w:vAlign w:val="bottom"/>
          </w:tcPr>
          <w:p w14:paraId="579D6601" w14:textId="78E2C5BD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87789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14:paraId="4C5F2A9A" w14:textId="6B72EBAF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79F2218B" w14:textId="54D079A8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</w:tr>
      <w:tr w:rsidR="00531C4D" w:rsidRPr="00234851" w14:paraId="0E004B1C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1DF7DF77" w14:textId="77777777"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39" w:name="_Toc468172027"/>
            <w:r w:rsidRPr="00234851">
              <w:rPr>
                <w:b/>
                <w:sz w:val="20"/>
              </w:rPr>
              <w:t xml:space="preserve">деятельность гостиниц и </w:t>
            </w:r>
            <w:proofErr w:type="gramStart"/>
            <w:r w:rsidRPr="00234851">
              <w:rPr>
                <w:b/>
                <w:sz w:val="20"/>
              </w:rPr>
              <w:t>пред-приятий</w:t>
            </w:r>
            <w:proofErr w:type="gramEnd"/>
            <w:r w:rsidRPr="00234851">
              <w:rPr>
                <w:b/>
                <w:sz w:val="20"/>
              </w:rPr>
              <w:t xml:space="preserve"> общественного питания</w:t>
            </w:r>
            <w:bookmarkEnd w:id="339"/>
          </w:p>
        </w:tc>
        <w:tc>
          <w:tcPr>
            <w:tcW w:w="946" w:type="dxa"/>
            <w:vAlign w:val="bottom"/>
          </w:tcPr>
          <w:p w14:paraId="4944AC00" w14:textId="66AF771E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34087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6A8758AF" w14:textId="7C5E2F31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14:paraId="656225DC" w14:textId="36605486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57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5</w:t>
            </w:r>
          </w:p>
        </w:tc>
        <w:tc>
          <w:tcPr>
            <w:tcW w:w="946" w:type="dxa"/>
            <w:vAlign w:val="bottom"/>
          </w:tcPr>
          <w:p w14:paraId="01536588" w14:textId="5530C891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35776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14:paraId="776AC880" w14:textId="3680D26E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569ADC3F" w14:textId="6175861A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89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</w:tr>
      <w:tr w:rsidR="00531C4D" w:rsidRPr="00234851" w14:paraId="59B84869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3C4E2C11" w14:textId="77777777"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40" w:name="_Toc468172033"/>
            <w:r w:rsidRPr="00234851">
              <w:rPr>
                <w:b/>
                <w:sz w:val="20"/>
              </w:rPr>
              <w:t>деятельность в области информации и связи</w:t>
            </w:r>
            <w:bookmarkEnd w:id="340"/>
          </w:p>
        </w:tc>
        <w:tc>
          <w:tcPr>
            <w:tcW w:w="946" w:type="dxa"/>
            <w:vAlign w:val="bottom"/>
          </w:tcPr>
          <w:p w14:paraId="1DFD592D" w14:textId="33E00B79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61162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14:paraId="1B52D463" w14:textId="62FBE0B7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108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53AAA6EA" w14:textId="43017E44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103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6" w:type="dxa"/>
            <w:vAlign w:val="bottom"/>
          </w:tcPr>
          <w:p w14:paraId="54D24DC0" w14:textId="16CF2EEE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64977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22FDAA6D" w14:textId="590971AB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111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787FCBBF" w14:textId="60CCBC72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92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</w:tr>
      <w:tr w:rsidR="00531C4D" w:rsidRPr="00234851" w14:paraId="35F2A228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0DBEBEE3" w14:textId="77777777"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41" w:name="_Toc468172047"/>
            <w:r w:rsidRPr="00234851">
              <w:rPr>
                <w:b/>
                <w:sz w:val="20"/>
              </w:rPr>
              <w:t xml:space="preserve">деятельность финансовая </w:t>
            </w:r>
            <w:r w:rsidRPr="00234851">
              <w:rPr>
                <w:b/>
                <w:sz w:val="20"/>
              </w:rPr>
              <w:br/>
              <w:t>и страховая</w:t>
            </w:r>
            <w:bookmarkEnd w:id="341"/>
          </w:p>
        </w:tc>
        <w:tc>
          <w:tcPr>
            <w:tcW w:w="946" w:type="dxa"/>
            <w:vAlign w:val="bottom"/>
          </w:tcPr>
          <w:p w14:paraId="69ADBCAA" w14:textId="48230525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76568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492BBA6C" w14:textId="6766DDA2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14:paraId="2D9B93F5" w14:textId="0197EE37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129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  <w:tc>
          <w:tcPr>
            <w:tcW w:w="946" w:type="dxa"/>
            <w:vAlign w:val="bottom"/>
          </w:tcPr>
          <w:p w14:paraId="4487E5DC" w14:textId="0CB8EB93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75151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14:paraId="2C8A0A2E" w14:textId="76317D3E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14:paraId="46B557B5" w14:textId="5A8156F8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82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5</w:t>
            </w:r>
          </w:p>
        </w:tc>
      </w:tr>
      <w:tr w:rsidR="00531C4D" w:rsidRPr="00234851" w14:paraId="5380F16D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3843A57C" w14:textId="77777777"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42" w:name="_Toc468172055"/>
            <w:r w:rsidRPr="00234851">
              <w:rPr>
                <w:b/>
                <w:sz w:val="20"/>
              </w:rPr>
              <w:t xml:space="preserve">деятельность по операциям </w:t>
            </w:r>
            <w:r w:rsidRPr="00234851">
              <w:rPr>
                <w:b/>
                <w:sz w:val="20"/>
              </w:rPr>
              <w:br/>
              <w:t>с недвижимым имуществом</w:t>
            </w:r>
            <w:bookmarkEnd w:id="342"/>
          </w:p>
        </w:tc>
        <w:tc>
          <w:tcPr>
            <w:tcW w:w="946" w:type="dxa"/>
            <w:vAlign w:val="bottom"/>
          </w:tcPr>
          <w:p w14:paraId="16304E6E" w14:textId="0F8E39AF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34448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14:paraId="563D9745" w14:textId="7DB337CC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13E10C95" w14:textId="79188831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58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  <w:tc>
          <w:tcPr>
            <w:tcW w:w="946" w:type="dxa"/>
            <w:vAlign w:val="bottom"/>
          </w:tcPr>
          <w:p w14:paraId="3BAC73CA" w14:textId="1EE3DB6C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33920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14:paraId="61E2E70B" w14:textId="1CFEC256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58C688F5" w14:textId="56AA9802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93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8</w:t>
            </w:r>
          </w:p>
        </w:tc>
      </w:tr>
      <w:tr w:rsidR="00531C4D" w:rsidRPr="00234851" w14:paraId="0348A65D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14BAB4F2" w14:textId="77777777"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43" w:name="_Toc468172059"/>
            <w:r w:rsidRPr="00234851">
              <w:rPr>
                <w:b/>
                <w:sz w:val="20"/>
              </w:rPr>
              <w:t xml:space="preserve">деятельность профессиональная, </w:t>
            </w:r>
            <w:r w:rsidRPr="00234851">
              <w:rPr>
                <w:b/>
                <w:sz w:val="20"/>
              </w:rPr>
              <w:br/>
              <w:t>научная и техническая</w:t>
            </w:r>
            <w:bookmarkEnd w:id="343"/>
          </w:p>
        </w:tc>
        <w:tc>
          <w:tcPr>
            <w:tcW w:w="946" w:type="dxa"/>
            <w:vAlign w:val="bottom"/>
          </w:tcPr>
          <w:p w14:paraId="59BC734A" w14:textId="4815B997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77219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2D9FD3BF" w14:textId="64CFD113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116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8</w:t>
            </w:r>
          </w:p>
        </w:tc>
        <w:tc>
          <w:tcPr>
            <w:tcW w:w="947" w:type="dxa"/>
            <w:vAlign w:val="bottom"/>
          </w:tcPr>
          <w:p w14:paraId="678B1582" w14:textId="4C335A7B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130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6" w:type="dxa"/>
            <w:vAlign w:val="bottom"/>
          </w:tcPr>
          <w:p w14:paraId="5DC5153C" w14:textId="0086DA9C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79481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6CCC860C" w14:textId="7296DEDA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14:paraId="7D3F5FBC" w14:textId="3D6433E7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</w:tr>
      <w:tr w:rsidR="00531C4D" w:rsidRPr="00234851" w14:paraId="65033887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1522E307" w14:textId="77777777"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44" w:name="_Toc468172075"/>
            <w:r w:rsidRPr="00234851">
              <w:rPr>
                <w:b/>
                <w:sz w:val="20"/>
              </w:rPr>
              <w:t xml:space="preserve">деятельность административная </w:t>
            </w:r>
            <w:r w:rsidRPr="00234851">
              <w:rPr>
                <w:b/>
                <w:sz w:val="20"/>
              </w:rPr>
              <w:br/>
              <w:t>и сопутствующие дополнительные услуги</w:t>
            </w:r>
            <w:bookmarkEnd w:id="344"/>
          </w:p>
        </w:tc>
        <w:tc>
          <w:tcPr>
            <w:tcW w:w="946" w:type="dxa"/>
            <w:vAlign w:val="bottom"/>
          </w:tcPr>
          <w:p w14:paraId="766C4195" w14:textId="435C3384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51365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321CF142" w14:textId="510D98DF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1B603BD5" w14:textId="713D033B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86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  <w:tc>
          <w:tcPr>
            <w:tcW w:w="946" w:type="dxa"/>
            <w:vAlign w:val="bottom"/>
          </w:tcPr>
          <w:p w14:paraId="55E41F76" w14:textId="5F8D26DD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56915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2B97DDD7" w14:textId="61FFB099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7C265120" w14:textId="4F9941E9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</w:tr>
      <w:tr w:rsidR="00531C4D" w:rsidRPr="00234851" w14:paraId="04547790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479C6F48" w14:textId="77777777"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45" w:name="_Toc468172089"/>
            <w:r w:rsidRPr="00234851">
              <w:rPr>
                <w:b/>
                <w:sz w:val="20"/>
              </w:rPr>
              <w:t xml:space="preserve">государственное управление </w:t>
            </w:r>
            <w:r w:rsidRPr="00234851">
              <w:rPr>
                <w:b/>
                <w:sz w:val="20"/>
              </w:rPr>
              <w:br/>
              <w:t xml:space="preserve">и обеспечение военной </w:t>
            </w:r>
            <w:proofErr w:type="spellStart"/>
            <w:proofErr w:type="gramStart"/>
            <w:r w:rsidRPr="00234851">
              <w:rPr>
                <w:b/>
                <w:sz w:val="20"/>
              </w:rPr>
              <w:t>безопас-ности</w:t>
            </w:r>
            <w:proofErr w:type="spellEnd"/>
            <w:proofErr w:type="gramEnd"/>
            <w:r w:rsidRPr="00234851">
              <w:rPr>
                <w:b/>
                <w:sz w:val="20"/>
              </w:rPr>
              <w:t>; социальное обеспечение</w:t>
            </w:r>
            <w:bookmarkEnd w:id="345"/>
          </w:p>
        </w:tc>
        <w:tc>
          <w:tcPr>
            <w:tcW w:w="946" w:type="dxa"/>
            <w:vAlign w:val="bottom"/>
          </w:tcPr>
          <w:p w14:paraId="5765E7A2" w14:textId="382A2977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50712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7B7420D1" w14:textId="54999C2F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9</w:t>
            </w:r>
          </w:p>
        </w:tc>
        <w:tc>
          <w:tcPr>
            <w:tcW w:w="947" w:type="dxa"/>
            <w:vAlign w:val="bottom"/>
          </w:tcPr>
          <w:p w14:paraId="311BF281" w14:textId="1E0652D0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85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5</w:t>
            </w:r>
          </w:p>
        </w:tc>
        <w:tc>
          <w:tcPr>
            <w:tcW w:w="946" w:type="dxa"/>
            <w:vAlign w:val="bottom"/>
          </w:tcPr>
          <w:p w14:paraId="18330D04" w14:textId="69258FF7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51301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7987173C" w14:textId="614B929A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121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14:paraId="4E934F42" w14:textId="69ADE9E1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94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0</w:t>
            </w:r>
          </w:p>
        </w:tc>
      </w:tr>
      <w:tr w:rsidR="00531C4D" w:rsidRPr="00234851" w14:paraId="7EA7D9AB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377B87F6" w14:textId="77777777"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46" w:name="_Toc468172093"/>
            <w:r w:rsidRPr="00234851">
              <w:rPr>
                <w:b/>
                <w:sz w:val="20"/>
              </w:rPr>
              <w:t>образование</w:t>
            </w:r>
            <w:bookmarkEnd w:id="346"/>
          </w:p>
        </w:tc>
        <w:tc>
          <w:tcPr>
            <w:tcW w:w="946" w:type="dxa"/>
            <w:vAlign w:val="bottom"/>
          </w:tcPr>
          <w:p w14:paraId="191BA822" w14:textId="1CED7D5E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42698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3</w:t>
            </w:r>
          </w:p>
        </w:tc>
        <w:tc>
          <w:tcPr>
            <w:tcW w:w="947" w:type="dxa"/>
            <w:vAlign w:val="bottom"/>
          </w:tcPr>
          <w:p w14:paraId="550DE9EE" w14:textId="3E759EC7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11D4378A" w14:textId="1055FCD2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72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0</w:t>
            </w:r>
          </w:p>
        </w:tc>
        <w:tc>
          <w:tcPr>
            <w:tcW w:w="946" w:type="dxa"/>
            <w:vAlign w:val="bottom"/>
          </w:tcPr>
          <w:p w14:paraId="15636813" w14:textId="5CD5D87A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29257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219C6A8F" w14:textId="0014F0D9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0</w:t>
            </w:r>
          </w:p>
        </w:tc>
        <w:tc>
          <w:tcPr>
            <w:tcW w:w="947" w:type="dxa"/>
            <w:vAlign w:val="bottom"/>
          </w:tcPr>
          <w:p w14:paraId="08B0B8A2" w14:textId="45AD396D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94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</w:tr>
      <w:tr w:rsidR="00531C4D" w:rsidRPr="00234851" w14:paraId="4CA54C45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08566584" w14:textId="77777777"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47" w:name="_Toc468172097"/>
            <w:r w:rsidRPr="00234851">
              <w:rPr>
                <w:b/>
                <w:sz w:val="20"/>
              </w:rPr>
              <w:t xml:space="preserve">деятельность в области </w:t>
            </w:r>
            <w:proofErr w:type="gramStart"/>
            <w:r w:rsidRPr="00234851">
              <w:rPr>
                <w:b/>
                <w:sz w:val="20"/>
              </w:rPr>
              <w:t>здраво-охранения</w:t>
            </w:r>
            <w:proofErr w:type="gramEnd"/>
            <w:r w:rsidRPr="00234851">
              <w:rPr>
                <w:b/>
                <w:sz w:val="20"/>
              </w:rPr>
              <w:t xml:space="preserve"> и социальных услуг</w:t>
            </w:r>
            <w:bookmarkEnd w:id="347"/>
          </w:p>
        </w:tc>
        <w:tc>
          <w:tcPr>
            <w:tcW w:w="946" w:type="dxa"/>
            <w:vAlign w:val="bottom"/>
          </w:tcPr>
          <w:p w14:paraId="75813E1C" w14:textId="67FF3769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47825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7A38AB1C" w14:textId="519B4398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6B094396" w14:textId="719B653D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80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7</w:t>
            </w:r>
          </w:p>
        </w:tc>
        <w:tc>
          <w:tcPr>
            <w:tcW w:w="946" w:type="dxa"/>
            <w:vAlign w:val="bottom"/>
          </w:tcPr>
          <w:p w14:paraId="5D72B96B" w14:textId="01B8320E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48260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  <w:tc>
          <w:tcPr>
            <w:tcW w:w="947" w:type="dxa"/>
            <w:vAlign w:val="bottom"/>
          </w:tcPr>
          <w:p w14:paraId="15401551" w14:textId="46AFBFD9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567E76ED" w14:textId="78730B32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5</w:t>
            </w:r>
          </w:p>
        </w:tc>
      </w:tr>
      <w:tr w:rsidR="00531C4D" w:rsidRPr="00234851" w14:paraId="7A79E931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7C6BDBAA" w14:textId="77777777"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48" w:name="_Toc468172105"/>
            <w:r w:rsidRPr="00234851">
              <w:rPr>
                <w:b/>
                <w:sz w:val="20"/>
              </w:rPr>
              <w:lastRenderedPageBreak/>
              <w:t>деятельность в области культуры, спорта, организации досуга и развлечений</w:t>
            </w:r>
            <w:bookmarkEnd w:id="348"/>
          </w:p>
        </w:tc>
        <w:tc>
          <w:tcPr>
            <w:tcW w:w="946" w:type="dxa"/>
            <w:vAlign w:val="bottom"/>
          </w:tcPr>
          <w:p w14:paraId="50D6F87A" w14:textId="311283B9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49027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62073390" w14:textId="6D7664AF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495213F2" w14:textId="3FD4269C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82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7</w:t>
            </w:r>
          </w:p>
        </w:tc>
        <w:tc>
          <w:tcPr>
            <w:tcW w:w="946" w:type="dxa"/>
            <w:vAlign w:val="bottom"/>
          </w:tcPr>
          <w:p w14:paraId="6CD415AF" w14:textId="7037933E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46891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5</w:t>
            </w:r>
          </w:p>
        </w:tc>
        <w:tc>
          <w:tcPr>
            <w:tcW w:w="947" w:type="dxa"/>
            <w:vAlign w:val="bottom"/>
          </w:tcPr>
          <w:p w14:paraId="1F50D48F" w14:textId="0D8A2ACF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7AF740B2" w14:textId="708AA85F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6</w:t>
            </w:r>
          </w:p>
        </w:tc>
      </w:tr>
      <w:tr w:rsidR="00531C4D" w:rsidRPr="004127FB" w14:paraId="046FD8B1" w14:textId="77777777" w:rsidTr="007A2433">
        <w:trPr>
          <w:trHeight w:val="227"/>
          <w:jc w:val="center"/>
        </w:trPr>
        <w:tc>
          <w:tcPr>
            <w:tcW w:w="3410" w:type="dxa"/>
            <w:vAlign w:val="bottom"/>
          </w:tcPr>
          <w:p w14:paraId="31F3F8CF" w14:textId="77777777" w:rsidR="00531C4D" w:rsidRPr="00234851" w:rsidRDefault="00531C4D" w:rsidP="00531C4D">
            <w:pPr>
              <w:ind w:left="113"/>
              <w:jc w:val="left"/>
              <w:rPr>
                <w:b/>
                <w:sz w:val="20"/>
              </w:rPr>
            </w:pPr>
            <w:bookmarkStart w:id="349" w:name="_Toc468172115"/>
            <w:r w:rsidRPr="00234851">
              <w:rPr>
                <w:b/>
                <w:sz w:val="20"/>
              </w:rPr>
              <w:t>предоставление прочих видов услуг</w:t>
            </w:r>
            <w:bookmarkEnd w:id="349"/>
          </w:p>
        </w:tc>
        <w:tc>
          <w:tcPr>
            <w:tcW w:w="946" w:type="dxa"/>
            <w:vAlign w:val="bottom"/>
          </w:tcPr>
          <w:p w14:paraId="779CE859" w14:textId="0D6005C2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34232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7</w:t>
            </w:r>
          </w:p>
        </w:tc>
        <w:tc>
          <w:tcPr>
            <w:tcW w:w="947" w:type="dxa"/>
            <w:vAlign w:val="bottom"/>
          </w:tcPr>
          <w:p w14:paraId="598AA5A7" w14:textId="4AD38A45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102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2</w:t>
            </w:r>
          </w:p>
        </w:tc>
        <w:tc>
          <w:tcPr>
            <w:tcW w:w="947" w:type="dxa"/>
            <w:vAlign w:val="bottom"/>
          </w:tcPr>
          <w:p w14:paraId="3701D34E" w14:textId="4833AEC1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57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7</w:t>
            </w:r>
          </w:p>
        </w:tc>
        <w:tc>
          <w:tcPr>
            <w:tcW w:w="946" w:type="dxa"/>
            <w:vAlign w:val="bottom"/>
          </w:tcPr>
          <w:p w14:paraId="5C1436CB" w14:textId="54EDC519" w:rsidR="00531C4D" w:rsidRPr="00396C85" w:rsidRDefault="00531C4D" w:rsidP="00531C4D">
            <w:pPr>
              <w:ind w:left="-28" w:right="-28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33754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4</w:t>
            </w:r>
          </w:p>
        </w:tc>
        <w:tc>
          <w:tcPr>
            <w:tcW w:w="947" w:type="dxa"/>
            <w:vAlign w:val="bottom"/>
          </w:tcPr>
          <w:p w14:paraId="0E86F353" w14:textId="1D57EF59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110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1</w:t>
            </w:r>
          </w:p>
        </w:tc>
        <w:tc>
          <w:tcPr>
            <w:tcW w:w="947" w:type="dxa"/>
            <w:vAlign w:val="bottom"/>
          </w:tcPr>
          <w:p w14:paraId="6A316801" w14:textId="19FE65A5" w:rsidR="00531C4D" w:rsidRPr="00396C85" w:rsidRDefault="00531C4D" w:rsidP="00531C4D">
            <w:pPr>
              <w:ind w:right="142"/>
              <w:jc w:val="right"/>
              <w:rPr>
                <w:b/>
                <w:sz w:val="20"/>
                <w:highlight w:val="yellow"/>
              </w:rPr>
            </w:pPr>
            <w:r w:rsidRPr="007F7EE0">
              <w:rPr>
                <w:b/>
                <w:sz w:val="20"/>
              </w:rPr>
              <w:t>95</w:t>
            </w:r>
            <w:r>
              <w:rPr>
                <w:b/>
                <w:sz w:val="20"/>
              </w:rPr>
              <w:t>,</w:t>
            </w:r>
            <w:r w:rsidRPr="007F7EE0">
              <w:rPr>
                <w:b/>
                <w:sz w:val="20"/>
              </w:rPr>
              <w:t>4</w:t>
            </w:r>
          </w:p>
        </w:tc>
      </w:tr>
    </w:tbl>
    <w:p w14:paraId="28AC20CE" w14:textId="77777777" w:rsidR="00531C4D" w:rsidRDefault="006B7C11" w:rsidP="00BA2DAE">
      <w:pPr>
        <w:pStyle w:val="3"/>
        <w:spacing w:before="360"/>
        <w:ind w:right="0" w:firstLine="709"/>
        <w:jc w:val="both"/>
        <w:rPr>
          <w:b w:val="0"/>
        </w:rPr>
      </w:pPr>
      <w:bookmarkStart w:id="350" w:name="_Toc181255990"/>
      <w:r w:rsidRPr="006B7C11">
        <w:rPr>
          <w:bCs/>
          <w:szCs w:val="24"/>
        </w:rPr>
        <w:t>Просроченная задолженность по заработной плате</w:t>
      </w:r>
      <w:r w:rsidRPr="00B50267">
        <w:rPr>
          <w:b w:val="0"/>
          <w:szCs w:val="24"/>
        </w:rPr>
        <w:t xml:space="preserve">, </w:t>
      </w:r>
      <w:bookmarkStart w:id="351" w:name="_Toc391275376"/>
      <w:bookmarkStart w:id="352" w:name="_Toc493779798"/>
      <w:bookmarkEnd w:id="331"/>
      <w:r w:rsidR="004A7547" w:rsidRPr="00F04E27">
        <w:rPr>
          <w:szCs w:val="24"/>
        </w:rPr>
        <w:t xml:space="preserve">по сведениям, </w:t>
      </w:r>
      <w:r w:rsidR="004A7547" w:rsidRPr="008238B9">
        <w:rPr>
          <w:szCs w:val="24"/>
        </w:rPr>
        <w:t>представленным организациями (не относящимися к субъектам малого предпринимательства).</w:t>
      </w:r>
      <w:r w:rsidR="004A7547" w:rsidRPr="008238B9">
        <w:rPr>
          <w:b w:val="0"/>
          <w:szCs w:val="24"/>
        </w:rPr>
        <w:t xml:space="preserve"> Суммарная задолженность по заработной плате по кругу наблюдаемых видов экономической деятельности на 1 </w:t>
      </w:r>
      <w:r w:rsidR="00531C4D">
        <w:rPr>
          <w:b w:val="0"/>
          <w:szCs w:val="24"/>
        </w:rPr>
        <w:t>октября</w:t>
      </w:r>
      <w:r w:rsidR="004A7547" w:rsidRPr="008238B9">
        <w:rPr>
          <w:b w:val="0"/>
          <w:szCs w:val="24"/>
        </w:rPr>
        <w:t xml:space="preserve"> 202</w:t>
      </w:r>
      <w:r w:rsidR="004A7547">
        <w:rPr>
          <w:b w:val="0"/>
          <w:szCs w:val="24"/>
        </w:rPr>
        <w:t>4</w:t>
      </w:r>
      <w:r w:rsidR="004A7547" w:rsidRPr="008238B9">
        <w:rPr>
          <w:b w:val="0"/>
          <w:szCs w:val="24"/>
        </w:rPr>
        <w:t xml:space="preserve"> года составила</w:t>
      </w:r>
      <w:r w:rsidR="004A7547" w:rsidRPr="008238B9">
        <w:rPr>
          <w:b w:val="0"/>
          <w:szCs w:val="24"/>
        </w:rPr>
        <w:br/>
      </w:r>
      <w:r w:rsidR="00531C4D" w:rsidRPr="00237F31">
        <w:rPr>
          <w:b w:val="0"/>
          <w:szCs w:val="24"/>
        </w:rPr>
        <w:t>3972</w:t>
      </w:r>
      <w:r w:rsidR="004A7547" w:rsidRPr="008238B9">
        <w:rPr>
          <w:b w:val="0"/>
          <w:szCs w:val="24"/>
        </w:rPr>
        <w:t xml:space="preserve"> тыс. рублей и по сравнению </w:t>
      </w:r>
      <w:r w:rsidR="00531C4D" w:rsidRPr="008238B9">
        <w:rPr>
          <w:b w:val="0"/>
          <w:szCs w:val="24"/>
        </w:rPr>
        <w:t>с</w:t>
      </w:r>
      <w:r w:rsidR="00531C4D" w:rsidRPr="008238B9">
        <w:rPr>
          <w:b w:val="0"/>
        </w:rPr>
        <w:t xml:space="preserve"> 1 </w:t>
      </w:r>
      <w:r w:rsidR="00531C4D" w:rsidRPr="007A318B">
        <w:rPr>
          <w:b w:val="0"/>
          <w:szCs w:val="22"/>
        </w:rPr>
        <w:t>октября</w:t>
      </w:r>
      <w:r w:rsidR="00531C4D">
        <w:rPr>
          <w:b w:val="0"/>
        </w:rPr>
        <w:t xml:space="preserve"> </w:t>
      </w:r>
      <w:r w:rsidR="00531C4D" w:rsidRPr="008238B9">
        <w:rPr>
          <w:b w:val="0"/>
        </w:rPr>
        <w:t>202</w:t>
      </w:r>
      <w:r w:rsidR="00531C4D">
        <w:rPr>
          <w:b w:val="0"/>
        </w:rPr>
        <w:t>3</w:t>
      </w:r>
      <w:r w:rsidR="00531C4D" w:rsidRPr="008238B9">
        <w:rPr>
          <w:b w:val="0"/>
        </w:rPr>
        <w:t xml:space="preserve"> года у</w:t>
      </w:r>
      <w:r w:rsidR="00531C4D">
        <w:rPr>
          <w:b w:val="0"/>
        </w:rPr>
        <w:t>в</w:t>
      </w:r>
      <w:r w:rsidR="00531C4D" w:rsidRPr="008238B9">
        <w:rPr>
          <w:b w:val="0"/>
        </w:rPr>
        <w:t>е</w:t>
      </w:r>
      <w:r w:rsidR="00531C4D">
        <w:rPr>
          <w:b w:val="0"/>
        </w:rPr>
        <w:t>личил</w:t>
      </w:r>
      <w:r w:rsidR="00531C4D" w:rsidRPr="008238B9">
        <w:rPr>
          <w:b w:val="0"/>
        </w:rPr>
        <w:t xml:space="preserve">ась в </w:t>
      </w:r>
      <w:r w:rsidR="00531C4D" w:rsidRPr="00237F31">
        <w:rPr>
          <w:b w:val="0"/>
        </w:rPr>
        <w:t>7</w:t>
      </w:r>
      <w:r w:rsidR="00531C4D" w:rsidRPr="008238B9">
        <w:rPr>
          <w:b w:val="0"/>
        </w:rPr>
        <w:t>,</w:t>
      </w:r>
      <w:r w:rsidR="00531C4D" w:rsidRPr="00237F31">
        <w:rPr>
          <w:b w:val="0"/>
        </w:rPr>
        <w:t>9</w:t>
      </w:r>
      <w:r w:rsidR="00531C4D">
        <w:rPr>
          <w:b w:val="0"/>
        </w:rPr>
        <w:t xml:space="preserve"> </w:t>
      </w:r>
      <w:r w:rsidR="00531C4D" w:rsidRPr="008238B9">
        <w:rPr>
          <w:b w:val="0"/>
        </w:rPr>
        <w:t>р</w:t>
      </w:r>
      <w:r w:rsidR="00531C4D">
        <w:rPr>
          <w:b w:val="0"/>
        </w:rPr>
        <w:t>аза,</w:t>
      </w:r>
      <w:r w:rsidR="00531C4D" w:rsidRPr="00237F31">
        <w:rPr>
          <w:b w:val="0"/>
        </w:rPr>
        <w:t xml:space="preserve"> </w:t>
      </w:r>
      <w:r w:rsidR="00531C4D">
        <w:rPr>
          <w:b w:val="0"/>
        </w:rPr>
        <w:br/>
      </w:r>
      <w:r w:rsidR="00531C4D" w:rsidRPr="007A318B">
        <w:rPr>
          <w:b w:val="0"/>
        </w:rPr>
        <w:t xml:space="preserve">по сравнению с 1 </w:t>
      </w:r>
      <w:r w:rsidR="00531C4D" w:rsidRPr="007A318B">
        <w:rPr>
          <w:b w:val="0"/>
          <w:szCs w:val="22"/>
        </w:rPr>
        <w:t>сентября</w:t>
      </w:r>
      <w:r w:rsidR="00531C4D" w:rsidRPr="007A318B">
        <w:rPr>
          <w:b w:val="0"/>
        </w:rPr>
        <w:t xml:space="preserve"> 202</w:t>
      </w:r>
      <w:r w:rsidR="00531C4D">
        <w:rPr>
          <w:b w:val="0"/>
        </w:rPr>
        <w:t>4</w:t>
      </w:r>
      <w:r w:rsidR="00531C4D" w:rsidRPr="007A318B">
        <w:rPr>
          <w:b w:val="0"/>
        </w:rPr>
        <w:t xml:space="preserve"> года уменьшила</w:t>
      </w:r>
      <w:r w:rsidR="00531C4D">
        <w:rPr>
          <w:b w:val="0"/>
        </w:rPr>
        <w:t>сь</w:t>
      </w:r>
      <w:r w:rsidR="00531C4D" w:rsidRPr="007A318B">
        <w:rPr>
          <w:b w:val="0"/>
        </w:rPr>
        <w:t xml:space="preserve"> </w:t>
      </w:r>
      <w:r w:rsidR="00531C4D">
        <w:rPr>
          <w:b w:val="0"/>
        </w:rPr>
        <w:t>в 2,7 раза.</w:t>
      </w:r>
      <w:bookmarkEnd w:id="350"/>
    </w:p>
    <w:p w14:paraId="2DDCE558" w14:textId="1719E5EF" w:rsidR="004A7547" w:rsidRPr="00D91D05" w:rsidRDefault="004A7547" w:rsidP="00BA2DAE">
      <w:pPr>
        <w:spacing w:before="240"/>
        <w:ind w:firstLine="709"/>
      </w:pPr>
      <w:bookmarkStart w:id="353" w:name="_Toc181255991"/>
      <w:r w:rsidRPr="00D91D05">
        <w:t xml:space="preserve">Численность работников, перед которыми отмечалось наличие просроченной задолженности по заработной плате, составила </w:t>
      </w:r>
      <w:r w:rsidR="00531C4D" w:rsidRPr="00D91D05">
        <w:t>105</w:t>
      </w:r>
      <w:r w:rsidRPr="00D91D05">
        <w:t xml:space="preserve"> человек, это на </w:t>
      </w:r>
      <w:r w:rsidR="00531C4D" w:rsidRPr="00D91D05">
        <w:t>16,7</w:t>
      </w:r>
      <w:r w:rsidRPr="00D91D05">
        <w:t xml:space="preserve">% больше </w:t>
      </w:r>
      <w:r w:rsidRPr="00D91D05">
        <w:br/>
        <w:t xml:space="preserve">по сравнению с соответствующим периодом предыдущего года. Каждому из указанных работников не выплачено в среднем </w:t>
      </w:r>
      <w:r w:rsidR="00531C4D" w:rsidRPr="00D91D05">
        <w:t xml:space="preserve">37828,6 </w:t>
      </w:r>
      <w:r w:rsidRPr="00D91D05">
        <w:t>рубля.</w:t>
      </w:r>
      <w:bookmarkEnd w:id="353"/>
    </w:p>
    <w:p w14:paraId="6BDCC254" w14:textId="6643AF35" w:rsidR="0031223F" w:rsidRDefault="0031223F" w:rsidP="009F60EF">
      <w:pPr>
        <w:pStyle w:val="3"/>
        <w:spacing w:before="360"/>
        <w:ind w:right="0" w:firstLine="709"/>
        <w:jc w:val="both"/>
        <w:rPr>
          <w:bCs/>
          <w:vertAlign w:val="superscript"/>
        </w:rPr>
      </w:pPr>
      <w:bookmarkStart w:id="354" w:name="_Toc181255992"/>
      <w:r w:rsidRPr="008E5F97">
        <w:rPr>
          <w:bCs/>
        </w:rPr>
        <w:t>Динамика просроченной</w:t>
      </w:r>
      <w:r w:rsidR="004A7547">
        <w:rPr>
          <w:bCs/>
        </w:rPr>
        <w:t xml:space="preserve"> </w:t>
      </w:r>
      <w:r w:rsidRPr="008E5F97">
        <w:rPr>
          <w:bCs/>
        </w:rPr>
        <w:t>задолженности по заработной плате</w:t>
      </w:r>
      <w:bookmarkEnd w:id="351"/>
      <w:bookmarkEnd w:id="352"/>
      <w:r w:rsidR="0088531A" w:rsidRPr="0088531A">
        <w:rPr>
          <w:bCs/>
          <w:vertAlign w:val="superscript"/>
        </w:rPr>
        <w:t>1</w:t>
      </w:r>
      <w:r w:rsidR="00AD6D91" w:rsidRPr="008E5F97">
        <w:rPr>
          <w:bCs/>
          <w:vertAlign w:val="superscript"/>
        </w:rPr>
        <w:t>)</w:t>
      </w:r>
      <w:bookmarkEnd w:id="354"/>
      <w:r w:rsidR="004A7547">
        <w:rPr>
          <w:bCs/>
          <w:vertAlign w:val="superscript"/>
        </w:rPr>
        <w:t xml:space="preserve"> </w:t>
      </w:r>
    </w:p>
    <w:p w14:paraId="0F17FC91" w14:textId="77777777" w:rsidR="0031223F" w:rsidRDefault="0031223F" w:rsidP="0031223F">
      <w:pPr>
        <w:spacing w:after="60"/>
        <w:jc w:val="right"/>
        <w:rPr>
          <w:b/>
          <w:sz w:val="20"/>
        </w:rPr>
      </w:pPr>
      <w:r w:rsidRPr="0031662E">
        <w:rPr>
          <w:b/>
          <w:sz w:val="20"/>
        </w:rPr>
        <w:t xml:space="preserve">на </w:t>
      </w:r>
      <w:r w:rsidR="0031662E" w:rsidRPr="0031662E">
        <w:rPr>
          <w:b/>
          <w:sz w:val="20"/>
        </w:rPr>
        <w:t>начало</w:t>
      </w:r>
      <w:r w:rsidRPr="0031662E">
        <w:rPr>
          <w:b/>
          <w:sz w:val="20"/>
        </w:rPr>
        <w:t xml:space="preserve"> месяца</w:t>
      </w:r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08"/>
        <w:gridCol w:w="947"/>
        <w:gridCol w:w="947"/>
        <w:gridCol w:w="944"/>
        <w:gridCol w:w="945"/>
        <w:gridCol w:w="945"/>
        <w:gridCol w:w="944"/>
        <w:gridCol w:w="1890"/>
      </w:tblGrid>
      <w:tr w:rsidR="007A2433" w:rsidRPr="003135E0" w14:paraId="11C7F042" w14:textId="77777777" w:rsidTr="007A2433">
        <w:trPr>
          <w:trHeight w:val="283"/>
          <w:jc w:val="center"/>
        </w:trPr>
        <w:tc>
          <w:tcPr>
            <w:tcW w:w="1508" w:type="dxa"/>
            <w:vMerge w:val="restart"/>
            <w:vAlign w:val="bottom"/>
          </w:tcPr>
          <w:p w14:paraId="2640F775" w14:textId="77777777" w:rsidR="007A2433" w:rsidRPr="002C17E6" w:rsidRDefault="007A2433" w:rsidP="007A2433">
            <w:pPr>
              <w:jc w:val="left"/>
              <w:rPr>
                <w:b/>
                <w:sz w:val="20"/>
              </w:rPr>
            </w:pPr>
            <w:bookmarkStart w:id="355" w:name="_Toc493779799"/>
          </w:p>
        </w:tc>
        <w:tc>
          <w:tcPr>
            <w:tcW w:w="1894" w:type="dxa"/>
            <w:gridSpan w:val="2"/>
            <w:vMerge w:val="restart"/>
            <w:vAlign w:val="center"/>
          </w:tcPr>
          <w:p w14:paraId="2562007F" w14:textId="77777777" w:rsidR="007A2433" w:rsidRPr="003135E0" w:rsidRDefault="007A2433" w:rsidP="007A2433">
            <w:pPr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 xml:space="preserve">Просроченная задолженность </w:t>
            </w:r>
            <w:r w:rsidRPr="003135E0">
              <w:rPr>
                <w:b/>
                <w:iCs/>
                <w:sz w:val="20"/>
              </w:rPr>
              <w:br/>
              <w:t>по заработной плате</w:t>
            </w:r>
          </w:p>
        </w:tc>
        <w:tc>
          <w:tcPr>
            <w:tcW w:w="3778" w:type="dxa"/>
            <w:gridSpan w:val="4"/>
            <w:vAlign w:val="center"/>
          </w:tcPr>
          <w:p w14:paraId="3BB9DC6E" w14:textId="77777777" w:rsidR="007A2433" w:rsidRPr="003135E0" w:rsidRDefault="007A2433" w:rsidP="007A2433">
            <w:pPr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>в том числе задолженность:</w:t>
            </w:r>
          </w:p>
        </w:tc>
        <w:tc>
          <w:tcPr>
            <w:tcW w:w="1890" w:type="dxa"/>
            <w:vMerge w:val="restart"/>
            <w:vAlign w:val="center"/>
          </w:tcPr>
          <w:p w14:paraId="644A4F0F" w14:textId="77777777" w:rsidR="007A2433" w:rsidRPr="003135E0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 xml:space="preserve">Численность работников, </w:t>
            </w:r>
            <w:r w:rsidRPr="003135E0">
              <w:rPr>
                <w:b/>
                <w:iCs/>
                <w:sz w:val="20"/>
              </w:rPr>
              <w:br/>
              <w:t xml:space="preserve">перед которыми имеется просроченная задолженность </w:t>
            </w:r>
            <w:r w:rsidRPr="003135E0">
              <w:rPr>
                <w:b/>
                <w:iCs/>
                <w:sz w:val="20"/>
              </w:rPr>
              <w:br/>
              <w:t>по заработной плате,</w:t>
            </w:r>
            <w:r w:rsidRPr="003135E0">
              <w:rPr>
                <w:b/>
                <w:iCs/>
                <w:sz w:val="20"/>
              </w:rPr>
              <w:br/>
              <w:t>тыс. человек</w:t>
            </w:r>
          </w:p>
        </w:tc>
      </w:tr>
      <w:tr w:rsidR="007A2433" w:rsidRPr="003135E0" w14:paraId="1FAC659D" w14:textId="77777777" w:rsidTr="007A2433">
        <w:trPr>
          <w:trHeight w:val="907"/>
          <w:jc w:val="center"/>
        </w:trPr>
        <w:tc>
          <w:tcPr>
            <w:tcW w:w="1508" w:type="dxa"/>
            <w:vMerge/>
            <w:vAlign w:val="bottom"/>
          </w:tcPr>
          <w:p w14:paraId="3E58C67B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1894" w:type="dxa"/>
            <w:gridSpan w:val="2"/>
            <w:vMerge/>
            <w:vAlign w:val="center"/>
          </w:tcPr>
          <w:p w14:paraId="6EC3207E" w14:textId="77777777" w:rsidR="007A2433" w:rsidRPr="003135E0" w:rsidRDefault="007A2433" w:rsidP="007A2433">
            <w:pPr>
              <w:jc w:val="center"/>
              <w:rPr>
                <w:b/>
                <w:sz w:val="20"/>
              </w:rPr>
            </w:pPr>
          </w:p>
        </w:tc>
        <w:tc>
          <w:tcPr>
            <w:tcW w:w="1889" w:type="dxa"/>
            <w:gridSpan w:val="2"/>
          </w:tcPr>
          <w:p w14:paraId="4EC26A5F" w14:textId="77777777" w:rsidR="007A2433" w:rsidRPr="003135E0" w:rsidRDefault="007A2433" w:rsidP="007A2433">
            <w:pPr>
              <w:ind w:left="-57" w:right="-57"/>
              <w:jc w:val="center"/>
              <w:rPr>
                <w:b/>
                <w:iCs/>
                <w:sz w:val="20"/>
              </w:rPr>
            </w:pPr>
            <w:r w:rsidRPr="003135E0">
              <w:rPr>
                <w:b/>
                <w:sz w:val="20"/>
              </w:rPr>
              <w:t xml:space="preserve">из-за несвоевременного получения денежных средств из бюджетов </w:t>
            </w:r>
            <w:r w:rsidRPr="003135E0">
              <w:rPr>
                <w:b/>
                <w:sz w:val="20"/>
              </w:rPr>
              <w:br/>
              <w:t>всех уровней</w:t>
            </w:r>
          </w:p>
        </w:tc>
        <w:tc>
          <w:tcPr>
            <w:tcW w:w="1889" w:type="dxa"/>
            <w:gridSpan w:val="2"/>
            <w:vAlign w:val="center"/>
          </w:tcPr>
          <w:p w14:paraId="1377AE3C" w14:textId="77777777" w:rsidR="007A2433" w:rsidRPr="003135E0" w:rsidRDefault="007A2433" w:rsidP="007A2433">
            <w:pPr>
              <w:jc w:val="center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 xml:space="preserve">из-за </w:t>
            </w:r>
            <w:r w:rsidRPr="003135E0">
              <w:rPr>
                <w:b/>
                <w:sz w:val="20"/>
              </w:rPr>
              <w:br/>
              <w:t>отсутствия собственных средств</w:t>
            </w:r>
          </w:p>
        </w:tc>
        <w:tc>
          <w:tcPr>
            <w:tcW w:w="1890" w:type="dxa"/>
            <w:vMerge/>
            <w:vAlign w:val="center"/>
          </w:tcPr>
          <w:p w14:paraId="7163E09A" w14:textId="77777777"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</w:p>
        </w:tc>
      </w:tr>
      <w:tr w:rsidR="007A2433" w:rsidRPr="003135E0" w14:paraId="06378CF4" w14:textId="77777777" w:rsidTr="007A2433">
        <w:trPr>
          <w:trHeight w:val="283"/>
          <w:jc w:val="center"/>
        </w:trPr>
        <w:tc>
          <w:tcPr>
            <w:tcW w:w="1508" w:type="dxa"/>
            <w:vMerge/>
            <w:vAlign w:val="bottom"/>
          </w:tcPr>
          <w:p w14:paraId="33C300A4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</w:p>
        </w:tc>
        <w:tc>
          <w:tcPr>
            <w:tcW w:w="947" w:type="dxa"/>
            <w:vAlign w:val="center"/>
          </w:tcPr>
          <w:p w14:paraId="5AFC6DCA" w14:textId="77777777"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 w:rsidRPr="003135E0">
              <w:rPr>
                <w:b/>
                <w:iCs/>
                <w:sz w:val="20"/>
              </w:rPr>
              <w:t xml:space="preserve">тыс. </w:t>
            </w:r>
            <w:r w:rsidRPr="003135E0">
              <w:rPr>
                <w:b/>
                <w:iCs/>
                <w:sz w:val="20"/>
              </w:rPr>
              <w:br/>
              <w:t>рублей</w:t>
            </w:r>
          </w:p>
        </w:tc>
        <w:tc>
          <w:tcPr>
            <w:tcW w:w="947" w:type="dxa"/>
            <w:vAlign w:val="center"/>
          </w:tcPr>
          <w:p w14:paraId="210CD2E6" w14:textId="77777777"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proofErr w:type="gramStart"/>
            <w:r w:rsidRPr="003135E0">
              <w:rPr>
                <w:b/>
                <w:iCs/>
                <w:sz w:val="20"/>
              </w:rPr>
              <w:t>в  %</w:t>
            </w:r>
            <w:proofErr w:type="gramEnd"/>
            <w:r w:rsidRPr="003135E0">
              <w:rPr>
                <w:b/>
                <w:iCs/>
                <w:sz w:val="20"/>
              </w:rPr>
              <w:t xml:space="preserve">  к </w:t>
            </w:r>
            <w:proofErr w:type="spellStart"/>
            <w:r w:rsidRPr="003135E0">
              <w:rPr>
                <w:b/>
                <w:iCs/>
                <w:sz w:val="20"/>
              </w:rPr>
              <w:t>преды-дущему</w:t>
            </w:r>
            <w:proofErr w:type="spellEnd"/>
            <w:r w:rsidRPr="003135E0">
              <w:rPr>
                <w:b/>
                <w:iCs/>
                <w:sz w:val="20"/>
              </w:rPr>
              <w:t xml:space="preserve"> месяцу</w:t>
            </w:r>
          </w:p>
        </w:tc>
        <w:tc>
          <w:tcPr>
            <w:tcW w:w="944" w:type="dxa"/>
            <w:vAlign w:val="center"/>
          </w:tcPr>
          <w:p w14:paraId="04038658" w14:textId="77777777" w:rsidR="007A2433" w:rsidRPr="003135E0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>тыс.</w:t>
            </w:r>
            <w:r w:rsidRPr="003135E0">
              <w:rPr>
                <w:b/>
                <w:iCs/>
                <w:sz w:val="20"/>
              </w:rPr>
              <w:br/>
              <w:t>рублей</w:t>
            </w:r>
          </w:p>
        </w:tc>
        <w:tc>
          <w:tcPr>
            <w:tcW w:w="945" w:type="dxa"/>
            <w:vAlign w:val="center"/>
          </w:tcPr>
          <w:p w14:paraId="164587B5" w14:textId="77777777"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proofErr w:type="gramStart"/>
            <w:r w:rsidRPr="003135E0">
              <w:rPr>
                <w:b/>
                <w:iCs/>
                <w:sz w:val="20"/>
              </w:rPr>
              <w:t>в  %</w:t>
            </w:r>
            <w:proofErr w:type="gramEnd"/>
            <w:r w:rsidRPr="003135E0">
              <w:rPr>
                <w:b/>
                <w:iCs/>
                <w:sz w:val="20"/>
              </w:rPr>
              <w:t xml:space="preserve">  к </w:t>
            </w:r>
            <w:proofErr w:type="spellStart"/>
            <w:r w:rsidRPr="003135E0">
              <w:rPr>
                <w:b/>
                <w:iCs/>
                <w:sz w:val="20"/>
              </w:rPr>
              <w:t>преды-дущему</w:t>
            </w:r>
            <w:proofErr w:type="spellEnd"/>
            <w:r w:rsidRPr="003135E0">
              <w:rPr>
                <w:b/>
                <w:iCs/>
                <w:sz w:val="20"/>
              </w:rPr>
              <w:t xml:space="preserve"> месяцу</w:t>
            </w:r>
          </w:p>
        </w:tc>
        <w:tc>
          <w:tcPr>
            <w:tcW w:w="945" w:type="dxa"/>
            <w:vAlign w:val="center"/>
          </w:tcPr>
          <w:p w14:paraId="0473E4E7" w14:textId="77777777" w:rsidR="007A2433" w:rsidRPr="003135E0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  <w:r w:rsidRPr="003135E0">
              <w:rPr>
                <w:b/>
                <w:iCs/>
                <w:sz w:val="20"/>
              </w:rPr>
              <w:t>тыс.</w:t>
            </w:r>
            <w:r w:rsidRPr="003135E0">
              <w:rPr>
                <w:b/>
                <w:iCs/>
                <w:sz w:val="20"/>
              </w:rPr>
              <w:br/>
              <w:t>рублей</w:t>
            </w:r>
          </w:p>
        </w:tc>
        <w:tc>
          <w:tcPr>
            <w:tcW w:w="944" w:type="dxa"/>
            <w:vAlign w:val="center"/>
          </w:tcPr>
          <w:p w14:paraId="6D212398" w14:textId="77777777" w:rsidR="007A2433" w:rsidRPr="003135E0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proofErr w:type="gramStart"/>
            <w:r w:rsidRPr="003135E0">
              <w:rPr>
                <w:b/>
                <w:iCs/>
                <w:sz w:val="20"/>
              </w:rPr>
              <w:t>в  %</w:t>
            </w:r>
            <w:proofErr w:type="gramEnd"/>
            <w:r w:rsidRPr="003135E0">
              <w:rPr>
                <w:b/>
                <w:iCs/>
                <w:sz w:val="20"/>
              </w:rPr>
              <w:t xml:space="preserve">  к </w:t>
            </w:r>
            <w:proofErr w:type="spellStart"/>
            <w:r w:rsidRPr="003135E0">
              <w:rPr>
                <w:b/>
                <w:iCs/>
                <w:sz w:val="20"/>
              </w:rPr>
              <w:t>преды-дущему</w:t>
            </w:r>
            <w:proofErr w:type="spellEnd"/>
            <w:r w:rsidRPr="003135E0">
              <w:rPr>
                <w:b/>
                <w:iCs/>
                <w:sz w:val="20"/>
              </w:rPr>
              <w:t xml:space="preserve"> месяцу</w:t>
            </w:r>
          </w:p>
        </w:tc>
        <w:tc>
          <w:tcPr>
            <w:tcW w:w="1890" w:type="dxa"/>
            <w:vMerge/>
            <w:vAlign w:val="bottom"/>
          </w:tcPr>
          <w:p w14:paraId="2B5F6878" w14:textId="77777777" w:rsidR="007A2433" w:rsidRPr="003135E0" w:rsidRDefault="007A2433" w:rsidP="007A2433">
            <w:pPr>
              <w:ind w:right="454"/>
              <w:jc w:val="right"/>
              <w:rPr>
                <w:b/>
                <w:sz w:val="20"/>
              </w:rPr>
            </w:pPr>
          </w:p>
        </w:tc>
      </w:tr>
      <w:tr w:rsidR="007A2433" w:rsidRPr="003135E0" w14:paraId="23081C15" w14:textId="77777777" w:rsidTr="007A2433">
        <w:trPr>
          <w:trHeight w:val="283"/>
          <w:jc w:val="center"/>
        </w:trPr>
        <w:tc>
          <w:tcPr>
            <w:tcW w:w="9070" w:type="dxa"/>
            <w:gridSpan w:val="8"/>
            <w:vAlign w:val="center"/>
          </w:tcPr>
          <w:p w14:paraId="1C271973" w14:textId="77777777" w:rsidR="007A2433" w:rsidRPr="003135E0" w:rsidRDefault="007A2433" w:rsidP="007A2433">
            <w:pPr>
              <w:jc w:val="center"/>
              <w:rPr>
                <w:b/>
                <w:iCs/>
                <w:sz w:val="20"/>
              </w:rPr>
            </w:pPr>
            <w:r w:rsidRPr="003135E0">
              <w:rPr>
                <w:b/>
                <w:sz w:val="20"/>
              </w:rPr>
              <w:t>2023</w:t>
            </w:r>
          </w:p>
        </w:tc>
      </w:tr>
      <w:tr w:rsidR="007A2433" w:rsidRPr="003135E0" w14:paraId="7C8165FD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092A1A2A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Январь</w:t>
            </w:r>
          </w:p>
        </w:tc>
        <w:tc>
          <w:tcPr>
            <w:tcW w:w="947" w:type="dxa"/>
            <w:vAlign w:val="bottom"/>
          </w:tcPr>
          <w:p w14:paraId="2F3A6A24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4703</w:t>
            </w:r>
          </w:p>
        </w:tc>
        <w:tc>
          <w:tcPr>
            <w:tcW w:w="947" w:type="dxa"/>
            <w:vAlign w:val="bottom"/>
          </w:tcPr>
          <w:p w14:paraId="6F06B959" w14:textId="77777777"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79,5</w:t>
            </w:r>
          </w:p>
        </w:tc>
        <w:tc>
          <w:tcPr>
            <w:tcW w:w="944" w:type="dxa"/>
            <w:vAlign w:val="bottom"/>
          </w:tcPr>
          <w:p w14:paraId="7001761A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031CBD82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009ED3A9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4703</w:t>
            </w:r>
          </w:p>
        </w:tc>
        <w:tc>
          <w:tcPr>
            <w:tcW w:w="944" w:type="dxa"/>
            <w:vAlign w:val="bottom"/>
          </w:tcPr>
          <w:p w14:paraId="682AAD0C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79,5</w:t>
            </w:r>
          </w:p>
        </w:tc>
        <w:tc>
          <w:tcPr>
            <w:tcW w:w="1890" w:type="dxa"/>
            <w:vAlign w:val="bottom"/>
          </w:tcPr>
          <w:p w14:paraId="483D8E1A" w14:textId="77777777" w:rsidR="007A2433" w:rsidRPr="003135E0" w:rsidRDefault="007A2433" w:rsidP="000103D0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2D521C56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0B32A65B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Февраль</w:t>
            </w:r>
          </w:p>
        </w:tc>
        <w:tc>
          <w:tcPr>
            <w:tcW w:w="947" w:type="dxa"/>
            <w:vAlign w:val="bottom"/>
          </w:tcPr>
          <w:p w14:paraId="3124A5E2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4589</w:t>
            </w:r>
          </w:p>
        </w:tc>
        <w:tc>
          <w:tcPr>
            <w:tcW w:w="947" w:type="dxa"/>
            <w:vAlign w:val="bottom"/>
          </w:tcPr>
          <w:p w14:paraId="65FCAB1D" w14:textId="77777777"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97,6</w:t>
            </w:r>
          </w:p>
        </w:tc>
        <w:tc>
          <w:tcPr>
            <w:tcW w:w="944" w:type="dxa"/>
            <w:vAlign w:val="bottom"/>
          </w:tcPr>
          <w:p w14:paraId="293D5379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30B81DED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2260E631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4589</w:t>
            </w:r>
          </w:p>
        </w:tc>
        <w:tc>
          <w:tcPr>
            <w:tcW w:w="944" w:type="dxa"/>
            <w:vAlign w:val="bottom"/>
          </w:tcPr>
          <w:p w14:paraId="7A6B9826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97,6</w:t>
            </w:r>
          </w:p>
        </w:tc>
        <w:tc>
          <w:tcPr>
            <w:tcW w:w="1890" w:type="dxa"/>
            <w:vAlign w:val="bottom"/>
          </w:tcPr>
          <w:p w14:paraId="0CB8EC68" w14:textId="77777777" w:rsidR="007A2433" w:rsidRPr="003135E0" w:rsidRDefault="007A2433" w:rsidP="000103D0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72588237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4215DED1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Март</w:t>
            </w:r>
          </w:p>
        </w:tc>
        <w:tc>
          <w:tcPr>
            <w:tcW w:w="947" w:type="dxa"/>
            <w:vAlign w:val="bottom"/>
          </w:tcPr>
          <w:p w14:paraId="5C11CE04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6399</w:t>
            </w:r>
          </w:p>
        </w:tc>
        <w:tc>
          <w:tcPr>
            <w:tcW w:w="947" w:type="dxa"/>
            <w:vAlign w:val="bottom"/>
          </w:tcPr>
          <w:p w14:paraId="32196458" w14:textId="77777777"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139,4</w:t>
            </w:r>
          </w:p>
        </w:tc>
        <w:tc>
          <w:tcPr>
            <w:tcW w:w="944" w:type="dxa"/>
            <w:vAlign w:val="bottom"/>
          </w:tcPr>
          <w:p w14:paraId="132B453C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7E0BCA49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255C5B44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6399</w:t>
            </w:r>
          </w:p>
        </w:tc>
        <w:tc>
          <w:tcPr>
            <w:tcW w:w="944" w:type="dxa"/>
            <w:vAlign w:val="bottom"/>
          </w:tcPr>
          <w:p w14:paraId="63260635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139,4</w:t>
            </w:r>
          </w:p>
        </w:tc>
        <w:tc>
          <w:tcPr>
            <w:tcW w:w="1890" w:type="dxa"/>
            <w:vAlign w:val="bottom"/>
          </w:tcPr>
          <w:p w14:paraId="44C91C89" w14:textId="77777777" w:rsidR="007A2433" w:rsidRPr="003135E0" w:rsidRDefault="007A2433" w:rsidP="000103D0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69C20B6E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48887F00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Апрель</w:t>
            </w:r>
          </w:p>
        </w:tc>
        <w:tc>
          <w:tcPr>
            <w:tcW w:w="947" w:type="dxa"/>
            <w:vAlign w:val="bottom"/>
          </w:tcPr>
          <w:p w14:paraId="377D0921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4485</w:t>
            </w:r>
          </w:p>
        </w:tc>
        <w:tc>
          <w:tcPr>
            <w:tcW w:w="947" w:type="dxa"/>
            <w:vAlign w:val="bottom"/>
          </w:tcPr>
          <w:p w14:paraId="52D40091" w14:textId="77777777"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70,1</w:t>
            </w:r>
          </w:p>
        </w:tc>
        <w:tc>
          <w:tcPr>
            <w:tcW w:w="944" w:type="dxa"/>
            <w:vAlign w:val="bottom"/>
          </w:tcPr>
          <w:p w14:paraId="2A26A2C1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273E850E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248333BE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4485</w:t>
            </w:r>
          </w:p>
        </w:tc>
        <w:tc>
          <w:tcPr>
            <w:tcW w:w="944" w:type="dxa"/>
            <w:vAlign w:val="bottom"/>
          </w:tcPr>
          <w:p w14:paraId="5864C8B4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70,1</w:t>
            </w:r>
          </w:p>
        </w:tc>
        <w:tc>
          <w:tcPr>
            <w:tcW w:w="1890" w:type="dxa"/>
            <w:vAlign w:val="bottom"/>
          </w:tcPr>
          <w:p w14:paraId="2D748293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6F5F39D6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543D667B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Май</w:t>
            </w:r>
          </w:p>
        </w:tc>
        <w:tc>
          <w:tcPr>
            <w:tcW w:w="947" w:type="dxa"/>
            <w:vAlign w:val="bottom"/>
          </w:tcPr>
          <w:p w14:paraId="52916F9F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5115</w:t>
            </w:r>
          </w:p>
        </w:tc>
        <w:tc>
          <w:tcPr>
            <w:tcW w:w="947" w:type="dxa"/>
            <w:vAlign w:val="bottom"/>
          </w:tcPr>
          <w:p w14:paraId="30741907" w14:textId="77777777"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114,0</w:t>
            </w:r>
          </w:p>
        </w:tc>
        <w:tc>
          <w:tcPr>
            <w:tcW w:w="944" w:type="dxa"/>
            <w:vAlign w:val="bottom"/>
          </w:tcPr>
          <w:p w14:paraId="70F0FB74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67EB9024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5305B0C9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5115</w:t>
            </w:r>
          </w:p>
        </w:tc>
        <w:tc>
          <w:tcPr>
            <w:tcW w:w="944" w:type="dxa"/>
            <w:vAlign w:val="bottom"/>
          </w:tcPr>
          <w:p w14:paraId="1C5BE497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114,0</w:t>
            </w:r>
          </w:p>
        </w:tc>
        <w:tc>
          <w:tcPr>
            <w:tcW w:w="1890" w:type="dxa"/>
            <w:vAlign w:val="bottom"/>
          </w:tcPr>
          <w:p w14:paraId="0C5D38F8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744D536A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333ACC57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Июнь</w:t>
            </w:r>
          </w:p>
        </w:tc>
        <w:tc>
          <w:tcPr>
            <w:tcW w:w="947" w:type="dxa"/>
            <w:vAlign w:val="bottom"/>
          </w:tcPr>
          <w:p w14:paraId="71BDFA59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5601</w:t>
            </w:r>
          </w:p>
        </w:tc>
        <w:tc>
          <w:tcPr>
            <w:tcW w:w="947" w:type="dxa"/>
            <w:vAlign w:val="bottom"/>
          </w:tcPr>
          <w:p w14:paraId="203A12E2" w14:textId="77777777"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109,5</w:t>
            </w:r>
          </w:p>
        </w:tc>
        <w:tc>
          <w:tcPr>
            <w:tcW w:w="944" w:type="dxa"/>
            <w:vAlign w:val="bottom"/>
          </w:tcPr>
          <w:p w14:paraId="6EF326F7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012ABAC9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5F4C579B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5601</w:t>
            </w:r>
          </w:p>
        </w:tc>
        <w:tc>
          <w:tcPr>
            <w:tcW w:w="944" w:type="dxa"/>
            <w:vAlign w:val="bottom"/>
          </w:tcPr>
          <w:p w14:paraId="0EC9C40F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109,5</w:t>
            </w:r>
          </w:p>
        </w:tc>
        <w:tc>
          <w:tcPr>
            <w:tcW w:w="1890" w:type="dxa"/>
            <w:vAlign w:val="bottom"/>
          </w:tcPr>
          <w:p w14:paraId="6D731DDB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72B0BA05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55860942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Июль</w:t>
            </w:r>
          </w:p>
        </w:tc>
        <w:tc>
          <w:tcPr>
            <w:tcW w:w="947" w:type="dxa"/>
            <w:vAlign w:val="bottom"/>
          </w:tcPr>
          <w:p w14:paraId="121E1DA5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13492</w:t>
            </w:r>
          </w:p>
        </w:tc>
        <w:tc>
          <w:tcPr>
            <w:tcW w:w="947" w:type="dxa"/>
            <w:vAlign w:val="bottom"/>
          </w:tcPr>
          <w:p w14:paraId="2863EF4D" w14:textId="77777777" w:rsidR="007A2433" w:rsidRPr="003135E0" w:rsidRDefault="007A2433" w:rsidP="0016672F">
            <w:pPr>
              <w:ind w:right="-57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в 2,4р.</w:t>
            </w:r>
          </w:p>
        </w:tc>
        <w:tc>
          <w:tcPr>
            <w:tcW w:w="944" w:type="dxa"/>
            <w:vAlign w:val="bottom"/>
          </w:tcPr>
          <w:p w14:paraId="1CE024D5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1413</w:t>
            </w:r>
          </w:p>
        </w:tc>
        <w:tc>
          <w:tcPr>
            <w:tcW w:w="945" w:type="dxa"/>
            <w:vAlign w:val="bottom"/>
          </w:tcPr>
          <w:p w14:paraId="5DF1BA45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1D83E06E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12079</w:t>
            </w:r>
          </w:p>
        </w:tc>
        <w:tc>
          <w:tcPr>
            <w:tcW w:w="944" w:type="dxa"/>
            <w:vAlign w:val="bottom"/>
          </w:tcPr>
          <w:p w14:paraId="67459CFF" w14:textId="77777777" w:rsidR="007A2433" w:rsidRPr="003135E0" w:rsidRDefault="007A2433" w:rsidP="000103D0">
            <w:pPr>
              <w:ind w:right="-57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в 2,2р.</w:t>
            </w:r>
          </w:p>
        </w:tc>
        <w:tc>
          <w:tcPr>
            <w:tcW w:w="1890" w:type="dxa"/>
            <w:vAlign w:val="bottom"/>
          </w:tcPr>
          <w:p w14:paraId="74A4D5F3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0,3</w:t>
            </w:r>
          </w:p>
        </w:tc>
      </w:tr>
      <w:tr w:rsidR="007A2433" w:rsidRPr="003135E0" w14:paraId="02A6122C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00DD3DA4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Август</w:t>
            </w:r>
          </w:p>
        </w:tc>
        <w:tc>
          <w:tcPr>
            <w:tcW w:w="947" w:type="dxa"/>
            <w:vAlign w:val="bottom"/>
          </w:tcPr>
          <w:p w14:paraId="42927EBD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2144</w:t>
            </w:r>
          </w:p>
        </w:tc>
        <w:tc>
          <w:tcPr>
            <w:tcW w:w="947" w:type="dxa"/>
            <w:vAlign w:val="bottom"/>
          </w:tcPr>
          <w:p w14:paraId="0915016A" w14:textId="77777777"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15,9</w:t>
            </w:r>
          </w:p>
        </w:tc>
        <w:tc>
          <w:tcPr>
            <w:tcW w:w="944" w:type="dxa"/>
            <w:vAlign w:val="bottom"/>
          </w:tcPr>
          <w:p w14:paraId="05E3FBE7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1046</w:t>
            </w:r>
          </w:p>
        </w:tc>
        <w:tc>
          <w:tcPr>
            <w:tcW w:w="945" w:type="dxa"/>
            <w:vAlign w:val="bottom"/>
          </w:tcPr>
          <w:p w14:paraId="16438FD5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74,0</w:t>
            </w:r>
          </w:p>
        </w:tc>
        <w:tc>
          <w:tcPr>
            <w:tcW w:w="945" w:type="dxa"/>
            <w:vAlign w:val="bottom"/>
          </w:tcPr>
          <w:p w14:paraId="38F199B9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1098</w:t>
            </w:r>
          </w:p>
        </w:tc>
        <w:tc>
          <w:tcPr>
            <w:tcW w:w="944" w:type="dxa"/>
            <w:vAlign w:val="bottom"/>
          </w:tcPr>
          <w:p w14:paraId="27A322A7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9,1</w:t>
            </w:r>
          </w:p>
        </w:tc>
        <w:tc>
          <w:tcPr>
            <w:tcW w:w="1890" w:type="dxa"/>
            <w:vAlign w:val="bottom"/>
          </w:tcPr>
          <w:p w14:paraId="38752F58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07DD5450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3813D53C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Сентябрь</w:t>
            </w:r>
          </w:p>
        </w:tc>
        <w:tc>
          <w:tcPr>
            <w:tcW w:w="947" w:type="dxa"/>
            <w:vAlign w:val="bottom"/>
          </w:tcPr>
          <w:p w14:paraId="6BE841ED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1666</w:t>
            </w:r>
          </w:p>
        </w:tc>
        <w:tc>
          <w:tcPr>
            <w:tcW w:w="947" w:type="dxa"/>
            <w:vAlign w:val="bottom"/>
          </w:tcPr>
          <w:p w14:paraId="48361DDA" w14:textId="77777777"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77,7</w:t>
            </w:r>
          </w:p>
        </w:tc>
        <w:tc>
          <w:tcPr>
            <w:tcW w:w="944" w:type="dxa"/>
            <w:vAlign w:val="bottom"/>
          </w:tcPr>
          <w:p w14:paraId="5F241EAB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634</w:t>
            </w:r>
          </w:p>
        </w:tc>
        <w:tc>
          <w:tcPr>
            <w:tcW w:w="945" w:type="dxa"/>
            <w:vAlign w:val="bottom"/>
          </w:tcPr>
          <w:p w14:paraId="07B9643C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60,6</w:t>
            </w:r>
          </w:p>
        </w:tc>
        <w:tc>
          <w:tcPr>
            <w:tcW w:w="945" w:type="dxa"/>
            <w:vAlign w:val="bottom"/>
          </w:tcPr>
          <w:p w14:paraId="6E470AAA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1032</w:t>
            </w:r>
          </w:p>
        </w:tc>
        <w:tc>
          <w:tcPr>
            <w:tcW w:w="944" w:type="dxa"/>
            <w:vAlign w:val="bottom"/>
          </w:tcPr>
          <w:p w14:paraId="367116CA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94,0</w:t>
            </w:r>
          </w:p>
        </w:tc>
        <w:tc>
          <w:tcPr>
            <w:tcW w:w="1890" w:type="dxa"/>
            <w:vAlign w:val="bottom"/>
          </w:tcPr>
          <w:p w14:paraId="2B84271D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6CE24706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50F82D32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Октябрь</w:t>
            </w:r>
          </w:p>
        </w:tc>
        <w:tc>
          <w:tcPr>
            <w:tcW w:w="947" w:type="dxa"/>
            <w:vAlign w:val="bottom"/>
          </w:tcPr>
          <w:p w14:paraId="5BEAB07A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502</w:t>
            </w:r>
          </w:p>
        </w:tc>
        <w:tc>
          <w:tcPr>
            <w:tcW w:w="947" w:type="dxa"/>
            <w:vAlign w:val="bottom"/>
          </w:tcPr>
          <w:p w14:paraId="558125F0" w14:textId="77777777"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30,1</w:t>
            </w:r>
          </w:p>
        </w:tc>
        <w:tc>
          <w:tcPr>
            <w:tcW w:w="944" w:type="dxa"/>
            <w:vAlign w:val="bottom"/>
          </w:tcPr>
          <w:p w14:paraId="56995E6C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54C84733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226053EF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502</w:t>
            </w:r>
          </w:p>
        </w:tc>
        <w:tc>
          <w:tcPr>
            <w:tcW w:w="944" w:type="dxa"/>
            <w:vAlign w:val="bottom"/>
          </w:tcPr>
          <w:p w14:paraId="6480BA95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48,6</w:t>
            </w:r>
          </w:p>
        </w:tc>
        <w:tc>
          <w:tcPr>
            <w:tcW w:w="1890" w:type="dxa"/>
            <w:vAlign w:val="bottom"/>
          </w:tcPr>
          <w:p w14:paraId="3982E043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485DF6B1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3FCBA578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Ноябрь</w:t>
            </w:r>
          </w:p>
        </w:tc>
        <w:tc>
          <w:tcPr>
            <w:tcW w:w="947" w:type="dxa"/>
            <w:vAlign w:val="bottom"/>
          </w:tcPr>
          <w:p w14:paraId="0297C2D7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152</w:t>
            </w:r>
          </w:p>
        </w:tc>
        <w:tc>
          <w:tcPr>
            <w:tcW w:w="947" w:type="dxa"/>
            <w:vAlign w:val="bottom"/>
          </w:tcPr>
          <w:p w14:paraId="131A6835" w14:textId="77777777" w:rsidR="007A2433" w:rsidRPr="003135E0" w:rsidRDefault="007A2433" w:rsidP="0016672F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30,3</w:t>
            </w:r>
          </w:p>
        </w:tc>
        <w:tc>
          <w:tcPr>
            <w:tcW w:w="944" w:type="dxa"/>
            <w:vAlign w:val="bottom"/>
          </w:tcPr>
          <w:p w14:paraId="771C7246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1958E10A" w14:textId="303CD4ED" w:rsidR="007A2433" w:rsidRPr="003135E0" w:rsidRDefault="00272AE7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01BE0EFC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152</w:t>
            </w:r>
          </w:p>
        </w:tc>
        <w:tc>
          <w:tcPr>
            <w:tcW w:w="944" w:type="dxa"/>
            <w:vAlign w:val="bottom"/>
          </w:tcPr>
          <w:p w14:paraId="73517E8F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30,3</w:t>
            </w:r>
          </w:p>
        </w:tc>
        <w:tc>
          <w:tcPr>
            <w:tcW w:w="1890" w:type="dxa"/>
            <w:vAlign w:val="bottom"/>
          </w:tcPr>
          <w:p w14:paraId="187129D1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0EA2EEF0" w14:textId="77777777" w:rsidTr="007A2433">
        <w:trPr>
          <w:trHeight w:val="227"/>
          <w:jc w:val="center"/>
        </w:trPr>
        <w:tc>
          <w:tcPr>
            <w:tcW w:w="1508" w:type="dxa"/>
            <w:vAlign w:val="bottom"/>
          </w:tcPr>
          <w:p w14:paraId="57CDADE1" w14:textId="77777777" w:rsidR="007A2433" w:rsidRPr="003135E0" w:rsidRDefault="007A2433" w:rsidP="007A2433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Декабрь</w:t>
            </w:r>
          </w:p>
        </w:tc>
        <w:tc>
          <w:tcPr>
            <w:tcW w:w="947" w:type="dxa"/>
            <w:vAlign w:val="bottom"/>
          </w:tcPr>
          <w:p w14:paraId="089478D1" w14:textId="77777777" w:rsidR="007A2433" w:rsidRPr="003135E0" w:rsidRDefault="007A2433" w:rsidP="007A2433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1591</w:t>
            </w:r>
          </w:p>
        </w:tc>
        <w:tc>
          <w:tcPr>
            <w:tcW w:w="947" w:type="dxa"/>
            <w:vAlign w:val="bottom"/>
          </w:tcPr>
          <w:p w14:paraId="42EBA8DE" w14:textId="77777777" w:rsidR="007A2433" w:rsidRPr="003135E0" w:rsidRDefault="007A2433" w:rsidP="0016672F">
            <w:pPr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в 10,5р.</w:t>
            </w:r>
          </w:p>
        </w:tc>
        <w:tc>
          <w:tcPr>
            <w:tcW w:w="944" w:type="dxa"/>
            <w:vAlign w:val="bottom"/>
          </w:tcPr>
          <w:p w14:paraId="65BA164D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2EF67705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4040B5A3" w14:textId="77777777" w:rsidR="007A2433" w:rsidRPr="003135E0" w:rsidRDefault="007A2433" w:rsidP="000103D0">
            <w:pPr>
              <w:ind w:right="113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1591</w:t>
            </w:r>
          </w:p>
        </w:tc>
        <w:tc>
          <w:tcPr>
            <w:tcW w:w="944" w:type="dxa"/>
            <w:vAlign w:val="bottom"/>
          </w:tcPr>
          <w:p w14:paraId="0D84F83F" w14:textId="77777777" w:rsidR="007A2433" w:rsidRPr="003135E0" w:rsidRDefault="007A2433" w:rsidP="0016672F">
            <w:pPr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в 10,5р.</w:t>
            </w:r>
          </w:p>
        </w:tc>
        <w:tc>
          <w:tcPr>
            <w:tcW w:w="1890" w:type="dxa"/>
            <w:vAlign w:val="bottom"/>
          </w:tcPr>
          <w:p w14:paraId="41344E0C" w14:textId="77777777" w:rsidR="007A2433" w:rsidRPr="003135E0" w:rsidRDefault="007A2433" w:rsidP="007A2433">
            <w:pPr>
              <w:ind w:right="680"/>
              <w:jc w:val="righ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0,1</w:t>
            </w:r>
          </w:p>
        </w:tc>
      </w:tr>
      <w:tr w:rsidR="007A2433" w:rsidRPr="003135E0" w14:paraId="125C0146" w14:textId="77777777" w:rsidTr="007A2433">
        <w:trPr>
          <w:trHeight w:val="283"/>
          <w:jc w:val="center"/>
        </w:trPr>
        <w:tc>
          <w:tcPr>
            <w:tcW w:w="9070" w:type="dxa"/>
            <w:gridSpan w:val="8"/>
            <w:vAlign w:val="center"/>
          </w:tcPr>
          <w:p w14:paraId="1BB53918" w14:textId="77777777" w:rsidR="007A2433" w:rsidRPr="003135E0" w:rsidRDefault="007A2433" w:rsidP="007A2433">
            <w:pPr>
              <w:jc w:val="center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2024</w:t>
            </w:r>
          </w:p>
        </w:tc>
      </w:tr>
      <w:tr w:rsidR="006276E7" w:rsidRPr="003135E0" w14:paraId="3CD229C8" w14:textId="77777777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14:paraId="6EA98CB4" w14:textId="77777777"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Январь</w:t>
            </w:r>
          </w:p>
        </w:tc>
        <w:tc>
          <w:tcPr>
            <w:tcW w:w="947" w:type="dxa"/>
            <w:vAlign w:val="bottom"/>
          </w:tcPr>
          <w:p w14:paraId="7987D105" w14:textId="75246DC3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1524</w:t>
            </w:r>
          </w:p>
        </w:tc>
        <w:tc>
          <w:tcPr>
            <w:tcW w:w="947" w:type="dxa"/>
            <w:vAlign w:val="bottom"/>
          </w:tcPr>
          <w:p w14:paraId="6A6AA1ED" w14:textId="6E83669A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95,8</w:t>
            </w:r>
          </w:p>
        </w:tc>
        <w:tc>
          <w:tcPr>
            <w:tcW w:w="944" w:type="dxa"/>
            <w:vAlign w:val="bottom"/>
          </w:tcPr>
          <w:p w14:paraId="17D2FDB5" w14:textId="2FBF2A3F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14:paraId="145BBEDB" w14:textId="0D3BE627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1EB59095" w14:textId="5B88FE33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1524</w:t>
            </w:r>
          </w:p>
        </w:tc>
        <w:tc>
          <w:tcPr>
            <w:tcW w:w="944" w:type="dxa"/>
            <w:vAlign w:val="bottom"/>
          </w:tcPr>
          <w:p w14:paraId="3678605F" w14:textId="01DA2A5E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95,8</w:t>
            </w:r>
          </w:p>
        </w:tc>
        <w:tc>
          <w:tcPr>
            <w:tcW w:w="1890" w:type="dxa"/>
            <w:vAlign w:val="bottom"/>
          </w:tcPr>
          <w:p w14:paraId="4315F7D9" w14:textId="460ECCD0"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3135E0" w14:paraId="64EFB7DF" w14:textId="77777777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14:paraId="6599B159" w14:textId="77777777"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Февраль</w:t>
            </w:r>
          </w:p>
        </w:tc>
        <w:tc>
          <w:tcPr>
            <w:tcW w:w="947" w:type="dxa"/>
            <w:vAlign w:val="bottom"/>
          </w:tcPr>
          <w:p w14:paraId="54359F6A" w14:textId="242688B2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10826</w:t>
            </w:r>
          </w:p>
        </w:tc>
        <w:tc>
          <w:tcPr>
            <w:tcW w:w="947" w:type="dxa"/>
            <w:vAlign w:val="bottom"/>
          </w:tcPr>
          <w:p w14:paraId="2831778E" w14:textId="21DDA9FD" w:rsidR="006276E7" w:rsidRPr="004A7547" w:rsidRDefault="006276E7" w:rsidP="0016672F">
            <w:pPr>
              <w:ind w:right="-57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в 7,1р.</w:t>
            </w:r>
          </w:p>
        </w:tc>
        <w:tc>
          <w:tcPr>
            <w:tcW w:w="944" w:type="dxa"/>
            <w:vAlign w:val="bottom"/>
          </w:tcPr>
          <w:p w14:paraId="0CC45875" w14:textId="548CD6C6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14:paraId="63823A1F" w14:textId="697353F0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15FCAB41" w14:textId="4999D2CC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10826</w:t>
            </w:r>
          </w:p>
        </w:tc>
        <w:tc>
          <w:tcPr>
            <w:tcW w:w="944" w:type="dxa"/>
            <w:vAlign w:val="bottom"/>
          </w:tcPr>
          <w:p w14:paraId="194296FC" w14:textId="754CAA11" w:rsidR="006276E7" w:rsidRPr="004A7547" w:rsidRDefault="006276E7" w:rsidP="006276E7">
            <w:pPr>
              <w:ind w:right="-57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в 7,1р.</w:t>
            </w:r>
          </w:p>
        </w:tc>
        <w:tc>
          <w:tcPr>
            <w:tcW w:w="1890" w:type="dxa"/>
            <w:vAlign w:val="bottom"/>
          </w:tcPr>
          <w:p w14:paraId="2AA70822" w14:textId="433D5F06"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3135E0" w14:paraId="2E08FC3C" w14:textId="77777777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14:paraId="5B6DD6B4" w14:textId="77777777"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Март</w:t>
            </w:r>
          </w:p>
        </w:tc>
        <w:tc>
          <w:tcPr>
            <w:tcW w:w="947" w:type="dxa"/>
            <w:vAlign w:val="bottom"/>
          </w:tcPr>
          <w:p w14:paraId="1FD2986D" w14:textId="773D6D33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10652</w:t>
            </w:r>
          </w:p>
        </w:tc>
        <w:tc>
          <w:tcPr>
            <w:tcW w:w="947" w:type="dxa"/>
            <w:vAlign w:val="bottom"/>
          </w:tcPr>
          <w:p w14:paraId="6D2E49B0" w14:textId="49CE8D7B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98,4</w:t>
            </w:r>
          </w:p>
        </w:tc>
        <w:tc>
          <w:tcPr>
            <w:tcW w:w="944" w:type="dxa"/>
            <w:vAlign w:val="bottom"/>
          </w:tcPr>
          <w:p w14:paraId="23CDD8B4" w14:textId="3FF7D1E5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14:paraId="2AFF3D4B" w14:textId="1A4957B2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1CDF402A" w14:textId="3A518E6E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10652</w:t>
            </w:r>
          </w:p>
        </w:tc>
        <w:tc>
          <w:tcPr>
            <w:tcW w:w="944" w:type="dxa"/>
            <w:vAlign w:val="bottom"/>
          </w:tcPr>
          <w:p w14:paraId="3BAD3D89" w14:textId="40055804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98,4</w:t>
            </w:r>
          </w:p>
        </w:tc>
        <w:tc>
          <w:tcPr>
            <w:tcW w:w="1890" w:type="dxa"/>
            <w:vAlign w:val="bottom"/>
          </w:tcPr>
          <w:p w14:paraId="001E860B" w14:textId="4E2DF749"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3135E0" w14:paraId="2AF4A463" w14:textId="77777777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14:paraId="29C15208" w14:textId="77777777"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Апрель</w:t>
            </w:r>
          </w:p>
        </w:tc>
        <w:tc>
          <w:tcPr>
            <w:tcW w:w="947" w:type="dxa"/>
            <w:vAlign w:val="bottom"/>
          </w:tcPr>
          <w:p w14:paraId="7874C2A9" w14:textId="1643BF8D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7" w:type="dxa"/>
            <w:vAlign w:val="bottom"/>
          </w:tcPr>
          <w:p w14:paraId="325CD1B8" w14:textId="7F621A10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14:paraId="2DE6514B" w14:textId="0E72551B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14:paraId="77C96EBA" w14:textId="06197B98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05A9D687" w14:textId="6FBADCEA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14:paraId="5F979D62" w14:textId="6C348067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1890" w:type="dxa"/>
            <w:vAlign w:val="bottom"/>
          </w:tcPr>
          <w:p w14:paraId="567D961C" w14:textId="614D1F4E"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</w:tr>
      <w:tr w:rsidR="006276E7" w:rsidRPr="002C17E6" w14:paraId="4311A77C" w14:textId="77777777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14:paraId="0653393E" w14:textId="77777777"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3135E0">
              <w:rPr>
                <w:b/>
                <w:sz w:val="20"/>
              </w:rPr>
              <w:t>Май</w:t>
            </w:r>
          </w:p>
        </w:tc>
        <w:tc>
          <w:tcPr>
            <w:tcW w:w="947" w:type="dxa"/>
            <w:vAlign w:val="bottom"/>
          </w:tcPr>
          <w:p w14:paraId="41C7B9BE" w14:textId="10318EC5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10113</w:t>
            </w:r>
          </w:p>
        </w:tc>
        <w:tc>
          <w:tcPr>
            <w:tcW w:w="947" w:type="dxa"/>
            <w:vAlign w:val="bottom"/>
          </w:tcPr>
          <w:p w14:paraId="262D8D09" w14:textId="7DA4FEA3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14:paraId="3C885209" w14:textId="7DF201D2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14:paraId="54BFECD9" w14:textId="19C96568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61EE28E8" w14:textId="6FFBE2AC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10113</w:t>
            </w:r>
          </w:p>
        </w:tc>
        <w:tc>
          <w:tcPr>
            <w:tcW w:w="944" w:type="dxa"/>
            <w:vAlign w:val="bottom"/>
          </w:tcPr>
          <w:p w14:paraId="08A43197" w14:textId="3AB56C4F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1890" w:type="dxa"/>
            <w:vAlign w:val="bottom"/>
          </w:tcPr>
          <w:p w14:paraId="1E0F1126" w14:textId="3802F75A"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2C17E6" w14:paraId="59F3F6DA" w14:textId="77777777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14:paraId="1753213B" w14:textId="77777777" w:rsidR="006276E7" w:rsidRPr="003135E0" w:rsidRDefault="006276E7" w:rsidP="006276E7">
            <w:pPr>
              <w:jc w:val="left"/>
              <w:rPr>
                <w:b/>
                <w:sz w:val="20"/>
              </w:rPr>
            </w:pPr>
            <w:r w:rsidRPr="00B273A7">
              <w:rPr>
                <w:b/>
                <w:sz w:val="20"/>
              </w:rPr>
              <w:t>Июнь</w:t>
            </w:r>
          </w:p>
        </w:tc>
        <w:tc>
          <w:tcPr>
            <w:tcW w:w="947" w:type="dxa"/>
            <w:vAlign w:val="bottom"/>
          </w:tcPr>
          <w:p w14:paraId="6B2E9E76" w14:textId="4F64EF1B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21704</w:t>
            </w:r>
          </w:p>
        </w:tc>
        <w:tc>
          <w:tcPr>
            <w:tcW w:w="947" w:type="dxa"/>
            <w:vAlign w:val="bottom"/>
          </w:tcPr>
          <w:p w14:paraId="76820063" w14:textId="1F0A9DB1" w:rsidR="006276E7" w:rsidRPr="004A7547" w:rsidRDefault="006276E7" w:rsidP="00CD24BF">
            <w:pPr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в 2,1р</w:t>
            </w:r>
          </w:p>
        </w:tc>
        <w:tc>
          <w:tcPr>
            <w:tcW w:w="944" w:type="dxa"/>
            <w:vAlign w:val="bottom"/>
          </w:tcPr>
          <w:p w14:paraId="7455C8FA" w14:textId="27A229FA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14:paraId="1A0C1822" w14:textId="74F518D4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5D0686D3" w14:textId="048AFBA1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21704</w:t>
            </w:r>
          </w:p>
        </w:tc>
        <w:tc>
          <w:tcPr>
            <w:tcW w:w="944" w:type="dxa"/>
            <w:vAlign w:val="bottom"/>
          </w:tcPr>
          <w:p w14:paraId="5E6F2883" w14:textId="5F3E9BD1" w:rsidR="006276E7" w:rsidRPr="004A7547" w:rsidRDefault="006276E7" w:rsidP="006276E7">
            <w:pPr>
              <w:ind w:right="-57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в 2,1р.</w:t>
            </w:r>
          </w:p>
        </w:tc>
        <w:tc>
          <w:tcPr>
            <w:tcW w:w="1890" w:type="dxa"/>
            <w:vAlign w:val="bottom"/>
          </w:tcPr>
          <w:p w14:paraId="69721DF4" w14:textId="2FE92EF6"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0,2</w:t>
            </w:r>
          </w:p>
        </w:tc>
      </w:tr>
      <w:tr w:rsidR="006276E7" w:rsidRPr="002C17E6" w14:paraId="17B248DD" w14:textId="77777777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14:paraId="568FCA86" w14:textId="173E24AC" w:rsidR="006276E7" w:rsidRPr="00B273A7" w:rsidRDefault="006276E7" w:rsidP="006276E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947" w:type="dxa"/>
            <w:vAlign w:val="bottom"/>
          </w:tcPr>
          <w:p w14:paraId="6559656C" w14:textId="712900A7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208</w:t>
            </w:r>
          </w:p>
        </w:tc>
        <w:tc>
          <w:tcPr>
            <w:tcW w:w="947" w:type="dxa"/>
            <w:vAlign w:val="bottom"/>
          </w:tcPr>
          <w:p w14:paraId="3194CBE8" w14:textId="382DCC20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1,0</w:t>
            </w:r>
          </w:p>
        </w:tc>
        <w:tc>
          <w:tcPr>
            <w:tcW w:w="944" w:type="dxa"/>
            <w:vAlign w:val="bottom"/>
          </w:tcPr>
          <w:p w14:paraId="345F5DCC" w14:textId="2DED2B89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14:paraId="499E1EC5" w14:textId="4F54185D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520F463B" w14:textId="0EC1E891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208</w:t>
            </w:r>
          </w:p>
        </w:tc>
        <w:tc>
          <w:tcPr>
            <w:tcW w:w="944" w:type="dxa"/>
            <w:vAlign w:val="bottom"/>
          </w:tcPr>
          <w:p w14:paraId="2F061708" w14:textId="6A8F3AE8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1,0</w:t>
            </w:r>
          </w:p>
        </w:tc>
        <w:tc>
          <w:tcPr>
            <w:tcW w:w="1890" w:type="dxa"/>
            <w:vAlign w:val="bottom"/>
          </w:tcPr>
          <w:p w14:paraId="17AE6055" w14:textId="3C8296A4"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6276E7" w:rsidRPr="002C17E6" w14:paraId="4BF6A937" w14:textId="77777777" w:rsidTr="008749C6">
        <w:trPr>
          <w:trHeight w:val="227"/>
          <w:jc w:val="center"/>
        </w:trPr>
        <w:tc>
          <w:tcPr>
            <w:tcW w:w="1508" w:type="dxa"/>
            <w:vAlign w:val="bottom"/>
          </w:tcPr>
          <w:p w14:paraId="6F4BEB78" w14:textId="5C233E5A" w:rsidR="006276E7" w:rsidRDefault="006276E7" w:rsidP="006276E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947" w:type="dxa"/>
            <w:vAlign w:val="bottom"/>
          </w:tcPr>
          <w:p w14:paraId="4E9557F3" w14:textId="78D9D66F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7" w:type="dxa"/>
            <w:vAlign w:val="bottom"/>
          </w:tcPr>
          <w:p w14:paraId="525BDAC5" w14:textId="58045DC1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14:paraId="28E49B13" w14:textId="3A8D91A6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</w:tcPr>
          <w:p w14:paraId="651DE3C5" w14:textId="37D30200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46B7DB6D" w14:textId="3F76D284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14:paraId="1669BCCB" w14:textId="4C76EDAA" w:rsidR="006276E7" w:rsidRPr="004A7547" w:rsidRDefault="006276E7" w:rsidP="006276E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1890" w:type="dxa"/>
            <w:vAlign w:val="bottom"/>
          </w:tcPr>
          <w:p w14:paraId="717C6334" w14:textId="09887930" w:rsidR="006276E7" w:rsidRPr="004A7547" w:rsidRDefault="006276E7" w:rsidP="006276E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</w:tr>
      <w:tr w:rsidR="004A7547" w:rsidRPr="002C17E6" w14:paraId="023A8AD4" w14:textId="77777777" w:rsidTr="00443992">
        <w:trPr>
          <w:trHeight w:val="227"/>
          <w:jc w:val="center"/>
        </w:trPr>
        <w:tc>
          <w:tcPr>
            <w:tcW w:w="1508" w:type="dxa"/>
            <w:vAlign w:val="bottom"/>
          </w:tcPr>
          <w:p w14:paraId="0FC69DA5" w14:textId="32C3DA71" w:rsidR="004A7547" w:rsidRDefault="004A7547" w:rsidP="004A7547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947" w:type="dxa"/>
            <w:vAlign w:val="bottom"/>
          </w:tcPr>
          <w:p w14:paraId="519A7EF5" w14:textId="1E9FF93E" w:rsidR="004A7547" w:rsidRPr="004A7547" w:rsidRDefault="004A7547" w:rsidP="004A754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10749</w:t>
            </w:r>
          </w:p>
        </w:tc>
        <w:tc>
          <w:tcPr>
            <w:tcW w:w="947" w:type="dxa"/>
            <w:vAlign w:val="bottom"/>
          </w:tcPr>
          <w:p w14:paraId="2F0569CD" w14:textId="7A299158" w:rsidR="004A7547" w:rsidRPr="004A7547" w:rsidRDefault="004A7547" w:rsidP="004A754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4" w:type="dxa"/>
            <w:vAlign w:val="bottom"/>
          </w:tcPr>
          <w:p w14:paraId="7DB8AD6B" w14:textId="27B9C44C" w:rsidR="004A7547" w:rsidRPr="004A7547" w:rsidRDefault="004A7547" w:rsidP="004A754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30E1DACE" w14:textId="3C3063B3" w:rsidR="004A7547" w:rsidRPr="004A7547" w:rsidRDefault="004A7547" w:rsidP="004A754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6393F144" w14:textId="1B923C98" w:rsidR="004A7547" w:rsidRPr="004A7547" w:rsidRDefault="004A7547" w:rsidP="004A754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10749</w:t>
            </w:r>
          </w:p>
        </w:tc>
        <w:tc>
          <w:tcPr>
            <w:tcW w:w="944" w:type="dxa"/>
            <w:vAlign w:val="bottom"/>
          </w:tcPr>
          <w:p w14:paraId="3D9BB524" w14:textId="542B5408" w:rsidR="004A7547" w:rsidRPr="004A7547" w:rsidRDefault="004A7547" w:rsidP="004A7547">
            <w:pPr>
              <w:ind w:right="113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-</w:t>
            </w:r>
          </w:p>
        </w:tc>
        <w:tc>
          <w:tcPr>
            <w:tcW w:w="1890" w:type="dxa"/>
            <w:vAlign w:val="bottom"/>
          </w:tcPr>
          <w:p w14:paraId="1980EE16" w14:textId="1D439551" w:rsidR="004A7547" w:rsidRPr="004A7547" w:rsidRDefault="004A7547" w:rsidP="004A7547">
            <w:pPr>
              <w:ind w:right="680"/>
              <w:jc w:val="right"/>
              <w:rPr>
                <w:b/>
                <w:sz w:val="20"/>
              </w:rPr>
            </w:pPr>
            <w:r w:rsidRPr="004A7547">
              <w:rPr>
                <w:b/>
                <w:sz w:val="20"/>
              </w:rPr>
              <w:t>0,1</w:t>
            </w:r>
          </w:p>
        </w:tc>
      </w:tr>
      <w:tr w:rsidR="00531C4D" w:rsidRPr="002C17E6" w14:paraId="6364914B" w14:textId="77777777" w:rsidTr="00443992">
        <w:trPr>
          <w:trHeight w:val="227"/>
          <w:jc w:val="center"/>
        </w:trPr>
        <w:tc>
          <w:tcPr>
            <w:tcW w:w="1508" w:type="dxa"/>
            <w:vAlign w:val="bottom"/>
          </w:tcPr>
          <w:p w14:paraId="03137273" w14:textId="506611A5" w:rsidR="00531C4D" w:rsidRDefault="00531C4D" w:rsidP="00531C4D">
            <w:pPr>
              <w:jc w:val="left"/>
              <w:rPr>
                <w:b/>
                <w:sz w:val="20"/>
              </w:rPr>
            </w:pPr>
            <w:r w:rsidRPr="0005603E">
              <w:rPr>
                <w:b/>
                <w:sz w:val="20"/>
              </w:rPr>
              <w:t>Октябрь</w:t>
            </w:r>
          </w:p>
        </w:tc>
        <w:tc>
          <w:tcPr>
            <w:tcW w:w="947" w:type="dxa"/>
            <w:vAlign w:val="bottom"/>
          </w:tcPr>
          <w:p w14:paraId="1C1A5C7B" w14:textId="76BFCD71" w:rsidR="00531C4D" w:rsidRPr="004A7547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3972</w:t>
            </w:r>
          </w:p>
        </w:tc>
        <w:tc>
          <w:tcPr>
            <w:tcW w:w="947" w:type="dxa"/>
            <w:vAlign w:val="bottom"/>
          </w:tcPr>
          <w:p w14:paraId="3A5A95B9" w14:textId="37395479" w:rsidR="00531C4D" w:rsidRPr="004A7547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37,0</w:t>
            </w:r>
          </w:p>
        </w:tc>
        <w:tc>
          <w:tcPr>
            <w:tcW w:w="944" w:type="dxa"/>
            <w:vAlign w:val="bottom"/>
          </w:tcPr>
          <w:p w14:paraId="402EB180" w14:textId="2D6A7981" w:rsidR="00531C4D" w:rsidRPr="004A7547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945" w:type="dxa"/>
            <w:vAlign w:val="bottom"/>
          </w:tcPr>
          <w:p w14:paraId="5A5C466D" w14:textId="137C96BC" w:rsidR="00531C4D" w:rsidRPr="004A7547" w:rsidRDefault="008F1447" w:rsidP="00531C4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х</w:t>
            </w:r>
          </w:p>
        </w:tc>
        <w:tc>
          <w:tcPr>
            <w:tcW w:w="945" w:type="dxa"/>
            <w:vAlign w:val="bottom"/>
          </w:tcPr>
          <w:p w14:paraId="2106B604" w14:textId="44E5C13B" w:rsidR="00531C4D" w:rsidRPr="004A7547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3972</w:t>
            </w:r>
          </w:p>
        </w:tc>
        <w:tc>
          <w:tcPr>
            <w:tcW w:w="944" w:type="dxa"/>
            <w:vAlign w:val="bottom"/>
          </w:tcPr>
          <w:p w14:paraId="198178F1" w14:textId="3D32C98D" w:rsidR="00531C4D" w:rsidRPr="004A7547" w:rsidRDefault="00531C4D" w:rsidP="00531C4D">
            <w:pPr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37,0</w:t>
            </w:r>
          </w:p>
        </w:tc>
        <w:tc>
          <w:tcPr>
            <w:tcW w:w="1890" w:type="dxa"/>
            <w:vAlign w:val="bottom"/>
          </w:tcPr>
          <w:p w14:paraId="170985F4" w14:textId="606B0D3F" w:rsidR="00531C4D" w:rsidRPr="004A7547" w:rsidRDefault="00531C4D" w:rsidP="00531C4D">
            <w:pPr>
              <w:ind w:right="68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0,1</w:t>
            </w:r>
          </w:p>
        </w:tc>
      </w:tr>
    </w:tbl>
    <w:p w14:paraId="7F51E188" w14:textId="272E2AF1" w:rsidR="00AD6D91" w:rsidRDefault="0088531A" w:rsidP="00AD6D91">
      <w:pPr>
        <w:spacing w:before="120"/>
        <w:ind w:left="340"/>
        <w:rPr>
          <w:sz w:val="18"/>
          <w:szCs w:val="18"/>
          <w:lang w:eastAsia="x-none"/>
        </w:rPr>
      </w:pPr>
      <w:r w:rsidRPr="0088531A">
        <w:rPr>
          <w:sz w:val="18"/>
          <w:szCs w:val="18"/>
          <w:vertAlign w:val="superscript"/>
          <w:lang w:eastAsia="x-none"/>
        </w:rPr>
        <w:t>1</w:t>
      </w:r>
      <w:r w:rsidR="00AD6D91">
        <w:rPr>
          <w:sz w:val="18"/>
          <w:szCs w:val="18"/>
          <w:vertAlign w:val="superscript"/>
          <w:lang w:eastAsia="x-none"/>
        </w:rPr>
        <w:t>)</w:t>
      </w:r>
      <w:r w:rsidR="00AD6D91">
        <w:rPr>
          <w:sz w:val="18"/>
          <w:szCs w:val="18"/>
          <w:lang w:eastAsia="x-none"/>
        </w:rPr>
        <w:t>п</w:t>
      </w:r>
      <w:r w:rsidR="00AD6D91" w:rsidRPr="00EE5EAC">
        <w:rPr>
          <w:sz w:val="18"/>
          <w:szCs w:val="18"/>
          <w:lang w:eastAsia="x-none"/>
        </w:rPr>
        <w:t>о кругу наблюдаемых видов экономической деятельности (без субъектов малого предпринимательства</w:t>
      </w:r>
      <w:r w:rsidR="00AD6D91" w:rsidRPr="006A4678">
        <w:rPr>
          <w:sz w:val="18"/>
          <w:szCs w:val="18"/>
          <w:lang w:eastAsia="x-none"/>
        </w:rPr>
        <w:t>)</w:t>
      </w:r>
    </w:p>
    <w:p w14:paraId="64D23278" w14:textId="428489A9" w:rsidR="004A7547" w:rsidRDefault="004A7547" w:rsidP="00BD7968">
      <w:pPr>
        <w:pStyle w:val="3"/>
        <w:spacing w:before="120" w:after="240"/>
        <w:rPr>
          <w:rFonts w:eastAsia="Calibri"/>
          <w:color w:val="000000"/>
          <w:szCs w:val="24"/>
        </w:rPr>
      </w:pPr>
      <w:bookmarkStart w:id="356" w:name="_Toc147761488"/>
      <w:bookmarkStart w:id="357" w:name="_Toc181255993"/>
      <w:r w:rsidRPr="0084194F">
        <w:rPr>
          <w:rFonts w:eastAsia="Calibri"/>
          <w:color w:val="000000"/>
          <w:szCs w:val="24"/>
        </w:rPr>
        <w:lastRenderedPageBreak/>
        <w:t xml:space="preserve">Просроченная </w:t>
      </w:r>
      <w:r w:rsidRPr="00540778">
        <w:rPr>
          <w:rFonts w:eastAsia="Calibri"/>
          <w:color w:val="000000"/>
          <w:szCs w:val="24"/>
        </w:rPr>
        <w:t>задолженность по</w:t>
      </w:r>
      <w:r w:rsidRPr="0084194F">
        <w:rPr>
          <w:rFonts w:eastAsia="Calibri"/>
          <w:color w:val="000000"/>
          <w:szCs w:val="24"/>
        </w:rPr>
        <w:t xml:space="preserve"> заработной плате</w:t>
      </w:r>
      <w:r>
        <w:rPr>
          <w:rFonts w:eastAsia="Calibri"/>
          <w:color w:val="000000"/>
          <w:szCs w:val="24"/>
        </w:rPr>
        <w:t xml:space="preserve"> </w:t>
      </w:r>
      <w:r w:rsidRPr="0084194F">
        <w:rPr>
          <w:rFonts w:eastAsia="Calibri"/>
          <w:color w:val="000000"/>
          <w:szCs w:val="24"/>
        </w:rPr>
        <w:br/>
        <w:t>по видам экономическо</w:t>
      </w:r>
      <w:r>
        <w:rPr>
          <w:rFonts w:eastAsia="Calibri"/>
          <w:color w:val="000000"/>
          <w:szCs w:val="24"/>
        </w:rPr>
        <w:t>й</w:t>
      </w:r>
      <w:r w:rsidRPr="0084194F">
        <w:rPr>
          <w:rFonts w:eastAsia="Calibri"/>
          <w:color w:val="000000"/>
          <w:szCs w:val="24"/>
        </w:rPr>
        <w:t xml:space="preserve"> деятельности</w:t>
      </w:r>
      <w:bookmarkStart w:id="358" w:name="_Toc137051904"/>
      <w:bookmarkStart w:id="359" w:name="_Toc137210232"/>
      <w:bookmarkStart w:id="360" w:name="_Toc137213210"/>
      <w:bookmarkStart w:id="361" w:name="_Toc137548286"/>
      <w:bookmarkStart w:id="362" w:name="_Toc139470410"/>
      <w:r>
        <w:rPr>
          <w:rFonts w:eastAsia="Calibri"/>
          <w:color w:val="000000"/>
          <w:szCs w:val="24"/>
        </w:rPr>
        <w:t xml:space="preserve"> </w:t>
      </w:r>
      <w:r>
        <w:rPr>
          <w:rFonts w:eastAsia="Calibri"/>
          <w:color w:val="000000"/>
          <w:szCs w:val="24"/>
        </w:rPr>
        <w:br/>
      </w:r>
      <w:r w:rsidRPr="00C125E7">
        <w:rPr>
          <w:rFonts w:eastAsia="Calibri"/>
          <w:color w:val="000000"/>
          <w:szCs w:val="24"/>
        </w:rPr>
        <w:t>на 1</w:t>
      </w:r>
      <w:r>
        <w:rPr>
          <w:rFonts w:eastAsia="Calibri"/>
          <w:color w:val="000000"/>
          <w:szCs w:val="24"/>
        </w:rPr>
        <w:t xml:space="preserve"> </w:t>
      </w:r>
      <w:r w:rsidR="00531C4D">
        <w:rPr>
          <w:rFonts w:eastAsia="Calibri"/>
          <w:color w:val="000000"/>
          <w:szCs w:val="24"/>
        </w:rPr>
        <w:t>октября</w:t>
      </w:r>
      <w:r w:rsidRPr="00C125E7">
        <w:rPr>
          <w:rFonts w:eastAsia="Calibri"/>
          <w:color w:val="000000"/>
          <w:szCs w:val="24"/>
        </w:rPr>
        <w:t xml:space="preserve"> 202</w:t>
      </w:r>
      <w:r>
        <w:rPr>
          <w:rFonts w:eastAsia="Calibri"/>
          <w:color w:val="000000"/>
          <w:szCs w:val="24"/>
        </w:rPr>
        <w:t>4</w:t>
      </w:r>
      <w:r w:rsidRPr="00C125E7">
        <w:rPr>
          <w:rFonts w:eastAsia="Calibri"/>
          <w:color w:val="000000"/>
          <w:szCs w:val="24"/>
        </w:rPr>
        <w:t xml:space="preserve"> года</w:t>
      </w:r>
      <w:bookmarkEnd w:id="356"/>
      <w:bookmarkEnd w:id="357"/>
      <w:bookmarkEnd w:id="358"/>
      <w:bookmarkEnd w:id="359"/>
      <w:bookmarkEnd w:id="360"/>
      <w:bookmarkEnd w:id="361"/>
      <w:bookmarkEnd w:id="362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0"/>
        <w:gridCol w:w="844"/>
        <w:gridCol w:w="912"/>
        <w:gridCol w:w="844"/>
        <w:gridCol w:w="912"/>
      </w:tblGrid>
      <w:tr w:rsidR="004A7547" w:rsidRPr="0012148B" w14:paraId="2D63AD73" w14:textId="77777777" w:rsidTr="00443992">
        <w:trPr>
          <w:trHeight w:val="680"/>
          <w:jc w:val="center"/>
        </w:trPr>
        <w:tc>
          <w:tcPr>
            <w:tcW w:w="5560" w:type="dxa"/>
            <w:vMerge w:val="restart"/>
          </w:tcPr>
          <w:p w14:paraId="4A7C32DE" w14:textId="77777777" w:rsidR="004A7547" w:rsidRPr="0012148B" w:rsidRDefault="004A7547" w:rsidP="00443992">
            <w:pPr>
              <w:jc w:val="center"/>
              <w:rPr>
                <w:b/>
                <w:sz w:val="20"/>
              </w:rPr>
            </w:pPr>
          </w:p>
        </w:tc>
        <w:tc>
          <w:tcPr>
            <w:tcW w:w="1756" w:type="dxa"/>
            <w:gridSpan w:val="2"/>
            <w:vAlign w:val="center"/>
          </w:tcPr>
          <w:p w14:paraId="19B839CE" w14:textId="77777777"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 xml:space="preserve">Просроченная задолженность </w:t>
            </w:r>
            <w:r w:rsidRPr="0012148B">
              <w:rPr>
                <w:b/>
                <w:sz w:val="20"/>
              </w:rPr>
              <w:br/>
              <w:t>по заработной плате</w:t>
            </w:r>
          </w:p>
        </w:tc>
        <w:tc>
          <w:tcPr>
            <w:tcW w:w="1756" w:type="dxa"/>
            <w:gridSpan w:val="2"/>
            <w:vAlign w:val="center"/>
          </w:tcPr>
          <w:p w14:paraId="4B8E4E6E" w14:textId="77777777"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 xml:space="preserve">из нее </w:t>
            </w:r>
            <w:r w:rsidRPr="0012148B">
              <w:rPr>
                <w:b/>
                <w:iCs/>
                <w:sz w:val="20"/>
              </w:rPr>
              <w:t>из-за</w:t>
            </w:r>
            <w:r w:rsidRPr="0012148B">
              <w:rPr>
                <w:b/>
                <w:sz w:val="20"/>
              </w:rPr>
              <w:t xml:space="preserve"> </w:t>
            </w:r>
            <w:r w:rsidRPr="0012148B">
              <w:rPr>
                <w:b/>
                <w:sz w:val="20"/>
              </w:rPr>
              <w:br/>
              <w:t>отсутствия собственных средств</w:t>
            </w:r>
          </w:p>
        </w:tc>
      </w:tr>
      <w:tr w:rsidR="004A7547" w:rsidRPr="0012148B" w14:paraId="476EE2AA" w14:textId="77777777" w:rsidTr="00443992">
        <w:trPr>
          <w:jc w:val="center"/>
        </w:trPr>
        <w:tc>
          <w:tcPr>
            <w:tcW w:w="5560" w:type="dxa"/>
            <w:vMerge/>
          </w:tcPr>
          <w:p w14:paraId="6401E64C" w14:textId="77777777" w:rsidR="004A7547" w:rsidRPr="0012148B" w:rsidRDefault="004A7547" w:rsidP="00443992">
            <w:pPr>
              <w:jc w:val="center"/>
              <w:rPr>
                <w:b/>
                <w:sz w:val="20"/>
              </w:rPr>
            </w:pPr>
          </w:p>
        </w:tc>
        <w:tc>
          <w:tcPr>
            <w:tcW w:w="844" w:type="dxa"/>
            <w:vAlign w:val="center"/>
          </w:tcPr>
          <w:p w14:paraId="37ECE36D" w14:textId="77777777"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 xml:space="preserve">тыс. </w:t>
            </w:r>
            <w:r w:rsidRPr="0012148B">
              <w:rPr>
                <w:b/>
                <w:sz w:val="20"/>
              </w:rPr>
              <w:br/>
              <w:t>рублей</w:t>
            </w:r>
          </w:p>
        </w:tc>
        <w:tc>
          <w:tcPr>
            <w:tcW w:w="912" w:type="dxa"/>
            <w:vAlign w:val="center"/>
          </w:tcPr>
          <w:p w14:paraId="15DDA311" w14:textId="77777777"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proofErr w:type="gramStart"/>
            <w:r w:rsidRPr="0012148B">
              <w:rPr>
                <w:b/>
                <w:sz w:val="20"/>
              </w:rPr>
              <w:t>в  %</w:t>
            </w:r>
            <w:proofErr w:type="gramEnd"/>
            <w:r w:rsidRPr="0012148B">
              <w:rPr>
                <w:b/>
                <w:sz w:val="20"/>
              </w:rPr>
              <w:t xml:space="preserve">  к </w:t>
            </w:r>
            <w:proofErr w:type="spellStart"/>
            <w:r w:rsidRPr="0012148B">
              <w:rPr>
                <w:b/>
                <w:sz w:val="20"/>
              </w:rPr>
              <w:t>преды</w:t>
            </w:r>
            <w:proofErr w:type="spellEnd"/>
            <w:r w:rsidRPr="0012148B">
              <w:rPr>
                <w:b/>
                <w:sz w:val="20"/>
              </w:rPr>
              <w:t>-</w:t>
            </w:r>
            <w:r w:rsidRPr="0012148B">
              <w:rPr>
                <w:b/>
                <w:sz w:val="20"/>
              </w:rPr>
              <w:br/>
            </w:r>
            <w:proofErr w:type="spellStart"/>
            <w:r w:rsidRPr="0012148B">
              <w:rPr>
                <w:b/>
                <w:sz w:val="20"/>
              </w:rPr>
              <w:t>дущему</w:t>
            </w:r>
            <w:proofErr w:type="spellEnd"/>
            <w:r w:rsidRPr="0012148B">
              <w:rPr>
                <w:b/>
                <w:sz w:val="20"/>
              </w:rPr>
              <w:t xml:space="preserve"> месяцу</w:t>
            </w:r>
          </w:p>
        </w:tc>
        <w:tc>
          <w:tcPr>
            <w:tcW w:w="844" w:type="dxa"/>
            <w:vAlign w:val="center"/>
          </w:tcPr>
          <w:p w14:paraId="72C58E2D" w14:textId="77777777"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 xml:space="preserve">тыс. </w:t>
            </w:r>
            <w:r w:rsidRPr="0012148B">
              <w:rPr>
                <w:b/>
                <w:sz w:val="20"/>
              </w:rPr>
              <w:br/>
              <w:t>рублей</w:t>
            </w:r>
          </w:p>
        </w:tc>
        <w:tc>
          <w:tcPr>
            <w:tcW w:w="912" w:type="dxa"/>
            <w:vAlign w:val="center"/>
          </w:tcPr>
          <w:p w14:paraId="1FEC4DBC" w14:textId="77777777" w:rsidR="004A7547" w:rsidRPr="0012148B" w:rsidRDefault="004A7547" w:rsidP="00443992">
            <w:pPr>
              <w:jc w:val="center"/>
              <w:rPr>
                <w:b/>
                <w:sz w:val="20"/>
              </w:rPr>
            </w:pPr>
            <w:proofErr w:type="gramStart"/>
            <w:r w:rsidRPr="0012148B">
              <w:rPr>
                <w:b/>
                <w:sz w:val="20"/>
              </w:rPr>
              <w:t>в  %</w:t>
            </w:r>
            <w:proofErr w:type="gramEnd"/>
            <w:r w:rsidRPr="0012148B">
              <w:rPr>
                <w:b/>
                <w:sz w:val="20"/>
              </w:rPr>
              <w:t xml:space="preserve">  к </w:t>
            </w:r>
            <w:proofErr w:type="spellStart"/>
            <w:r w:rsidRPr="0012148B">
              <w:rPr>
                <w:b/>
                <w:sz w:val="20"/>
              </w:rPr>
              <w:t>преды</w:t>
            </w:r>
            <w:proofErr w:type="spellEnd"/>
            <w:r w:rsidRPr="0012148B">
              <w:rPr>
                <w:b/>
                <w:sz w:val="20"/>
              </w:rPr>
              <w:t>-</w:t>
            </w:r>
            <w:r w:rsidRPr="0012148B">
              <w:rPr>
                <w:b/>
                <w:sz w:val="20"/>
              </w:rPr>
              <w:br/>
            </w:r>
            <w:proofErr w:type="spellStart"/>
            <w:r w:rsidRPr="0012148B">
              <w:rPr>
                <w:b/>
                <w:sz w:val="20"/>
              </w:rPr>
              <w:t>дущему</w:t>
            </w:r>
            <w:proofErr w:type="spellEnd"/>
            <w:r w:rsidRPr="0012148B">
              <w:rPr>
                <w:b/>
                <w:sz w:val="20"/>
              </w:rPr>
              <w:t xml:space="preserve"> месяцу</w:t>
            </w:r>
          </w:p>
        </w:tc>
      </w:tr>
      <w:tr w:rsidR="00531C4D" w:rsidRPr="0012148B" w14:paraId="135B07D9" w14:textId="77777777" w:rsidTr="00272AE7">
        <w:trPr>
          <w:trHeight w:hRule="exact" w:val="302"/>
          <w:jc w:val="center"/>
        </w:trPr>
        <w:tc>
          <w:tcPr>
            <w:tcW w:w="5560" w:type="dxa"/>
            <w:vAlign w:val="bottom"/>
          </w:tcPr>
          <w:p w14:paraId="03FA6489" w14:textId="77777777" w:rsidR="00531C4D" w:rsidRPr="0012148B" w:rsidRDefault="00531C4D" w:rsidP="00531C4D">
            <w:pPr>
              <w:jc w:val="left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>Всего</w:t>
            </w:r>
          </w:p>
        </w:tc>
        <w:tc>
          <w:tcPr>
            <w:tcW w:w="844" w:type="dxa"/>
            <w:vAlign w:val="bottom"/>
          </w:tcPr>
          <w:p w14:paraId="37EF87E7" w14:textId="52DE6508" w:rsidR="00531C4D" w:rsidRPr="0084228C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3972</w:t>
            </w:r>
          </w:p>
        </w:tc>
        <w:tc>
          <w:tcPr>
            <w:tcW w:w="912" w:type="dxa"/>
            <w:vAlign w:val="bottom"/>
          </w:tcPr>
          <w:p w14:paraId="7B3D823B" w14:textId="7D9BC53B" w:rsidR="00531C4D" w:rsidRPr="0084228C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37,0</w:t>
            </w:r>
          </w:p>
        </w:tc>
        <w:tc>
          <w:tcPr>
            <w:tcW w:w="844" w:type="dxa"/>
            <w:vAlign w:val="bottom"/>
          </w:tcPr>
          <w:p w14:paraId="01B9FF0F" w14:textId="79A865F8" w:rsidR="00531C4D" w:rsidRPr="0084228C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3972</w:t>
            </w:r>
          </w:p>
        </w:tc>
        <w:tc>
          <w:tcPr>
            <w:tcW w:w="912" w:type="dxa"/>
            <w:vAlign w:val="bottom"/>
          </w:tcPr>
          <w:p w14:paraId="577A8C09" w14:textId="5BEA5B72" w:rsidR="00531C4D" w:rsidRPr="0084228C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37,0</w:t>
            </w:r>
          </w:p>
        </w:tc>
      </w:tr>
      <w:tr w:rsidR="004A7547" w:rsidRPr="0012148B" w14:paraId="4F236EC3" w14:textId="77777777" w:rsidTr="00443992">
        <w:trPr>
          <w:trHeight w:hRule="exact" w:val="283"/>
          <w:jc w:val="center"/>
        </w:trPr>
        <w:tc>
          <w:tcPr>
            <w:tcW w:w="0" w:type="auto"/>
            <w:gridSpan w:val="5"/>
            <w:vAlign w:val="center"/>
          </w:tcPr>
          <w:p w14:paraId="2648BA65" w14:textId="77777777" w:rsidR="004A7547" w:rsidRPr="0012148B" w:rsidRDefault="004A7547" w:rsidP="00443992">
            <w:pPr>
              <w:ind w:left="340"/>
              <w:jc w:val="left"/>
              <w:rPr>
                <w:b/>
                <w:sz w:val="20"/>
              </w:rPr>
            </w:pPr>
            <w:r w:rsidRPr="0012148B">
              <w:rPr>
                <w:b/>
                <w:sz w:val="20"/>
              </w:rPr>
              <w:t>в том числе</w:t>
            </w:r>
          </w:p>
        </w:tc>
      </w:tr>
      <w:tr w:rsidR="00531C4D" w:rsidRPr="0012148B" w14:paraId="5C643209" w14:textId="77777777" w:rsidTr="00272AE7">
        <w:trPr>
          <w:trHeight w:val="227"/>
          <w:jc w:val="center"/>
        </w:trPr>
        <w:tc>
          <w:tcPr>
            <w:tcW w:w="0" w:type="auto"/>
            <w:vAlign w:val="bottom"/>
          </w:tcPr>
          <w:p w14:paraId="1D5CFFEA" w14:textId="1F36B7CE" w:rsidR="00531C4D" w:rsidRPr="00776FCE" w:rsidRDefault="00531C4D" w:rsidP="00531C4D">
            <w:pPr>
              <w:spacing w:after="40"/>
              <w:ind w:left="113" w:right="113"/>
              <w:jc w:val="lef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обрабатывающие производства</w:t>
            </w:r>
          </w:p>
        </w:tc>
        <w:tc>
          <w:tcPr>
            <w:tcW w:w="0" w:type="auto"/>
            <w:vAlign w:val="bottom"/>
          </w:tcPr>
          <w:p w14:paraId="13D27C04" w14:textId="63BA6FF0" w:rsidR="00531C4D" w:rsidRPr="00776FCE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395</w:t>
            </w:r>
          </w:p>
        </w:tc>
        <w:tc>
          <w:tcPr>
            <w:tcW w:w="0" w:type="auto"/>
            <w:vAlign w:val="bottom"/>
          </w:tcPr>
          <w:p w14:paraId="0CEC6E49" w14:textId="7F9E792E" w:rsidR="00531C4D" w:rsidRPr="00776FCE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-</w:t>
            </w:r>
          </w:p>
        </w:tc>
        <w:tc>
          <w:tcPr>
            <w:tcW w:w="0" w:type="auto"/>
            <w:vAlign w:val="bottom"/>
          </w:tcPr>
          <w:p w14:paraId="654FAF46" w14:textId="640D35DA" w:rsidR="00531C4D" w:rsidRPr="00776FCE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395</w:t>
            </w:r>
          </w:p>
        </w:tc>
        <w:tc>
          <w:tcPr>
            <w:tcW w:w="0" w:type="auto"/>
            <w:vAlign w:val="bottom"/>
          </w:tcPr>
          <w:p w14:paraId="3D03F895" w14:textId="48C31DB9" w:rsidR="00531C4D" w:rsidRPr="00776FCE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-</w:t>
            </w:r>
          </w:p>
        </w:tc>
      </w:tr>
      <w:tr w:rsidR="00531C4D" w:rsidRPr="0012148B" w14:paraId="40BFB461" w14:textId="77777777" w:rsidTr="00272AE7">
        <w:trPr>
          <w:trHeight w:val="227"/>
          <w:jc w:val="center"/>
        </w:trPr>
        <w:tc>
          <w:tcPr>
            <w:tcW w:w="0" w:type="auto"/>
            <w:vAlign w:val="bottom"/>
          </w:tcPr>
          <w:p w14:paraId="0AE06F2B" w14:textId="03288EEF" w:rsidR="00531C4D" w:rsidRPr="00776FCE" w:rsidRDefault="00531C4D" w:rsidP="00531C4D">
            <w:pPr>
              <w:spacing w:after="40"/>
              <w:ind w:left="113" w:right="113"/>
              <w:jc w:val="left"/>
              <w:rPr>
                <w:b/>
                <w:sz w:val="20"/>
              </w:rPr>
            </w:pPr>
            <w:r w:rsidRPr="00776FCE">
              <w:rPr>
                <w:b/>
                <w:sz w:val="20"/>
              </w:rPr>
              <w:t xml:space="preserve">водоснабжение; водоотведение, организация сбора </w:t>
            </w:r>
            <w:r>
              <w:rPr>
                <w:b/>
                <w:sz w:val="20"/>
              </w:rPr>
              <w:br/>
            </w:r>
            <w:r w:rsidRPr="00776FCE">
              <w:rPr>
                <w:b/>
                <w:sz w:val="20"/>
              </w:rPr>
              <w:t>и утилизации отходов, деятельность по ликвидации загрязнений</w:t>
            </w:r>
          </w:p>
        </w:tc>
        <w:tc>
          <w:tcPr>
            <w:tcW w:w="0" w:type="auto"/>
            <w:vAlign w:val="bottom"/>
          </w:tcPr>
          <w:p w14:paraId="5F158DAD" w14:textId="0C17D7FF" w:rsidR="00531C4D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643</w:t>
            </w:r>
          </w:p>
        </w:tc>
        <w:tc>
          <w:tcPr>
            <w:tcW w:w="0" w:type="auto"/>
            <w:vAlign w:val="bottom"/>
          </w:tcPr>
          <w:p w14:paraId="58E90382" w14:textId="0DCA4F2F" w:rsidR="00531C4D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432E81">
              <w:rPr>
                <w:b/>
                <w:sz w:val="20"/>
              </w:rPr>
              <w:t>5</w:t>
            </w:r>
          </w:p>
        </w:tc>
        <w:tc>
          <w:tcPr>
            <w:tcW w:w="0" w:type="auto"/>
            <w:vAlign w:val="bottom"/>
          </w:tcPr>
          <w:p w14:paraId="7E386E03" w14:textId="00AA2007" w:rsidR="00531C4D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643</w:t>
            </w:r>
          </w:p>
        </w:tc>
        <w:tc>
          <w:tcPr>
            <w:tcW w:w="0" w:type="auto"/>
            <w:vAlign w:val="bottom"/>
          </w:tcPr>
          <w:p w14:paraId="55E1567C" w14:textId="794C4B26" w:rsidR="00531C4D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106</w:t>
            </w:r>
            <w:r>
              <w:rPr>
                <w:b/>
                <w:sz w:val="20"/>
              </w:rPr>
              <w:t>,</w:t>
            </w:r>
            <w:r w:rsidRPr="00432E81">
              <w:rPr>
                <w:b/>
                <w:sz w:val="20"/>
              </w:rPr>
              <w:t>5</w:t>
            </w:r>
          </w:p>
        </w:tc>
      </w:tr>
      <w:tr w:rsidR="00531C4D" w:rsidRPr="0012148B" w14:paraId="050D69DD" w14:textId="77777777" w:rsidTr="00272AE7">
        <w:trPr>
          <w:trHeight w:val="227"/>
          <w:jc w:val="center"/>
        </w:trPr>
        <w:tc>
          <w:tcPr>
            <w:tcW w:w="0" w:type="auto"/>
            <w:vAlign w:val="bottom"/>
          </w:tcPr>
          <w:p w14:paraId="1577C535" w14:textId="3CAD99D2" w:rsidR="00531C4D" w:rsidRPr="00776FCE" w:rsidRDefault="00531C4D" w:rsidP="00531C4D">
            <w:pPr>
              <w:spacing w:after="40"/>
              <w:ind w:left="113" w:righ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транспортировка и хранение</w:t>
            </w:r>
          </w:p>
        </w:tc>
        <w:tc>
          <w:tcPr>
            <w:tcW w:w="0" w:type="auto"/>
            <w:vAlign w:val="bottom"/>
          </w:tcPr>
          <w:p w14:paraId="2ED53F2C" w14:textId="02187FFE" w:rsidR="00531C4D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2934</w:t>
            </w:r>
          </w:p>
        </w:tc>
        <w:tc>
          <w:tcPr>
            <w:tcW w:w="0" w:type="auto"/>
            <w:vAlign w:val="bottom"/>
          </w:tcPr>
          <w:p w14:paraId="45E5484F" w14:textId="03BE8C15" w:rsidR="00531C4D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432E81">
              <w:rPr>
                <w:b/>
                <w:sz w:val="20"/>
              </w:rPr>
              <w:t>0</w:t>
            </w:r>
          </w:p>
        </w:tc>
        <w:tc>
          <w:tcPr>
            <w:tcW w:w="0" w:type="auto"/>
            <w:vAlign w:val="bottom"/>
          </w:tcPr>
          <w:p w14:paraId="0813E9ED" w14:textId="595163E6" w:rsidR="00531C4D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2934</w:t>
            </w:r>
          </w:p>
        </w:tc>
        <w:tc>
          <w:tcPr>
            <w:tcW w:w="0" w:type="auto"/>
            <w:vAlign w:val="bottom"/>
          </w:tcPr>
          <w:p w14:paraId="7F01D9CC" w14:textId="1877D807" w:rsidR="00531C4D" w:rsidRDefault="00531C4D" w:rsidP="00272AE7">
            <w:pPr>
              <w:spacing w:after="40"/>
              <w:ind w:right="113"/>
              <w:jc w:val="right"/>
              <w:rPr>
                <w:b/>
                <w:sz w:val="20"/>
              </w:rPr>
            </w:pPr>
            <w:r w:rsidRPr="00432E81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432E81">
              <w:rPr>
                <w:b/>
                <w:sz w:val="20"/>
              </w:rPr>
              <w:t>0</w:t>
            </w:r>
          </w:p>
        </w:tc>
      </w:tr>
    </w:tbl>
    <w:p w14:paraId="11DB713C" w14:textId="5D6ACC98" w:rsidR="0031223F" w:rsidRPr="00C45769" w:rsidRDefault="0031223F" w:rsidP="00BD7968">
      <w:pPr>
        <w:pStyle w:val="2"/>
        <w:spacing w:before="480" w:after="360"/>
        <w:rPr>
          <w:bCs/>
          <w:sz w:val="20"/>
        </w:rPr>
      </w:pPr>
      <w:bookmarkStart w:id="363" w:name="_Toc391275379"/>
      <w:bookmarkStart w:id="364" w:name="_Toc493779800"/>
      <w:bookmarkStart w:id="365" w:name="_Toc181255994"/>
      <w:bookmarkEnd w:id="355"/>
      <w:r w:rsidRPr="00C45769">
        <w:rPr>
          <w:bCs/>
          <w:sz w:val="20"/>
        </w:rPr>
        <w:t>ЗАНЯТОСТЬ И БЕЗРАБОТИЦА</w:t>
      </w:r>
      <w:bookmarkEnd w:id="363"/>
      <w:bookmarkEnd w:id="364"/>
      <w:bookmarkEnd w:id="365"/>
    </w:p>
    <w:p w14:paraId="2A93BCDA" w14:textId="6E3F9DAF" w:rsidR="00942F28" w:rsidRPr="00706261" w:rsidRDefault="00884A78" w:rsidP="00BD7968">
      <w:pPr>
        <w:pStyle w:val="ac"/>
        <w:spacing w:before="120" w:beforeAutospacing="0" w:after="120" w:afterAutospacing="0"/>
        <w:ind w:firstLine="709"/>
        <w:jc w:val="both"/>
        <w:outlineLvl w:val="2"/>
      </w:pPr>
      <w:bookmarkStart w:id="366" w:name="_Toc493779801"/>
      <w:bookmarkStart w:id="367" w:name="_Toc181255995"/>
      <w:r w:rsidRPr="00706261">
        <w:t xml:space="preserve">По итогам выборочного обследования рабочей силы </w:t>
      </w:r>
      <w:r w:rsidR="00137DF7">
        <w:t xml:space="preserve">в </w:t>
      </w:r>
      <w:r w:rsidR="00137DF7">
        <w:rPr>
          <w:lang w:val="en-US"/>
        </w:rPr>
        <w:t>III</w:t>
      </w:r>
      <w:r w:rsidR="00137DF7" w:rsidRPr="00137DF7">
        <w:t xml:space="preserve"> </w:t>
      </w:r>
      <w:r w:rsidR="00137DF7">
        <w:t>квартале</w:t>
      </w:r>
      <w:r w:rsidR="00F7014C" w:rsidRPr="00706261">
        <w:t xml:space="preserve"> </w:t>
      </w:r>
      <w:r w:rsidRPr="00706261">
        <w:t xml:space="preserve">2024 года </w:t>
      </w:r>
      <w:r w:rsidRPr="00706261">
        <w:rPr>
          <w:b/>
        </w:rPr>
        <w:t>численность рабочей силы</w:t>
      </w:r>
      <w:r w:rsidRPr="00706261">
        <w:t xml:space="preserve"> </w:t>
      </w:r>
      <w:r w:rsidRPr="00706261">
        <w:rPr>
          <w:bCs/>
        </w:rPr>
        <w:t xml:space="preserve">в возрасте </w:t>
      </w:r>
      <w:r w:rsidRPr="00706261">
        <w:t xml:space="preserve">15 лет и старше составила </w:t>
      </w:r>
      <w:r w:rsidR="00CD0F9A" w:rsidRPr="00CD0F9A">
        <w:rPr>
          <w:bCs/>
        </w:rPr>
        <w:t>500,3</w:t>
      </w:r>
      <w:r w:rsidR="00F7014C" w:rsidRPr="00706261">
        <w:t xml:space="preserve"> </w:t>
      </w:r>
      <w:r w:rsidR="007A2433" w:rsidRPr="00706261">
        <w:t xml:space="preserve">тыс. человек </w:t>
      </w:r>
      <w:r w:rsidR="00CC7AB4" w:rsidRPr="00706261">
        <w:br/>
      </w:r>
      <w:r w:rsidR="007A2433" w:rsidRPr="00706261">
        <w:t xml:space="preserve">или </w:t>
      </w:r>
      <w:r w:rsidR="00CD0F9A" w:rsidRPr="00CD0F9A">
        <w:rPr>
          <w:bCs/>
        </w:rPr>
        <w:t>52,7</w:t>
      </w:r>
      <w:r w:rsidR="007A2433" w:rsidRPr="00706261">
        <w:t xml:space="preserve">% от общей численности </w:t>
      </w:r>
      <w:r w:rsidR="00336C6D">
        <w:t xml:space="preserve">населения </w:t>
      </w:r>
      <w:r w:rsidR="007A2433" w:rsidRPr="00706261">
        <w:t xml:space="preserve">Астраханской области, в их числе </w:t>
      </w:r>
      <w:r w:rsidR="00272AE7">
        <w:br/>
      </w:r>
      <w:r w:rsidR="00CD0F9A" w:rsidRPr="00CD0F9A">
        <w:rPr>
          <w:bCs/>
        </w:rPr>
        <w:t>487,</w:t>
      </w:r>
      <w:r w:rsidR="00137DF7">
        <w:rPr>
          <w:bCs/>
        </w:rPr>
        <w:t>8</w:t>
      </w:r>
      <w:r w:rsidR="00CD0F9A">
        <w:rPr>
          <w:b/>
        </w:rPr>
        <w:t xml:space="preserve"> </w:t>
      </w:r>
      <w:r w:rsidR="007A2433" w:rsidRPr="00706261">
        <w:t xml:space="preserve">тыс. человек были заняты в экономике и </w:t>
      </w:r>
      <w:r w:rsidR="00A22D71" w:rsidRPr="00A22D71">
        <w:rPr>
          <w:bCs/>
        </w:rPr>
        <w:t>12,</w:t>
      </w:r>
      <w:r w:rsidR="00137DF7">
        <w:rPr>
          <w:bCs/>
        </w:rPr>
        <w:t>5</w:t>
      </w:r>
      <w:r w:rsidR="00A22D71">
        <w:rPr>
          <w:b/>
        </w:rPr>
        <w:t xml:space="preserve"> </w:t>
      </w:r>
      <w:r w:rsidR="007A2433" w:rsidRPr="00706261">
        <w:t>тыс. человек – как безработные, соответствующие критериям Международной Организации Труда (т.е. не имели работы или доходного занятия, искали работу и были готовы приступить к ней в обследуемую неделю</w:t>
      </w:r>
      <w:r w:rsidR="00BE0DD7" w:rsidRPr="00706261">
        <w:t>)</w:t>
      </w:r>
      <w:r w:rsidR="00942F28" w:rsidRPr="00706261">
        <w:t>.</w:t>
      </w:r>
      <w:bookmarkEnd w:id="366"/>
      <w:bookmarkEnd w:id="367"/>
    </w:p>
    <w:p w14:paraId="0ECF73A9" w14:textId="715A650A" w:rsidR="00A91F63" w:rsidRDefault="00942F28" w:rsidP="009E1B3C">
      <w:pPr>
        <w:pStyle w:val="ac"/>
        <w:spacing w:before="120" w:beforeAutospacing="0" w:after="120" w:afterAutospacing="0"/>
        <w:ind w:firstLine="709"/>
        <w:jc w:val="both"/>
        <w:outlineLvl w:val="2"/>
      </w:pPr>
      <w:bookmarkStart w:id="368" w:name="_Toc181255996"/>
      <w:r w:rsidRPr="00706261">
        <w:rPr>
          <w:b/>
        </w:rPr>
        <w:t>Численность работников организаций.</w:t>
      </w:r>
      <w:r w:rsidRPr="00706261">
        <w:t xml:space="preserve"> </w:t>
      </w:r>
      <w:r w:rsidR="00884A78" w:rsidRPr="00706261">
        <w:t xml:space="preserve">В </w:t>
      </w:r>
      <w:r w:rsidR="00137DF7">
        <w:t>августе</w:t>
      </w:r>
      <w:r w:rsidR="00884A78" w:rsidRPr="00706261">
        <w:t xml:space="preserve"> 2024 года в общей численности занятого населения области </w:t>
      </w:r>
      <w:r w:rsidR="00137DF7" w:rsidRPr="00137DF7">
        <w:rPr>
          <w:bCs/>
        </w:rPr>
        <w:t>201,6</w:t>
      </w:r>
      <w:r w:rsidR="00A22D71">
        <w:rPr>
          <w:b/>
        </w:rPr>
        <w:t xml:space="preserve"> </w:t>
      </w:r>
      <w:r w:rsidR="007A2433" w:rsidRPr="00706261">
        <w:t xml:space="preserve">тыс. человек составляли штатные работники (без учета совместителей) организаций. На долю организаций, </w:t>
      </w:r>
      <w:r w:rsidR="00272AE7">
        <w:br/>
      </w:r>
      <w:r w:rsidR="007A2433" w:rsidRPr="00706261">
        <w:t xml:space="preserve">не относящихся к субъектам малого предпринимательства, </w:t>
      </w:r>
      <w:r w:rsidR="007A2433" w:rsidRPr="00A22D71">
        <w:t xml:space="preserve">приходилось </w:t>
      </w:r>
      <w:r w:rsidR="00272AE7">
        <w:br/>
      </w:r>
      <w:r w:rsidR="00137DF7" w:rsidRPr="00137DF7">
        <w:rPr>
          <w:bCs/>
        </w:rPr>
        <w:t>165,9</w:t>
      </w:r>
      <w:r w:rsidR="00A22D71" w:rsidRPr="00A652FE">
        <w:rPr>
          <w:b/>
        </w:rPr>
        <w:t xml:space="preserve"> </w:t>
      </w:r>
      <w:r w:rsidR="007A2433" w:rsidRPr="00706261">
        <w:t xml:space="preserve">тыс. человек – </w:t>
      </w:r>
      <w:r w:rsidR="00A22D71" w:rsidRPr="00A22D71">
        <w:rPr>
          <w:bCs/>
        </w:rPr>
        <w:t>82,</w:t>
      </w:r>
      <w:r w:rsidR="00137DF7">
        <w:rPr>
          <w:bCs/>
        </w:rPr>
        <w:t>3</w:t>
      </w:r>
      <w:r w:rsidR="007A2433" w:rsidRPr="00706261">
        <w:t>% работающих. Число замещенных рабочих мест внешними</w:t>
      </w:r>
      <w:r w:rsidR="007A2433" w:rsidRPr="00706261">
        <w:rPr>
          <w:color w:val="000000"/>
        </w:rPr>
        <w:t xml:space="preserve"> совместителями</w:t>
      </w:r>
      <w:r w:rsidR="007A2433" w:rsidRPr="00706261">
        <w:t xml:space="preserve"> и лицами, выполнявшими работы по договорам гражданско-правового характера, </w:t>
      </w:r>
      <w:r w:rsidR="007A2433" w:rsidRPr="00A22D71">
        <w:t xml:space="preserve">составило </w:t>
      </w:r>
      <w:r w:rsidR="00706261" w:rsidRPr="00A22D71">
        <w:rPr>
          <w:bCs/>
        </w:rPr>
        <w:t>5,</w:t>
      </w:r>
      <w:r w:rsidR="00137DF7">
        <w:rPr>
          <w:bCs/>
        </w:rPr>
        <w:t>4</w:t>
      </w:r>
      <w:r w:rsidR="007A2433" w:rsidRPr="00706261">
        <w:t xml:space="preserve"> тыс. человек и было меньше</w:t>
      </w:r>
      <w:r w:rsidR="007A2433" w:rsidRPr="00706261">
        <w:rPr>
          <w:color w:val="000000"/>
        </w:rPr>
        <w:t>,</w:t>
      </w:r>
      <w:r w:rsidR="007A2433" w:rsidRPr="00706261">
        <w:t xml:space="preserve"> чем в </w:t>
      </w:r>
      <w:r w:rsidR="00137DF7">
        <w:t>августе</w:t>
      </w:r>
      <w:r w:rsidR="007A2433" w:rsidRPr="00706261">
        <w:t xml:space="preserve"> 2023 года на </w:t>
      </w:r>
      <w:r w:rsidR="00A22D71" w:rsidRPr="00A22D71">
        <w:rPr>
          <w:bCs/>
        </w:rPr>
        <w:t>5,</w:t>
      </w:r>
      <w:r w:rsidR="00137DF7">
        <w:rPr>
          <w:bCs/>
        </w:rPr>
        <w:t>0</w:t>
      </w:r>
      <w:r w:rsidR="00884A78" w:rsidRPr="00706261">
        <w:t>%</w:t>
      </w:r>
      <w:r w:rsidR="00BE0DD7" w:rsidRPr="00706261">
        <w:t>.</w:t>
      </w:r>
      <w:bookmarkStart w:id="369" w:name="_Toc171065555"/>
      <w:bookmarkEnd w:id="368"/>
    </w:p>
    <w:p w14:paraId="0DA73124" w14:textId="059086A8" w:rsidR="00A22D71" w:rsidRPr="008932AE" w:rsidRDefault="00A22D71" w:rsidP="00BD7968">
      <w:pPr>
        <w:spacing w:before="120" w:after="100" w:afterAutospacing="1"/>
        <w:ind w:firstLine="720"/>
        <w:rPr>
          <w:lang w:eastAsia="x-none"/>
        </w:rPr>
      </w:pPr>
      <w:r w:rsidRPr="00594278">
        <w:rPr>
          <w:lang w:val="x-none" w:eastAsia="x-none"/>
        </w:rPr>
        <w:t xml:space="preserve">По сравнению с </w:t>
      </w:r>
      <w:r w:rsidR="00137DF7">
        <w:rPr>
          <w:lang w:eastAsia="x-none"/>
        </w:rPr>
        <w:t>августом</w:t>
      </w:r>
      <w:r w:rsidRPr="00594278">
        <w:rPr>
          <w:lang w:val="x-none" w:eastAsia="x-none"/>
        </w:rPr>
        <w:t xml:space="preserve"> 202</w:t>
      </w:r>
      <w:r>
        <w:rPr>
          <w:lang w:eastAsia="x-none"/>
        </w:rPr>
        <w:t>3</w:t>
      </w:r>
      <w:r w:rsidRPr="00594278">
        <w:rPr>
          <w:lang w:val="x-none" w:eastAsia="x-none"/>
        </w:rPr>
        <w:t xml:space="preserve"> г</w:t>
      </w:r>
      <w:r>
        <w:rPr>
          <w:lang w:eastAsia="x-none"/>
        </w:rPr>
        <w:t>ода</w:t>
      </w:r>
      <w:r w:rsidRPr="00594278">
        <w:rPr>
          <w:lang w:val="x-none" w:eastAsia="x-none"/>
        </w:rPr>
        <w:t xml:space="preserve"> общая численность всех указанных категорий работников </w:t>
      </w:r>
      <w:r>
        <w:rPr>
          <w:lang w:eastAsia="x-none"/>
        </w:rPr>
        <w:t>снизилась на 2,</w:t>
      </w:r>
      <w:r w:rsidR="00137DF7">
        <w:rPr>
          <w:lang w:eastAsia="x-none"/>
        </w:rPr>
        <w:t>2</w:t>
      </w:r>
      <w:r>
        <w:rPr>
          <w:lang w:eastAsia="x-none"/>
        </w:rPr>
        <w:t>%.</w:t>
      </w:r>
    </w:p>
    <w:p w14:paraId="7C4EC3E9" w14:textId="77777777" w:rsidR="0031223F" w:rsidRPr="007568CB" w:rsidRDefault="0031223F" w:rsidP="001F3C7A">
      <w:pPr>
        <w:pStyle w:val="3"/>
        <w:spacing w:before="120" w:after="120"/>
        <w:ind w:right="0"/>
        <w:rPr>
          <w:b w:val="0"/>
          <w:szCs w:val="24"/>
        </w:rPr>
      </w:pPr>
      <w:bookmarkStart w:id="370" w:name="_Toc391275381"/>
      <w:bookmarkStart w:id="371" w:name="_Toc493779803"/>
      <w:bookmarkStart w:id="372" w:name="_Toc181255997"/>
      <w:bookmarkEnd w:id="369"/>
      <w:r w:rsidRPr="00B45052">
        <w:rPr>
          <w:szCs w:val="24"/>
        </w:rPr>
        <w:t>Число замещенных рабочих мест в организациях</w:t>
      </w:r>
      <w:bookmarkEnd w:id="370"/>
      <w:r w:rsidRPr="00B45052">
        <w:rPr>
          <w:szCs w:val="24"/>
        </w:rPr>
        <w:br/>
      </w:r>
      <w:r w:rsidRPr="00804BD9">
        <w:rPr>
          <w:szCs w:val="24"/>
        </w:rPr>
        <w:t>(без субъектов малого предпринимательства)</w:t>
      </w:r>
      <w:bookmarkEnd w:id="371"/>
      <w:bookmarkEnd w:id="372"/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809"/>
        <w:gridCol w:w="810"/>
        <w:gridCol w:w="786"/>
        <w:gridCol w:w="833"/>
        <w:gridCol w:w="810"/>
        <w:gridCol w:w="810"/>
        <w:gridCol w:w="810"/>
      </w:tblGrid>
      <w:tr w:rsidR="007A2433" w:rsidRPr="00F7014C" w14:paraId="35A026B0" w14:textId="77777777" w:rsidTr="004A7547">
        <w:trPr>
          <w:trHeight w:val="283"/>
          <w:jc w:val="center"/>
        </w:trPr>
        <w:tc>
          <w:tcPr>
            <w:tcW w:w="3402" w:type="dxa"/>
            <w:vMerge w:val="restart"/>
          </w:tcPr>
          <w:p w14:paraId="74BEAF1D" w14:textId="77777777" w:rsidR="007A2433" w:rsidRPr="008F56DD" w:rsidRDefault="007A2433" w:rsidP="007A2433">
            <w:pPr>
              <w:jc w:val="center"/>
              <w:rPr>
                <w:sz w:val="20"/>
              </w:rPr>
            </w:pPr>
            <w:bookmarkStart w:id="373" w:name="_Toc391275384"/>
            <w:bookmarkStart w:id="374" w:name="_Toc493779805"/>
            <w:r w:rsidRPr="008F56DD">
              <w:rPr>
                <w:b/>
                <w:szCs w:val="24"/>
              </w:rPr>
              <w:br w:type="page"/>
            </w:r>
          </w:p>
        </w:tc>
        <w:tc>
          <w:tcPr>
            <w:tcW w:w="809" w:type="dxa"/>
            <w:vMerge w:val="restart"/>
            <w:vAlign w:val="center"/>
          </w:tcPr>
          <w:p w14:paraId="5250DF73" w14:textId="0F2CD647" w:rsidR="007A2433" w:rsidRPr="0061391A" w:rsidRDefault="00137DF7" w:rsidP="007A2433">
            <w:pPr>
              <w:ind w:left="-113" w:right="-113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Август</w:t>
            </w:r>
            <w:r w:rsidR="007A2433" w:rsidRPr="0061391A">
              <w:rPr>
                <w:b/>
                <w:sz w:val="20"/>
              </w:rPr>
              <w:br/>
              <w:t>2024,</w:t>
            </w:r>
            <w:r w:rsidR="007A2433" w:rsidRPr="0061391A">
              <w:rPr>
                <w:b/>
                <w:sz w:val="20"/>
              </w:rPr>
              <w:br/>
              <w:t>тыс.</w:t>
            </w:r>
          </w:p>
        </w:tc>
        <w:tc>
          <w:tcPr>
            <w:tcW w:w="1596" w:type="dxa"/>
            <w:gridSpan w:val="2"/>
            <w:vAlign w:val="center"/>
          </w:tcPr>
          <w:p w14:paraId="0399189F" w14:textId="77777777" w:rsidR="007A2433" w:rsidRPr="0061391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61391A">
              <w:rPr>
                <w:b/>
                <w:sz w:val="20"/>
              </w:rPr>
              <w:t>В  %</w:t>
            </w:r>
            <w:proofErr w:type="gramEnd"/>
            <w:r w:rsidRPr="0061391A">
              <w:rPr>
                <w:b/>
                <w:sz w:val="20"/>
              </w:rPr>
              <w:t xml:space="preserve">  к</w:t>
            </w:r>
          </w:p>
        </w:tc>
        <w:tc>
          <w:tcPr>
            <w:tcW w:w="833" w:type="dxa"/>
            <w:vMerge w:val="restart"/>
            <w:vAlign w:val="center"/>
          </w:tcPr>
          <w:p w14:paraId="23523713" w14:textId="21B91444" w:rsidR="007A2433" w:rsidRPr="0061391A" w:rsidRDefault="00396C85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Январь-</w:t>
            </w:r>
            <w:r w:rsidR="00137DF7">
              <w:rPr>
                <w:b/>
                <w:iCs/>
                <w:sz w:val="20"/>
              </w:rPr>
              <w:t>август</w:t>
            </w:r>
            <w:r w:rsidR="007A2433" w:rsidRPr="0061391A">
              <w:rPr>
                <w:b/>
                <w:iCs/>
                <w:sz w:val="20"/>
              </w:rPr>
              <w:br/>
              <w:t>2024</w:t>
            </w:r>
            <w:r w:rsidR="007A2433" w:rsidRPr="0061391A">
              <w:rPr>
                <w:b/>
                <w:iCs/>
                <w:sz w:val="20"/>
              </w:rPr>
              <w:br/>
            </w:r>
            <w:proofErr w:type="gramStart"/>
            <w:r w:rsidR="007A2433" w:rsidRPr="0061391A">
              <w:rPr>
                <w:b/>
                <w:iCs/>
                <w:sz w:val="20"/>
              </w:rPr>
              <w:t>в  %</w:t>
            </w:r>
            <w:proofErr w:type="gramEnd"/>
            <w:r w:rsidR="007A2433" w:rsidRPr="0061391A">
              <w:rPr>
                <w:b/>
                <w:iCs/>
                <w:sz w:val="20"/>
              </w:rPr>
              <w:t xml:space="preserve">  к</w:t>
            </w:r>
            <w:r w:rsidR="007A2433" w:rsidRPr="0061391A">
              <w:rPr>
                <w:b/>
                <w:iCs/>
                <w:sz w:val="20"/>
              </w:rPr>
              <w:br/>
            </w:r>
            <w:r>
              <w:rPr>
                <w:b/>
                <w:iCs/>
                <w:sz w:val="20"/>
              </w:rPr>
              <w:t>январю-</w:t>
            </w:r>
            <w:r w:rsidR="00137DF7">
              <w:rPr>
                <w:b/>
                <w:iCs/>
                <w:sz w:val="20"/>
              </w:rPr>
              <w:t>августу</w:t>
            </w:r>
            <w:r w:rsidR="007A2433" w:rsidRPr="0061391A">
              <w:rPr>
                <w:b/>
                <w:iCs/>
                <w:sz w:val="20"/>
              </w:rPr>
              <w:br/>
              <w:t>2023</w:t>
            </w:r>
          </w:p>
        </w:tc>
        <w:tc>
          <w:tcPr>
            <w:tcW w:w="2430" w:type="dxa"/>
            <w:gridSpan w:val="3"/>
            <w:vAlign w:val="center"/>
          </w:tcPr>
          <w:p w14:paraId="241786EE" w14:textId="77777777" w:rsidR="007A2433" w:rsidRPr="0061391A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proofErr w:type="spellStart"/>
            <w:r w:rsidRPr="0061391A">
              <w:rPr>
                <w:b/>
                <w:iCs/>
                <w:sz w:val="20"/>
              </w:rPr>
              <w:t>Справочно</w:t>
            </w:r>
            <w:proofErr w:type="spellEnd"/>
            <w:r w:rsidRPr="0061391A">
              <w:rPr>
                <w:b/>
                <w:iCs/>
                <w:sz w:val="20"/>
              </w:rPr>
              <w:t xml:space="preserve">: </w:t>
            </w:r>
          </w:p>
        </w:tc>
      </w:tr>
      <w:tr w:rsidR="007A2433" w:rsidRPr="00F7014C" w14:paraId="6A1B4FBD" w14:textId="77777777" w:rsidTr="004A7547">
        <w:trPr>
          <w:trHeight w:val="283"/>
          <w:jc w:val="center"/>
        </w:trPr>
        <w:tc>
          <w:tcPr>
            <w:tcW w:w="3402" w:type="dxa"/>
            <w:vMerge/>
          </w:tcPr>
          <w:p w14:paraId="5BF8F9B0" w14:textId="77777777" w:rsidR="007A2433" w:rsidRPr="00955945" w:rsidRDefault="007A2433" w:rsidP="007A2433">
            <w:pPr>
              <w:jc w:val="center"/>
              <w:rPr>
                <w:b/>
                <w:szCs w:val="24"/>
              </w:rPr>
            </w:pPr>
          </w:p>
        </w:tc>
        <w:tc>
          <w:tcPr>
            <w:tcW w:w="809" w:type="dxa"/>
            <w:vMerge/>
            <w:vAlign w:val="center"/>
          </w:tcPr>
          <w:p w14:paraId="798FC746" w14:textId="77777777" w:rsidR="007A2433" w:rsidRPr="0061391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vMerge w:val="restart"/>
            <w:vAlign w:val="center"/>
          </w:tcPr>
          <w:p w14:paraId="1BDCCFAE" w14:textId="3FC88FE3" w:rsidR="007A2433" w:rsidRPr="0061391A" w:rsidRDefault="00137DF7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61391A">
              <w:rPr>
                <w:b/>
                <w:sz w:val="20"/>
              </w:rPr>
              <w:br/>
              <w:t>2023</w:t>
            </w:r>
          </w:p>
        </w:tc>
        <w:tc>
          <w:tcPr>
            <w:tcW w:w="786" w:type="dxa"/>
            <w:vMerge w:val="restart"/>
            <w:vAlign w:val="center"/>
          </w:tcPr>
          <w:p w14:paraId="0117F472" w14:textId="4504E731" w:rsidR="007A2433" w:rsidRPr="0061391A" w:rsidRDefault="00396C85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</w:t>
            </w:r>
            <w:r w:rsidR="00137DF7">
              <w:rPr>
                <w:b/>
                <w:sz w:val="20"/>
              </w:rPr>
              <w:t>л</w:t>
            </w:r>
            <w:r>
              <w:rPr>
                <w:b/>
                <w:sz w:val="20"/>
              </w:rPr>
              <w:t>ю</w:t>
            </w:r>
            <w:r w:rsidR="007A2433" w:rsidRPr="0061391A">
              <w:rPr>
                <w:b/>
                <w:sz w:val="20"/>
              </w:rPr>
              <w:br/>
              <w:t>2024</w:t>
            </w:r>
          </w:p>
        </w:tc>
        <w:tc>
          <w:tcPr>
            <w:tcW w:w="833" w:type="dxa"/>
            <w:vMerge/>
          </w:tcPr>
          <w:p w14:paraId="0F096FAA" w14:textId="77777777" w:rsidR="007A2433" w:rsidRPr="0061391A" w:rsidRDefault="007A2433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</w:p>
        </w:tc>
        <w:tc>
          <w:tcPr>
            <w:tcW w:w="1620" w:type="dxa"/>
            <w:gridSpan w:val="2"/>
            <w:vAlign w:val="center"/>
          </w:tcPr>
          <w:p w14:paraId="780D93B7" w14:textId="447C949A" w:rsidR="007A2433" w:rsidRPr="0061391A" w:rsidRDefault="00137DF7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август</w:t>
            </w:r>
            <w:r w:rsidR="007A2433" w:rsidRPr="0061391A">
              <w:rPr>
                <w:b/>
                <w:iCs/>
                <w:sz w:val="20"/>
              </w:rPr>
              <w:br/>
              <w:t>2023</w:t>
            </w:r>
            <w:r w:rsidR="007A2433" w:rsidRPr="0061391A">
              <w:rPr>
                <w:b/>
                <w:iCs/>
                <w:sz w:val="20"/>
              </w:rPr>
              <w:br/>
            </w:r>
            <w:proofErr w:type="gramStart"/>
            <w:r w:rsidR="007A2433" w:rsidRPr="0061391A">
              <w:rPr>
                <w:b/>
                <w:sz w:val="20"/>
              </w:rPr>
              <w:t>в  %</w:t>
            </w:r>
            <w:proofErr w:type="gramEnd"/>
            <w:r w:rsidR="007A2433" w:rsidRPr="0061391A">
              <w:rPr>
                <w:b/>
                <w:sz w:val="20"/>
              </w:rPr>
              <w:t xml:space="preserve">  к</w:t>
            </w:r>
          </w:p>
        </w:tc>
        <w:tc>
          <w:tcPr>
            <w:tcW w:w="810" w:type="dxa"/>
            <w:vMerge w:val="restart"/>
            <w:vAlign w:val="center"/>
          </w:tcPr>
          <w:p w14:paraId="3BE8B959" w14:textId="37273A04" w:rsidR="007A2433" w:rsidRPr="0061391A" w:rsidRDefault="00396C85" w:rsidP="007A2433">
            <w:pPr>
              <w:ind w:left="-113" w:right="-113"/>
              <w:jc w:val="center"/>
              <w:rPr>
                <w:b/>
                <w:iCs/>
                <w:sz w:val="20"/>
              </w:rPr>
            </w:pPr>
            <w:r>
              <w:rPr>
                <w:b/>
                <w:iCs/>
                <w:sz w:val="20"/>
              </w:rPr>
              <w:t>январь-</w:t>
            </w:r>
            <w:r w:rsidR="00137DF7">
              <w:rPr>
                <w:b/>
                <w:iCs/>
                <w:sz w:val="20"/>
              </w:rPr>
              <w:t>август</w:t>
            </w:r>
            <w:r w:rsidR="007A2433" w:rsidRPr="0061391A">
              <w:rPr>
                <w:b/>
                <w:iCs/>
                <w:sz w:val="20"/>
              </w:rPr>
              <w:br/>
              <w:t>2023</w:t>
            </w:r>
            <w:r w:rsidR="007A2433" w:rsidRPr="0061391A">
              <w:rPr>
                <w:b/>
                <w:iCs/>
                <w:sz w:val="20"/>
              </w:rPr>
              <w:br/>
            </w:r>
            <w:proofErr w:type="gramStart"/>
            <w:r w:rsidR="007A2433" w:rsidRPr="0061391A">
              <w:rPr>
                <w:b/>
                <w:iCs/>
                <w:sz w:val="20"/>
              </w:rPr>
              <w:t>в  %</w:t>
            </w:r>
            <w:proofErr w:type="gramEnd"/>
            <w:r w:rsidR="007A2433" w:rsidRPr="0061391A">
              <w:rPr>
                <w:b/>
                <w:iCs/>
                <w:sz w:val="20"/>
              </w:rPr>
              <w:t xml:space="preserve">  к</w:t>
            </w:r>
            <w:r w:rsidR="007A2433" w:rsidRPr="0061391A">
              <w:rPr>
                <w:b/>
                <w:iCs/>
                <w:sz w:val="20"/>
              </w:rPr>
              <w:br/>
            </w:r>
            <w:r>
              <w:rPr>
                <w:b/>
                <w:iCs/>
                <w:sz w:val="20"/>
              </w:rPr>
              <w:t>январю-</w:t>
            </w:r>
            <w:r w:rsidR="00137DF7">
              <w:rPr>
                <w:b/>
                <w:iCs/>
                <w:sz w:val="20"/>
              </w:rPr>
              <w:t>августу</w:t>
            </w:r>
            <w:r w:rsidR="00706261" w:rsidRPr="0061391A">
              <w:rPr>
                <w:b/>
                <w:iCs/>
                <w:sz w:val="20"/>
              </w:rPr>
              <w:br/>
            </w:r>
            <w:r w:rsidR="007A2433" w:rsidRPr="0061391A">
              <w:rPr>
                <w:b/>
                <w:iCs/>
                <w:sz w:val="20"/>
              </w:rPr>
              <w:t>2022</w:t>
            </w:r>
          </w:p>
        </w:tc>
      </w:tr>
      <w:tr w:rsidR="007A2433" w:rsidRPr="00F7014C" w14:paraId="37E66B32" w14:textId="77777777" w:rsidTr="004A7547">
        <w:trPr>
          <w:trHeight w:val="283"/>
          <w:jc w:val="center"/>
        </w:trPr>
        <w:tc>
          <w:tcPr>
            <w:tcW w:w="3402" w:type="dxa"/>
            <w:vMerge/>
          </w:tcPr>
          <w:p w14:paraId="34CEFFA5" w14:textId="77777777" w:rsidR="007A2433" w:rsidRPr="00955945" w:rsidRDefault="007A2433" w:rsidP="007A2433">
            <w:pPr>
              <w:jc w:val="center"/>
              <w:rPr>
                <w:b/>
                <w:szCs w:val="24"/>
              </w:rPr>
            </w:pPr>
          </w:p>
        </w:tc>
        <w:tc>
          <w:tcPr>
            <w:tcW w:w="809" w:type="dxa"/>
            <w:vMerge/>
            <w:vAlign w:val="center"/>
          </w:tcPr>
          <w:p w14:paraId="04322BB2" w14:textId="77777777" w:rsidR="007A2433" w:rsidRPr="0061391A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vMerge/>
            <w:vAlign w:val="center"/>
          </w:tcPr>
          <w:p w14:paraId="13C2FB79" w14:textId="77777777" w:rsidR="007A2433" w:rsidRPr="0061391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786" w:type="dxa"/>
            <w:vMerge/>
            <w:vAlign w:val="center"/>
          </w:tcPr>
          <w:p w14:paraId="3A360016" w14:textId="77777777" w:rsidR="007A2433" w:rsidRPr="0061391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833" w:type="dxa"/>
            <w:vMerge/>
          </w:tcPr>
          <w:p w14:paraId="44AE2F7F" w14:textId="77777777" w:rsidR="007A2433" w:rsidRPr="0061391A" w:rsidRDefault="007A2433" w:rsidP="007A2433">
            <w:pPr>
              <w:ind w:left="-113" w:right="-113"/>
              <w:jc w:val="center"/>
              <w:rPr>
                <w:b/>
                <w:sz w:val="20"/>
              </w:rPr>
            </w:pPr>
          </w:p>
        </w:tc>
        <w:tc>
          <w:tcPr>
            <w:tcW w:w="810" w:type="dxa"/>
            <w:vAlign w:val="center"/>
          </w:tcPr>
          <w:p w14:paraId="6960FD5E" w14:textId="09B2F25F" w:rsidR="007A2433" w:rsidRPr="0061391A" w:rsidRDefault="00137DF7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7A2433" w:rsidRPr="0061391A">
              <w:rPr>
                <w:b/>
                <w:sz w:val="20"/>
              </w:rPr>
              <w:br/>
              <w:t>2022</w:t>
            </w:r>
          </w:p>
        </w:tc>
        <w:tc>
          <w:tcPr>
            <w:tcW w:w="810" w:type="dxa"/>
            <w:vAlign w:val="center"/>
          </w:tcPr>
          <w:p w14:paraId="48E4DE02" w14:textId="3DC497E2" w:rsidR="007A2433" w:rsidRPr="0061391A" w:rsidRDefault="00396C85" w:rsidP="007A2433">
            <w:pPr>
              <w:ind w:left="-113" w:right="-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ию</w:t>
            </w:r>
            <w:r w:rsidR="00137DF7">
              <w:rPr>
                <w:b/>
                <w:sz w:val="20"/>
              </w:rPr>
              <w:t>л</w:t>
            </w:r>
            <w:r>
              <w:rPr>
                <w:b/>
                <w:sz w:val="20"/>
              </w:rPr>
              <w:t>ю</w:t>
            </w:r>
            <w:r w:rsidR="007A2433" w:rsidRPr="0061391A">
              <w:rPr>
                <w:b/>
                <w:sz w:val="20"/>
              </w:rPr>
              <w:br/>
              <w:t>2023</w:t>
            </w:r>
          </w:p>
        </w:tc>
        <w:tc>
          <w:tcPr>
            <w:tcW w:w="810" w:type="dxa"/>
            <w:vMerge/>
          </w:tcPr>
          <w:p w14:paraId="0F25CAEC" w14:textId="77777777" w:rsidR="007A2433" w:rsidRPr="00253420" w:rsidRDefault="007A2433" w:rsidP="007A2433">
            <w:pPr>
              <w:ind w:left="-113" w:right="-113"/>
              <w:jc w:val="center"/>
              <w:rPr>
                <w:b/>
                <w:sz w:val="20"/>
                <w:highlight w:val="yellow"/>
              </w:rPr>
            </w:pPr>
          </w:p>
        </w:tc>
      </w:tr>
      <w:tr w:rsidR="00137DF7" w:rsidRPr="00955945" w14:paraId="33002F2D" w14:textId="77777777" w:rsidTr="004A7547">
        <w:trPr>
          <w:trHeight w:val="227"/>
          <w:jc w:val="center"/>
        </w:trPr>
        <w:tc>
          <w:tcPr>
            <w:tcW w:w="3402" w:type="dxa"/>
            <w:vAlign w:val="bottom"/>
          </w:tcPr>
          <w:p w14:paraId="1DAB1E21" w14:textId="77777777" w:rsidR="00137DF7" w:rsidRPr="00955945" w:rsidRDefault="00137DF7" w:rsidP="00137DF7">
            <w:pPr>
              <w:jc w:val="left"/>
              <w:rPr>
                <w:sz w:val="20"/>
              </w:rPr>
            </w:pPr>
            <w:r w:rsidRPr="00955945">
              <w:rPr>
                <w:b/>
                <w:bCs/>
                <w:sz w:val="20"/>
              </w:rPr>
              <w:t>Всего замещенных рабочих мест</w:t>
            </w:r>
          </w:p>
        </w:tc>
        <w:tc>
          <w:tcPr>
            <w:tcW w:w="809" w:type="dxa"/>
            <w:vAlign w:val="bottom"/>
          </w:tcPr>
          <w:p w14:paraId="48AF9DF9" w14:textId="5F1C9B32"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171,3</w:t>
            </w:r>
          </w:p>
        </w:tc>
        <w:tc>
          <w:tcPr>
            <w:tcW w:w="810" w:type="dxa"/>
            <w:vAlign w:val="bottom"/>
          </w:tcPr>
          <w:p w14:paraId="144C25F6" w14:textId="6BA71205"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50701E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50701E">
              <w:rPr>
                <w:b/>
                <w:sz w:val="20"/>
              </w:rPr>
              <w:t>8</w:t>
            </w:r>
          </w:p>
        </w:tc>
        <w:tc>
          <w:tcPr>
            <w:tcW w:w="786" w:type="dxa"/>
            <w:vAlign w:val="bottom"/>
          </w:tcPr>
          <w:p w14:paraId="4859134D" w14:textId="41D90378" w:rsidR="00137DF7" w:rsidRPr="00396C85" w:rsidRDefault="00137DF7" w:rsidP="00272AE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50701E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50701E">
              <w:rPr>
                <w:b/>
                <w:sz w:val="20"/>
              </w:rPr>
              <w:t>8</w:t>
            </w:r>
          </w:p>
        </w:tc>
        <w:tc>
          <w:tcPr>
            <w:tcW w:w="833" w:type="dxa"/>
            <w:vAlign w:val="bottom"/>
          </w:tcPr>
          <w:p w14:paraId="1C464F03" w14:textId="2FA05A79" w:rsidR="00137DF7" w:rsidRPr="00396C85" w:rsidRDefault="00137DF7" w:rsidP="00137DF7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50701E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50701E">
              <w:rPr>
                <w:b/>
                <w:sz w:val="20"/>
              </w:rPr>
              <w:t>9</w:t>
            </w:r>
          </w:p>
        </w:tc>
        <w:tc>
          <w:tcPr>
            <w:tcW w:w="810" w:type="dxa"/>
            <w:vAlign w:val="bottom"/>
          </w:tcPr>
          <w:p w14:paraId="5051D7FE" w14:textId="7A3E3157"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DF78DD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,0</w:t>
            </w:r>
          </w:p>
        </w:tc>
        <w:tc>
          <w:tcPr>
            <w:tcW w:w="810" w:type="dxa"/>
            <w:vAlign w:val="bottom"/>
          </w:tcPr>
          <w:p w14:paraId="6ED80410" w14:textId="455D307F"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99,5</w:t>
            </w:r>
          </w:p>
        </w:tc>
        <w:tc>
          <w:tcPr>
            <w:tcW w:w="810" w:type="dxa"/>
            <w:vAlign w:val="bottom"/>
          </w:tcPr>
          <w:p w14:paraId="7020BD04" w14:textId="416EF086"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99,4</w:t>
            </w:r>
          </w:p>
        </w:tc>
      </w:tr>
      <w:tr w:rsidR="007A2433" w:rsidRPr="00955945" w14:paraId="16163F15" w14:textId="77777777" w:rsidTr="007A2433">
        <w:trPr>
          <w:trHeight w:val="227"/>
          <w:jc w:val="center"/>
        </w:trPr>
        <w:tc>
          <w:tcPr>
            <w:tcW w:w="9070" w:type="dxa"/>
            <w:gridSpan w:val="8"/>
            <w:vAlign w:val="bottom"/>
          </w:tcPr>
          <w:p w14:paraId="291E9A68" w14:textId="77777777" w:rsidR="007A2433" w:rsidRPr="00955945" w:rsidRDefault="007A2433" w:rsidP="007A2433">
            <w:pPr>
              <w:ind w:left="340"/>
              <w:jc w:val="left"/>
              <w:rPr>
                <w:b/>
                <w:sz w:val="20"/>
              </w:rPr>
            </w:pPr>
            <w:r w:rsidRPr="00955945">
              <w:rPr>
                <w:b/>
                <w:sz w:val="20"/>
              </w:rPr>
              <w:t>в том числе:</w:t>
            </w:r>
          </w:p>
        </w:tc>
      </w:tr>
      <w:tr w:rsidR="00137DF7" w:rsidRPr="00955945" w14:paraId="7E483025" w14:textId="77777777" w:rsidTr="004A7547">
        <w:trPr>
          <w:trHeight w:val="227"/>
          <w:jc w:val="center"/>
        </w:trPr>
        <w:tc>
          <w:tcPr>
            <w:tcW w:w="3402" w:type="dxa"/>
            <w:vAlign w:val="bottom"/>
          </w:tcPr>
          <w:p w14:paraId="6E7EBE0D" w14:textId="77777777" w:rsidR="00137DF7" w:rsidRPr="00955945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955945">
              <w:rPr>
                <w:b/>
                <w:sz w:val="20"/>
              </w:rPr>
              <w:t>работниками списочного состава (без внешних совместителей)</w:t>
            </w:r>
          </w:p>
        </w:tc>
        <w:tc>
          <w:tcPr>
            <w:tcW w:w="809" w:type="dxa"/>
            <w:vAlign w:val="bottom"/>
          </w:tcPr>
          <w:p w14:paraId="0F4DE61F" w14:textId="50E062DB"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165,9</w:t>
            </w:r>
          </w:p>
        </w:tc>
        <w:tc>
          <w:tcPr>
            <w:tcW w:w="810" w:type="dxa"/>
            <w:vAlign w:val="bottom"/>
          </w:tcPr>
          <w:p w14:paraId="3A81EE3B" w14:textId="0803D296"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50701E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50701E">
              <w:rPr>
                <w:b/>
                <w:sz w:val="20"/>
              </w:rPr>
              <w:t>9</w:t>
            </w:r>
          </w:p>
        </w:tc>
        <w:tc>
          <w:tcPr>
            <w:tcW w:w="786" w:type="dxa"/>
            <w:vAlign w:val="bottom"/>
          </w:tcPr>
          <w:p w14:paraId="259D2567" w14:textId="78DCABD8" w:rsidR="00137DF7" w:rsidRPr="00396C85" w:rsidRDefault="00137DF7" w:rsidP="00272AE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50701E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50701E">
              <w:rPr>
                <w:b/>
                <w:sz w:val="20"/>
              </w:rPr>
              <w:t>8</w:t>
            </w:r>
          </w:p>
        </w:tc>
        <w:tc>
          <w:tcPr>
            <w:tcW w:w="833" w:type="dxa"/>
            <w:vAlign w:val="bottom"/>
          </w:tcPr>
          <w:p w14:paraId="18B09D56" w14:textId="1834428C" w:rsidR="00137DF7" w:rsidRPr="00396C85" w:rsidRDefault="00137DF7" w:rsidP="00137DF7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50701E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50701E">
              <w:rPr>
                <w:b/>
                <w:sz w:val="20"/>
              </w:rPr>
              <w:t>9</w:t>
            </w:r>
          </w:p>
        </w:tc>
        <w:tc>
          <w:tcPr>
            <w:tcW w:w="810" w:type="dxa"/>
            <w:vAlign w:val="bottom"/>
          </w:tcPr>
          <w:p w14:paraId="4A90B991" w14:textId="49AF5FA1"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97,9</w:t>
            </w:r>
          </w:p>
        </w:tc>
        <w:tc>
          <w:tcPr>
            <w:tcW w:w="810" w:type="dxa"/>
            <w:vAlign w:val="bottom"/>
          </w:tcPr>
          <w:p w14:paraId="2D2BDAE6" w14:textId="2AE02106"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99,6</w:t>
            </w:r>
          </w:p>
        </w:tc>
        <w:tc>
          <w:tcPr>
            <w:tcW w:w="810" w:type="dxa"/>
            <w:vAlign w:val="bottom"/>
          </w:tcPr>
          <w:p w14:paraId="067980A0" w14:textId="385C7796"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99,4</w:t>
            </w:r>
          </w:p>
        </w:tc>
      </w:tr>
      <w:tr w:rsidR="00137DF7" w:rsidRPr="00955945" w14:paraId="5CB961FF" w14:textId="77777777" w:rsidTr="004A7547">
        <w:trPr>
          <w:trHeight w:val="227"/>
          <w:jc w:val="center"/>
        </w:trPr>
        <w:tc>
          <w:tcPr>
            <w:tcW w:w="3402" w:type="dxa"/>
            <w:vAlign w:val="bottom"/>
          </w:tcPr>
          <w:p w14:paraId="326BFA39" w14:textId="77777777" w:rsidR="00137DF7" w:rsidRPr="00955945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955945">
              <w:rPr>
                <w:b/>
                <w:sz w:val="20"/>
              </w:rPr>
              <w:lastRenderedPageBreak/>
              <w:t>внешними совместителями</w:t>
            </w:r>
          </w:p>
        </w:tc>
        <w:tc>
          <w:tcPr>
            <w:tcW w:w="809" w:type="dxa"/>
            <w:vAlign w:val="bottom"/>
          </w:tcPr>
          <w:p w14:paraId="736B1D11" w14:textId="03C736F3"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2,8</w:t>
            </w:r>
          </w:p>
        </w:tc>
        <w:tc>
          <w:tcPr>
            <w:tcW w:w="810" w:type="dxa"/>
            <w:vAlign w:val="bottom"/>
          </w:tcPr>
          <w:p w14:paraId="6F471680" w14:textId="1B9F20E4"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50701E">
              <w:rPr>
                <w:b/>
                <w:sz w:val="20"/>
              </w:rPr>
              <w:t>105</w:t>
            </w:r>
            <w:r>
              <w:rPr>
                <w:b/>
                <w:sz w:val="20"/>
              </w:rPr>
              <w:t>,</w:t>
            </w:r>
            <w:r w:rsidRPr="0050701E">
              <w:rPr>
                <w:b/>
                <w:sz w:val="20"/>
              </w:rPr>
              <w:t>1</w:t>
            </w:r>
          </w:p>
        </w:tc>
        <w:tc>
          <w:tcPr>
            <w:tcW w:w="786" w:type="dxa"/>
            <w:vAlign w:val="bottom"/>
          </w:tcPr>
          <w:p w14:paraId="15371A1F" w14:textId="7B3E8105" w:rsidR="00137DF7" w:rsidRPr="00396C85" w:rsidRDefault="00137DF7" w:rsidP="00272AE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50701E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50701E">
              <w:rPr>
                <w:b/>
                <w:sz w:val="20"/>
              </w:rPr>
              <w:t>8</w:t>
            </w:r>
          </w:p>
        </w:tc>
        <w:tc>
          <w:tcPr>
            <w:tcW w:w="833" w:type="dxa"/>
            <w:vAlign w:val="bottom"/>
          </w:tcPr>
          <w:p w14:paraId="7DF1E735" w14:textId="22F08E26" w:rsidR="00137DF7" w:rsidRPr="00396C85" w:rsidRDefault="00137DF7" w:rsidP="00137DF7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50701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50701E">
              <w:rPr>
                <w:b/>
                <w:sz w:val="20"/>
              </w:rPr>
              <w:t>5</w:t>
            </w:r>
          </w:p>
        </w:tc>
        <w:tc>
          <w:tcPr>
            <w:tcW w:w="810" w:type="dxa"/>
            <w:vAlign w:val="bottom"/>
          </w:tcPr>
          <w:p w14:paraId="443FD530" w14:textId="2A67B20E"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DF78DD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,1</w:t>
            </w:r>
          </w:p>
        </w:tc>
        <w:tc>
          <w:tcPr>
            <w:tcW w:w="810" w:type="dxa"/>
            <w:vAlign w:val="bottom"/>
          </w:tcPr>
          <w:p w14:paraId="5FE272DE" w14:textId="4E64F886"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100,2</w:t>
            </w:r>
          </w:p>
        </w:tc>
        <w:tc>
          <w:tcPr>
            <w:tcW w:w="810" w:type="dxa"/>
            <w:vAlign w:val="bottom"/>
          </w:tcPr>
          <w:p w14:paraId="0D5DA616" w14:textId="782920BD"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DF78DD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,1</w:t>
            </w:r>
          </w:p>
        </w:tc>
      </w:tr>
      <w:tr w:rsidR="00137DF7" w:rsidRPr="00EF72E0" w14:paraId="08A219E8" w14:textId="77777777" w:rsidTr="004A7547">
        <w:trPr>
          <w:trHeight w:val="227"/>
          <w:jc w:val="center"/>
        </w:trPr>
        <w:tc>
          <w:tcPr>
            <w:tcW w:w="3402" w:type="dxa"/>
            <w:vAlign w:val="bottom"/>
          </w:tcPr>
          <w:p w14:paraId="4EF162D4" w14:textId="77777777" w:rsidR="00137DF7" w:rsidRPr="00955945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955945">
              <w:rPr>
                <w:b/>
                <w:sz w:val="20"/>
              </w:rPr>
              <w:t>работниками, выполнявшими работы по договорам гражданско-правового характера</w:t>
            </w:r>
          </w:p>
        </w:tc>
        <w:tc>
          <w:tcPr>
            <w:tcW w:w="809" w:type="dxa"/>
            <w:vAlign w:val="bottom"/>
          </w:tcPr>
          <w:p w14:paraId="1D694E23" w14:textId="2DC5D6CC"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2,6</w:t>
            </w:r>
          </w:p>
        </w:tc>
        <w:tc>
          <w:tcPr>
            <w:tcW w:w="810" w:type="dxa"/>
            <w:vAlign w:val="bottom"/>
          </w:tcPr>
          <w:p w14:paraId="6BE75680" w14:textId="14D8C4B4"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50701E">
              <w:rPr>
                <w:b/>
                <w:sz w:val="20"/>
              </w:rPr>
              <w:t>86</w:t>
            </w:r>
            <w:r>
              <w:rPr>
                <w:b/>
                <w:sz w:val="20"/>
              </w:rPr>
              <w:t>,</w:t>
            </w:r>
            <w:r w:rsidRPr="0050701E">
              <w:rPr>
                <w:b/>
                <w:sz w:val="20"/>
              </w:rPr>
              <w:t>6</w:t>
            </w:r>
          </w:p>
        </w:tc>
        <w:tc>
          <w:tcPr>
            <w:tcW w:w="786" w:type="dxa"/>
            <w:vAlign w:val="bottom"/>
          </w:tcPr>
          <w:p w14:paraId="24EE58C6" w14:textId="7F9DCF76" w:rsidR="00137DF7" w:rsidRPr="00396C85" w:rsidRDefault="00137DF7" w:rsidP="00272AE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50701E">
              <w:rPr>
                <w:b/>
                <w:sz w:val="20"/>
              </w:rPr>
              <w:t>93</w:t>
            </w:r>
            <w:r>
              <w:rPr>
                <w:b/>
                <w:sz w:val="20"/>
              </w:rPr>
              <w:t>,</w:t>
            </w:r>
            <w:r w:rsidRPr="0050701E">
              <w:rPr>
                <w:b/>
                <w:sz w:val="20"/>
              </w:rPr>
              <w:t>9</w:t>
            </w:r>
          </w:p>
        </w:tc>
        <w:tc>
          <w:tcPr>
            <w:tcW w:w="833" w:type="dxa"/>
            <w:vAlign w:val="bottom"/>
          </w:tcPr>
          <w:p w14:paraId="66D06989" w14:textId="2A9BAAD6" w:rsidR="00137DF7" w:rsidRPr="00396C85" w:rsidRDefault="00137DF7" w:rsidP="00137DF7">
            <w:pPr>
              <w:ind w:right="113"/>
              <w:jc w:val="right"/>
              <w:rPr>
                <w:b/>
                <w:sz w:val="20"/>
                <w:highlight w:val="yellow"/>
              </w:rPr>
            </w:pPr>
            <w:r w:rsidRPr="0050701E">
              <w:rPr>
                <w:b/>
                <w:sz w:val="20"/>
              </w:rPr>
              <w:t>92</w:t>
            </w:r>
            <w:r>
              <w:rPr>
                <w:b/>
                <w:sz w:val="20"/>
              </w:rPr>
              <w:t>,</w:t>
            </w:r>
            <w:r w:rsidRPr="0050701E">
              <w:rPr>
                <w:b/>
                <w:sz w:val="20"/>
              </w:rPr>
              <w:t>1</w:t>
            </w:r>
          </w:p>
        </w:tc>
        <w:tc>
          <w:tcPr>
            <w:tcW w:w="810" w:type="dxa"/>
            <w:vAlign w:val="bottom"/>
          </w:tcPr>
          <w:p w14:paraId="646DA328" w14:textId="5711D85A"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101,8</w:t>
            </w:r>
          </w:p>
        </w:tc>
        <w:tc>
          <w:tcPr>
            <w:tcW w:w="810" w:type="dxa"/>
            <w:vAlign w:val="bottom"/>
          </w:tcPr>
          <w:p w14:paraId="5D190F12" w14:textId="0CBD9D48"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94,8</w:t>
            </w:r>
          </w:p>
        </w:tc>
        <w:tc>
          <w:tcPr>
            <w:tcW w:w="810" w:type="dxa"/>
            <w:vAlign w:val="bottom"/>
          </w:tcPr>
          <w:p w14:paraId="256401B4" w14:textId="12CAC695" w:rsidR="00137DF7" w:rsidRPr="00396C85" w:rsidRDefault="00137DF7" w:rsidP="00137DF7">
            <w:pPr>
              <w:ind w:right="57"/>
              <w:jc w:val="right"/>
              <w:rPr>
                <w:b/>
                <w:sz w:val="20"/>
                <w:highlight w:val="yellow"/>
              </w:rPr>
            </w:pPr>
            <w:r w:rsidRPr="00DF78DD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,7</w:t>
            </w:r>
          </w:p>
        </w:tc>
      </w:tr>
    </w:tbl>
    <w:p w14:paraId="4DC87FA5" w14:textId="20B2E475" w:rsidR="004D0E88" w:rsidRPr="009E1B3C" w:rsidRDefault="004D0E88" w:rsidP="00BA2DAE">
      <w:pPr>
        <w:pStyle w:val="3"/>
        <w:spacing w:before="240" w:after="240"/>
      </w:pPr>
      <w:bookmarkStart w:id="375" w:name="_Toc181255998"/>
      <w:r w:rsidRPr="009E1B3C">
        <w:t>Число замещенных рабочих мест в организациях</w:t>
      </w:r>
      <w:r w:rsidR="00133A15" w:rsidRPr="009E1B3C">
        <w:t xml:space="preserve"> </w:t>
      </w:r>
      <w:r w:rsidR="009018EF" w:rsidRPr="009E1B3C">
        <w:br/>
        <w:t>(без субъектов малого предпринимательства)</w:t>
      </w:r>
      <w:r w:rsidR="00593CD6" w:rsidRPr="009E1B3C">
        <w:t xml:space="preserve"> </w:t>
      </w:r>
      <w:r w:rsidRPr="009E1B3C">
        <w:br/>
        <w:t>по вид</w:t>
      </w:r>
      <w:r w:rsidR="00502DF6" w:rsidRPr="009E1B3C">
        <w:t>ам экономической деятельности</w:t>
      </w:r>
      <w:r w:rsidR="00502DF6" w:rsidRPr="009E1B3C">
        <w:br/>
        <w:t xml:space="preserve">в </w:t>
      </w:r>
      <w:r w:rsidR="00137DF7" w:rsidRPr="009E1B3C">
        <w:t>августе</w:t>
      </w:r>
      <w:r w:rsidRPr="009E1B3C">
        <w:t xml:space="preserve"> </w:t>
      </w:r>
      <w:r w:rsidR="004D7FA2" w:rsidRPr="009E1B3C">
        <w:t>2024</w:t>
      </w:r>
      <w:r w:rsidRPr="009E1B3C">
        <w:t xml:space="preserve"> года</w:t>
      </w:r>
      <w:bookmarkEnd w:id="375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134"/>
        <w:gridCol w:w="1134"/>
        <w:gridCol w:w="1134"/>
        <w:gridCol w:w="1134"/>
        <w:gridCol w:w="1134"/>
      </w:tblGrid>
      <w:tr w:rsidR="007A2433" w:rsidRPr="00C31A43" w14:paraId="1758FFFB" w14:textId="77777777" w:rsidTr="007A2433">
        <w:trPr>
          <w:trHeight w:val="283"/>
          <w:jc w:val="center"/>
        </w:trPr>
        <w:tc>
          <w:tcPr>
            <w:tcW w:w="3402" w:type="dxa"/>
            <w:vMerge w:val="restart"/>
            <w:vAlign w:val="center"/>
          </w:tcPr>
          <w:p w14:paraId="1FD5B6C8" w14:textId="77777777" w:rsidR="007A2433" w:rsidRPr="00C31A43" w:rsidRDefault="007A2433" w:rsidP="007A2433">
            <w:pPr>
              <w:jc w:val="center"/>
              <w:rPr>
                <w:b/>
                <w:sz w:val="20"/>
                <w:highlight w:val="yellow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64D1E853" w14:textId="77777777" w:rsidR="007A2433" w:rsidRPr="009B5079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 xml:space="preserve">Всего </w:t>
            </w:r>
            <w:proofErr w:type="gramStart"/>
            <w:r w:rsidRPr="009B5079">
              <w:rPr>
                <w:b/>
                <w:sz w:val="20"/>
              </w:rPr>
              <w:t>замещен</w:t>
            </w:r>
            <w:r>
              <w:rPr>
                <w:b/>
                <w:sz w:val="20"/>
              </w:rPr>
              <w:t>-</w:t>
            </w:r>
            <w:proofErr w:type="spellStart"/>
            <w:r w:rsidRPr="009B5079">
              <w:rPr>
                <w:b/>
                <w:sz w:val="20"/>
              </w:rPr>
              <w:t>ных</w:t>
            </w:r>
            <w:proofErr w:type="spellEnd"/>
            <w:proofErr w:type="gramEnd"/>
            <w:r w:rsidRPr="009B5079">
              <w:rPr>
                <w:b/>
                <w:sz w:val="20"/>
              </w:rPr>
              <w:t xml:space="preserve"> рабочих мест</w:t>
            </w:r>
          </w:p>
        </w:tc>
        <w:tc>
          <w:tcPr>
            <w:tcW w:w="3402" w:type="dxa"/>
            <w:gridSpan w:val="3"/>
            <w:vAlign w:val="center"/>
          </w:tcPr>
          <w:p w14:paraId="63CAB7E7" w14:textId="77777777" w:rsidR="007A2433" w:rsidRPr="009B5079" w:rsidRDefault="007A2433" w:rsidP="007A2433">
            <w:pPr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>в том числе работниками</w:t>
            </w:r>
            <w:r>
              <w:rPr>
                <w:b/>
                <w:sz w:val="20"/>
              </w:rPr>
              <w:t>:</w:t>
            </w:r>
          </w:p>
        </w:tc>
        <w:tc>
          <w:tcPr>
            <w:tcW w:w="1134" w:type="dxa"/>
            <w:vMerge w:val="restart"/>
            <w:vAlign w:val="center"/>
          </w:tcPr>
          <w:p w14:paraId="72FE0D81" w14:textId="77777777" w:rsidR="007A2433" w:rsidRPr="009B5079" w:rsidRDefault="007A2433" w:rsidP="007A2433">
            <w:pPr>
              <w:ind w:left="-57" w:right="-57"/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>Число</w:t>
            </w:r>
            <w:r>
              <w:rPr>
                <w:b/>
                <w:sz w:val="20"/>
              </w:rPr>
              <w:t xml:space="preserve"> замещен-</w:t>
            </w:r>
            <w:proofErr w:type="spellStart"/>
            <w:r w:rsidRPr="009B5079">
              <w:rPr>
                <w:b/>
                <w:sz w:val="20"/>
              </w:rPr>
              <w:t>ных</w:t>
            </w:r>
            <w:proofErr w:type="spellEnd"/>
            <w:r>
              <w:rPr>
                <w:b/>
                <w:sz w:val="20"/>
              </w:rPr>
              <w:t xml:space="preserve"> </w:t>
            </w:r>
            <w:proofErr w:type="spellStart"/>
            <w:r w:rsidRPr="009B5079">
              <w:rPr>
                <w:b/>
                <w:sz w:val="20"/>
              </w:rPr>
              <w:t>рабо</w:t>
            </w:r>
            <w:proofErr w:type="spellEnd"/>
            <w:r>
              <w:rPr>
                <w:b/>
                <w:sz w:val="20"/>
              </w:rPr>
              <w:t>-</w:t>
            </w:r>
            <w:r w:rsidRPr="009B5079">
              <w:rPr>
                <w:b/>
                <w:sz w:val="20"/>
              </w:rPr>
              <w:t>чих</w:t>
            </w:r>
            <w:r>
              <w:rPr>
                <w:b/>
                <w:sz w:val="20"/>
              </w:rPr>
              <w:t xml:space="preserve"> </w:t>
            </w:r>
            <w:r w:rsidRPr="009B5079">
              <w:rPr>
                <w:b/>
                <w:sz w:val="20"/>
              </w:rPr>
              <w:t>мест</w:t>
            </w:r>
            <w:r w:rsidRPr="009B5079">
              <w:rPr>
                <w:b/>
                <w:sz w:val="20"/>
              </w:rPr>
              <w:br/>
            </w:r>
            <w:proofErr w:type="gramStart"/>
            <w:r w:rsidRPr="009B5079">
              <w:rPr>
                <w:b/>
                <w:sz w:val="20"/>
              </w:rPr>
              <w:t>в  %</w:t>
            </w:r>
            <w:proofErr w:type="gramEnd"/>
            <w:r w:rsidRPr="009B5079">
              <w:rPr>
                <w:b/>
                <w:sz w:val="20"/>
              </w:rPr>
              <w:t xml:space="preserve">  к</w:t>
            </w:r>
            <w:r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</w:rPr>
              <w:br/>
            </w:r>
            <w:proofErr w:type="spellStart"/>
            <w:r>
              <w:rPr>
                <w:b/>
                <w:sz w:val="20"/>
              </w:rPr>
              <w:t>преды-</w:t>
            </w:r>
            <w:r w:rsidRPr="009B5079">
              <w:rPr>
                <w:b/>
                <w:sz w:val="20"/>
              </w:rPr>
              <w:t>дущему</w:t>
            </w:r>
            <w:proofErr w:type="spellEnd"/>
            <w:r>
              <w:rPr>
                <w:b/>
                <w:sz w:val="20"/>
              </w:rPr>
              <w:t xml:space="preserve"> </w:t>
            </w:r>
            <w:r w:rsidRPr="009B5079">
              <w:rPr>
                <w:b/>
                <w:sz w:val="20"/>
              </w:rPr>
              <w:t>месяцу</w:t>
            </w:r>
          </w:p>
        </w:tc>
      </w:tr>
      <w:tr w:rsidR="007A2433" w:rsidRPr="00C31A43" w14:paraId="5CA75669" w14:textId="77777777" w:rsidTr="007A2433">
        <w:trPr>
          <w:trHeight w:val="227"/>
          <w:jc w:val="center"/>
        </w:trPr>
        <w:tc>
          <w:tcPr>
            <w:tcW w:w="3402" w:type="dxa"/>
            <w:vMerge/>
          </w:tcPr>
          <w:p w14:paraId="4C610C3C" w14:textId="77777777" w:rsidR="007A2433" w:rsidRPr="00C31A43" w:rsidRDefault="007A2433" w:rsidP="007A2433">
            <w:pPr>
              <w:rPr>
                <w:b/>
                <w:sz w:val="20"/>
                <w:highlight w:val="yellow"/>
              </w:rPr>
            </w:pPr>
          </w:p>
        </w:tc>
        <w:tc>
          <w:tcPr>
            <w:tcW w:w="1134" w:type="dxa"/>
            <w:vMerge/>
          </w:tcPr>
          <w:p w14:paraId="421F41A6" w14:textId="77777777" w:rsidR="007A2433" w:rsidRPr="00C31A43" w:rsidRDefault="007A2433" w:rsidP="007A2433">
            <w:pPr>
              <w:rPr>
                <w:b/>
                <w:sz w:val="20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14:paraId="44264DB4" w14:textId="77777777" w:rsidR="007A2433" w:rsidRPr="009B5079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>списочного состава</w:t>
            </w:r>
            <w:r w:rsidRPr="009B5079">
              <w:rPr>
                <w:b/>
                <w:sz w:val="20"/>
              </w:rPr>
              <w:br/>
              <w:t xml:space="preserve">(без </w:t>
            </w:r>
            <w:proofErr w:type="spellStart"/>
            <w:proofErr w:type="gramStart"/>
            <w:r w:rsidRPr="009B5079">
              <w:rPr>
                <w:b/>
                <w:sz w:val="20"/>
              </w:rPr>
              <w:t>внеш</w:t>
            </w:r>
            <w:proofErr w:type="spellEnd"/>
            <w:r>
              <w:rPr>
                <w:b/>
                <w:sz w:val="20"/>
              </w:rPr>
              <w:t>-</w:t>
            </w:r>
            <w:r w:rsidRPr="009B5079">
              <w:rPr>
                <w:b/>
                <w:sz w:val="20"/>
              </w:rPr>
              <w:t>них</w:t>
            </w:r>
            <w:proofErr w:type="gramEnd"/>
            <w:r w:rsidRPr="009B5079">
              <w:rPr>
                <w:b/>
                <w:sz w:val="20"/>
              </w:rPr>
              <w:t xml:space="preserve"> </w:t>
            </w:r>
            <w:proofErr w:type="spellStart"/>
            <w:r w:rsidRPr="009B5079">
              <w:rPr>
                <w:b/>
                <w:sz w:val="20"/>
              </w:rPr>
              <w:t>совмес</w:t>
            </w:r>
            <w:r>
              <w:rPr>
                <w:b/>
                <w:sz w:val="20"/>
              </w:rPr>
              <w:t>-ти</w:t>
            </w:r>
            <w:r w:rsidRPr="009B5079">
              <w:rPr>
                <w:b/>
                <w:sz w:val="20"/>
              </w:rPr>
              <w:t>телей</w:t>
            </w:r>
            <w:proofErr w:type="spellEnd"/>
            <w:r w:rsidRPr="009B5079">
              <w:rPr>
                <w:b/>
                <w:sz w:val="20"/>
              </w:rPr>
              <w:t>)</w:t>
            </w:r>
          </w:p>
        </w:tc>
        <w:tc>
          <w:tcPr>
            <w:tcW w:w="1134" w:type="dxa"/>
            <w:vAlign w:val="center"/>
          </w:tcPr>
          <w:p w14:paraId="0C7FC869" w14:textId="77777777" w:rsidR="007A2433" w:rsidRPr="009B5079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 xml:space="preserve">внешними </w:t>
            </w:r>
            <w:proofErr w:type="gramStart"/>
            <w:r w:rsidRPr="009B5079">
              <w:rPr>
                <w:b/>
                <w:sz w:val="20"/>
              </w:rPr>
              <w:t>совмести-</w:t>
            </w:r>
            <w:proofErr w:type="spellStart"/>
            <w:r w:rsidRPr="009B5079">
              <w:rPr>
                <w:b/>
                <w:sz w:val="20"/>
              </w:rPr>
              <w:t>телями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14:paraId="1D382BB4" w14:textId="77777777" w:rsidR="007A2433" w:rsidRPr="009B5079" w:rsidRDefault="007A2433" w:rsidP="007A2433">
            <w:pPr>
              <w:ind w:left="-85" w:right="-85"/>
              <w:jc w:val="center"/>
              <w:rPr>
                <w:b/>
                <w:sz w:val="20"/>
              </w:rPr>
            </w:pPr>
            <w:proofErr w:type="gramStart"/>
            <w:r w:rsidRPr="009B5079">
              <w:rPr>
                <w:b/>
                <w:sz w:val="20"/>
              </w:rPr>
              <w:t>выполняв-</w:t>
            </w:r>
            <w:proofErr w:type="spellStart"/>
            <w:r w:rsidRPr="009B5079">
              <w:rPr>
                <w:b/>
                <w:sz w:val="20"/>
              </w:rPr>
              <w:t>шими</w:t>
            </w:r>
            <w:proofErr w:type="spellEnd"/>
            <w:proofErr w:type="gramEnd"/>
            <w:r w:rsidRPr="009B5079">
              <w:rPr>
                <w:b/>
                <w:sz w:val="20"/>
              </w:rPr>
              <w:t xml:space="preserve"> работы </w:t>
            </w:r>
            <w:r>
              <w:rPr>
                <w:b/>
                <w:sz w:val="20"/>
              </w:rPr>
              <w:br/>
            </w:r>
            <w:r w:rsidRPr="009B5079">
              <w:rPr>
                <w:b/>
                <w:sz w:val="20"/>
              </w:rPr>
              <w:t xml:space="preserve">по </w:t>
            </w:r>
            <w:proofErr w:type="spellStart"/>
            <w:r w:rsidRPr="009B5079">
              <w:rPr>
                <w:b/>
                <w:sz w:val="20"/>
              </w:rPr>
              <w:t>догово</w:t>
            </w:r>
            <w:proofErr w:type="spellEnd"/>
            <w:r>
              <w:rPr>
                <w:b/>
                <w:sz w:val="20"/>
              </w:rPr>
              <w:t>-</w:t>
            </w:r>
            <w:r w:rsidRPr="009B5079">
              <w:rPr>
                <w:b/>
                <w:sz w:val="20"/>
              </w:rPr>
              <w:t xml:space="preserve">рам </w:t>
            </w:r>
            <w:proofErr w:type="spellStart"/>
            <w:r w:rsidRPr="009B5079">
              <w:rPr>
                <w:b/>
                <w:sz w:val="20"/>
              </w:rPr>
              <w:t>граж</w:t>
            </w:r>
            <w:proofErr w:type="spellEnd"/>
            <w:r>
              <w:rPr>
                <w:b/>
                <w:sz w:val="20"/>
              </w:rPr>
              <w:t>-</w:t>
            </w:r>
            <w:proofErr w:type="spellStart"/>
            <w:r w:rsidRPr="009B5079">
              <w:rPr>
                <w:b/>
                <w:sz w:val="20"/>
              </w:rPr>
              <w:t>данско</w:t>
            </w:r>
            <w:proofErr w:type="spellEnd"/>
            <w:r w:rsidRPr="009B5079">
              <w:rPr>
                <w:b/>
                <w:sz w:val="20"/>
              </w:rPr>
              <w:t>-правового характера</w:t>
            </w:r>
          </w:p>
        </w:tc>
        <w:tc>
          <w:tcPr>
            <w:tcW w:w="1134" w:type="dxa"/>
            <w:vMerge/>
          </w:tcPr>
          <w:p w14:paraId="0EF15DC7" w14:textId="77777777" w:rsidR="007A2433" w:rsidRPr="00C31A43" w:rsidRDefault="007A2433" w:rsidP="007A2433">
            <w:pPr>
              <w:rPr>
                <w:b/>
                <w:sz w:val="20"/>
                <w:highlight w:val="yellow"/>
              </w:rPr>
            </w:pPr>
          </w:p>
        </w:tc>
      </w:tr>
      <w:tr w:rsidR="00137DF7" w:rsidRPr="009B5079" w14:paraId="6CB754B8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1AAAE00D" w14:textId="77777777" w:rsidR="00137DF7" w:rsidRPr="009B5079" w:rsidRDefault="00137DF7" w:rsidP="00137DF7">
            <w:pPr>
              <w:jc w:val="left"/>
              <w:rPr>
                <w:b/>
                <w:sz w:val="20"/>
              </w:rPr>
            </w:pPr>
            <w:r w:rsidRPr="009B5079">
              <w:rPr>
                <w:b/>
                <w:sz w:val="20"/>
              </w:rPr>
              <w:t>Всего</w:t>
            </w:r>
          </w:p>
        </w:tc>
        <w:tc>
          <w:tcPr>
            <w:tcW w:w="1134" w:type="dxa"/>
            <w:vAlign w:val="bottom"/>
          </w:tcPr>
          <w:p w14:paraId="28620766" w14:textId="2927B106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847F9">
              <w:rPr>
                <w:b/>
                <w:sz w:val="20"/>
              </w:rPr>
              <w:t>171345</w:t>
            </w:r>
          </w:p>
        </w:tc>
        <w:tc>
          <w:tcPr>
            <w:tcW w:w="1134" w:type="dxa"/>
            <w:vAlign w:val="bottom"/>
          </w:tcPr>
          <w:p w14:paraId="53C2A221" w14:textId="2543D76C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847F9">
              <w:rPr>
                <w:b/>
                <w:sz w:val="20"/>
              </w:rPr>
              <w:t>165935</w:t>
            </w:r>
          </w:p>
        </w:tc>
        <w:tc>
          <w:tcPr>
            <w:tcW w:w="1134" w:type="dxa"/>
            <w:vAlign w:val="bottom"/>
          </w:tcPr>
          <w:p w14:paraId="6CD2B02A" w14:textId="0369D02B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847F9">
              <w:rPr>
                <w:b/>
                <w:sz w:val="20"/>
              </w:rPr>
              <w:t>2813</w:t>
            </w:r>
          </w:p>
        </w:tc>
        <w:tc>
          <w:tcPr>
            <w:tcW w:w="1134" w:type="dxa"/>
            <w:vAlign w:val="bottom"/>
          </w:tcPr>
          <w:p w14:paraId="69BD35D7" w14:textId="42D72C65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847F9">
              <w:rPr>
                <w:b/>
                <w:sz w:val="20"/>
              </w:rPr>
              <w:t>2597</w:t>
            </w:r>
          </w:p>
        </w:tc>
        <w:tc>
          <w:tcPr>
            <w:tcW w:w="1134" w:type="dxa"/>
            <w:vAlign w:val="bottom"/>
          </w:tcPr>
          <w:p w14:paraId="1AC7593E" w14:textId="46CDC352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847F9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D847F9">
              <w:rPr>
                <w:b/>
                <w:sz w:val="20"/>
              </w:rPr>
              <w:t>8</w:t>
            </w:r>
          </w:p>
        </w:tc>
      </w:tr>
      <w:tr w:rsidR="007A2433" w:rsidRPr="009B5079" w14:paraId="5F5F3B6F" w14:textId="77777777" w:rsidTr="007A2433">
        <w:trPr>
          <w:trHeight w:val="227"/>
          <w:jc w:val="center"/>
        </w:trPr>
        <w:tc>
          <w:tcPr>
            <w:tcW w:w="9072" w:type="dxa"/>
            <w:gridSpan w:val="6"/>
            <w:vAlign w:val="bottom"/>
          </w:tcPr>
          <w:p w14:paraId="503A15B2" w14:textId="77777777" w:rsidR="007A2433" w:rsidRPr="00F06AEE" w:rsidRDefault="007A2433" w:rsidP="007A2433">
            <w:pPr>
              <w:ind w:left="34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из них</w:t>
            </w:r>
            <w:r w:rsidRPr="00F06AEE">
              <w:rPr>
                <w:b/>
                <w:sz w:val="20"/>
              </w:rPr>
              <w:t xml:space="preserve">: </w:t>
            </w:r>
          </w:p>
        </w:tc>
      </w:tr>
      <w:tr w:rsidR="00137DF7" w:rsidRPr="009B5079" w14:paraId="71B8E788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6377EF22" w14:textId="77777777" w:rsidR="00137DF7" w:rsidRPr="009B5079" w:rsidRDefault="00137DF7" w:rsidP="00137DF7">
            <w:pPr>
              <w:ind w:left="113"/>
              <w:jc w:val="left"/>
              <w:rPr>
                <w:b/>
                <w:sz w:val="20"/>
              </w:rPr>
            </w:pPr>
            <w:bookmarkStart w:id="376" w:name="_Toc468171915"/>
            <w:r w:rsidRPr="009B5079">
              <w:rPr>
                <w:b/>
                <w:sz w:val="20"/>
              </w:rPr>
              <w:t>сельское, лесно</w:t>
            </w:r>
            <w:r>
              <w:rPr>
                <w:b/>
                <w:sz w:val="20"/>
              </w:rPr>
              <w:t xml:space="preserve">е хозяйство, </w:t>
            </w:r>
            <w:proofErr w:type="spellStart"/>
            <w:proofErr w:type="gramStart"/>
            <w:r>
              <w:rPr>
                <w:b/>
                <w:sz w:val="20"/>
              </w:rPr>
              <w:t>охо</w:t>
            </w:r>
            <w:proofErr w:type="spellEnd"/>
            <w:r>
              <w:rPr>
                <w:b/>
                <w:sz w:val="20"/>
              </w:rPr>
              <w:t>-та</w:t>
            </w:r>
            <w:proofErr w:type="gramEnd"/>
            <w:r>
              <w:rPr>
                <w:b/>
                <w:sz w:val="20"/>
              </w:rPr>
              <w:t xml:space="preserve">, рыболовство </w:t>
            </w:r>
            <w:r w:rsidRPr="009B5079">
              <w:rPr>
                <w:b/>
                <w:sz w:val="20"/>
              </w:rPr>
              <w:t>и рыбоводство</w:t>
            </w:r>
            <w:bookmarkEnd w:id="376"/>
          </w:p>
        </w:tc>
        <w:tc>
          <w:tcPr>
            <w:tcW w:w="1134" w:type="dxa"/>
            <w:vAlign w:val="bottom"/>
          </w:tcPr>
          <w:p w14:paraId="0B1DD514" w14:textId="36DD029E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  <w:lang w:val="en-US"/>
              </w:rPr>
            </w:pPr>
            <w:r w:rsidRPr="00D847F9">
              <w:rPr>
                <w:b/>
                <w:sz w:val="20"/>
              </w:rPr>
              <w:t>3003</w:t>
            </w:r>
          </w:p>
        </w:tc>
        <w:tc>
          <w:tcPr>
            <w:tcW w:w="1134" w:type="dxa"/>
            <w:vAlign w:val="bottom"/>
          </w:tcPr>
          <w:p w14:paraId="12841F0F" w14:textId="20E9A160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D847F9">
              <w:rPr>
                <w:b/>
                <w:sz w:val="20"/>
              </w:rPr>
              <w:t>2964</w:t>
            </w:r>
          </w:p>
        </w:tc>
        <w:tc>
          <w:tcPr>
            <w:tcW w:w="1134" w:type="dxa"/>
            <w:vAlign w:val="bottom"/>
          </w:tcPr>
          <w:p w14:paraId="71A83E2A" w14:textId="6E4D752A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847F9">
              <w:rPr>
                <w:b/>
                <w:sz w:val="20"/>
              </w:rPr>
              <w:t>21</w:t>
            </w:r>
          </w:p>
        </w:tc>
        <w:tc>
          <w:tcPr>
            <w:tcW w:w="1134" w:type="dxa"/>
            <w:vAlign w:val="bottom"/>
          </w:tcPr>
          <w:p w14:paraId="5E65C88B" w14:textId="5F166EFF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847F9">
              <w:rPr>
                <w:b/>
                <w:sz w:val="20"/>
              </w:rPr>
              <w:t>18</w:t>
            </w:r>
          </w:p>
        </w:tc>
        <w:tc>
          <w:tcPr>
            <w:tcW w:w="1134" w:type="dxa"/>
            <w:vAlign w:val="bottom"/>
          </w:tcPr>
          <w:p w14:paraId="01CB5CEF" w14:textId="5BAA5ECF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D847F9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D847F9">
              <w:rPr>
                <w:b/>
                <w:sz w:val="20"/>
              </w:rPr>
              <w:t>7</w:t>
            </w:r>
          </w:p>
        </w:tc>
      </w:tr>
      <w:tr w:rsidR="007A2433" w:rsidRPr="009B5079" w14:paraId="0DB6C421" w14:textId="77777777" w:rsidTr="007A2433">
        <w:trPr>
          <w:trHeight w:val="227"/>
          <w:jc w:val="center"/>
        </w:trPr>
        <w:tc>
          <w:tcPr>
            <w:tcW w:w="9072" w:type="dxa"/>
            <w:gridSpan w:val="6"/>
            <w:vAlign w:val="bottom"/>
          </w:tcPr>
          <w:p w14:paraId="5D973AC7" w14:textId="77777777" w:rsidR="007A2433" w:rsidRPr="00F06AEE" w:rsidRDefault="007A2433" w:rsidP="007A2433">
            <w:pPr>
              <w:ind w:left="454"/>
              <w:jc w:val="left"/>
              <w:rPr>
                <w:b/>
                <w:sz w:val="20"/>
              </w:rPr>
            </w:pPr>
            <w:r w:rsidRPr="00F06AEE">
              <w:rPr>
                <w:b/>
                <w:sz w:val="20"/>
              </w:rPr>
              <w:t>в том числе:</w:t>
            </w:r>
          </w:p>
        </w:tc>
      </w:tr>
      <w:tr w:rsidR="00137DF7" w:rsidRPr="009B5079" w14:paraId="3C8F9625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378EE5AE" w14:textId="77777777" w:rsidR="00137DF7" w:rsidRPr="009B5079" w:rsidRDefault="00137DF7" w:rsidP="00137DF7">
            <w:pPr>
              <w:autoSpaceDE w:val="0"/>
              <w:autoSpaceDN w:val="0"/>
              <w:adjustRightInd w:val="0"/>
              <w:ind w:left="227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растениеводство и </w:t>
            </w:r>
            <w:proofErr w:type="gramStart"/>
            <w:r>
              <w:rPr>
                <w:b/>
                <w:sz w:val="20"/>
              </w:rPr>
              <w:t>животно-</w:t>
            </w:r>
            <w:proofErr w:type="spellStart"/>
            <w:r w:rsidRPr="009B5079">
              <w:rPr>
                <w:b/>
                <w:sz w:val="20"/>
              </w:rPr>
              <w:t>водство</w:t>
            </w:r>
            <w:proofErr w:type="spellEnd"/>
            <w:proofErr w:type="gramEnd"/>
            <w:r w:rsidRPr="009B5079">
              <w:rPr>
                <w:b/>
                <w:sz w:val="20"/>
              </w:rPr>
              <w:t xml:space="preserve">, охота </w:t>
            </w:r>
            <w:r>
              <w:rPr>
                <w:b/>
                <w:sz w:val="20"/>
              </w:rPr>
              <w:t>и предостав</w:t>
            </w:r>
            <w:r w:rsidRPr="009B5079">
              <w:rPr>
                <w:b/>
                <w:sz w:val="20"/>
              </w:rPr>
              <w:t>ление соответствующих услуг в этих областях</w:t>
            </w:r>
          </w:p>
        </w:tc>
        <w:tc>
          <w:tcPr>
            <w:tcW w:w="1134" w:type="dxa"/>
            <w:vAlign w:val="bottom"/>
          </w:tcPr>
          <w:p w14:paraId="000E06D4" w14:textId="04CFA3AC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2277</w:t>
            </w:r>
          </w:p>
        </w:tc>
        <w:tc>
          <w:tcPr>
            <w:tcW w:w="1134" w:type="dxa"/>
            <w:vAlign w:val="bottom"/>
          </w:tcPr>
          <w:p w14:paraId="3528927D" w14:textId="5E2C1747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2243</w:t>
            </w:r>
          </w:p>
        </w:tc>
        <w:tc>
          <w:tcPr>
            <w:tcW w:w="1134" w:type="dxa"/>
            <w:vAlign w:val="bottom"/>
          </w:tcPr>
          <w:p w14:paraId="708883F9" w14:textId="18F3AC93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403BE8A2" w14:textId="706E1F21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55586E62" w14:textId="4F85230C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98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8</w:t>
            </w:r>
          </w:p>
        </w:tc>
      </w:tr>
      <w:tr w:rsidR="00137DF7" w:rsidRPr="00DD4BBB" w14:paraId="43172C60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6B7FDC89" w14:textId="77777777" w:rsidR="00137DF7" w:rsidRPr="00DD4BBB" w:rsidRDefault="00137DF7" w:rsidP="00137DF7">
            <w:pPr>
              <w:ind w:left="227"/>
              <w:jc w:val="left"/>
              <w:rPr>
                <w:b/>
                <w:sz w:val="20"/>
              </w:rPr>
            </w:pPr>
            <w:r w:rsidRPr="00DD4BBB">
              <w:rPr>
                <w:b/>
                <w:sz w:val="20"/>
              </w:rPr>
              <w:t>рыболовство и рыбоводство</w:t>
            </w:r>
          </w:p>
        </w:tc>
        <w:tc>
          <w:tcPr>
            <w:tcW w:w="1134" w:type="dxa"/>
            <w:vAlign w:val="bottom"/>
          </w:tcPr>
          <w:p w14:paraId="233C5E78" w14:textId="73112335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619</w:t>
            </w:r>
          </w:p>
        </w:tc>
        <w:tc>
          <w:tcPr>
            <w:tcW w:w="1134" w:type="dxa"/>
            <w:vAlign w:val="bottom"/>
          </w:tcPr>
          <w:p w14:paraId="5E00EE3E" w14:textId="25E02F76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617</w:t>
            </w:r>
          </w:p>
        </w:tc>
        <w:tc>
          <w:tcPr>
            <w:tcW w:w="1134" w:type="dxa"/>
            <w:vAlign w:val="bottom"/>
          </w:tcPr>
          <w:p w14:paraId="64C0B9C1" w14:textId="4D414AC5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</w:t>
            </w:r>
          </w:p>
        </w:tc>
        <w:tc>
          <w:tcPr>
            <w:tcW w:w="1134" w:type="dxa"/>
            <w:vAlign w:val="bottom"/>
          </w:tcPr>
          <w:p w14:paraId="50A31D45" w14:textId="58D89DEA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1CA6B915" w14:textId="692B1F0E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93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5</w:t>
            </w:r>
          </w:p>
        </w:tc>
      </w:tr>
      <w:tr w:rsidR="00137DF7" w:rsidRPr="00DD4BBB" w14:paraId="540F46CB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6B0E3F3B" w14:textId="77777777" w:rsidR="00137DF7" w:rsidRPr="00DD4BBB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DD4BBB">
              <w:rPr>
                <w:b/>
                <w:sz w:val="20"/>
              </w:rPr>
              <w:t>добыча</w:t>
            </w:r>
            <w:r w:rsidRPr="00B35A2D">
              <w:rPr>
                <w:b/>
                <w:sz w:val="20"/>
              </w:rPr>
              <w:t xml:space="preserve"> полезных ископаемых</w:t>
            </w:r>
          </w:p>
        </w:tc>
        <w:tc>
          <w:tcPr>
            <w:tcW w:w="1134" w:type="dxa"/>
            <w:vAlign w:val="bottom"/>
          </w:tcPr>
          <w:p w14:paraId="1C9CAAE7" w14:textId="32E0C468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4856</w:t>
            </w:r>
          </w:p>
        </w:tc>
        <w:tc>
          <w:tcPr>
            <w:tcW w:w="1134" w:type="dxa"/>
            <w:vAlign w:val="bottom"/>
          </w:tcPr>
          <w:p w14:paraId="41552C1F" w14:textId="4A99EE06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4839</w:t>
            </w:r>
          </w:p>
        </w:tc>
        <w:tc>
          <w:tcPr>
            <w:tcW w:w="1134" w:type="dxa"/>
            <w:vAlign w:val="bottom"/>
          </w:tcPr>
          <w:p w14:paraId="7B8A70AF" w14:textId="40D3C9DF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5</w:t>
            </w:r>
          </w:p>
        </w:tc>
        <w:tc>
          <w:tcPr>
            <w:tcW w:w="1134" w:type="dxa"/>
            <w:vAlign w:val="bottom"/>
          </w:tcPr>
          <w:p w14:paraId="0911D819" w14:textId="11324856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12</w:t>
            </w:r>
          </w:p>
        </w:tc>
        <w:tc>
          <w:tcPr>
            <w:tcW w:w="1134" w:type="dxa"/>
            <w:vAlign w:val="bottom"/>
          </w:tcPr>
          <w:p w14:paraId="0C9BE790" w14:textId="196B52B9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4</w:t>
            </w:r>
          </w:p>
        </w:tc>
      </w:tr>
      <w:tr w:rsidR="00137DF7" w:rsidRPr="00DD4BBB" w14:paraId="7837E850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691BBE86" w14:textId="77777777" w:rsidR="00137DF7" w:rsidRPr="00DD4BBB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B35A2D">
              <w:rPr>
                <w:b/>
                <w:sz w:val="20"/>
              </w:rPr>
              <w:t>обрабатыва</w:t>
            </w:r>
            <w:r w:rsidRPr="00024AE5">
              <w:rPr>
                <w:b/>
                <w:sz w:val="20"/>
              </w:rPr>
              <w:t>ющие производства</w:t>
            </w:r>
          </w:p>
        </w:tc>
        <w:tc>
          <w:tcPr>
            <w:tcW w:w="1134" w:type="dxa"/>
            <w:vAlign w:val="bottom"/>
          </w:tcPr>
          <w:p w14:paraId="68690048" w14:textId="58F35A80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14288</w:t>
            </w:r>
          </w:p>
        </w:tc>
        <w:tc>
          <w:tcPr>
            <w:tcW w:w="1134" w:type="dxa"/>
            <w:vAlign w:val="bottom"/>
          </w:tcPr>
          <w:p w14:paraId="1F3CAFB0" w14:textId="61B4BC22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14168</w:t>
            </w:r>
          </w:p>
        </w:tc>
        <w:tc>
          <w:tcPr>
            <w:tcW w:w="1134" w:type="dxa"/>
            <w:vAlign w:val="bottom"/>
          </w:tcPr>
          <w:p w14:paraId="762CAB21" w14:textId="052FE45B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86</w:t>
            </w:r>
          </w:p>
        </w:tc>
        <w:tc>
          <w:tcPr>
            <w:tcW w:w="1134" w:type="dxa"/>
            <w:vAlign w:val="bottom"/>
          </w:tcPr>
          <w:p w14:paraId="2AAE1A09" w14:textId="64F4ABFE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33</w:t>
            </w:r>
          </w:p>
        </w:tc>
        <w:tc>
          <w:tcPr>
            <w:tcW w:w="1134" w:type="dxa"/>
            <w:vAlign w:val="bottom"/>
          </w:tcPr>
          <w:p w14:paraId="74298749" w14:textId="0AE3FE53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6</w:t>
            </w:r>
          </w:p>
        </w:tc>
      </w:tr>
      <w:tr w:rsidR="00137DF7" w:rsidRPr="00190DDE" w14:paraId="52403A67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13D83B61" w14:textId="77777777" w:rsidR="00137DF7" w:rsidRPr="00190DDE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190DDE">
              <w:rPr>
                <w:b/>
                <w:sz w:val="20"/>
              </w:rPr>
              <w:t xml:space="preserve">обеспечение электрической энергией, газом и паром; </w:t>
            </w:r>
            <w:r>
              <w:rPr>
                <w:b/>
                <w:sz w:val="20"/>
              </w:rPr>
              <w:br/>
            </w:r>
            <w:r w:rsidRPr="00190DDE">
              <w:rPr>
                <w:b/>
                <w:sz w:val="20"/>
              </w:rPr>
              <w:t>кондиционирование воздуха</w:t>
            </w:r>
          </w:p>
        </w:tc>
        <w:tc>
          <w:tcPr>
            <w:tcW w:w="1134" w:type="dxa"/>
            <w:vAlign w:val="bottom"/>
          </w:tcPr>
          <w:p w14:paraId="696AA485" w14:textId="12347DD1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6517</w:t>
            </w:r>
          </w:p>
        </w:tc>
        <w:tc>
          <w:tcPr>
            <w:tcW w:w="1134" w:type="dxa"/>
            <w:vAlign w:val="bottom"/>
          </w:tcPr>
          <w:p w14:paraId="3B366991" w14:textId="50F57B7C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6465</w:t>
            </w:r>
          </w:p>
        </w:tc>
        <w:tc>
          <w:tcPr>
            <w:tcW w:w="1134" w:type="dxa"/>
            <w:vAlign w:val="bottom"/>
          </w:tcPr>
          <w:p w14:paraId="317CC50E" w14:textId="35294BB9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18</w:t>
            </w:r>
          </w:p>
        </w:tc>
        <w:tc>
          <w:tcPr>
            <w:tcW w:w="1134" w:type="dxa"/>
            <w:vAlign w:val="bottom"/>
          </w:tcPr>
          <w:p w14:paraId="1AA07AB6" w14:textId="2AA5C7D9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34</w:t>
            </w:r>
          </w:p>
        </w:tc>
        <w:tc>
          <w:tcPr>
            <w:tcW w:w="1134" w:type="dxa"/>
            <w:vAlign w:val="bottom"/>
          </w:tcPr>
          <w:p w14:paraId="19905CAE" w14:textId="0C4BA3F5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2</w:t>
            </w:r>
          </w:p>
        </w:tc>
      </w:tr>
      <w:tr w:rsidR="00137DF7" w:rsidRPr="00190DDE" w14:paraId="15BCD2F7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050D6E4B" w14:textId="77777777" w:rsidR="00137DF7" w:rsidRPr="00190DDE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190DDE">
              <w:rPr>
                <w:b/>
                <w:sz w:val="20"/>
              </w:rPr>
              <w:t>водоснабжение; водоотвед</w:t>
            </w:r>
            <w:r>
              <w:rPr>
                <w:b/>
                <w:sz w:val="20"/>
              </w:rPr>
              <w:t>ение, организация сбора и утили</w:t>
            </w:r>
            <w:r w:rsidRPr="00190DDE">
              <w:rPr>
                <w:b/>
                <w:sz w:val="20"/>
              </w:rPr>
              <w:t xml:space="preserve">зации отходов, деятельность </w:t>
            </w:r>
            <w:r>
              <w:rPr>
                <w:b/>
                <w:sz w:val="20"/>
              </w:rPr>
              <w:br/>
            </w:r>
            <w:r w:rsidRPr="00190DDE">
              <w:rPr>
                <w:b/>
                <w:sz w:val="20"/>
              </w:rPr>
              <w:t>по ликвидации загрязнений</w:t>
            </w:r>
          </w:p>
        </w:tc>
        <w:tc>
          <w:tcPr>
            <w:tcW w:w="1134" w:type="dxa"/>
            <w:vAlign w:val="bottom"/>
          </w:tcPr>
          <w:p w14:paraId="6F4CE3CC" w14:textId="6EC4EF21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5270</w:t>
            </w:r>
          </w:p>
        </w:tc>
        <w:tc>
          <w:tcPr>
            <w:tcW w:w="1134" w:type="dxa"/>
            <w:vAlign w:val="bottom"/>
          </w:tcPr>
          <w:p w14:paraId="73CBFDEB" w14:textId="43D4F162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5097</w:t>
            </w:r>
          </w:p>
        </w:tc>
        <w:tc>
          <w:tcPr>
            <w:tcW w:w="1134" w:type="dxa"/>
            <w:vAlign w:val="bottom"/>
          </w:tcPr>
          <w:p w14:paraId="73D92777" w14:textId="4FF1F179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41</w:t>
            </w:r>
          </w:p>
        </w:tc>
        <w:tc>
          <w:tcPr>
            <w:tcW w:w="1134" w:type="dxa"/>
            <w:vAlign w:val="bottom"/>
          </w:tcPr>
          <w:p w14:paraId="6CCBED40" w14:textId="44D08668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132</w:t>
            </w:r>
          </w:p>
        </w:tc>
        <w:tc>
          <w:tcPr>
            <w:tcW w:w="1134" w:type="dxa"/>
            <w:vAlign w:val="bottom"/>
          </w:tcPr>
          <w:p w14:paraId="6659952D" w14:textId="2146D230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5</w:t>
            </w:r>
          </w:p>
        </w:tc>
      </w:tr>
      <w:tr w:rsidR="00137DF7" w:rsidRPr="00190DDE" w14:paraId="04A74BB6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07F60BA0" w14:textId="77777777" w:rsidR="00137DF7" w:rsidRPr="00190DDE" w:rsidRDefault="00137DF7" w:rsidP="00137DF7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  <w:r w:rsidRPr="00B35A2D">
              <w:rPr>
                <w:b/>
                <w:sz w:val="20"/>
              </w:rPr>
              <w:t>троительство</w:t>
            </w:r>
          </w:p>
        </w:tc>
        <w:tc>
          <w:tcPr>
            <w:tcW w:w="1134" w:type="dxa"/>
            <w:vAlign w:val="bottom"/>
          </w:tcPr>
          <w:p w14:paraId="0528ADF4" w14:textId="7D7EF1D2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4196</w:t>
            </w:r>
          </w:p>
        </w:tc>
        <w:tc>
          <w:tcPr>
            <w:tcW w:w="1134" w:type="dxa"/>
            <w:vAlign w:val="bottom"/>
          </w:tcPr>
          <w:p w14:paraId="04A61F4B" w14:textId="25619112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4076</w:t>
            </w:r>
          </w:p>
        </w:tc>
        <w:tc>
          <w:tcPr>
            <w:tcW w:w="1134" w:type="dxa"/>
            <w:vAlign w:val="bottom"/>
          </w:tcPr>
          <w:p w14:paraId="740B35D1" w14:textId="4A31E976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81</w:t>
            </w:r>
          </w:p>
        </w:tc>
        <w:tc>
          <w:tcPr>
            <w:tcW w:w="1134" w:type="dxa"/>
            <w:vAlign w:val="bottom"/>
          </w:tcPr>
          <w:p w14:paraId="6D1C8E41" w14:textId="6D70B843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39</w:t>
            </w:r>
          </w:p>
        </w:tc>
        <w:tc>
          <w:tcPr>
            <w:tcW w:w="1134" w:type="dxa"/>
            <w:vAlign w:val="bottom"/>
          </w:tcPr>
          <w:p w14:paraId="7B8A5336" w14:textId="485DE262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6</w:t>
            </w:r>
          </w:p>
        </w:tc>
      </w:tr>
      <w:tr w:rsidR="00137DF7" w:rsidRPr="00C31A43" w14:paraId="4CA8118F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211039CB" w14:textId="77777777" w:rsidR="00137DF7" w:rsidRPr="006618B5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6618B5">
              <w:rPr>
                <w:b/>
                <w:sz w:val="20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1134" w:type="dxa"/>
            <w:vAlign w:val="bottom"/>
          </w:tcPr>
          <w:p w14:paraId="0685EED3" w14:textId="4D0FF4AD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11134</w:t>
            </w:r>
          </w:p>
        </w:tc>
        <w:tc>
          <w:tcPr>
            <w:tcW w:w="1134" w:type="dxa"/>
            <w:vAlign w:val="bottom"/>
          </w:tcPr>
          <w:p w14:paraId="5B27D278" w14:textId="0D969BC3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10997</w:t>
            </w:r>
          </w:p>
        </w:tc>
        <w:tc>
          <w:tcPr>
            <w:tcW w:w="1134" w:type="dxa"/>
            <w:vAlign w:val="bottom"/>
          </w:tcPr>
          <w:p w14:paraId="21C219D1" w14:textId="31A5F423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108</w:t>
            </w:r>
          </w:p>
        </w:tc>
        <w:tc>
          <w:tcPr>
            <w:tcW w:w="1134" w:type="dxa"/>
            <w:vAlign w:val="bottom"/>
          </w:tcPr>
          <w:p w14:paraId="2E6520B2" w14:textId="28BBD30A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28</w:t>
            </w:r>
          </w:p>
        </w:tc>
        <w:tc>
          <w:tcPr>
            <w:tcW w:w="1134" w:type="dxa"/>
            <w:vAlign w:val="bottom"/>
          </w:tcPr>
          <w:p w14:paraId="78A42839" w14:textId="23E1F299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7</w:t>
            </w:r>
          </w:p>
        </w:tc>
      </w:tr>
      <w:tr w:rsidR="00137DF7" w:rsidRPr="00C31A43" w14:paraId="7B0A390E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66B688B8" w14:textId="77777777" w:rsidR="00137DF7" w:rsidRPr="006618B5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B35A2D">
              <w:rPr>
                <w:b/>
                <w:sz w:val="20"/>
              </w:rPr>
              <w:t>транспортировка и хранение</w:t>
            </w:r>
          </w:p>
        </w:tc>
        <w:tc>
          <w:tcPr>
            <w:tcW w:w="1134" w:type="dxa"/>
            <w:vAlign w:val="bottom"/>
          </w:tcPr>
          <w:p w14:paraId="03A7D8A8" w14:textId="4BB54796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14413</w:t>
            </w:r>
          </w:p>
        </w:tc>
        <w:tc>
          <w:tcPr>
            <w:tcW w:w="1134" w:type="dxa"/>
            <w:vAlign w:val="bottom"/>
          </w:tcPr>
          <w:p w14:paraId="592F6864" w14:textId="74915846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14171</w:t>
            </w:r>
          </w:p>
        </w:tc>
        <w:tc>
          <w:tcPr>
            <w:tcW w:w="1134" w:type="dxa"/>
            <w:vAlign w:val="bottom"/>
          </w:tcPr>
          <w:p w14:paraId="0AC4A97C" w14:textId="68DEF5CA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61</w:t>
            </w:r>
          </w:p>
        </w:tc>
        <w:tc>
          <w:tcPr>
            <w:tcW w:w="1134" w:type="dxa"/>
            <w:vAlign w:val="bottom"/>
          </w:tcPr>
          <w:p w14:paraId="35A6B5C4" w14:textId="20AA3574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180</w:t>
            </w:r>
          </w:p>
        </w:tc>
        <w:tc>
          <w:tcPr>
            <w:tcW w:w="1134" w:type="dxa"/>
            <w:vAlign w:val="bottom"/>
          </w:tcPr>
          <w:p w14:paraId="5797F120" w14:textId="49B7B1BF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9</w:t>
            </w:r>
          </w:p>
        </w:tc>
      </w:tr>
      <w:tr w:rsidR="00137DF7" w:rsidRPr="00C31A43" w14:paraId="437B1D89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523BC585" w14:textId="77777777" w:rsidR="00137DF7" w:rsidRPr="006618B5" w:rsidRDefault="00137DF7" w:rsidP="00137DF7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деятельность гостиниц </w:t>
            </w:r>
            <w:r w:rsidRPr="006618B5">
              <w:rPr>
                <w:b/>
                <w:sz w:val="20"/>
              </w:rPr>
              <w:t xml:space="preserve">и </w:t>
            </w:r>
            <w:proofErr w:type="gramStart"/>
            <w:r w:rsidRPr="006618B5">
              <w:rPr>
                <w:b/>
                <w:sz w:val="20"/>
              </w:rPr>
              <w:t>пред</w:t>
            </w:r>
            <w:r>
              <w:rPr>
                <w:b/>
                <w:sz w:val="20"/>
              </w:rPr>
              <w:t>-</w:t>
            </w:r>
            <w:r w:rsidRPr="006618B5">
              <w:rPr>
                <w:b/>
                <w:sz w:val="20"/>
              </w:rPr>
              <w:t>приятий</w:t>
            </w:r>
            <w:proofErr w:type="gramEnd"/>
            <w:r w:rsidRPr="006618B5">
              <w:rPr>
                <w:b/>
                <w:sz w:val="20"/>
              </w:rPr>
              <w:t xml:space="preserve"> общественного питания</w:t>
            </w:r>
          </w:p>
        </w:tc>
        <w:tc>
          <w:tcPr>
            <w:tcW w:w="1134" w:type="dxa"/>
            <w:vAlign w:val="bottom"/>
          </w:tcPr>
          <w:p w14:paraId="5A156DD6" w14:textId="01C8E6EE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1347</w:t>
            </w:r>
          </w:p>
        </w:tc>
        <w:tc>
          <w:tcPr>
            <w:tcW w:w="1134" w:type="dxa"/>
            <w:vAlign w:val="bottom"/>
          </w:tcPr>
          <w:p w14:paraId="03238183" w14:textId="7D433A8A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1319</w:t>
            </w:r>
          </w:p>
        </w:tc>
        <w:tc>
          <w:tcPr>
            <w:tcW w:w="1134" w:type="dxa"/>
            <w:vAlign w:val="bottom"/>
          </w:tcPr>
          <w:p w14:paraId="042C3F1B" w14:textId="3507148C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14</w:t>
            </w:r>
          </w:p>
        </w:tc>
        <w:tc>
          <w:tcPr>
            <w:tcW w:w="1134" w:type="dxa"/>
            <w:vAlign w:val="bottom"/>
          </w:tcPr>
          <w:p w14:paraId="307DB159" w14:textId="40AD25B2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14</w:t>
            </w:r>
          </w:p>
        </w:tc>
        <w:tc>
          <w:tcPr>
            <w:tcW w:w="1134" w:type="dxa"/>
            <w:vAlign w:val="bottom"/>
          </w:tcPr>
          <w:p w14:paraId="61097930" w14:textId="0DE21EB1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7</w:t>
            </w:r>
          </w:p>
        </w:tc>
      </w:tr>
      <w:tr w:rsidR="00137DF7" w:rsidRPr="00C31A43" w14:paraId="5C7C02A0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6528F2EC" w14:textId="77777777" w:rsidR="00137DF7" w:rsidRPr="006618B5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6618B5">
              <w:rPr>
                <w:b/>
                <w:sz w:val="20"/>
              </w:rPr>
              <w:t>деятельность в области информации и связи</w:t>
            </w:r>
          </w:p>
        </w:tc>
        <w:tc>
          <w:tcPr>
            <w:tcW w:w="1134" w:type="dxa"/>
            <w:vAlign w:val="bottom"/>
          </w:tcPr>
          <w:p w14:paraId="6EFC45FC" w14:textId="0727BD96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2106</w:t>
            </w:r>
          </w:p>
        </w:tc>
        <w:tc>
          <w:tcPr>
            <w:tcW w:w="1134" w:type="dxa"/>
            <w:vAlign w:val="bottom"/>
          </w:tcPr>
          <w:p w14:paraId="5F15D738" w14:textId="252A9360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1991</w:t>
            </w:r>
          </w:p>
        </w:tc>
        <w:tc>
          <w:tcPr>
            <w:tcW w:w="1134" w:type="dxa"/>
            <w:vAlign w:val="bottom"/>
          </w:tcPr>
          <w:p w14:paraId="63EE7727" w14:textId="44A5264C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21</w:t>
            </w:r>
          </w:p>
        </w:tc>
        <w:tc>
          <w:tcPr>
            <w:tcW w:w="1134" w:type="dxa"/>
            <w:vAlign w:val="bottom"/>
          </w:tcPr>
          <w:p w14:paraId="4E5DFE04" w14:textId="379F18DE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95</w:t>
            </w:r>
          </w:p>
        </w:tc>
        <w:tc>
          <w:tcPr>
            <w:tcW w:w="1134" w:type="dxa"/>
            <w:vAlign w:val="bottom"/>
          </w:tcPr>
          <w:p w14:paraId="06E6BA0C" w14:textId="57F13961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8</w:t>
            </w:r>
          </w:p>
        </w:tc>
      </w:tr>
      <w:tr w:rsidR="00137DF7" w:rsidRPr="00C31A43" w14:paraId="65309A12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1C7D8AAB" w14:textId="77777777" w:rsidR="00137DF7" w:rsidRPr="00662311" w:rsidRDefault="00137DF7" w:rsidP="00137DF7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финансовая</w:t>
            </w:r>
            <w:r w:rsidRPr="00662311">
              <w:rPr>
                <w:b/>
                <w:sz w:val="20"/>
              </w:rPr>
              <w:br/>
              <w:t>и страховая</w:t>
            </w:r>
          </w:p>
        </w:tc>
        <w:tc>
          <w:tcPr>
            <w:tcW w:w="1134" w:type="dxa"/>
            <w:vAlign w:val="bottom"/>
          </w:tcPr>
          <w:p w14:paraId="173D9418" w14:textId="31BEEB74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3641</w:t>
            </w:r>
          </w:p>
        </w:tc>
        <w:tc>
          <w:tcPr>
            <w:tcW w:w="1134" w:type="dxa"/>
            <w:vAlign w:val="bottom"/>
          </w:tcPr>
          <w:p w14:paraId="30672B9F" w14:textId="466FC239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2826</w:t>
            </w:r>
          </w:p>
        </w:tc>
        <w:tc>
          <w:tcPr>
            <w:tcW w:w="1134" w:type="dxa"/>
            <w:vAlign w:val="bottom"/>
          </w:tcPr>
          <w:p w14:paraId="01013082" w14:textId="2B038631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7</w:t>
            </w:r>
          </w:p>
        </w:tc>
        <w:tc>
          <w:tcPr>
            <w:tcW w:w="1134" w:type="dxa"/>
            <w:vAlign w:val="bottom"/>
          </w:tcPr>
          <w:p w14:paraId="25AE921E" w14:textId="46855584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808</w:t>
            </w:r>
          </w:p>
        </w:tc>
        <w:tc>
          <w:tcPr>
            <w:tcW w:w="1134" w:type="dxa"/>
            <w:vAlign w:val="bottom"/>
          </w:tcPr>
          <w:p w14:paraId="352846CB" w14:textId="04FB12D7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3</w:t>
            </w:r>
          </w:p>
        </w:tc>
      </w:tr>
      <w:tr w:rsidR="00137DF7" w:rsidRPr="00C31A43" w14:paraId="4819E125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14938F34" w14:textId="77777777" w:rsidR="00137DF7" w:rsidRPr="00662311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662311">
              <w:rPr>
                <w:b/>
                <w:sz w:val="20"/>
              </w:rPr>
              <w:t>деятельность</w:t>
            </w:r>
            <w:r>
              <w:rPr>
                <w:b/>
                <w:sz w:val="20"/>
              </w:rPr>
              <w:t xml:space="preserve"> по операциям</w:t>
            </w:r>
            <w:r>
              <w:rPr>
                <w:b/>
                <w:sz w:val="20"/>
              </w:rPr>
              <w:br/>
            </w:r>
            <w:r w:rsidRPr="00662311">
              <w:rPr>
                <w:b/>
                <w:sz w:val="20"/>
              </w:rPr>
              <w:t>с недвижимым имуществом</w:t>
            </w:r>
          </w:p>
        </w:tc>
        <w:tc>
          <w:tcPr>
            <w:tcW w:w="1134" w:type="dxa"/>
            <w:vAlign w:val="bottom"/>
          </w:tcPr>
          <w:p w14:paraId="7BE973D6" w14:textId="5762F694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628</w:t>
            </w:r>
          </w:p>
        </w:tc>
        <w:tc>
          <w:tcPr>
            <w:tcW w:w="1134" w:type="dxa"/>
            <w:vAlign w:val="bottom"/>
          </w:tcPr>
          <w:p w14:paraId="460DD08D" w14:textId="60C2B6C5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563</w:t>
            </w:r>
          </w:p>
        </w:tc>
        <w:tc>
          <w:tcPr>
            <w:tcW w:w="1134" w:type="dxa"/>
            <w:vAlign w:val="bottom"/>
          </w:tcPr>
          <w:p w14:paraId="1B069C26" w14:textId="4BA2595C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57</w:t>
            </w:r>
          </w:p>
        </w:tc>
        <w:tc>
          <w:tcPr>
            <w:tcW w:w="1134" w:type="dxa"/>
            <w:vAlign w:val="bottom"/>
          </w:tcPr>
          <w:p w14:paraId="67A118FF" w14:textId="0E706503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14:paraId="2A48DB82" w14:textId="1165C46F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9</w:t>
            </w:r>
          </w:p>
        </w:tc>
      </w:tr>
      <w:tr w:rsidR="00137DF7" w:rsidRPr="00C31A43" w14:paraId="138DC9F4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23DF16E5" w14:textId="77777777" w:rsidR="00137DF7" w:rsidRPr="00662311" w:rsidRDefault="00137DF7" w:rsidP="00137DF7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профессиональ</w:t>
            </w:r>
            <w:r w:rsidRPr="00662311">
              <w:rPr>
                <w:b/>
                <w:sz w:val="20"/>
              </w:rPr>
              <w:t>ная, научная и техническая</w:t>
            </w:r>
          </w:p>
        </w:tc>
        <w:tc>
          <w:tcPr>
            <w:tcW w:w="1134" w:type="dxa"/>
            <w:vAlign w:val="bottom"/>
          </w:tcPr>
          <w:p w14:paraId="407E097C" w14:textId="55F5502E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4979</w:t>
            </w:r>
          </w:p>
        </w:tc>
        <w:tc>
          <w:tcPr>
            <w:tcW w:w="1134" w:type="dxa"/>
            <w:vAlign w:val="bottom"/>
          </w:tcPr>
          <w:p w14:paraId="3E3EC006" w14:textId="284D92FC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4837</w:t>
            </w:r>
          </w:p>
        </w:tc>
        <w:tc>
          <w:tcPr>
            <w:tcW w:w="1134" w:type="dxa"/>
            <w:vAlign w:val="bottom"/>
          </w:tcPr>
          <w:p w14:paraId="08598831" w14:textId="53DAFC8A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86</w:t>
            </w:r>
          </w:p>
        </w:tc>
        <w:tc>
          <w:tcPr>
            <w:tcW w:w="1134" w:type="dxa"/>
            <w:vAlign w:val="bottom"/>
          </w:tcPr>
          <w:p w14:paraId="6DCA6364" w14:textId="763556D6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56</w:t>
            </w:r>
          </w:p>
        </w:tc>
        <w:tc>
          <w:tcPr>
            <w:tcW w:w="1134" w:type="dxa"/>
            <w:vAlign w:val="bottom"/>
          </w:tcPr>
          <w:p w14:paraId="0853D7E3" w14:textId="01DCF20D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101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7</w:t>
            </w:r>
          </w:p>
        </w:tc>
      </w:tr>
      <w:tr w:rsidR="00137DF7" w:rsidRPr="00C31A43" w14:paraId="1AD78B26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418948BE" w14:textId="77777777" w:rsidR="00137DF7" w:rsidRPr="00662311" w:rsidRDefault="00137DF7" w:rsidP="00137DF7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деятельность администра</w:t>
            </w:r>
            <w:r w:rsidRPr="00662311">
              <w:rPr>
                <w:b/>
                <w:sz w:val="20"/>
              </w:rPr>
              <w:t xml:space="preserve">тивная </w:t>
            </w:r>
            <w:r>
              <w:rPr>
                <w:b/>
                <w:sz w:val="20"/>
              </w:rPr>
              <w:br/>
            </w:r>
            <w:r w:rsidRPr="00662311">
              <w:rPr>
                <w:b/>
                <w:sz w:val="20"/>
              </w:rPr>
              <w:t>и сопутствующие дополнительные услуги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4AB87637" w14:textId="3C93E435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4991</w:t>
            </w:r>
          </w:p>
        </w:tc>
        <w:tc>
          <w:tcPr>
            <w:tcW w:w="1134" w:type="dxa"/>
            <w:vAlign w:val="bottom"/>
          </w:tcPr>
          <w:p w14:paraId="219C09FA" w14:textId="6060ADDA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4913</w:t>
            </w:r>
          </w:p>
        </w:tc>
        <w:tc>
          <w:tcPr>
            <w:tcW w:w="1134" w:type="dxa"/>
            <w:vAlign w:val="bottom"/>
          </w:tcPr>
          <w:p w14:paraId="7A37882B" w14:textId="5AAE742C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70</w:t>
            </w:r>
          </w:p>
        </w:tc>
        <w:tc>
          <w:tcPr>
            <w:tcW w:w="1134" w:type="dxa"/>
            <w:vAlign w:val="bottom"/>
          </w:tcPr>
          <w:p w14:paraId="3F6FDD58" w14:textId="62822493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8</w:t>
            </w:r>
          </w:p>
        </w:tc>
        <w:tc>
          <w:tcPr>
            <w:tcW w:w="1134" w:type="dxa"/>
            <w:vAlign w:val="bottom"/>
          </w:tcPr>
          <w:p w14:paraId="418B5F65" w14:textId="71A166E0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3</w:t>
            </w:r>
          </w:p>
        </w:tc>
      </w:tr>
      <w:tr w:rsidR="00137DF7" w:rsidRPr="00C31A43" w14:paraId="0C764EA6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5A01E208" w14:textId="77777777" w:rsidR="00137DF7" w:rsidRPr="00294388" w:rsidRDefault="00137DF7" w:rsidP="00137DF7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государственное управление </w:t>
            </w:r>
            <w:r>
              <w:rPr>
                <w:b/>
                <w:sz w:val="20"/>
              </w:rPr>
              <w:br/>
              <w:t xml:space="preserve">и обеспечение военной </w:t>
            </w:r>
            <w:proofErr w:type="spellStart"/>
            <w:proofErr w:type="gramStart"/>
            <w:r>
              <w:rPr>
                <w:b/>
                <w:sz w:val="20"/>
              </w:rPr>
              <w:t>безопас-</w:t>
            </w:r>
            <w:r w:rsidRPr="00294388">
              <w:rPr>
                <w:b/>
                <w:sz w:val="20"/>
              </w:rPr>
              <w:t>ности</w:t>
            </w:r>
            <w:proofErr w:type="spellEnd"/>
            <w:proofErr w:type="gramEnd"/>
            <w:r w:rsidRPr="00294388">
              <w:rPr>
                <w:b/>
                <w:sz w:val="20"/>
              </w:rPr>
              <w:t>; социальное обеспечение</w:t>
            </w:r>
          </w:p>
        </w:tc>
        <w:tc>
          <w:tcPr>
            <w:tcW w:w="1134" w:type="dxa"/>
            <w:shd w:val="clear" w:color="auto" w:fill="auto"/>
            <w:vAlign w:val="bottom"/>
          </w:tcPr>
          <w:p w14:paraId="154933B6" w14:textId="5DDD0B0C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27007</w:t>
            </w:r>
          </w:p>
        </w:tc>
        <w:tc>
          <w:tcPr>
            <w:tcW w:w="1134" w:type="dxa"/>
            <w:vAlign w:val="bottom"/>
          </w:tcPr>
          <w:p w14:paraId="345188B0" w14:textId="3635B600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26649</w:t>
            </w:r>
          </w:p>
        </w:tc>
        <w:tc>
          <w:tcPr>
            <w:tcW w:w="1134" w:type="dxa"/>
            <w:vAlign w:val="bottom"/>
          </w:tcPr>
          <w:p w14:paraId="36F58AED" w14:textId="56DFF890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181</w:t>
            </w:r>
          </w:p>
        </w:tc>
        <w:tc>
          <w:tcPr>
            <w:tcW w:w="1134" w:type="dxa"/>
            <w:vAlign w:val="bottom"/>
          </w:tcPr>
          <w:p w14:paraId="04DF686A" w14:textId="2D4A1BC7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177</w:t>
            </w:r>
          </w:p>
        </w:tc>
        <w:tc>
          <w:tcPr>
            <w:tcW w:w="1134" w:type="dxa"/>
            <w:vAlign w:val="bottom"/>
          </w:tcPr>
          <w:p w14:paraId="09B55479" w14:textId="375E4E5D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4</w:t>
            </w:r>
          </w:p>
        </w:tc>
      </w:tr>
      <w:tr w:rsidR="00137DF7" w:rsidRPr="00C31A43" w14:paraId="2AF33F54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31B3DB9F" w14:textId="77777777" w:rsidR="00137DF7" w:rsidRPr="00294388" w:rsidRDefault="00137DF7" w:rsidP="00137DF7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о</w:t>
            </w:r>
            <w:r w:rsidRPr="00294388">
              <w:rPr>
                <w:b/>
                <w:sz w:val="20"/>
              </w:rPr>
              <w:t>бразование</w:t>
            </w:r>
          </w:p>
        </w:tc>
        <w:tc>
          <w:tcPr>
            <w:tcW w:w="1134" w:type="dxa"/>
            <w:vAlign w:val="bottom"/>
          </w:tcPr>
          <w:p w14:paraId="5BFD27C5" w14:textId="36B081CF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29507</w:t>
            </w:r>
          </w:p>
        </w:tc>
        <w:tc>
          <w:tcPr>
            <w:tcW w:w="1134" w:type="dxa"/>
            <w:vAlign w:val="bottom"/>
          </w:tcPr>
          <w:p w14:paraId="19EB9593" w14:textId="7AA5CBEA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28164</w:t>
            </w:r>
          </w:p>
        </w:tc>
        <w:tc>
          <w:tcPr>
            <w:tcW w:w="1134" w:type="dxa"/>
            <w:vAlign w:val="bottom"/>
          </w:tcPr>
          <w:p w14:paraId="7DD5D62E" w14:textId="46D750E2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960</w:t>
            </w:r>
          </w:p>
        </w:tc>
        <w:tc>
          <w:tcPr>
            <w:tcW w:w="1134" w:type="dxa"/>
            <w:vAlign w:val="bottom"/>
          </w:tcPr>
          <w:p w14:paraId="0F86A23E" w14:textId="2F79D9D6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383</w:t>
            </w:r>
          </w:p>
        </w:tc>
        <w:tc>
          <w:tcPr>
            <w:tcW w:w="1134" w:type="dxa"/>
            <w:vAlign w:val="bottom"/>
          </w:tcPr>
          <w:p w14:paraId="3B0ADDFE" w14:textId="464B5BEA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1</w:t>
            </w:r>
          </w:p>
        </w:tc>
      </w:tr>
      <w:tr w:rsidR="00137DF7" w:rsidRPr="00C31A43" w14:paraId="6B274C32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50D13C20" w14:textId="77777777" w:rsidR="00137DF7" w:rsidRPr="00294388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294388">
              <w:rPr>
                <w:b/>
                <w:sz w:val="20"/>
              </w:rPr>
              <w:lastRenderedPageBreak/>
              <w:t>деятельность в об</w:t>
            </w:r>
            <w:r>
              <w:rPr>
                <w:b/>
                <w:sz w:val="20"/>
              </w:rPr>
              <w:t xml:space="preserve">ласти </w:t>
            </w:r>
            <w:proofErr w:type="gramStart"/>
            <w:r>
              <w:rPr>
                <w:b/>
                <w:sz w:val="20"/>
              </w:rPr>
              <w:t>здраво-</w:t>
            </w:r>
            <w:r w:rsidRPr="00294388">
              <w:rPr>
                <w:b/>
                <w:sz w:val="20"/>
              </w:rPr>
              <w:t>охранения</w:t>
            </w:r>
            <w:proofErr w:type="gramEnd"/>
            <w:r w:rsidRPr="00294388">
              <w:rPr>
                <w:b/>
                <w:sz w:val="20"/>
              </w:rPr>
              <w:t xml:space="preserve"> и социальных услуг</w:t>
            </w:r>
          </w:p>
        </w:tc>
        <w:tc>
          <w:tcPr>
            <w:tcW w:w="1134" w:type="dxa"/>
            <w:vAlign w:val="bottom"/>
          </w:tcPr>
          <w:p w14:paraId="05FC83D3" w14:textId="52BBB3B5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29083</w:t>
            </w:r>
          </w:p>
        </w:tc>
        <w:tc>
          <w:tcPr>
            <w:tcW w:w="1134" w:type="dxa"/>
            <w:vAlign w:val="bottom"/>
          </w:tcPr>
          <w:p w14:paraId="4359F438" w14:textId="7E6D4A25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27826</w:t>
            </w:r>
          </w:p>
        </w:tc>
        <w:tc>
          <w:tcPr>
            <w:tcW w:w="1134" w:type="dxa"/>
            <w:vAlign w:val="bottom"/>
          </w:tcPr>
          <w:p w14:paraId="6CFAD584" w14:textId="5979B5C2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737</w:t>
            </w:r>
          </w:p>
        </w:tc>
        <w:tc>
          <w:tcPr>
            <w:tcW w:w="1134" w:type="dxa"/>
            <w:vAlign w:val="bottom"/>
          </w:tcPr>
          <w:p w14:paraId="6DDE2C9A" w14:textId="5A8E56F2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521</w:t>
            </w:r>
          </w:p>
        </w:tc>
        <w:tc>
          <w:tcPr>
            <w:tcW w:w="1134" w:type="dxa"/>
            <w:vAlign w:val="bottom"/>
          </w:tcPr>
          <w:p w14:paraId="7F61EF53" w14:textId="23ECFA7B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9</w:t>
            </w:r>
          </w:p>
        </w:tc>
      </w:tr>
      <w:tr w:rsidR="00137DF7" w:rsidRPr="00C31A43" w14:paraId="5F2680DB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5DA2FC8B" w14:textId="77777777" w:rsidR="00137DF7" w:rsidRPr="00294388" w:rsidRDefault="00137DF7" w:rsidP="00137DF7">
            <w:pPr>
              <w:ind w:left="113"/>
              <w:jc w:val="left"/>
              <w:rPr>
                <w:b/>
                <w:sz w:val="20"/>
              </w:rPr>
            </w:pPr>
            <w:r w:rsidRPr="00294388">
              <w:rPr>
                <w:b/>
                <w:sz w:val="20"/>
              </w:rPr>
              <w:t xml:space="preserve">деятельность </w:t>
            </w:r>
            <w:r>
              <w:rPr>
                <w:b/>
                <w:sz w:val="20"/>
              </w:rPr>
              <w:t>в области куль</w:t>
            </w:r>
            <w:r w:rsidRPr="00294388">
              <w:rPr>
                <w:b/>
                <w:sz w:val="20"/>
              </w:rPr>
              <w:t>туры, спорта, организации досуга и развлечений</w:t>
            </w:r>
          </w:p>
        </w:tc>
        <w:tc>
          <w:tcPr>
            <w:tcW w:w="1134" w:type="dxa"/>
            <w:vAlign w:val="bottom"/>
          </w:tcPr>
          <w:p w14:paraId="50BF4D5E" w14:textId="4538AD3F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4041</w:t>
            </w:r>
          </w:p>
        </w:tc>
        <w:tc>
          <w:tcPr>
            <w:tcW w:w="1134" w:type="dxa"/>
            <w:vAlign w:val="bottom"/>
          </w:tcPr>
          <w:p w14:paraId="5607E610" w14:textId="05064D4A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3780</w:t>
            </w:r>
          </w:p>
        </w:tc>
        <w:tc>
          <w:tcPr>
            <w:tcW w:w="1134" w:type="dxa"/>
            <w:vAlign w:val="bottom"/>
          </w:tcPr>
          <w:p w14:paraId="0811E8A1" w14:textId="078C0654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224</w:t>
            </w:r>
          </w:p>
        </w:tc>
        <w:tc>
          <w:tcPr>
            <w:tcW w:w="1134" w:type="dxa"/>
            <w:vAlign w:val="bottom"/>
          </w:tcPr>
          <w:p w14:paraId="321622C9" w14:textId="7CD06ED8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37</w:t>
            </w:r>
          </w:p>
        </w:tc>
        <w:tc>
          <w:tcPr>
            <w:tcW w:w="1134" w:type="dxa"/>
            <w:vAlign w:val="bottom"/>
          </w:tcPr>
          <w:p w14:paraId="164138A3" w14:textId="2B0D29D0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99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3</w:t>
            </w:r>
          </w:p>
        </w:tc>
      </w:tr>
      <w:tr w:rsidR="00137DF7" w:rsidRPr="00C31A43" w14:paraId="2E83538C" w14:textId="77777777" w:rsidTr="007A2433">
        <w:trPr>
          <w:trHeight w:val="227"/>
          <w:jc w:val="center"/>
        </w:trPr>
        <w:tc>
          <w:tcPr>
            <w:tcW w:w="3402" w:type="dxa"/>
            <w:vAlign w:val="bottom"/>
          </w:tcPr>
          <w:p w14:paraId="632A41E0" w14:textId="77777777" w:rsidR="00137DF7" w:rsidRPr="00294388" w:rsidRDefault="00137DF7" w:rsidP="00137DF7">
            <w:pPr>
              <w:ind w:left="113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предоставление </w:t>
            </w:r>
            <w:r w:rsidRPr="00525491">
              <w:rPr>
                <w:b/>
                <w:sz w:val="20"/>
              </w:rPr>
              <w:t>прочих видов услуг</w:t>
            </w:r>
          </w:p>
        </w:tc>
        <w:tc>
          <w:tcPr>
            <w:tcW w:w="1134" w:type="dxa"/>
            <w:vAlign w:val="bottom"/>
          </w:tcPr>
          <w:p w14:paraId="672E12ED" w14:textId="1E63E3BD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339</w:t>
            </w:r>
          </w:p>
        </w:tc>
        <w:tc>
          <w:tcPr>
            <w:tcW w:w="1134" w:type="dxa"/>
            <w:vAlign w:val="bottom"/>
          </w:tcPr>
          <w:p w14:paraId="6D990528" w14:textId="0AE6B69A" w:rsidR="00137DF7" w:rsidRPr="007F32CF" w:rsidRDefault="00137DF7" w:rsidP="00137DF7">
            <w:pPr>
              <w:ind w:right="170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291</w:t>
            </w:r>
          </w:p>
        </w:tc>
        <w:tc>
          <w:tcPr>
            <w:tcW w:w="1134" w:type="dxa"/>
            <w:vAlign w:val="bottom"/>
          </w:tcPr>
          <w:p w14:paraId="2267C16D" w14:textId="74B32BB2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34</w:t>
            </w:r>
          </w:p>
        </w:tc>
        <w:tc>
          <w:tcPr>
            <w:tcW w:w="1134" w:type="dxa"/>
            <w:vAlign w:val="bottom"/>
          </w:tcPr>
          <w:p w14:paraId="017429AD" w14:textId="57942084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14</w:t>
            </w:r>
          </w:p>
        </w:tc>
        <w:tc>
          <w:tcPr>
            <w:tcW w:w="1134" w:type="dxa"/>
            <w:vAlign w:val="bottom"/>
          </w:tcPr>
          <w:p w14:paraId="606F725D" w14:textId="4F319F63" w:rsidR="00137DF7" w:rsidRPr="007F32CF" w:rsidRDefault="00137DF7" w:rsidP="00137DF7">
            <w:pPr>
              <w:ind w:right="227"/>
              <w:jc w:val="right"/>
              <w:rPr>
                <w:b/>
                <w:sz w:val="20"/>
                <w:highlight w:val="yellow"/>
              </w:rPr>
            </w:pPr>
            <w:r w:rsidRPr="003D14C8">
              <w:rPr>
                <w:b/>
                <w:sz w:val="20"/>
              </w:rPr>
              <w:t>93</w:t>
            </w:r>
            <w:r>
              <w:rPr>
                <w:b/>
                <w:sz w:val="20"/>
              </w:rPr>
              <w:t>,</w:t>
            </w:r>
            <w:r w:rsidRPr="003D14C8">
              <w:rPr>
                <w:b/>
                <w:sz w:val="20"/>
              </w:rPr>
              <w:t>3</w:t>
            </w:r>
          </w:p>
        </w:tc>
      </w:tr>
    </w:tbl>
    <w:p w14:paraId="6961F4EC" w14:textId="29F2F8A7" w:rsidR="00F57FAA" w:rsidRPr="009C014F" w:rsidRDefault="00F57FAA" w:rsidP="006D0921">
      <w:pPr>
        <w:pStyle w:val="3"/>
        <w:tabs>
          <w:tab w:val="left" w:pos="1185"/>
        </w:tabs>
        <w:spacing w:before="360" w:after="120"/>
        <w:ind w:right="0" w:firstLine="709"/>
        <w:jc w:val="both"/>
        <w:rPr>
          <w:b w:val="0"/>
        </w:rPr>
      </w:pPr>
      <w:bookmarkStart w:id="377" w:name="_Toc181255999"/>
      <w:bookmarkStart w:id="378" w:name="_Toc391275385"/>
      <w:bookmarkStart w:id="379" w:name="_Toc493779806"/>
      <w:bookmarkEnd w:id="373"/>
      <w:bookmarkEnd w:id="374"/>
      <w:r w:rsidRPr="00F00E4C">
        <w:t>Безработица</w:t>
      </w:r>
      <w:r w:rsidRPr="00F00E4C">
        <w:rPr>
          <w:szCs w:val="24"/>
        </w:rPr>
        <w:t>.</w:t>
      </w:r>
      <w:r w:rsidRPr="00F00E4C">
        <w:rPr>
          <w:b w:val="0"/>
          <w:szCs w:val="24"/>
        </w:rPr>
        <w:t xml:space="preserve"> </w:t>
      </w:r>
      <w:bookmarkStart w:id="380" w:name="_Toc92984773"/>
      <w:bookmarkStart w:id="381" w:name="_Toc129714592"/>
      <w:r w:rsidRPr="00C63648">
        <w:rPr>
          <w:b w:val="0"/>
        </w:rPr>
        <w:t>Численность не занятых трудовой деятельностью граждан, состоящих</w:t>
      </w:r>
      <w:r>
        <w:rPr>
          <w:b w:val="0"/>
        </w:rPr>
        <w:t xml:space="preserve"> </w:t>
      </w:r>
      <w:r w:rsidRPr="00C63648">
        <w:rPr>
          <w:b w:val="0"/>
        </w:rPr>
        <w:t>на учете в органах службы занятости населения (по данным агентства</w:t>
      </w:r>
      <w:r w:rsidRPr="00C63648">
        <w:rPr>
          <w:b w:val="0"/>
        </w:rPr>
        <w:br/>
        <w:t>по занятости населения</w:t>
      </w:r>
      <w:r w:rsidR="00457587">
        <w:rPr>
          <w:b w:val="0"/>
        </w:rPr>
        <w:t xml:space="preserve"> </w:t>
      </w:r>
      <w:r w:rsidRPr="00C63648">
        <w:rPr>
          <w:b w:val="0"/>
        </w:rPr>
        <w:t xml:space="preserve">Астраханской области). К концу </w:t>
      </w:r>
      <w:r w:rsidR="00137DF7">
        <w:rPr>
          <w:b w:val="0"/>
        </w:rPr>
        <w:t>сентября</w:t>
      </w:r>
      <w:r w:rsidRPr="00C63648">
        <w:rPr>
          <w:b w:val="0"/>
          <w:szCs w:val="24"/>
        </w:rPr>
        <w:t xml:space="preserve"> 2024 </w:t>
      </w:r>
      <w:r w:rsidRPr="00C63648">
        <w:rPr>
          <w:b w:val="0"/>
        </w:rPr>
        <w:t>года</w:t>
      </w:r>
      <w:r w:rsidRPr="00C63648">
        <w:rPr>
          <w:b w:val="0"/>
        </w:rPr>
        <w:br/>
        <w:t>в учреждениях государственной службы занятости населения</w:t>
      </w:r>
      <w:r>
        <w:rPr>
          <w:b w:val="0"/>
        </w:rPr>
        <w:t xml:space="preserve"> состояло</w:t>
      </w:r>
      <w:r w:rsidRPr="009C014F">
        <w:rPr>
          <w:b w:val="0"/>
        </w:rPr>
        <w:t xml:space="preserve"> на учете</w:t>
      </w:r>
      <w:r w:rsidRPr="009C014F">
        <w:rPr>
          <w:b w:val="0"/>
        </w:rPr>
        <w:br/>
      </w:r>
      <w:r w:rsidR="00137DF7">
        <w:rPr>
          <w:b w:val="0"/>
        </w:rPr>
        <w:t>2700</w:t>
      </w:r>
      <w:r w:rsidRPr="009C014F">
        <w:rPr>
          <w:b w:val="0"/>
        </w:rPr>
        <w:t xml:space="preserve"> не заняты</w:t>
      </w:r>
      <w:r w:rsidR="00AA69B3">
        <w:rPr>
          <w:b w:val="0"/>
        </w:rPr>
        <w:t>х</w:t>
      </w:r>
      <w:r w:rsidRPr="009C014F">
        <w:rPr>
          <w:b w:val="0"/>
        </w:rPr>
        <w:t xml:space="preserve"> трудовой деятельностью граждан, в том числе </w:t>
      </w:r>
      <w:r w:rsidR="00137DF7">
        <w:rPr>
          <w:b w:val="0"/>
        </w:rPr>
        <w:t>2311</w:t>
      </w:r>
      <w:r w:rsidRPr="009C014F">
        <w:rPr>
          <w:b w:val="0"/>
        </w:rPr>
        <w:t xml:space="preserve"> человек имел</w:t>
      </w:r>
      <w:r w:rsidR="00A22D71">
        <w:rPr>
          <w:b w:val="0"/>
        </w:rPr>
        <w:t>и</w:t>
      </w:r>
      <w:r w:rsidRPr="009C014F">
        <w:rPr>
          <w:b w:val="0"/>
        </w:rPr>
        <w:t xml:space="preserve"> статус безработного, из них </w:t>
      </w:r>
      <w:r w:rsidR="00DC4F0D">
        <w:rPr>
          <w:b w:val="0"/>
        </w:rPr>
        <w:t>1967</w:t>
      </w:r>
      <w:r w:rsidRPr="009C014F">
        <w:rPr>
          <w:b w:val="0"/>
        </w:rPr>
        <w:t xml:space="preserve"> граждан получал</w:t>
      </w:r>
      <w:r>
        <w:rPr>
          <w:b w:val="0"/>
        </w:rPr>
        <w:t>и</w:t>
      </w:r>
      <w:r w:rsidRPr="009C014F">
        <w:rPr>
          <w:b w:val="0"/>
        </w:rPr>
        <w:t xml:space="preserve"> пособие по безработице.</w:t>
      </w:r>
      <w:bookmarkEnd w:id="377"/>
      <w:bookmarkEnd w:id="380"/>
      <w:bookmarkEnd w:id="381"/>
    </w:p>
    <w:p w14:paraId="5F393722" w14:textId="6E383FA0" w:rsidR="0031223F" w:rsidRPr="009E1B3C" w:rsidRDefault="0031223F" w:rsidP="009E1B3C">
      <w:pPr>
        <w:pStyle w:val="3"/>
        <w:rPr>
          <w:b w:val="0"/>
          <w:bCs/>
          <w:szCs w:val="24"/>
        </w:rPr>
      </w:pPr>
      <w:bookmarkStart w:id="382" w:name="_Toc181256000"/>
      <w:r w:rsidRPr="009E1B3C">
        <w:t>Динамика численности не занятых трудовой деятельностью граждан,</w:t>
      </w:r>
      <w:r w:rsidRPr="009E1B3C">
        <w:br/>
        <w:t>состоящих на учете в государственных учреждениях службы занятости населения</w:t>
      </w:r>
      <w:bookmarkEnd w:id="378"/>
      <w:r w:rsidRPr="009E1B3C">
        <w:rPr>
          <w:b w:val="0"/>
          <w:bCs/>
        </w:rPr>
        <w:br/>
      </w:r>
      <w:r w:rsidRPr="009E1B3C">
        <w:rPr>
          <w:b w:val="0"/>
          <w:bCs/>
          <w:szCs w:val="24"/>
        </w:rPr>
        <w:t>(по данным агентства по занятости населения Астраханской области)</w:t>
      </w:r>
      <w:bookmarkEnd w:id="379"/>
      <w:bookmarkEnd w:id="382"/>
    </w:p>
    <w:p w14:paraId="3104FD60" w14:textId="77777777" w:rsidR="0031223F" w:rsidRPr="008C45B1" w:rsidRDefault="0031223F" w:rsidP="0031223F">
      <w:pPr>
        <w:spacing w:after="60"/>
        <w:jc w:val="right"/>
        <w:rPr>
          <w:b/>
          <w:sz w:val="20"/>
        </w:rPr>
      </w:pPr>
      <w:r w:rsidRPr="008C45B1">
        <w:rPr>
          <w:b/>
          <w:sz w:val="20"/>
        </w:rPr>
        <w:t>на конец месяца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417"/>
        <w:gridCol w:w="1418"/>
        <w:gridCol w:w="1417"/>
        <w:gridCol w:w="1418"/>
      </w:tblGrid>
      <w:tr w:rsidR="007C5A4D" w:rsidRPr="00A03062" w14:paraId="0F1E6268" w14:textId="77777777" w:rsidTr="007C5A4D">
        <w:trPr>
          <w:trHeight w:val="283"/>
          <w:jc w:val="center"/>
        </w:trPr>
        <w:tc>
          <w:tcPr>
            <w:tcW w:w="3402" w:type="dxa"/>
            <w:vMerge w:val="restart"/>
            <w:vAlign w:val="center"/>
          </w:tcPr>
          <w:p w14:paraId="2779268A" w14:textId="77777777" w:rsidR="007C5A4D" w:rsidRPr="00521D90" w:rsidRDefault="007C5A4D" w:rsidP="007C5A4D">
            <w:pPr>
              <w:jc w:val="center"/>
              <w:rPr>
                <w:b/>
                <w:sz w:val="20"/>
              </w:rPr>
            </w:pPr>
            <w:bookmarkStart w:id="383" w:name="_Toc129345663"/>
            <w:bookmarkStart w:id="384" w:name="_Toc401571569"/>
            <w:bookmarkStart w:id="385" w:name="_Toc493779808"/>
          </w:p>
        </w:tc>
        <w:tc>
          <w:tcPr>
            <w:tcW w:w="1417" w:type="dxa"/>
            <w:vMerge w:val="restart"/>
            <w:vAlign w:val="center"/>
          </w:tcPr>
          <w:p w14:paraId="6DC84DBA" w14:textId="77777777" w:rsidR="007C5A4D" w:rsidRPr="00A03062" w:rsidRDefault="007C5A4D" w:rsidP="007C5A4D">
            <w:pPr>
              <w:ind w:left="-113" w:right="-113"/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Численность</w:t>
            </w:r>
            <w:r w:rsidRPr="00A03062">
              <w:rPr>
                <w:b/>
                <w:sz w:val="20"/>
              </w:rPr>
              <w:br/>
              <w:t xml:space="preserve">не занятых трудовой деятельностью граждан, </w:t>
            </w:r>
            <w:r w:rsidRPr="00A03062">
              <w:rPr>
                <w:b/>
                <w:sz w:val="20"/>
              </w:rPr>
              <w:br/>
              <w:t>человек</w:t>
            </w:r>
          </w:p>
        </w:tc>
        <w:tc>
          <w:tcPr>
            <w:tcW w:w="4253" w:type="dxa"/>
            <w:gridSpan w:val="3"/>
            <w:vAlign w:val="center"/>
          </w:tcPr>
          <w:p w14:paraId="385AD15B" w14:textId="77777777"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из них зарегистрированные безработные</w:t>
            </w:r>
          </w:p>
        </w:tc>
      </w:tr>
      <w:tr w:rsidR="007C5A4D" w:rsidRPr="00A03062" w14:paraId="4AAAC44A" w14:textId="77777777" w:rsidTr="007C5A4D">
        <w:trPr>
          <w:trHeight w:val="283"/>
          <w:jc w:val="center"/>
        </w:trPr>
        <w:tc>
          <w:tcPr>
            <w:tcW w:w="3402" w:type="dxa"/>
            <w:vMerge/>
          </w:tcPr>
          <w:p w14:paraId="1BB1FB29" w14:textId="77777777" w:rsidR="007C5A4D" w:rsidRPr="00A03062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15FD2365" w14:textId="77777777"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2B43A8D1" w14:textId="77777777"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человек</w:t>
            </w:r>
          </w:p>
        </w:tc>
        <w:tc>
          <w:tcPr>
            <w:tcW w:w="2835" w:type="dxa"/>
            <w:gridSpan w:val="2"/>
            <w:vAlign w:val="center"/>
          </w:tcPr>
          <w:p w14:paraId="5DB02C92" w14:textId="77777777"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proofErr w:type="gramStart"/>
            <w:r w:rsidRPr="00A03062">
              <w:rPr>
                <w:b/>
                <w:sz w:val="20"/>
              </w:rPr>
              <w:t>в  %</w:t>
            </w:r>
            <w:proofErr w:type="gramEnd"/>
            <w:r w:rsidRPr="00A03062">
              <w:rPr>
                <w:b/>
                <w:sz w:val="20"/>
              </w:rPr>
              <w:t xml:space="preserve">  к</w:t>
            </w:r>
          </w:p>
        </w:tc>
      </w:tr>
      <w:tr w:rsidR="007C5A4D" w:rsidRPr="00A03062" w14:paraId="77C379C1" w14:textId="77777777" w:rsidTr="007C5A4D">
        <w:trPr>
          <w:trHeight w:val="227"/>
          <w:jc w:val="center"/>
        </w:trPr>
        <w:tc>
          <w:tcPr>
            <w:tcW w:w="3402" w:type="dxa"/>
            <w:vMerge/>
          </w:tcPr>
          <w:p w14:paraId="14393044" w14:textId="77777777" w:rsidR="007C5A4D" w:rsidRPr="00A03062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70FD4AF6" w14:textId="77777777"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8" w:type="dxa"/>
            <w:vMerge/>
            <w:vAlign w:val="center"/>
          </w:tcPr>
          <w:p w14:paraId="4031AA4A" w14:textId="77777777"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4C5EBA84" w14:textId="77777777" w:rsidR="007C5A4D" w:rsidRPr="00A03062" w:rsidRDefault="007C5A4D" w:rsidP="007C5A4D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A03062">
              <w:rPr>
                <w:b/>
                <w:sz w:val="20"/>
              </w:rPr>
              <w:t>соответствую-</w:t>
            </w:r>
            <w:proofErr w:type="spellStart"/>
            <w:r w:rsidRPr="00A03062">
              <w:rPr>
                <w:b/>
                <w:sz w:val="20"/>
              </w:rPr>
              <w:t>щему</w:t>
            </w:r>
            <w:proofErr w:type="spellEnd"/>
            <w:proofErr w:type="gramEnd"/>
            <w:r w:rsidRPr="00A03062">
              <w:rPr>
                <w:b/>
                <w:sz w:val="20"/>
              </w:rPr>
              <w:t xml:space="preserve"> периоду предыдущего года</w:t>
            </w:r>
          </w:p>
        </w:tc>
        <w:tc>
          <w:tcPr>
            <w:tcW w:w="1418" w:type="dxa"/>
            <w:vAlign w:val="center"/>
          </w:tcPr>
          <w:p w14:paraId="6926276D" w14:textId="77777777" w:rsidR="007C5A4D" w:rsidRPr="00A03062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предыдущему периоду</w:t>
            </w:r>
          </w:p>
        </w:tc>
      </w:tr>
      <w:tr w:rsidR="007C5A4D" w:rsidRPr="00A03062" w14:paraId="5084251C" w14:textId="77777777" w:rsidTr="007C5A4D">
        <w:trPr>
          <w:trHeight w:val="283"/>
          <w:jc w:val="center"/>
        </w:trPr>
        <w:tc>
          <w:tcPr>
            <w:tcW w:w="9072" w:type="dxa"/>
            <w:gridSpan w:val="5"/>
            <w:vAlign w:val="center"/>
          </w:tcPr>
          <w:p w14:paraId="2122D64E" w14:textId="77777777" w:rsidR="007C5A4D" w:rsidRPr="00A03062" w:rsidRDefault="007C5A4D" w:rsidP="007C5A4D">
            <w:pPr>
              <w:tabs>
                <w:tab w:val="left" w:pos="2285"/>
              </w:tabs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2023</w:t>
            </w:r>
          </w:p>
        </w:tc>
      </w:tr>
      <w:tr w:rsidR="007C5A4D" w:rsidRPr="00A03062" w14:paraId="6020AC8E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7890748A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vAlign w:val="bottom"/>
          </w:tcPr>
          <w:p w14:paraId="58D3DC60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6207</w:t>
            </w:r>
          </w:p>
        </w:tc>
        <w:tc>
          <w:tcPr>
            <w:tcW w:w="1418" w:type="dxa"/>
            <w:vAlign w:val="bottom"/>
          </w:tcPr>
          <w:p w14:paraId="52BA2DA9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5490</w:t>
            </w:r>
          </w:p>
        </w:tc>
        <w:tc>
          <w:tcPr>
            <w:tcW w:w="1417" w:type="dxa"/>
            <w:vAlign w:val="bottom"/>
          </w:tcPr>
          <w:p w14:paraId="4B767D9E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73,4</w:t>
            </w:r>
          </w:p>
        </w:tc>
        <w:tc>
          <w:tcPr>
            <w:tcW w:w="1418" w:type="dxa"/>
            <w:vAlign w:val="bottom"/>
          </w:tcPr>
          <w:p w14:paraId="1BBDEC58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98,0</w:t>
            </w:r>
          </w:p>
        </w:tc>
      </w:tr>
      <w:tr w:rsidR="007C5A4D" w:rsidRPr="00A03062" w14:paraId="503EFF4C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6088B374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vAlign w:val="bottom"/>
          </w:tcPr>
          <w:p w14:paraId="77594A3F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5969</w:t>
            </w:r>
          </w:p>
        </w:tc>
        <w:tc>
          <w:tcPr>
            <w:tcW w:w="1418" w:type="dxa"/>
            <w:vAlign w:val="bottom"/>
          </w:tcPr>
          <w:p w14:paraId="37823C50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5298</w:t>
            </w:r>
          </w:p>
        </w:tc>
        <w:tc>
          <w:tcPr>
            <w:tcW w:w="1417" w:type="dxa"/>
            <w:vAlign w:val="bottom"/>
          </w:tcPr>
          <w:p w14:paraId="1A50926C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85,1</w:t>
            </w:r>
          </w:p>
        </w:tc>
        <w:tc>
          <w:tcPr>
            <w:tcW w:w="1418" w:type="dxa"/>
            <w:vAlign w:val="bottom"/>
          </w:tcPr>
          <w:p w14:paraId="200DE60B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96,5</w:t>
            </w:r>
          </w:p>
        </w:tc>
      </w:tr>
      <w:tr w:rsidR="007C5A4D" w:rsidRPr="00A03062" w14:paraId="2FADA42E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BD4F581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vAlign w:val="bottom"/>
          </w:tcPr>
          <w:p w14:paraId="53DB291C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4906</w:t>
            </w:r>
          </w:p>
        </w:tc>
        <w:tc>
          <w:tcPr>
            <w:tcW w:w="1418" w:type="dxa"/>
            <w:vAlign w:val="bottom"/>
          </w:tcPr>
          <w:p w14:paraId="19C4E972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4266</w:t>
            </w:r>
          </w:p>
        </w:tc>
        <w:tc>
          <w:tcPr>
            <w:tcW w:w="1417" w:type="dxa"/>
            <w:vAlign w:val="bottom"/>
          </w:tcPr>
          <w:p w14:paraId="323C7ED3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78,9</w:t>
            </w:r>
          </w:p>
        </w:tc>
        <w:tc>
          <w:tcPr>
            <w:tcW w:w="1418" w:type="dxa"/>
            <w:vAlign w:val="bottom"/>
          </w:tcPr>
          <w:p w14:paraId="55DA3845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80,5</w:t>
            </w:r>
          </w:p>
        </w:tc>
      </w:tr>
      <w:tr w:rsidR="007C5A4D" w:rsidRPr="00A03062" w14:paraId="550B1F20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33804EE1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vAlign w:val="bottom"/>
          </w:tcPr>
          <w:p w14:paraId="5C5EE33B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4504</w:t>
            </w:r>
          </w:p>
        </w:tc>
        <w:tc>
          <w:tcPr>
            <w:tcW w:w="1418" w:type="dxa"/>
            <w:vAlign w:val="bottom"/>
          </w:tcPr>
          <w:p w14:paraId="3F4031F0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3749</w:t>
            </w:r>
          </w:p>
        </w:tc>
        <w:tc>
          <w:tcPr>
            <w:tcW w:w="1417" w:type="dxa"/>
            <w:vAlign w:val="bottom"/>
          </w:tcPr>
          <w:p w14:paraId="1CC8A66C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73,4</w:t>
            </w:r>
          </w:p>
        </w:tc>
        <w:tc>
          <w:tcPr>
            <w:tcW w:w="1418" w:type="dxa"/>
            <w:vAlign w:val="bottom"/>
          </w:tcPr>
          <w:p w14:paraId="58A535BB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87,8</w:t>
            </w:r>
          </w:p>
        </w:tc>
      </w:tr>
      <w:tr w:rsidR="007C5A4D" w:rsidRPr="00A03062" w14:paraId="3F9F9830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26B5E073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vAlign w:val="bottom"/>
          </w:tcPr>
          <w:p w14:paraId="2A705CBE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4115</w:t>
            </w:r>
          </w:p>
        </w:tc>
        <w:tc>
          <w:tcPr>
            <w:tcW w:w="1418" w:type="dxa"/>
            <w:vAlign w:val="bottom"/>
          </w:tcPr>
          <w:p w14:paraId="33A2AB02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3446</w:t>
            </w:r>
          </w:p>
        </w:tc>
        <w:tc>
          <w:tcPr>
            <w:tcW w:w="1417" w:type="dxa"/>
            <w:vAlign w:val="bottom"/>
          </w:tcPr>
          <w:p w14:paraId="0287383C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68,8</w:t>
            </w:r>
          </w:p>
        </w:tc>
        <w:tc>
          <w:tcPr>
            <w:tcW w:w="1418" w:type="dxa"/>
            <w:vAlign w:val="bottom"/>
          </w:tcPr>
          <w:p w14:paraId="1884F45F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91,9</w:t>
            </w:r>
          </w:p>
        </w:tc>
      </w:tr>
      <w:tr w:rsidR="007C5A4D" w:rsidRPr="00A03062" w14:paraId="484350E1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689E3257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vAlign w:val="bottom"/>
          </w:tcPr>
          <w:p w14:paraId="17FE29B2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4652</w:t>
            </w:r>
          </w:p>
        </w:tc>
        <w:tc>
          <w:tcPr>
            <w:tcW w:w="1418" w:type="dxa"/>
            <w:vAlign w:val="bottom"/>
          </w:tcPr>
          <w:p w14:paraId="0C924F55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4038</w:t>
            </w:r>
          </w:p>
        </w:tc>
        <w:tc>
          <w:tcPr>
            <w:tcW w:w="1417" w:type="dxa"/>
            <w:vAlign w:val="bottom"/>
          </w:tcPr>
          <w:p w14:paraId="63FA3629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69,8</w:t>
            </w:r>
          </w:p>
        </w:tc>
        <w:tc>
          <w:tcPr>
            <w:tcW w:w="1418" w:type="dxa"/>
            <w:vAlign w:val="bottom"/>
          </w:tcPr>
          <w:p w14:paraId="10FCAB46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117,2</w:t>
            </w:r>
          </w:p>
        </w:tc>
      </w:tr>
      <w:tr w:rsidR="007C5A4D" w:rsidRPr="00A03062" w14:paraId="0EE817EA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5982A745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vAlign w:val="bottom"/>
          </w:tcPr>
          <w:p w14:paraId="0457F29D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4750</w:t>
            </w:r>
          </w:p>
        </w:tc>
        <w:tc>
          <w:tcPr>
            <w:tcW w:w="1418" w:type="dxa"/>
            <w:vAlign w:val="bottom"/>
          </w:tcPr>
          <w:p w14:paraId="3D031DC5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4102</w:t>
            </w:r>
          </w:p>
        </w:tc>
        <w:tc>
          <w:tcPr>
            <w:tcW w:w="1417" w:type="dxa"/>
            <w:vAlign w:val="bottom"/>
          </w:tcPr>
          <w:p w14:paraId="3B99D2E7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72,9</w:t>
            </w:r>
          </w:p>
        </w:tc>
        <w:tc>
          <w:tcPr>
            <w:tcW w:w="1418" w:type="dxa"/>
            <w:vAlign w:val="bottom"/>
          </w:tcPr>
          <w:p w14:paraId="173CB493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101,6</w:t>
            </w:r>
          </w:p>
        </w:tc>
      </w:tr>
      <w:tr w:rsidR="007C5A4D" w:rsidRPr="00A03062" w14:paraId="59F00DDA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78EA1B6F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vAlign w:val="bottom"/>
          </w:tcPr>
          <w:p w14:paraId="482B70B4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4637</w:t>
            </w:r>
          </w:p>
        </w:tc>
        <w:tc>
          <w:tcPr>
            <w:tcW w:w="1418" w:type="dxa"/>
            <w:vAlign w:val="bottom"/>
          </w:tcPr>
          <w:p w14:paraId="458F7B23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4091</w:t>
            </w:r>
          </w:p>
        </w:tc>
        <w:tc>
          <w:tcPr>
            <w:tcW w:w="1417" w:type="dxa"/>
            <w:vAlign w:val="bottom"/>
          </w:tcPr>
          <w:p w14:paraId="2C73CE13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74,1</w:t>
            </w:r>
          </w:p>
        </w:tc>
        <w:tc>
          <w:tcPr>
            <w:tcW w:w="1418" w:type="dxa"/>
            <w:vAlign w:val="bottom"/>
          </w:tcPr>
          <w:p w14:paraId="71B57901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99,7</w:t>
            </w:r>
          </w:p>
        </w:tc>
      </w:tr>
      <w:tr w:rsidR="007C5A4D" w:rsidRPr="00A03062" w14:paraId="6D2B2D23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69505303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vAlign w:val="bottom"/>
          </w:tcPr>
          <w:p w14:paraId="498D8CBB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3755</w:t>
            </w:r>
          </w:p>
        </w:tc>
        <w:tc>
          <w:tcPr>
            <w:tcW w:w="1418" w:type="dxa"/>
            <w:vAlign w:val="bottom"/>
          </w:tcPr>
          <w:p w14:paraId="565CB853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3158</w:t>
            </w:r>
          </w:p>
        </w:tc>
        <w:tc>
          <w:tcPr>
            <w:tcW w:w="1417" w:type="dxa"/>
            <w:vAlign w:val="bottom"/>
          </w:tcPr>
          <w:p w14:paraId="3E18328D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69,5</w:t>
            </w:r>
          </w:p>
        </w:tc>
        <w:tc>
          <w:tcPr>
            <w:tcW w:w="1418" w:type="dxa"/>
            <w:vAlign w:val="bottom"/>
          </w:tcPr>
          <w:p w14:paraId="4158225D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77,2</w:t>
            </w:r>
          </w:p>
        </w:tc>
      </w:tr>
      <w:tr w:rsidR="007C5A4D" w:rsidRPr="00A03062" w14:paraId="7A07ADDA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2C6F9260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vAlign w:val="bottom"/>
          </w:tcPr>
          <w:p w14:paraId="4F4F2DB0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3411</w:t>
            </w:r>
          </w:p>
        </w:tc>
        <w:tc>
          <w:tcPr>
            <w:tcW w:w="1418" w:type="dxa"/>
            <w:vAlign w:val="bottom"/>
          </w:tcPr>
          <w:p w14:paraId="2B989759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2792</w:t>
            </w:r>
          </w:p>
        </w:tc>
        <w:tc>
          <w:tcPr>
            <w:tcW w:w="1417" w:type="dxa"/>
            <w:vAlign w:val="bottom"/>
          </w:tcPr>
          <w:p w14:paraId="17F30614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69,6</w:t>
            </w:r>
          </w:p>
        </w:tc>
        <w:tc>
          <w:tcPr>
            <w:tcW w:w="1418" w:type="dxa"/>
            <w:vAlign w:val="bottom"/>
          </w:tcPr>
          <w:p w14:paraId="613CF173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88,4</w:t>
            </w:r>
          </w:p>
        </w:tc>
      </w:tr>
      <w:tr w:rsidR="007C5A4D" w:rsidRPr="00A03062" w14:paraId="4CF0E0D8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3A585AD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Ноябрь</w:t>
            </w:r>
          </w:p>
        </w:tc>
        <w:tc>
          <w:tcPr>
            <w:tcW w:w="1417" w:type="dxa"/>
            <w:vAlign w:val="bottom"/>
          </w:tcPr>
          <w:p w14:paraId="5005EC87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4079</w:t>
            </w:r>
          </w:p>
        </w:tc>
        <w:tc>
          <w:tcPr>
            <w:tcW w:w="1418" w:type="dxa"/>
            <w:vAlign w:val="bottom"/>
          </w:tcPr>
          <w:p w14:paraId="0E4FD71B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3342</w:t>
            </w:r>
          </w:p>
        </w:tc>
        <w:tc>
          <w:tcPr>
            <w:tcW w:w="1417" w:type="dxa"/>
            <w:vAlign w:val="bottom"/>
          </w:tcPr>
          <w:p w14:paraId="27FBD50B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72,5</w:t>
            </w:r>
          </w:p>
        </w:tc>
        <w:tc>
          <w:tcPr>
            <w:tcW w:w="1418" w:type="dxa"/>
            <w:vAlign w:val="bottom"/>
          </w:tcPr>
          <w:p w14:paraId="0328BD40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119,7</w:t>
            </w:r>
          </w:p>
        </w:tc>
      </w:tr>
      <w:tr w:rsidR="007C5A4D" w:rsidRPr="00A03062" w14:paraId="177ED483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4FEE98D5" w14:textId="77777777" w:rsidR="007C5A4D" w:rsidRPr="00A03062" w:rsidRDefault="007C5A4D" w:rsidP="007C5A4D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Декабрь</w:t>
            </w:r>
          </w:p>
        </w:tc>
        <w:tc>
          <w:tcPr>
            <w:tcW w:w="1417" w:type="dxa"/>
            <w:vAlign w:val="bottom"/>
          </w:tcPr>
          <w:p w14:paraId="0F6A1679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4831</w:t>
            </w:r>
          </w:p>
        </w:tc>
        <w:tc>
          <w:tcPr>
            <w:tcW w:w="1418" w:type="dxa"/>
            <w:vAlign w:val="bottom"/>
          </w:tcPr>
          <w:p w14:paraId="73ECD36E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4450</w:t>
            </w:r>
          </w:p>
        </w:tc>
        <w:tc>
          <w:tcPr>
            <w:tcW w:w="1417" w:type="dxa"/>
            <w:vAlign w:val="bottom"/>
          </w:tcPr>
          <w:p w14:paraId="5F781AFF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79,5</w:t>
            </w:r>
          </w:p>
        </w:tc>
        <w:tc>
          <w:tcPr>
            <w:tcW w:w="1418" w:type="dxa"/>
            <w:vAlign w:val="bottom"/>
          </w:tcPr>
          <w:p w14:paraId="1DB0822E" w14:textId="77777777" w:rsidR="007C5A4D" w:rsidRPr="00A03062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133,2</w:t>
            </w:r>
          </w:p>
        </w:tc>
      </w:tr>
      <w:tr w:rsidR="007C5A4D" w:rsidRPr="00A03062" w14:paraId="05EBD72D" w14:textId="77777777" w:rsidTr="007C5A4D">
        <w:trPr>
          <w:trHeight w:val="283"/>
          <w:jc w:val="center"/>
        </w:trPr>
        <w:tc>
          <w:tcPr>
            <w:tcW w:w="9072" w:type="dxa"/>
            <w:gridSpan w:val="5"/>
            <w:vAlign w:val="center"/>
          </w:tcPr>
          <w:p w14:paraId="77AB6919" w14:textId="77777777" w:rsidR="007C5A4D" w:rsidRPr="00A03062" w:rsidRDefault="007C5A4D" w:rsidP="007C5A4D">
            <w:pPr>
              <w:jc w:val="center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2024</w:t>
            </w:r>
          </w:p>
        </w:tc>
      </w:tr>
      <w:tr w:rsidR="00A22D71" w:rsidRPr="00A03062" w14:paraId="0DCE8489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43AA8CD3" w14:textId="77777777"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vAlign w:val="bottom"/>
          </w:tcPr>
          <w:p w14:paraId="00E94C54" w14:textId="00CDD320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4938</w:t>
            </w:r>
          </w:p>
        </w:tc>
        <w:tc>
          <w:tcPr>
            <w:tcW w:w="1418" w:type="dxa"/>
            <w:vAlign w:val="bottom"/>
          </w:tcPr>
          <w:p w14:paraId="1121E58C" w14:textId="0C62883A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4364</w:t>
            </w:r>
          </w:p>
        </w:tc>
        <w:tc>
          <w:tcPr>
            <w:tcW w:w="1417" w:type="dxa"/>
            <w:vAlign w:val="bottom"/>
          </w:tcPr>
          <w:p w14:paraId="5C6FD3B9" w14:textId="0DC07154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79,5</w:t>
            </w:r>
          </w:p>
        </w:tc>
        <w:tc>
          <w:tcPr>
            <w:tcW w:w="1418" w:type="dxa"/>
            <w:vAlign w:val="bottom"/>
          </w:tcPr>
          <w:p w14:paraId="491A3776" w14:textId="646D4C8B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98,1</w:t>
            </w:r>
          </w:p>
        </w:tc>
      </w:tr>
      <w:tr w:rsidR="00A22D71" w:rsidRPr="00A03062" w14:paraId="42EE369F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46BF2701" w14:textId="77777777"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vAlign w:val="bottom"/>
          </w:tcPr>
          <w:p w14:paraId="2E4823C9" w14:textId="3A1E5CFA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4936</w:t>
            </w:r>
          </w:p>
        </w:tc>
        <w:tc>
          <w:tcPr>
            <w:tcW w:w="1418" w:type="dxa"/>
            <w:vAlign w:val="bottom"/>
          </w:tcPr>
          <w:p w14:paraId="2091A85E" w14:textId="23463A1F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4099</w:t>
            </w:r>
          </w:p>
        </w:tc>
        <w:tc>
          <w:tcPr>
            <w:tcW w:w="1417" w:type="dxa"/>
            <w:vAlign w:val="bottom"/>
          </w:tcPr>
          <w:p w14:paraId="0EF4E988" w14:textId="576704B5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77,4</w:t>
            </w:r>
          </w:p>
        </w:tc>
        <w:tc>
          <w:tcPr>
            <w:tcW w:w="1418" w:type="dxa"/>
            <w:vAlign w:val="bottom"/>
          </w:tcPr>
          <w:p w14:paraId="64AFAF8A" w14:textId="11CB6E04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93,9</w:t>
            </w:r>
          </w:p>
        </w:tc>
      </w:tr>
      <w:tr w:rsidR="00A22D71" w:rsidRPr="00A03062" w14:paraId="0343F390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47B24468" w14:textId="77777777"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vAlign w:val="bottom"/>
          </w:tcPr>
          <w:p w14:paraId="1CF73109" w14:textId="21E385A7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3748</w:t>
            </w:r>
          </w:p>
        </w:tc>
        <w:tc>
          <w:tcPr>
            <w:tcW w:w="1418" w:type="dxa"/>
            <w:vAlign w:val="bottom"/>
          </w:tcPr>
          <w:p w14:paraId="5220E549" w14:textId="6644E1EA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3300</w:t>
            </w:r>
          </w:p>
        </w:tc>
        <w:tc>
          <w:tcPr>
            <w:tcW w:w="1417" w:type="dxa"/>
            <w:vAlign w:val="bottom"/>
          </w:tcPr>
          <w:p w14:paraId="5308F224" w14:textId="213D5692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77,4</w:t>
            </w:r>
          </w:p>
        </w:tc>
        <w:tc>
          <w:tcPr>
            <w:tcW w:w="1418" w:type="dxa"/>
            <w:vAlign w:val="bottom"/>
          </w:tcPr>
          <w:p w14:paraId="193E3A01" w14:textId="2631CDE6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80,5</w:t>
            </w:r>
          </w:p>
        </w:tc>
      </w:tr>
      <w:tr w:rsidR="00A22D71" w:rsidRPr="009E71AD" w14:paraId="01A43E67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60E37B74" w14:textId="77777777"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A03062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vAlign w:val="bottom"/>
          </w:tcPr>
          <w:p w14:paraId="12040E6D" w14:textId="356F1A3E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3210</w:t>
            </w:r>
          </w:p>
        </w:tc>
        <w:tc>
          <w:tcPr>
            <w:tcW w:w="1418" w:type="dxa"/>
            <w:vAlign w:val="bottom"/>
          </w:tcPr>
          <w:p w14:paraId="40AA2AB0" w14:textId="1D21B17E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2874</w:t>
            </w:r>
          </w:p>
        </w:tc>
        <w:tc>
          <w:tcPr>
            <w:tcW w:w="1417" w:type="dxa"/>
            <w:vAlign w:val="bottom"/>
          </w:tcPr>
          <w:p w14:paraId="5B347987" w14:textId="7607C051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76,7</w:t>
            </w:r>
          </w:p>
        </w:tc>
        <w:tc>
          <w:tcPr>
            <w:tcW w:w="1418" w:type="dxa"/>
            <w:vAlign w:val="bottom"/>
          </w:tcPr>
          <w:p w14:paraId="072716D9" w14:textId="5054AB95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87,1</w:t>
            </w:r>
          </w:p>
        </w:tc>
      </w:tr>
      <w:tr w:rsidR="00A22D71" w:rsidRPr="009E71AD" w14:paraId="4A2DE2B6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4FAB868" w14:textId="77777777" w:rsidR="00A22D71" w:rsidRPr="00A03062" w:rsidRDefault="00A22D71" w:rsidP="00A22D71">
            <w:pPr>
              <w:jc w:val="left"/>
              <w:rPr>
                <w:b/>
                <w:sz w:val="20"/>
              </w:rPr>
            </w:pPr>
            <w:r w:rsidRPr="00BB3925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vAlign w:val="bottom"/>
          </w:tcPr>
          <w:p w14:paraId="71813017" w14:textId="585543CB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3366</w:t>
            </w:r>
          </w:p>
        </w:tc>
        <w:tc>
          <w:tcPr>
            <w:tcW w:w="1418" w:type="dxa"/>
            <w:vAlign w:val="bottom"/>
          </w:tcPr>
          <w:p w14:paraId="041EE48C" w14:textId="30625996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2907</w:t>
            </w:r>
          </w:p>
        </w:tc>
        <w:tc>
          <w:tcPr>
            <w:tcW w:w="1417" w:type="dxa"/>
            <w:vAlign w:val="bottom"/>
          </w:tcPr>
          <w:p w14:paraId="3032863C" w14:textId="364E084D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84,4</w:t>
            </w:r>
          </w:p>
        </w:tc>
        <w:tc>
          <w:tcPr>
            <w:tcW w:w="1418" w:type="dxa"/>
            <w:vAlign w:val="bottom"/>
          </w:tcPr>
          <w:p w14:paraId="1D546831" w14:textId="46D833E7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101,1</w:t>
            </w:r>
          </w:p>
        </w:tc>
      </w:tr>
      <w:tr w:rsidR="00A22D71" w:rsidRPr="009E71AD" w14:paraId="4AD8AB09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712547D7" w14:textId="4CF44DF7" w:rsidR="00A22D71" w:rsidRPr="00BB3925" w:rsidRDefault="00A22D71" w:rsidP="00A22D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vAlign w:val="bottom"/>
          </w:tcPr>
          <w:p w14:paraId="3E4209FA" w14:textId="4F70E18E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3681</w:t>
            </w:r>
          </w:p>
        </w:tc>
        <w:tc>
          <w:tcPr>
            <w:tcW w:w="1418" w:type="dxa"/>
            <w:vAlign w:val="bottom"/>
          </w:tcPr>
          <w:p w14:paraId="068593DD" w14:textId="1EA4F090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3271</w:t>
            </w:r>
          </w:p>
        </w:tc>
        <w:tc>
          <w:tcPr>
            <w:tcW w:w="1417" w:type="dxa"/>
            <w:vAlign w:val="bottom"/>
          </w:tcPr>
          <w:p w14:paraId="4D86492B" w14:textId="72A848BE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81,0</w:t>
            </w:r>
          </w:p>
        </w:tc>
        <w:tc>
          <w:tcPr>
            <w:tcW w:w="1418" w:type="dxa"/>
            <w:vAlign w:val="bottom"/>
          </w:tcPr>
          <w:p w14:paraId="33B1E631" w14:textId="181AF139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112,5</w:t>
            </w:r>
          </w:p>
        </w:tc>
      </w:tr>
      <w:tr w:rsidR="00A22D71" w:rsidRPr="009E71AD" w14:paraId="4893C0DD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395C0EF1" w14:textId="3B0F1B49" w:rsidR="00A22D71" w:rsidRDefault="00A22D71" w:rsidP="00A22D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vAlign w:val="bottom"/>
          </w:tcPr>
          <w:p w14:paraId="1BB5FC3C" w14:textId="3A416E2B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3796</w:t>
            </w:r>
          </w:p>
        </w:tc>
        <w:tc>
          <w:tcPr>
            <w:tcW w:w="1418" w:type="dxa"/>
            <w:vAlign w:val="bottom"/>
          </w:tcPr>
          <w:p w14:paraId="2F9A5015" w14:textId="6A2BD0CE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3366</w:t>
            </w:r>
          </w:p>
        </w:tc>
        <w:tc>
          <w:tcPr>
            <w:tcW w:w="1417" w:type="dxa"/>
            <w:vAlign w:val="bottom"/>
          </w:tcPr>
          <w:p w14:paraId="4DFEF7A4" w14:textId="6208E490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82,1</w:t>
            </w:r>
          </w:p>
        </w:tc>
        <w:tc>
          <w:tcPr>
            <w:tcW w:w="1418" w:type="dxa"/>
            <w:vAlign w:val="bottom"/>
          </w:tcPr>
          <w:p w14:paraId="496F2964" w14:textId="39629664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102,9</w:t>
            </w:r>
          </w:p>
        </w:tc>
      </w:tr>
      <w:tr w:rsidR="00A22D71" w:rsidRPr="009E71AD" w14:paraId="6F282AE1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B664C0C" w14:textId="4A5B4B06" w:rsidR="00A22D71" w:rsidRDefault="00A22D71" w:rsidP="00A22D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vAlign w:val="bottom"/>
          </w:tcPr>
          <w:p w14:paraId="3E80226E" w14:textId="16304D20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3661</w:t>
            </w:r>
          </w:p>
        </w:tc>
        <w:tc>
          <w:tcPr>
            <w:tcW w:w="1418" w:type="dxa"/>
            <w:vAlign w:val="bottom"/>
          </w:tcPr>
          <w:p w14:paraId="54B5A708" w14:textId="560B9373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3263</w:t>
            </w:r>
          </w:p>
        </w:tc>
        <w:tc>
          <w:tcPr>
            <w:tcW w:w="1417" w:type="dxa"/>
            <w:vAlign w:val="bottom"/>
          </w:tcPr>
          <w:p w14:paraId="57D5CC46" w14:textId="15247FEB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153,1</w:t>
            </w:r>
          </w:p>
        </w:tc>
        <w:tc>
          <w:tcPr>
            <w:tcW w:w="1418" w:type="dxa"/>
            <w:vAlign w:val="bottom"/>
          </w:tcPr>
          <w:p w14:paraId="400A88A0" w14:textId="344C0562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96,9</w:t>
            </w:r>
          </w:p>
        </w:tc>
      </w:tr>
      <w:tr w:rsidR="00DC4F0D" w:rsidRPr="009E71AD" w14:paraId="3C6D74A5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5FF2050D" w14:textId="5F1F5658" w:rsidR="00DC4F0D" w:rsidRDefault="00DC4F0D" w:rsidP="00DC4F0D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vAlign w:val="bottom"/>
          </w:tcPr>
          <w:p w14:paraId="62B8B11E" w14:textId="50405C90" w:rsidR="00DC4F0D" w:rsidRDefault="00DC4F0D" w:rsidP="00DC4F0D">
            <w:pPr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2700</w:t>
            </w:r>
          </w:p>
        </w:tc>
        <w:tc>
          <w:tcPr>
            <w:tcW w:w="1418" w:type="dxa"/>
            <w:vAlign w:val="bottom"/>
          </w:tcPr>
          <w:p w14:paraId="626FAD3A" w14:textId="502BDE0C" w:rsidR="00DC4F0D" w:rsidRDefault="00DC4F0D" w:rsidP="00DC4F0D">
            <w:pPr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2311</w:t>
            </w:r>
          </w:p>
        </w:tc>
        <w:tc>
          <w:tcPr>
            <w:tcW w:w="1417" w:type="dxa"/>
            <w:vAlign w:val="bottom"/>
          </w:tcPr>
          <w:p w14:paraId="71558866" w14:textId="3DF2551E" w:rsidR="00DC4F0D" w:rsidRDefault="00DC4F0D" w:rsidP="00DC4F0D">
            <w:pPr>
              <w:ind w:right="397"/>
              <w:jc w:val="right"/>
              <w:rPr>
                <w:b/>
                <w:sz w:val="20"/>
              </w:rPr>
            </w:pPr>
            <w:r w:rsidRPr="002F45A7">
              <w:rPr>
                <w:b/>
                <w:sz w:val="20"/>
              </w:rPr>
              <w:t>73</w:t>
            </w:r>
            <w:r>
              <w:rPr>
                <w:b/>
                <w:sz w:val="20"/>
              </w:rPr>
              <w:t>,</w:t>
            </w:r>
            <w:r w:rsidRPr="002F45A7">
              <w:rPr>
                <w:b/>
                <w:sz w:val="20"/>
              </w:rPr>
              <w:t>2</w:t>
            </w:r>
          </w:p>
        </w:tc>
        <w:tc>
          <w:tcPr>
            <w:tcW w:w="1418" w:type="dxa"/>
            <w:vAlign w:val="bottom"/>
          </w:tcPr>
          <w:p w14:paraId="795E9455" w14:textId="14B822D0" w:rsidR="00DC4F0D" w:rsidRDefault="00DC4F0D" w:rsidP="00DC4F0D">
            <w:pPr>
              <w:ind w:right="397"/>
              <w:jc w:val="right"/>
              <w:rPr>
                <w:b/>
                <w:sz w:val="20"/>
              </w:rPr>
            </w:pPr>
            <w:r w:rsidRPr="002F45A7">
              <w:rPr>
                <w:b/>
                <w:sz w:val="20"/>
              </w:rPr>
              <w:t>70</w:t>
            </w:r>
            <w:r>
              <w:rPr>
                <w:b/>
                <w:sz w:val="20"/>
              </w:rPr>
              <w:t>,</w:t>
            </w:r>
            <w:r w:rsidRPr="002F45A7">
              <w:rPr>
                <w:b/>
                <w:sz w:val="20"/>
              </w:rPr>
              <w:t>8</w:t>
            </w:r>
          </w:p>
        </w:tc>
      </w:tr>
    </w:tbl>
    <w:p w14:paraId="5D5F41D2" w14:textId="5775C718" w:rsidR="00030A21" w:rsidRPr="00F57FAA" w:rsidRDefault="007C5A4D" w:rsidP="00BD7968">
      <w:pPr>
        <w:spacing w:before="120" w:after="120"/>
        <w:ind w:firstLine="720"/>
      </w:pPr>
      <w:r w:rsidRPr="00F57FAA">
        <w:t xml:space="preserve">В течение </w:t>
      </w:r>
      <w:r w:rsidR="00DC4F0D">
        <w:t>сентября</w:t>
      </w:r>
      <w:r w:rsidRPr="00F57FAA">
        <w:rPr>
          <w:szCs w:val="24"/>
        </w:rPr>
        <w:t xml:space="preserve"> 2024 </w:t>
      </w:r>
      <w:r w:rsidRPr="00F57FAA">
        <w:t xml:space="preserve">года статус безработного получили </w:t>
      </w:r>
      <w:r w:rsidR="00DC4F0D">
        <w:t>566</w:t>
      </w:r>
      <w:r w:rsidRPr="00F57FAA">
        <w:t xml:space="preserve"> человек, трудоустроено за месяц </w:t>
      </w:r>
      <w:r w:rsidR="00DC4F0D">
        <w:t>1161</w:t>
      </w:r>
      <w:r w:rsidRPr="00F57FAA">
        <w:t xml:space="preserve"> человек. Размеры трудоустройства безработных были</w:t>
      </w:r>
      <w:r w:rsidRPr="00F57FAA">
        <w:br/>
        <w:t xml:space="preserve">на </w:t>
      </w:r>
      <w:r w:rsidR="00DC4F0D">
        <w:t>48</w:t>
      </w:r>
      <w:r w:rsidRPr="00F57FAA">
        <w:t xml:space="preserve"> человек или на </w:t>
      </w:r>
      <w:r w:rsidR="00DC4F0D">
        <w:t>4</w:t>
      </w:r>
      <w:r w:rsidR="00A22D71">
        <w:t>,</w:t>
      </w:r>
      <w:r w:rsidR="00DC4F0D">
        <w:t>0</w:t>
      </w:r>
      <w:r w:rsidRPr="00F57FAA">
        <w:t xml:space="preserve">% меньше, чем в </w:t>
      </w:r>
      <w:r w:rsidR="00DC4F0D">
        <w:t>сентябре</w:t>
      </w:r>
      <w:r w:rsidRPr="00F57FAA">
        <w:t xml:space="preserve"> 2023 года</w:t>
      </w:r>
      <w:r w:rsidR="00030A21" w:rsidRPr="00F57FAA">
        <w:t>.</w:t>
      </w:r>
    </w:p>
    <w:p w14:paraId="5DDC7598" w14:textId="28968FA7" w:rsidR="00A22D71" w:rsidRDefault="00884A78" w:rsidP="00BD7968">
      <w:pPr>
        <w:spacing w:before="120" w:after="120"/>
        <w:ind w:firstLine="720"/>
      </w:pPr>
      <w:r w:rsidRPr="00F57FAA">
        <w:t xml:space="preserve">Уровень официальной (или регистрируемой) безработицы на конец </w:t>
      </w:r>
      <w:r w:rsidR="00DC4F0D">
        <w:t>сентября</w:t>
      </w:r>
      <w:r w:rsidR="00AF13F7" w:rsidRPr="00F57FAA">
        <w:br/>
      </w:r>
      <w:r w:rsidRPr="00F57FAA">
        <w:rPr>
          <w:szCs w:val="24"/>
        </w:rPr>
        <w:t xml:space="preserve">2024 года </w:t>
      </w:r>
      <w:r w:rsidRPr="00301920">
        <w:t>составил 0,</w:t>
      </w:r>
      <w:r w:rsidR="00DC4F0D">
        <w:t>5</w:t>
      </w:r>
      <w:r w:rsidRPr="00301920">
        <w:t>%</w:t>
      </w:r>
      <w:r w:rsidRPr="00F57FAA">
        <w:t xml:space="preserve"> </w:t>
      </w:r>
      <w:bookmarkEnd w:id="383"/>
      <w:r w:rsidR="00A22D71">
        <w:t>от численности рабочей силы</w:t>
      </w:r>
      <w:r w:rsidR="00A22D71" w:rsidRPr="00A652FE">
        <w:t>.</w:t>
      </w:r>
    </w:p>
    <w:p w14:paraId="350F5DC2" w14:textId="1BCE8BF8" w:rsidR="004D0C2C" w:rsidRPr="00AA2072" w:rsidRDefault="004D0E88" w:rsidP="00BD7968">
      <w:pPr>
        <w:pStyle w:val="3"/>
        <w:spacing w:before="240"/>
      </w:pPr>
      <w:bookmarkStart w:id="386" w:name="_Toc181256001"/>
      <w:r w:rsidRPr="00AA2072">
        <w:lastRenderedPageBreak/>
        <w:t>Динамика потребности работодателей в работниках,</w:t>
      </w:r>
      <w:r w:rsidRPr="00AA2072">
        <w:br/>
        <w:t>заявленной в государственные учреждения службы занятости населения</w:t>
      </w:r>
      <w:bookmarkEnd w:id="386"/>
    </w:p>
    <w:p w14:paraId="298CAAAD" w14:textId="77777777" w:rsidR="004D0E88" w:rsidRPr="008C45B1" w:rsidRDefault="004D0E88" w:rsidP="004D0E88">
      <w:pPr>
        <w:spacing w:after="60"/>
        <w:jc w:val="right"/>
        <w:rPr>
          <w:b/>
          <w:sz w:val="20"/>
        </w:rPr>
      </w:pPr>
      <w:bookmarkStart w:id="387" w:name="_Toc492998363"/>
      <w:r w:rsidRPr="008C45B1">
        <w:rPr>
          <w:b/>
          <w:sz w:val="20"/>
        </w:rPr>
        <w:t>на конец месяца</w:t>
      </w:r>
      <w:bookmarkEnd w:id="387"/>
    </w:p>
    <w:tbl>
      <w:tblPr>
        <w:tblW w:w="90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1417"/>
        <w:gridCol w:w="1417"/>
        <w:gridCol w:w="1417"/>
        <w:gridCol w:w="1417"/>
      </w:tblGrid>
      <w:tr w:rsidR="007C5A4D" w:rsidRPr="00B30504" w14:paraId="6690766D" w14:textId="77777777" w:rsidTr="007C5A4D">
        <w:trPr>
          <w:trHeight w:val="227"/>
          <w:jc w:val="center"/>
        </w:trPr>
        <w:tc>
          <w:tcPr>
            <w:tcW w:w="3402" w:type="dxa"/>
            <w:vMerge w:val="restart"/>
            <w:vAlign w:val="center"/>
          </w:tcPr>
          <w:p w14:paraId="147C8877" w14:textId="77777777" w:rsidR="007C5A4D" w:rsidRPr="00521D90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088BFA00" w14:textId="77777777"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 xml:space="preserve">Потребность работодателей </w:t>
            </w:r>
            <w:r w:rsidRPr="00B30504">
              <w:rPr>
                <w:b/>
                <w:sz w:val="20"/>
              </w:rPr>
              <w:br/>
              <w:t xml:space="preserve">в работниках, заявленная </w:t>
            </w:r>
            <w:r w:rsidRPr="00B30504">
              <w:rPr>
                <w:b/>
                <w:sz w:val="20"/>
              </w:rPr>
              <w:br/>
              <w:t xml:space="preserve">в </w:t>
            </w:r>
            <w:proofErr w:type="spellStart"/>
            <w:proofErr w:type="gramStart"/>
            <w:r w:rsidRPr="00B30504">
              <w:rPr>
                <w:b/>
                <w:sz w:val="20"/>
              </w:rPr>
              <w:t>государст</w:t>
            </w:r>
            <w:proofErr w:type="spellEnd"/>
            <w:r w:rsidRPr="00B30504">
              <w:rPr>
                <w:b/>
                <w:sz w:val="20"/>
              </w:rPr>
              <w:t>-венные</w:t>
            </w:r>
            <w:proofErr w:type="gramEnd"/>
            <w:r w:rsidRPr="00B30504">
              <w:rPr>
                <w:b/>
                <w:sz w:val="20"/>
              </w:rPr>
              <w:t xml:space="preserve"> учреждения службы занятости населения, человек</w:t>
            </w:r>
          </w:p>
        </w:tc>
        <w:tc>
          <w:tcPr>
            <w:tcW w:w="4251" w:type="dxa"/>
            <w:gridSpan w:val="3"/>
            <w:vAlign w:val="center"/>
          </w:tcPr>
          <w:p w14:paraId="7D029163" w14:textId="77777777"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 xml:space="preserve">Нагрузка </w:t>
            </w:r>
            <w:r w:rsidRPr="00B30504">
              <w:rPr>
                <w:b/>
                <w:sz w:val="20"/>
              </w:rPr>
              <w:br/>
              <w:t>не занятого трудовой деятельностью населения на одну заявленную вакансию</w:t>
            </w:r>
          </w:p>
        </w:tc>
      </w:tr>
      <w:tr w:rsidR="007C5A4D" w:rsidRPr="00B30504" w14:paraId="766B6116" w14:textId="77777777" w:rsidTr="007C5A4D">
        <w:trPr>
          <w:trHeight w:val="283"/>
          <w:jc w:val="center"/>
        </w:trPr>
        <w:tc>
          <w:tcPr>
            <w:tcW w:w="3402" w:type="dxa"/>
            <w:vMerge/>
            <w:vAlign w:val="center"/>
          </w:tcPr>
          <w:p w14:paraId="4F1C305A" w14:textId="77777777" w:rsidR="007C5A4D" w:rsidRPr="00B30504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0777D719" w14:textId="77777777"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 w:val="restart"/>
            <w:vAlign w:val="center"/>
          </w:tcPr>
          <w:p w14:paraId="1B838ADD" w14:textId="77777777"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человек</w:t>
            </w:r>
          </w:p>
        </w:tc>
        <w:tc>
          <w:tcPr>
            <w:tcW w:w="2834" w:type="dxa"/>
            <w:gridSpan w:val="2"/>
            <w:vAlign w:val="center"/>
          </w:tcPr>
          <w:p w14:paraId="2072FD47" w14:textId="77777777"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proofErr w:type="gramStart"/>
            <w:r w:rsidRPr="00B30504">
              <w:rPr>
                <w:b/>
                <w:sz w:val="20"/>
              </w:rPr>
              <w:t>в  %</w:t>
            </w:r>
            <w:proofErr w:type="gramEnd"/>
            <w:r w:rsidRPr="00B30504">
              <w:rPr>
                <w:b/>
                <w:sz w:val="20"/>
              </w:rPr>
              <w:t xml:space="preserve">  к</w:t>
            </w:r>
          </w:p>
        </w:tc>
      </w:tr>
      <w:tr w:rsidR="007C5A4D" w:rsidRPr="00B30504" w14:paraId="326AF692" w14:textId="77777777" w:rsidTr="007C5A4D">
        <w:trPr>
          <w:trHeight w:val="227"/>
          <w:jc w:val="center"/>
        </w:trPr>
        <w:tc>
          <w:tcPr>
            <w:tcW w:w="3402" w:type="dxa"/>
            <w:vMerge/>
            <w:vAlign w:val="center"/>
          </w:tcPr>
          <w:p w14:paraId="10787019" w14:textId="77777777" w:rsidR="007C5A4D" w:rsidRPr="00B30504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77712028" w14:textId="77777777"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Merge/>
            <w:vAlign w:val="center"/>
          </w:tcPr>
          <w:p w14:paraId="49EB9DC2" w14:textId="77777777"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F1005CC" w14:textId="77777777" w:rsidR="007C5A4D" w:rsidRPr="00B30504" w:rsidRDefault="007C5A4D" w:rsidP="007C5A4D">
            <w:pPr>
              <w:ind w:left="-113" w:right="-113"/>
              <w:jc w:val="center"/>
              <w:rPr>
                <w:b/>
                <w:sz w:val="20"/>
              </w:rPr>
            </w:pPr>
            <w:proofErr w:type="gramStart"/>
            <w:r w:rsidRPr="00B30504">
              <w:rPr>
                <w:b/>
                <w:sz w:val="20"/>
              </w:rPr>
              <w:t>соответствую-</w:t>
            </w:r>
            <w:proofErr w:type="spellStart"/>
            <w:r w:rsidRPr="00B30504">
              <w:rPr>
                <w:b/>
                <w:sz w:val="20"/>
              </w:rPr>
              <w:t>щему</w:t>
            </w:r>
            <w:proofErr w:type="spellEnd"/>
            <w:proofErr w:type="gramEnd"/>
            <w:r w:rsidRPr="00B30504">
              <w:rPr>
                <w:b/>
                <w:sz w:val="20"/>
              </w:rPr>
              <w:t xml:space="preserve"> месяцу предыдущего года</w:t>
            </w:r>
          </w:p>
        </w:tc>
        <w:tc>
          <w:tcPr>
            <w:tcW w:w="1417" w:type="dxa"/>
            <w:vAlign w:val="center"/>
          </w:tcPr>
          <w:p w14:paraId="54BB59A5" w14:textId="77777777" w:rsidR="007C5A4D" w:rsidRPr="00B30504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предыдущему месяцу</w:t>
            </w:r>
          </w:p>
        </w:tc>
      </w:tr>
      <w:tr w:rsidR="007C5A4D" w:rsidRPr="00B30504" w14:paraId="317515CA" w14:textId="77777777" w:rsidTr="007C5A4D">
        <w:trPr>
          <w:trHeight w:val="283"/>
          <w:jc w:val="center"/>
        </w:trPr>
        <w:tc>
          <w:tcPr>
            <w:tcW w:w="9070" w:type="dxa"/>
            <w:gridSpan w:val="5"/>
            <w:vAlign w:val="center"/>
          </w:tcPr>
          <w:p w14:paraId="4C81FA88" w14:textId="77777777" w:rsidR="007C5A4D" w:rsidRPr="00B30504" w:rsidRDefault="007C5A4D" w:rsidP="007C5A4D">
            <w:pPr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2023</w:t>
            </w:r>
          </w:p>
        </w:tc>
      </w:tr>
      <w:tr w:rsidR="007C5A4D" w:rsidRPr="00B30504" w14:paraId="03496536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73D1ACD0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vAlign w:val="bottom"/>
          </w:tcPr>
          <w:p w14:paraId="4DDF9DE0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9642</w:t>
            </w:r>
          </w:p>
        </w:tc>
        <w:tc>
          <w:tcPr>
            <w:tcW w:w="1417" w:type="dxa"/>
            <w:vAlign w:val="bottom"/>
          </w:tcPr>
          <w:p w14:paraId="16B86D06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0,6</w:t>
            </w:r>
          </w:p>
        </w:tc>
        <w:tc>
          <w:tcPr>
            <w:tcW w:w="1417" w:type="dxa"/>
            <w:vAlign w:val="bottom"/>
          </w:tcPr>
          <w:p w14:paraId="3C3B4011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  <w:tc>
          <w:tcPr>
            <w:tcW w:w="1417" w:type="dxa"/>
            <w:vAlign w:val="bottom"/>
          </w:tcPr>
          <w:p w14:paraId="4815B18E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14:paraId="33E43C4B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31BC8D2E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vAlign w:val="bottom"/>
          </w:tcPr>
          <w:p w14:paraId="2980D8E9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10384</w:t>
            </w:r>
          </w:p>
        </w:tc>
        <w:tc>
          <w:tcPr>
            <w:tcW w:w="1417" w:type="dxa"/>
            <w:vAlign w:val="bottom"/>
          </w:tcPr>
          <w:p w14:paraId="4F0E19CB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0,6</w:t>
            </w:r>
          </w:p>
        </w:tc>
        <w:tc>
          <w:tcPr>
            <w:tcW w:w="1417" w:type="dxa"/>
            <w:vAlign w:val="bottom"/>
          </w:tcPr>
          <w:p w14:paraId="6B004E98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  <w:tc>
          <w:tcPr>
            <w:tcW w:w="1417" w:type="dxa"/>
            <w:vAlign w:val="bottom"/>
          </w:tcPr>
          <w:p w14:paraId="05D412DC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14:paraId="69F22D6A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55E9CFD4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vAlign w:val="bottom"/>
          </w:tcPr>
          <w:p w14:paraId="05D6D5E8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10974</w:t>
            </w:r>
          </w:p>
        </w:tc>
        <w:tc>
          <w:tcPr>
            <w:tcW w:w="1417" w:type="dxa"/>
            <w:vAlign w:val="bottom"/>
          </w:tcPr>
          <w:p w14:paraId="1DD8C940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20AD56EC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57,1</w:t>
            </w:r>
          </w:p>
        </w:tc>
        <w:tc>
          <w:tcPr>
            <w:tcW w:w="1417" w:type="dxa"/>
            <w:vAlign w:val="bottom"/>
          </w:tcPr>
          <w:p w14:paraId="34EC57D4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</w:tr>
      <w:tr w:rsidR="007C5A4D" w:rsidRPr="00B30504" w14:paraId="16D1E4F1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0AC52DB4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vAlign w:val="bottom"/>
          </w:tcPr>
          <w:p w14:paraId="4976FEF9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11189</w:t>
            </w:r>
          </w:p>
        </w:tc>
        <w:tc>
          <w:tcPr>
            <w:tcW w:w="1417" w:type="dxa"/>
            <w:vAlign w:val="bottom"/>
          </w:tcPr>
          <w:p w14:paraId="75207337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78F1003C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  <w:tc>
          <w:tcPr>
            <w:tcW w:w="1417" w:type="dxa"/>
            <w:vAlign w:val="bottom"/>
          </w:tcPr>
          <w:p w14:paraId="50A2F65B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14:paraId="5686DD67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0D48A9E6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vAlign w:val="bottom"/>
          </w:tcPr>
          <w:p w14:paraId="37AAA6CF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11962</w:t>
            </w:r>
          </w:p>
        </w:tc>
        <w:tc>
          <w:tcPr>
            <w:tcW w:w="1417" w:type="dxa"/>
            <w:vAlign w:val="bottom"/>
          </w:tcPr>
          <w:p w14:paraId="28CE2D44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14:paraId="08AB49EC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60,0</w:t>
            </w:r>
          </w:p>
        </w:tc>
        <w:tc>
          <w:tcPr>
            <w:tcW w:w="1417" w:type="dxa"/>
            <w:vAlign w:val="bottom"/>
          </w:tcPr>
          <w:p w14:paraId="2E3F8966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75,0</w:t>
            </w:r>
          </w:p>
        </w:tc>
      </w:tr>
      <w:tr w:rsidR="007C5A4D" w:rsidRPr="00B30504" w14:paraId="620C87DB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0EE89FF9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vAlign w:val="bottom"/>
          </w:tcPr>
          <w:p w14:paraId="0D4DC7FC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12772</w:t>
            </w:r>
          </w:p>
        </w:tc>
        <w:tc>
          <w:tcPr>
            <w:tcW w:w="1417" w:type="dxa"/>
            <w:vAlign w:val="bottom"/>
          </w:tcPr>
          <w:p w14:paraId="7BFDCEAF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52EEFBFF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66,7</w:t>
            </w:r>
          </w:p>
        </w:tc>
        <w:tc>
          <w:tcPr>
            <w:tcW w:w="1417" w:type="dxa"/>
            <w:vAlign w:val="bottom"/>
          </w:tcPr>
          <w:p w14:paraId="3546392F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133,3</w:t>
            </w:r>
          </w:p>
        </w:tc>
      </w:tr>
      <w:tr w:rsidR="007C5A4D" w:rsidRPr="00B30504" w14:paraId="0C254AE0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5C4B6DA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vAlign w:val="bottom"/>
          </w:tcPr>
          <w:p w14:paraId="36A777F4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12012</w:t>
            </w:r>
          </w:p>
        </w:tc>
        <w:tc>
          <w:tcPr>
            <w:tcW w:w="1417" w:type="dxa"/>
            <w:vAlign w:val="bottom"/>
          </w:tcPr>
          <w:p w14:paraId="51B18C4E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23605CD0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80,0</w:t>
            </w:r>
          </w:p>
        </w:tc>
        <w:tc>
          <w:tcPr>
            <w:tcW w:w="1417" w:type="dxa"/>
            <w:vAlign w:val="bottom"/>
          </w:tcPr>
          <w:p w14:paraId="42D54E2F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14:paraId="1729CA00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0DB63923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vAlign w:val="bottom"/>
          </w:tcPr>
          <w:p w14:paraId="22BAAB50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11260</w:t>
            </w:r>
          </w:p>
        </w:tc>
        <w:tc>
          <w:tcPr>
            <w:tcW w:w="1417" w:type="dxa"/>
            <w:vAlign w:val="bottom"/>
          </w:tcPr>
          <w:p w14:paraId="6E4AED5B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4B80BF55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80,0</w:t>
            </w:r>
          </w:p>
        </w:tc>
        <w:tc>
          <w:tcPr>
            <w:tcW w:w="1417" w:type="dxa"/>
            <w:vAlign w:val="bottom"/>
          </w:tcPr>
          <w:p w14:paraId="253902B6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14:paraId="00058047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39371939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vAlign w:val="bottom"/>
          </w:tcPr>
          <w:p w14:paraId="11CF7487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10475</w:t>
            </w:r>
          </w:p>
        </w:tc>
        <w:tc>
          <w:tcPr>
            <w:tcW w:w="1417" w:type="dxa"/>
            <w:vAlign w:val="bottom"/>
          </w:tcPr>
          <w:p w14:paraId="5EB62A32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0D7DA120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14:paraId="279AFDC0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100,0</w:t>
            </w:r>
          </w:p>
        </w:tc>
      </w:tr>
      <w:tr w:rsidR="007C5A4D" w:rsidRPr="00B30504" w14:paraId="6B846D73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6E16C8E1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Октябрь</w:t>
            </w:r>
          </w:p>
        </w:tc>
        <w:tc>
          <w:tcPr>
            <w:tcW w:w="1417" w:type="dxa"/>
            <w:vAlign w:val="bottom"/>
          </w:tcPr>
          <w:p w14:paraId="7B255C91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10524</w:t>
            </w:r>
          </w:p>
        </w:tc>
        <w:tc>
          <w:tcPr>
            <w:tcW w:w="1417" w:type="dxa"/>
            <w:vAlign w:val="bottom"/>
          </w:tcPr>
          <w:p w14:paraId="635D25FA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14:paraId="0786D90A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75,0</w:t>
            </w:r>
          </w:p>
        </w:tc>
        <w:tc>
          <w:tcPr>
            <w:tcW w:w="1417" w:type="dxa"/>
            <w:vAlign w:val="bottom"/>
          </w:tcPr>
          <w:p w14:paraId="5B4119B7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75,0</w:t>
            </w:r>
          </w:p>
        </w:tc>
      </w:tr>
      <w:tr w:rsidR="007C5A4D" w:rsidRPr="00B30504" w14:paraId="35B70C6A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5267CB2A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Ноябрь</w:t>
            </w:r>
          </w:p>
        </w:tc>
        <w:tc>
          <w:tcPr>
            <w:tcW w:w="1417" w:type="dxa"/>
            <w:vAlign w:val="bottom"/>
          </w:tcPr>
          <w:p w14:paraId="72E9E3CB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10178</w:t>
            </w:r>
          </w:p>
        </w:tc>
        <w:tc>
          <w:tcPr>
            <w:tcW w:w="1417" w:type="dxa"/>
            <w:vAlign w:val="bottom"/>
          </w:tcPr>
          <w:p w14:paraId="11D4E546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2F6C7217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80,0</w:t>
            </w:r>
          </w:p>
        </w:tc>
        <w:tc>
          <w:tcPr>
            <w:tcW w:w="1417" w:type="dxa"/>
            <w:vAlign w:val="bottom"/>
          </w:tcPr>
          <w:p w14:paraId="6E61B704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133,3</w:t>
            </w:r>
          </w:p>
        </w:tc>
      </w:tr>
      <w:tr w:rsidR="007C5A4D" w:rsidRPr="00B30504" w14:paraId="1A86A89C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4A641101" w14:textId="77777777" w:rsidR="007C5A4D" w:rsidRPr="00B30504" w:rsidRDefault="007C5A4D" w:rsidP="007C5A4D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Декабрь</w:t>
            </w:r>
          </w:p>
        </w:tc>
        <w:tc>
          <w:tcPr>
            <w:tcW w:w="1417" w:type="dxa"/>
            <w:vAlign w:val="bottom"/>
          </w:tcPr>
          <w:p w14:paraId="7BED2CAD" w14:textId="77777777" w:rsidR="007C5A4D" w:rsidRPr="00B30504" w:rsidRDefault="007C5A4D" w:rsidP="007C5A4D">
            <w:pPr>
              <w:ind w:right="340"/>
              <w:jc w:val="right"/>
              <w:rPr>
                <w:b/>
                <w:sz w:val="20"/>
                <w:lang w:val="en-US"/>
              </w:rPr>
            </w:pPr>
            <w:r w:rsidRPr="00B30504">
              <w:rPr>
                <w:b/>
                <w:sz w:val="20"/>
              </w:rPr>
              <w:t>9542</w:t>
            </w:r>
          </w:p>
        </w:tc>
        <w:tc>
          <w:tcPr>
            <w:tcW w:w="1417" w:type="dxa"/>
            <w:vAlign w:val="bottom"/>
          </w:tcPr>
          <w:p w14:paraId="54D7D678" w14:textId="77777777" w:rsidR="007C5A4D" w:rsidRPr="00B30504" w:rsidRDefault="007C5A4D" w:rsidP="00B841E5">
            <w:pPr>
              <w:ind w:right="454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0,5</w:t>
            </w:r>
          </w:p>
        </w:tc>
        <w:tc>
          <w:tcPr>
            <w:tcW w:w="1417" w:type="dxa"/>
            <w:vAlign w:val="bottom"/>
          </w:tcPr>
          <w:p w14:paraId="774B898A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83,3</w:t>
            </w:r>
          </w:p>
        </w:tc>
        <w:tc>
          <w:tcPr>
            <w:tcW w:w="1417" w:type="dxa"/>
            <w:vAlign w:val="bottom"/>
          </w:tcPr>
          <w:p w14:paraId="27E86C12" w14:textId="77777777" w:rsidR="007C5A4D" w:rsidRPr="00B30504" w:rsidRDefault="007C5A4D" w:rsidP="007C5A4D">
            <w:pPr>
              <w:ind w:right="397"/>
              <w:jc w:val="righ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125,0</w:t>
            </w:r>
          </w:p>
        </w:tc>
      </w:tr>
      <w:tr w:rsidR="007C5A4D" w:rsidRPr="00B30504" w14:paraId="6C571C64" w14:textId="77777777" w:rsidTr="007C5A4D">
        <w:trPr>
          <w:trHeight w:val="283"/>
          <w:jc w:val="center"/>
        </w:trPr>
        <w:tc>
          <w:tcPr>
            <w:tcW w:w="9070" w:type="dxa"/>
            <w:gridSpan w:val="5"/>
            <w:vAlign w:val="center"/>
          </w:tcPr>
          <w:p w14:paraId="3AFF39BF" w14:textId="77777777" w:rsidR="007C5A4D" w:rsidRPr="00B30504" w:rsidRDefault="007C5A4D" w:rsidP="007C5A4D">
            <w:pPr>
              <w:jc w:val="center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2024</w:t>
            </w:r>
          </w:p>
        </w:tc>
      </w:tr>
      <w:bookmarkEnd w:id="320"/>
      <w:tr w:rsidR="00A22D71" w:rsidRPr="00B30504" w14:paraId="64BD0726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64E91785" w14:textId="77777777" w:rsidR="00A22D71" w:rsidRPr="00B30504" w:rsidRDefault="00A22D71" w:rsidP="00A22D71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Январь</w:t>
            </w:r>
          </w:p>
        </w:tc>
        <w:tc>
          <w:tcPr>
            <w:tcW w:w="1417" w:type="dxa"/>
            <w:vAlign w:val="bottom"/>
          </w:tcPr>
          <w:p w14:paraId="5D38386F" w14:textId="6A8931C5"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8485</w:t>
            </w:r>
          </w:p>
        </w:tc>
        <w:tc>
          <w:tcPr>
            <w:tcW w:w="1417" w:type="dxa"/>
            <w:vAlign w:val="bottom"/>
          </w:tcPr>
          <w:p w14:paraId="50D9E279" w14:textId="42261BF4"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0,6</w:t>
            </w:r>
          </w:p>
        </w:tc>
        <w:tc>
          <w:tcPr>
            <w:tcW w:w="1417" w:type="dxa"/>
            <w:vAlign w:val="bottom"/>
          </w:tcPr>
          <w:p w14:paraId="51D2283A" w14:textId="639DC37A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</w:t>
            </w:r>
            <w:r w:rsidR="00A948BD">
              <w:rPr>
                <w:b/>
                <w:sz w:val="20"/>
              </w:rPr>
              <w:t>,0</w:t>
            </w:r>
          </w:p>
        </w:tc>
        <w:tc>
          <w:tcPr>
            <w:tcW w:w="1417" w:type="dxa"/>
            <w:vAlign w:val="bottom"/>
          </w:tcPr>
          <w:p w14:paraId="065E24F9" w14:textId="1DB799DD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120,0</w:t>
            </w:r>
          </w:p>
        </w:tc>
      </w:tr>
      <w:tr w:rsidR="00A22D71" w:rsidRPr="00B30504" w14:paraId="56BF6BFC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42C81A77" w14:textId="77777777" w:rsidR="00A22D71" w:rsidRPr="00B30504" w:rsidRDefault="00A22D71" w:rsidP="00A22D71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Февраль</w:t>
            </w:r>
          </w:p>
        </w:tc>
        <w:tc>
          <w:tcPr>
            <w:tcW w:w="1417" w:type="dxa"/>
            <w:vAlign w:val="bottom"/>
          </w:tcPr>
          <w:p w14:paraId="11AC2305" w14:textId="5008177A"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9751</w:t>
            </w:r>
          </w:p>
        </w:tc>
        <w:tc>
          <w:tcPr>
            <w:tcW w:w="1417" w:type="dxa"/>
            <w:vAlign w:val="bottom"/>
          </w:tcPr>
          <w:p w14:paraId="13C83DDA" w14:textId="0D811709"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0,5</w:t>
            </w:r>
          </w:p>
        </w:tc>
        <w:tc>
          <w:tcPr>
            <w:tcW w:w="1417" w:type="dxa"/>
            <w:vAlign w:val="bottom"/>
          </w:tcPr>
          <w:p w14:paraId="03F98F2B" w14:textId="15CC62C9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83,3</w:t>
            </w:r>
          </w:p>
        </w:tc>
        <w:tc>
          <w:tcPr>
            <w:tcW w:w="1417" w:type="dxa"/>
            <w:vAlign w:val="bottom"/>
          </w:tcPr>
          <w:p w14:paraId="17F6163A" w14:textId="77FA2FC9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83,3</w:t>
            </w:r>
          </w:p>
        </w:tc>
      </w:tr>
      <w:tr w:rsidR="00A22D71" w:rsidRPr="00B30504" w14:paraId="7B8ADB52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089E963D" w14:textId="77777777" w:rsidR="00A22D71" w:rsidRPr="00B30504" w:rsidRDefault="00A22D71" w:rsidP="00A22D71">
            <w:pPr>
              <w:jc w:val="left"/>
              <w:rPr>
                <w:b/>
                <w:sz w:val="20"/>
              </w:rPr>
            </w:pPr>
            <w:r w:rsidRPr="00B30504">
              <w:rPr>
                <w:b/>
                <w:sz w:val="20"/>
              </w:rPr>
              <w:t>Март</w:t>
            </w:r>
          </w:p>
        </w:tc>
        <w:tc>
          <w:tcPr>
            <w:tcW w:w="1417" w:type="dxa"/>
            <w:vAlign w:val="bottom"/>
          </w:tcPr>
          <w:p w14:paraId="46F66705" w14:textId="5611ADC5"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9988</w:t>
            </w:r>
          </w:p>
        </w:tc>
        <w:tc>
          <w:tcPr>
            <w:tcW w:w="1417" w:type="dxa"/>
            <w:vAlign w:val="bottom"/>
          </w:tcPr>
          <w:p w14:paraId="75DB01E1" w14:textId="7634EAF6"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6DE4177C" w14:textId="56C69388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14:paraId="6265EEE6" w14:textId="4DA604B5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80,0</w:t>
            </w:r>
          </w:p>
        </w:tc>
      </w:tr>
      <w:tr w:rsidR="00A22D71" w:rsidRPr="00433E96" w14:paraId="756B3A31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90CDCF7" w14:textId="77777777" w:rsidR="00A22D71" w:rsidRPr="00BB3925" w:rsidRDefault="00A22D71" w:rsidP="00A22D71">
            <w:pPr>
              <w:jc w:val="left"/>
              <w:rPr>
                <w:b/>
                <w:sz w:val="20"/>
              </w:rPr>
            </w:pPr>
            <w:r w:rsidRPr="00BB3925">
              <w:rPr>
                <w:b/>
                <w:sz w:val="20"/>
              </w:rPr>
              <w:t>Апрель</w:t>
            </w:r>
          </w:p>
        </w:tc>
        <w:tc>
          <w:tcPr>
            <w:tcW w:w="1417" w:type="dxa"/>
            <w:vAlign w:val="bottom"/>
          </w:tcPr>
          <w:p w14:paraId="1D85B318" w14:textId="6A84E20E"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10003</w:t>
            </w:r>
          </w:p>
        </w:tc>
        <w:tc>
          <w:tcPr>
            <w:tcW w:w="1417" w:type="dxa"/>
            <w:vAlign w:val="bottom"/>
          </w:tcPr>
          <w:p w14:paraId="2D345E83" w14:textId="0520D619"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14:paraId="4D1A834F" w14:textId="4FCDAF9F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75,0</w:t>
            </w:r>
          </w:p>
        </w:tc>
        <w:tc>
          <w:tcPr>
            <w:tcW w:w="1417" w:type="dxa"/>
            <w:vAlign w:val="bottom"/>
          </w:tcPr>
          <w:p w14:paraId="0D2C3EA0" w14:textId="7CC4E664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75,0</w:t>
            </w:r>
          </w:p>
        </w:tc>
      </w:tr>
      <w:tr w:rsidR="00A22D71" w:rsidRPr="00433E96" w14:paraId="209DEE9E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2DA4613D" w14:textId="77777777" w:rsidR="00A22D71" w:rsidRPr="00BB3925" w:rsidRDefault="00A22D71" w:rsidP="00A22D71">
            <w:pPr>
              <w:jc w:val="left"/>
              <w:rPr>
                <w:b/>
                <w:sz w:val="20"/>
              </w:rPr>
            </w:pPr>
            <w:r w:rsidRPr="00BB3925">
              <w:rPr>
                <w:b/>
                <w:sz w:val="20"/>
              </w:rPr>
              <w:t>Май</w:t>
            </w:r>
          </w:p>
        </w:tc>
        <w:tc>
          <w:tcPr>
            <w:tcW w:w="1417" w:type="dxa"/>
            <w:vAlign w:val="bottom"/>
          </w:tcPr>
          <w:p w14:paraId="16332952" w14:textId="07FDED78"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11399</w:t>
            </w:r>
          </w:p>
        </w:tc>
        <w:tc>
          <w:tcPr>
            <w:tcW w:w="1417" w:type="dxa"/>
            <w:vAlign w:val="bottom"/>
          </w:tcPr>
          <w:p w14:paraId="43C4DF31" w14:textId="16A0B408"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14:paraId="72B341AD" w14:textId="33CAC9DF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14:paraId="61EB72BF" w14:textId="2DA0452D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A22D71" w:rsidRPr="00433E96" w14:paraId="7328CA66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3231DD69" w14:textId="31C069BA" w:rsidR="00A22D71" w:rsidRPr="00BB3925" w:rsidRDefault="00A22D71" w:rsidP="00A22D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Июнь</w:t>
            </w:r>
          </w:p>
        </w:tc>
        <w:tc>
          <w:tcPr>
            <w:tcW w:w="1417" w:type="dxa"/>
            <w:vAlign w:val="bottom"/>
          </w:tcPr>
          <w:p w14:paraId="3E07DAB7" w14:textId="76987580"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11798</w:t>
            </w:r>
          </w:p>
        </w:tc>
        <w:tc>
          <w:tcPr>
            <w:tcW w:w="1417" w:type="dxa"/>
            <w:vAlign w:val="bottom"/>
          </w:tcPr>
          <w:p w14:paraId="4E5E6297" w14:textId="3200F250"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14:paraId="15F918F8" w14:textId="25F6D460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75,0</w:t>
            </w:r>
          </w:p>
        </w:tc>
        <w:tc>
          <w:tcPr>
            <w:tcW w:w="1417" w:type="dxa"/>
            <w:vAlign w:val="bottom"/>
          </w:tcPr>
          <w:p w14:paraId="103F9AF8" w14:textId="340EE09C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A22D71" w:rsidRPr="00433E96" w14:paraId="732D3638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28B0B60A" w14:textId="7F7D6341" w:rsidR="00A22D71" w:rsidRDefault="00A22D71" w:rsidP="00A22D71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Июль</w:t>
            </w:r>
          </w:p>
        </w:tc>
        <w:tc>
          <w:tcPr>
            <w:tcW w:w="1417" w:type="dxa"/>
            <w:vAlign w:val="bottom"/>
          </w:tcPr>
          <w:p w14:paraId="1E4477A0" w14:textId="531E8352" w:rsidR="00A22D71" w:rsidRPr="0087261F" w:rsidRDefault="00A22D71" w:rsidP="00A22D71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10272</w:t>
            </w:r>
          </w:p>
        </w:tc>
        <w:tc>
          <w:tcPr>
            <w:tcW w:w="1417" w:type="dxa"/>
            <w:vAlign w:val="bottom"/>
          </w:tcPr>
          <w:p w14:paraId="43ADEE5F" w14:textId="374F4B33" w:rsidR="00A22D71" w:rsidRPr="0087261F" w:rsidRDefault="00A22D71" w:rsidP="00A22D71">
            <w:pPr>
              <w:ind w:right="454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029E83AA" w14:textId="6A5A1FE0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14:paraId="162DB95F" w14:textId="0EC048DF" w:rsidR="00A22D71" w:rsidRPr="0087261F" w:rsidRDefault="00A22D71" w:rsidP="00A22D71">
            <w:pPr>
              <w:ind w:right="397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133,3</w:t>
            </w:r>
          </w:p>
        </w:tc>
      </w:tr>
      <w:tr w:rsidR="00E27EA5" w:rsidRPr="00433E96" w14:paraId="0E933328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865EFF7" w14:textId="608D8F5B" w:rsidR="00E27EA5" w:rsidRDefault="00E27EA5" w:rsidP="00E27EA5">
            <w:pPr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</w:t>
            </w:r>
          </w:p>
        </w:tc>
        <w:tc>
          <w:tcPr>
            <w:tcW w:w="1417" w:type="dxa"/>
            <w:vAlign w:val="bottom"/>
          </w:tcPr>
          <w:p w14:paraId="19B3A269" w14:textId="31C18195" w:rsidR="00E27EA5" w:rsidRDefault="00E27EA5" w:rsidP="00E27EA5">
            <w:pPr>
              <w:ind w:right="34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9919</w:t>
            </w:r>
          </w:p>
        </w:tc>
        <w:tc>
          <w:tcPr>
            <w:tcW w:w="1417" w:type="dxa"/>
            <w:vAlign w:val="bottom"/>
          </w:tcPr>
          <w:p w14:paraId="1B6A5B28" w14:textId="6794FDB4" w:rsidR="00E27EA5" w:rsidRDefault="00E27EA5" w:rsidP="00E27EA5">
            <w:pPr>
              <w:ind w:right="45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0,4</w:t>
            </w:r>
          </w:p>
        </w:tc>
        <w:tc>
          <w:tcPr>
            <w:tcW w:w="1417" w:type="dxa"/>
            <w:vAlign w:val="bottom"/>
          </w:tcPr>
          <w:p w14:paraId="5A37CC2C" w14:textId="59D5D4A8" w:rsidR="00E27EA5" w:rsidRDefault="00E27EA5" w:rsidP="00E27EA5">
            <w:pPr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  <w:tc>
          <w:tcPr>
            <w:tcW w:w="1417" w:type="dxa"/>
            <w:vAlign w:val="bottom"/>
          </w:tcPr>
          <w:p w14:paraId="29A08821" w14:textId="7B4C0AF1" w:rsidR="00E27EA5" w:rsidRDefault="00E27EA5" w:rsidP="00E27EA5">
            <w:pPr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100,0</w:t>
            </w:r>
          </w:p>
        </w:tc>
      </w:tr>
      <w:tr w:rsidR="00DC4F0D" w:rsidRPr="00433E96" w14:paraId="145CB188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2323DC2D" w14:textId="0A6C4BD7" w:rsidR="00DC4F0D" w:rsidRDefault="00DC4F0D" w:rsidP="00DC4F0D">
            <w:pPr>
              <w:jc w:val="left"/>
              <w:rPr>
                <w:b/>
                <w:sz w:val="20"/>
              </w:rPr>
            </w:pPr>
            <w:bookmarkStart w:id="388" w:name="_Hlk176354240"/>
            <w:r>
              <w:rPr>
                <w:b/>
                <w:sz w:val="20"/>
              </w:rPr>
              <w:t>Сентябрь</w:t>
            </w:r>
          </w:p>
        </w:tc>
        <w:tc>
          <w:tcPr>
            <w:tcW w:w="1417" w:type="dxa"/>
            <w:vAlign w:val="bottom"/>
          </w:tcPr>
          <w:p w14:paraId="31C2713B" w14:textId="77A61BF8" w:rsidR="00DC4F0D" w:rsidRDefault="00DC4F0D" w:rsidP="00DC4F0D">
            <w:pPr>
              <w:ind w:right="34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8534</w:t>
            </w:r>
          </w:p>
        </w:tc>
        <w:tc>
          <w:tcPr>
            <w:tcW w:w="1417" w:type="dxa"/>
            <w:vAlign w:val="bottom"/>
          </w:tcPr>
          <w:p w14:paraId="0B7EB7D5" w14:textId="3A8BE105" w:rsidR="00DC4F0D" w:rsidRDefault="00DC4F0D" w:rsidP="00DC4F0D">
            <w:pPr>
              <w:ind w:right="454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0,3</w:t>
            </w:r>
          </w:p>
        </w:tc>
        <w:tc>
          <w:tcPr>
            <w:tcW w:w="1417" w:type="dxa"/>
            <w:vAlign w:val="bottom"/>
          </w:tcPr>
          <w:p w14:paraId="175F203A" w14:textId="23445443" w:rsidR="00DC4F0D" w:rsidRDefault="00DC4F0D" w:rsidP="00DC4F0D">
            <w:pPr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75,0</w:t>
            </w:r>
          </w:p>
        </w:tc>
        <w:tc>
          <w:tcPr>
            <w:tcW w:w="1417" w:type="dxa"/>
            <w:vAlign w:val="bottom"/>
          </w:tcPr>
          <w:p w14:paraId="37640D3D" w14:textId="0F6140D8" w:rsidR="00DC4F0D" w:rsidRDefault="00DC4F0D" w:rsidP="00DC4F0D">
            <w:pPr>
              <w:ind w:right="397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75,0</w:t>
            </w:r>
          </w:p>
        </w:tc>
      </w:tr>
    </w:tbl>
    <w:p w14:paraId="17D8246F" w14:textId="77777777" w:rsidR="00BD7968" w:rsidRDefault="00BD7968" w:rsidP="00E27EA5">
      <w:pPr>
        <w:jc w:val="center"/>
        <w:rPr>
          <w:b/>
          <w:bCs/>
        </w:rPr>
      </w:pPr>
    </w:p>
    <w:p w14:paraId="5A7ED32D" w14:textId="77777777" w:rsidR="00BD7968" w:rsidRDefault="00BD7968" w:rsidP="00E27EA5">
      <w:pPr>
        <w:jc w:val="center"/>
        <w:rPr>
          <w:b/>
          <w:bCs/>
        </w:rPr>
        <w:sectPr w:rsidR="00BD7968" w:rsidSect="00BD7968">
          <w:headerReference w:type="default" r:id="rId24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14:paraId="48E59A8E" w14:textId="2998804D" w:rsidR="0031223F" w:rsidRPr="009E1B3C" w:rsidRDefault="0031223F" w:rsidP="00BA2DAE">
      <w:pPr>
        <w:pStyle w:val="1"/>
        <w:spacing w:before="480"/>
      </w:pPr>
      <w:bookmarkStart w:id="389" w:name="_Toc181256002"/>
      <w:r w:rsidRPr="009E1B3C">
        <w:t>ДЕМОГРАФ</w:t>
      </w:r>
      <w:bookmarkEnd w:id="384"/>
      <w:bookmarkEnd w:id="385"/>
      <w:r w:rsidRPr="009E1B3C">
        <w:t>ИЯ</w:t>
      </w:r>
      <w:bookmarkEnd w:id="389"/>
    </w:p>
    <w:p w14:paraId="2B670723" w14:textId="77777777" w:rsidR="0031223F" w:rsidRPr="009D132F" w:rsidRDefault="0031223F" w:rsidP="00D16A5A">
      <w:pPr>
        <w:pStyle w:val="3"/>
        <w:spacing w:before="240" w:after="240"/>
      </w:pPr>
      <w:bookmarkStart w:id="390" w:name="_Toc493779809"/>
      <w:bookmarkStart w:id="391" w:name="_Toc181256003"/>
      <w:bookmarkStart w:id="392" w:name="_Hlk173416906"/>
      <w:r w:rsidRPr="009D132F">
        <w:t>Показатели естественного движения населения</w:t>
      </w:r>
      <w:bookmarkEnd w:id="390"/>
      <w:bookmarkEnd w:id="391"/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1134"/>
        <w:gridCol w:w="1134"/>
        <w:gridCol w:w="1134"/>
        <w:gridCol w:w="1134"/>
        <w:gridCol w:w="1134"/>
      </w:tblGrid>
      <w:tr w:rsidR="007C5A4D" w:rsidRPr="008A7BE6" w14:paraId="3851637A" w14:textId="77777777" w:rsidTr="007C5A4D">
        <w:trPr>
          <w:trHeight w:val="283"/>
          <w:jc w:val="center"/>
        </w:trPr>
        <w:tc>
          <w:tcPr>
            <w:tcW w:w="3402" w:type="dxa"/>
            <w:vMerge w:val="restart"/>
            <w:vAlign w:val="center"/>
          </w:tcPr>
          <w:p w14:paraId="2A89A37B" w14:textId="77777777" w:rsidR="007C5A4D" w:rsidRPr="00DF26B4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5670" w:type="dxa"/>
            <w:gridSpan w:val="5"/>
            <w:vAlign w:val="center"/>
          </w:tcPr>
          <w:p w14:paraId="7D517062" w14:textId="278FCE01" w:rsidR="007C5A4D" w:rsidRPr="0089389C" w:rsidRDefault="007C5A4D" w:rsidP="007C5A4D">
            <w:pPr>
              <w:jc w:val="center"/>
              <w:rPr>
                <w:b/>
                <w:bCs/>
                <w:sz w:val="20"/>
                <w:lang w:val="en-US"/>
              </w:rPr>
            </w:pPr>
            <w:r w:rsidRPr="0089389C">
              <w:rPr>
                <w:b/>
                <w:bCs/>
                <w:sz w:val="20"/>
              </w:rPr>
              <w:t>Январь-</w:t>
            </w:r>
            <w:r w:rsidR="00DC4F0D">
              <w:rPr>
                <w:b/>
                <w:bCs/>
                <w:sz w:val="20"/>
              </w:rPr>
              <w:t>август</w:t>
            </w:r>
          </w:p>
        </w:tc>
      </w:tr>
      <w:tr w:rsidR="007C5A4D" w:rsidRPr="008A7BE6" w14:paraId="4DD8A0F5" w14:textId="77777777" w:rsidTr="007C5A4D">
        <w:trPr>
          <w:trHeight w:val="283"/>
          <w:jc w:val="center"/>
        </w:trPr>
        <w:tc>
          <w:tcPr>
            <w:tcW w:w="3402" w:type="dxa"/>
            <w:vMerge/>
            <w:vAlign w:val="center"/>
          </w:tcPr>
          <w:p w14:paraId="25620D2C" w14:textId="77777777" w:rsidR="007C5A4D" w:rsidRPr="008A7BE6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3402" w:type="dxa"/>
            <w:gridSpan w:val="3"/>
            <w:vAlign w:val="center"/>
          </w:tcPr>
          <w:p w14:paraId="3DA02042" w14:textId="77777777" w:rsidR="007C5A4D" w:rsidRPr="0089389C" w:rsidRDefault="007C5A4D" w:rsidP="007C5A4D">
            <w:pPr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bCs/>
                <w:sz w:val="20"/>
              </w:rPr>
              <w:t>человек</w:t>
            </w:r>
          </w:p>
        </w:tc>
        <w:tc>
          <w:tcPr>
            <w:tcW w:w="2268" w:type="dxa"/>
            <w:gridSpan w:val="2"/>
            <w:vAlign w:val="center"/>
          </w:tcPr>
          <w:p w14:paraId="4302648F" w14:textId="77777777" w:rsidR="007C5A4D" w:rsidRPr="0089389C" w:rsidRDefault="007C5A4D" w:rsidP="007C5A4D">
            <w:pPr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sz w:val="20"/>
              </w:rPr>
              <w:t>на 1000 человек населения</w:t>
            </w:r>
            <w:r w:rsidRPr="0089389C">
              <w:rPr>
                <w:b/>
                <w:sz w:val="20"/>
                <w:vertAlign w:val="superscript"/>
              </w:rPr>
              <w:t>1)</w:t>
            </w:r>
          </w:p>
        </w:tc>
      </w:tr>
      <w:tr w:rsidR="007C5A4D" w:rsidRPr="008A7BE6" w14:paraId="0F04C68B" w14:textId="77777777" w:rsidTr="007C5A4D">
        <w:trPr>
          <w:trHeight w:val="283"/>
          <w:jc w:val="center"/>
        </w:trPr>
        <w:tc>
          <w:tcPr>
            <w:tcW w:w="3402" w:type="dxa"/>
            <w:vMerge/>
            <w:vAlign w:val="center"/>
          </w:tcPr>
          <w:p w14:paraId="0AA3BD22" w14:textId="77777777" w:rsidR="007C5A4D" w:rsidRPr="008A7BE6" w:rsidRDefault="007C5A4D" w:rsidP="007C5A4D">
            <w:pPr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69B8AEE" w14:textId="77777777" w:rsidR="007C5A4D" w:rsidRPr="0089389C" w:rsidRDefault="007C5A4D" w:rsidP="007C5A4D">
            <w:pPr>
              <w:jc w:val="center"/>
              <w:rPr>
                <w:b/>
                <w:bCs/>
                <w:sz w:val="20"/>
                <w:vertAlign w:val="superscript"/>
              </w:rPr>
            </w:pPr>
            <w:r w:rsidRPr="0089389C">
              <w:rPr>
                <w:b/>
                <w:bCs/>
                <w:sz w:val="20"/>
              </w:rPr>
              <w:t>2024</w:t>
            </w:r>
          </w:p>
        </w:tc>
        <w:tc>
          <w:tcPr>
            <w:tcW w:w="1134" w:type="dxa"/>
            <w:vAlign w:val="center"/>
          </w:tcPr>
          <w:p w14:paraId="582DB489" w14:textId="77777777" w:rsidR="007C5A4D" w:rsidRPr="0089389C" w:rsidRDefault="007C5A4D" w:rsidP="007C5A4D">
            <w:pPr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bCs/>
                <w:sz w:val="20"/>
              </w:rPr>
              <w:t>2023</w:t>
            </w:r>
          </w:p>
        </w:tc>
        <w:tc>
          <w:tcPr>
            <w:tcW w:w="1134" w:type="dxa"/>
            <w:vAlign w:val="center"/>
          </w:tcPr>
          <w:p w14:paraId="6C73D112" w14:textId="77777777" w:rsidR="007C5A4D" w:rsidRPr="0089389C" w:rsidRDefault="007C5A4D" w:rsidP="007C5A4D">
            <w:pPr>
              <w:ind w:left="-113" w:right="-113"/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bCs/>
                <w:sz w:val="20"/>
              </w:rPr>
              <w:t>прирост (+), снижение (-)</w:t>
            </w:r>
          </w:p>
        </w:tc>
        <w:tc>
          <w:tcPr>
            <w:tcW w:w="1134" w:type="dxa"/>
            <w:vAlign w:val="center"/>
          </w:tcPr>
          <w:p w14:paraId="32288F8F" w14:textId="77777777" w:rsidR="007C5A4D" w:rsidRPr="0089389C" w:rsidRDefault="007C5A4D" w:rsidP="007C5A4D">
            <w:pPr>
              <w:jc w:val="center"/>
              <w:rPr>
                <w:b/>
                <w:bCs/>
                <w:sz w:val="20"/>
                <w:vertAlign w:val="superscript"/>
              </w:rPr>
            </w:pPr>
            <w:r w:rsidRPr="0089389C">
              <w:rPr>
                <w:b/>
                <w:bCs/>
                <w:sz w:val="20"/>
              </w:rPr>
              <w:t>2024</w:t>
            </w:r>
          </w:p>
        </w:tc>
        <w:tc>
          <w:tcPr>
            <w:tcW w:w="1134" w:type="dxa"/>
            <w:vAlign w:val="center"/>
          </w:tcPr>
          <w:p w14:paraId="591829B4" w14:textId="77777777" w:rsidR="007C5A4D" w:rsidRPr="0089389C" w:rsidRDefault="007C5A4D" w:rsidP="007C5A4D">
            <w:pPr>
              <w:jc w:val="center"/>
              <w:rPr>
                <w:b/>
                <w:bCs/>
                <w:sz w:val="20"/>
              </w:rPr>
            </w:pPr>
            <w:r w:rsidRPr="0089389C">
              <w:rPr>
                <w:b/>
                <w:bCs/>
                <w:sz w:val="20"/>
              </w:rPr>
              <w:t>2023</w:t>
            </w:r>
          </w:p>
        </w:tc>
      </w:tr>
      <w:tr w:rsidR="00DC4F0D" w:rsidRPr="008A7BE6" w14:paraId="1EABD3D7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45418867" w14:textId="77777777" w:rsidR="00DC4F0D" w:rsidRPr="008A7BE6" w:rsidRDefault="00DC4F0D" w:rsidP="00DC4F0D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Родившиеся</w:t>
            </w:r>
          </w:p>
        </w:tc>
        <w:tc>
          <w:tcPr>
            <w:tcW w:w="1134" w:type="dxa"/>
            <w:vAlign w:val="bottom"/>
          </w:tcPr>
          <w:p w14:paraId="7E1AC350" w14:textId="1BD905D4" w:rsidR="00DC4F0D" w:rsidRPr="0087261F" w:rsidRDefault="00DC4F0D" w:rsidP="00A948BD">
            <w:pPr>
              <w:tabs>
                <w:tab w:val="left" w:pos="714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6172</w:t>
            </w:r>
          </w:p>
        </w:tc>
        <w:tc>
          <w:tcPr>
            <w:tcW w:w="1134" w:type="dxa"/>
            <w:vAlign w:val="bottom"/>
          </w:tcPr>
          <w:p w14:paraId="63C3C37B" w14:textId="691E2B0D" w:rsidR="00DC4F0D" w:rsidRPr="0087261F" w:rsidRDefault="00DC4F0D" w:rsidP="00A948BD">
            <w:pPr>
              <w:tabs>
                <w:tab w:val="left" w:pos="714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6171</w:t>
            </w:r>
          </w:p>
        </w:tc>
        <w:tc>
          <w:tcPr>
            <w:tcW w:w="1134" w:type="dxa"/>
            <w:vAlign w:val="bottom"/>
          </w:tcPr>
          <w:p w14:paraId="682F236B" w14:textId="06DCF21B" w:rsidR="00DC4F0D" w:rsidRPr="0087261F" w:rsidRDefault="00DC4F0D" w:rsidP="00A948B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</w:t>
            </w:r>
          </w:p>
        </w:tc>
        <w:tc>
          <w:tcPr>
            <w:tcW w:w="1134" w:type="dxa"/>
            <w:vAlign w:val="bottom"/>
          </w:tcPr>
          <w:p w14:paraId="736EA2A0" w14:textId="7E6B9303" w:rsidR="00DC4F0D" w:rsidRPr="0087261F" w:rsidRDefault="00DC4F0D" w:rsidP="00DC4F0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9,8</w:t>
            </w:r>
          </w:p>
        </w:tc>
        <w:tc>
          <w:tcPr>
            <w:tcW w:w="1134" w:type="dxa"/>
            <w:vAlign w:val="bottom"/>
          </w:tcPr>
          <w:p w14:paraId="7661BD65" w14:textId="4A5D71BB" w:rsidR="00DC4F0D" w:rsidRPr="0087261F" w:rsidRDefault="00DC4F0D" w:rsidP="00DC4F0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9,8</w:t>
            </w:r>
          </w:p>
        </w:tc>
      </w:tr>
      <w:tr w:rsidR="00DC4F0D" w:rsidRPr="008A7BE6" w14:paraId="4F76E8A1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40EA943B" w14:textId="77777777" w:rsidR="00DC4F0D" w:rsidRPr="008A7BE6" w:rsidRDefault="00DC4F0D" w:rsidP="00DC4F0D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Умершие</w:t>
            </w:r>
          </w:p>
        </w:tc>
        <w:tc>
          <w:tcPr>
            <w:tcW w:w="1134" w:type="dxa"/>
            <w:vAlign w:val="bottom"/>
          </w:tcPr>
          <w:p w14:paraId="02456CF6" w14:textId="3BC258C1" w:rsidR="00DC4F0D" w:rsidRPr="0087261F" w:rsidRDefault="00DC4F0D" w:rsidP="00A948B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7704</w:t>
            </w:r>
          </w:p>
        </w:tc>
        <w:tc>
          <w:tcPr>
            <w:tcW w:w="1134" w:type="dxa"/>
            <w:vAlign w:val="bottom"/>
          </w:tcPr>
          <w:p w14:paraId="3C71BE75" w14:textId="39761EF9" w:rsidR="00DC4F0D" w:rsidRPr="0087261F" w:rsidRDefault="00DC4F0D" w:rsidP="00A948B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7408</w:t>
            </w:r>
          </w:p>
        </w:tc>
        <w:tc>
          <w:tcPr>
            <w:tcW w:w="1134" w:type="dxa"/>
            <w:vAlign w:val="bottom"/>
          </w:tcPr>
          <w:p w14:paraId="72A464F9" w14:textId="1E82F28C" w:rsidR="00DC4F0D" w:rsidRPr="0087261F" w:rsidRDefault="00DC4F0D" w:rsidP="00A948B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296</w:t>
            </w:r>
          </w:p>
        </w:tc>
        <w:tc>
          <w:tcPr>
            <w:tcW w:w="1134" w:type="dxa"/>
            <w:vAlign w:val="bottom"/>
          </w:tcPr>
          <w:p w14:paraId="27C28677" w14:textId="2902461E" w:rsidR="00DC4F0D" w:rsidRPr="0087261F" w:rsidRDefault="00DC4F0D" w:rsidP="00DC4F0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12,2</w:t>
            </w:r>
          </w:p>
        </w:tc>
        <w:tc>
          <w:tcPr>
            <w:tcW w:w="1134" w:type="dxa"/>
            <w:vAlign w:val="bottom"/>
          </w:tcPr>
          <w:p w14:paraId="6CAD4D2F" w14:textId="1C9E621D" w:rsidR="00DC4F0D" w:rsidRPr="0087261F" w:rsidRDefault="00DC4F0D" w:rsidP="00DC4F0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11,7</w:t>
            </w:r>
          </w:p>
        </w:tc>
      </w:tr>
      <w:tr w:rsidR="00DC4F0D" w:rsidRPr="008A7BE6" w14:paraId="6016B010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FC73957" w14:textId="77777777" w:rsidR="00DC4F0D" w:rsidRPr="008A7BE6" w:rsidRDefault="00DC4F0D" w:rsidP="00DC4F0D">
            <w:pPr>
              <w:ind w:left="113"/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из них детей в возрасте до года</w:t>
            </w:r>
          </w:p>
        </w:tc>
        <w:tc>
          <w:tcPr>
            <w:tcW w:w="1134" w:type="dxa"/>
            <w:vAlign w:val="bottom"/>
          </w:tcPr>
          <w:p w14:paraId="38EF71B5" w14:textId="7D458C8D" w:rsidR="00DC4F0D" w:rsidRPr="0087261F" w:rsidRDefault="00DC4F0D" w:rsidP="00A948B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26</w:t>
            </w:r>
          </w:p>
        </w:tc>
        <w:tc>
          <w:tcPr>
            <w:tcW w:w="1134" w:type="dxa"/>
            <w:vAlign w:val="bottom"/>
          </w:tcPr>
          <w:p w14:paraId="54EA01F2" w14:textId="2E68F265" w:rsidR="00DC4F0D" w:rsidRPr="0087261F" w:rsidRDefault="00DC4F0D" w:rsidP="00A948B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30</w:t>
            </w:r>
          </w:p>
        </w:tc>
        <w:tc>
          <w:tcPr>
            <w:tcW w:w="1134" w:type="dxa"/>
            <w:vAlign w:val="bottom"/>
          </w:tcPr>
          <w:p w14:paraId="30598EE9" w14:textId="14B84199" w:rsidR="00DC4F0D" w:rsidRPr="0087261F" w:rsidRDefault="00DC4F0D" w:rsidP="00A948B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-4</w:t>
            </w:r>
          </w:p>
        </w:tc>
        <w:tc>
          <w:tcPr>
            <w:tcW w:w="1134" w:type="dxa"/>
            <w:vAlign w:val="bottom"/>
          </w:tcPr>
          <w:p w14:paraId="76CC4CFE" w14:textId="0EF5BB73" w:rsidR="00DC4F0D" w:rsidRPr="0087261F" w:rsidRDefault="00DC4F0D" w:rsidP="00DC4F0D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  <w:vertAlign w:val="superscript"/>
              </w:rPr>
            </w:pPr>
            <w:r>
              <w:rPr>
                <w:b/>
                <w:bCs/>
                <w:sz w:val="20"/>
              </w:rPr>
              <w:t>4,2</w:t>
            </w:r>
            <w:r w:rsidRPr="0044379B">
              <w:rPr>
                <w:b/>
                <w:bCs/>
                <w:sz w:val="20"/>
                <w:vertAlign w:val="superscript"/>
              </w:rPr>
              <w:t>2)</w:t>
            </w:r>
          </w:p>
        </w:tc>
        <w:tc>
          <w:tcPr>
            <w:tcW w:w="1134" w:type="dxa"/>
            <w:vAlign w:val="bottom"/>
          </w:tcPr>
          <w:p w14:paraId="16B2B000" w14:textId="156F354A" w:rsidR="00DC4F0D" w:rsidRPr="0087261F" w:rsidRDefault="00DC4F0D" w:rsidP="00DC4F0D">
            <w:pPr>
              <w:ind w:right="170"/>
              <w:jc w:val="right"/>
              <w:rPr>
                <w:b/>
                <w:bCs/>
                <w:color w:val="000000"/>
                <w:sz w:val="20"/>
                <w:highlight w:val="yellow"/>
                <w:vertAlign w:val="superscript"/>
              </w:rPr>
            </w:pPr>
            <w:r w:rsidRPr="0044379B">
              <w:rPr>
                <w:b/>
                <w:bCs/>
                <w:sz w:val="20"/>
              </w:rPr>
              <w:t>4,7</w:t>
            </w:r>
            <w:r w:rsidRPr="0044379B">
              <w:rPr>
                <w:b/>
                <w:bCs/>
                <w:sz w:val="20"/>
                <w:vertAlign w:val="superscript"/>
              </w:rPr>
              <w:t>2)</w:t>
            </w:r>
          </w:p>
        </w:tc>
      </w:tr>
      <w:tr w:rsidR="00DC4F0D" w:rsidRPr="008A7BE6" w14:paraId="4187B77F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616D3B44" w14:textId="77777777" w:rsidR="00DC4F0D" w:rsidRPr="008A7BE6" w:rsidRDefault="00DC4F0D" w:rsidP="00DC4F0D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 xml:space="preserve">Естественный прирост (+), </w:t>
            </w:r>
            <w:r w:rsidRPr="008A7BE6">
              <w:rPr>
                <w:b/>
                <w:bCs/>
                <w:sz w:val="20"/>
              </w:rPr>
              <w:br/>
              <w:t>убыль (-)</w:t>
            </w:r>
          </w:p>
        </w:tc>
        <w:tc>
          <w:tcPr>
            <w:tcW w:w="1134" w:type="dxa"/>
            <w:vAlign w:val="bottom"/>
          </w:tcPr>
          <w:p w14:paraId="3687774C" w14:textId="741B5ADE" w:rsidR="00DC4F0D" w:rsidRPr="0087261F" w:rsidRDefault="00DC4F0D" w:rsidP="00A948B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-1532</w:t>
            </w:r>
          </w:p>
        </w:tc>
        <w:tc>
          <w:tcPr>
            <w:tcW w:w="1134" w:type="dxa"/>
            <w:vAlign w:val="bottom"/>
          </w:tcPr>
          <w:p w14:paraId="05F85F0D" w14:textId="57E37341" w:rsidR="00DC4F0D" w:rsidRPr="0087261F" w:rsidRDefault="00DC4F0D" w:rsidP="00A948B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-1237</w:t>
            </w:r>
          </w:p>
        </w:tc>
        <w:tc>
          <w:tcPr>
            <w:tcW w:w="1134" w:type="dxa"/>
            <w:vAlign w:val="bottom"/>
          </w:tcPr>
          <w:p w14:paraId="2463314B" w14:textId="0952E1A2" w:rsidR="00DC4F0D" w:rsidRPr="0087261F" w:rsidRDefault="00DC4F0D" w:rsidP="00DC4F0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0C66CD3C" w14:textId="554149C8" w:rsidR="00DC4F0D" w:rsidRPr="0087261F" w:rsidRDefault="00DC4F0D" w:rsidP="00DC4F0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-2,4</w:t>
            </w:r>
          </w:p>
        </w:tc>
        <w:tc>
          <w:tcPr>
            <w:tcW w:w="1134" w:type="dxa"/>
            <w:vAlign w:val="bottom"/>
          </w:tcPr>
          <w:p w14:paraId="5EDC391B" w14:textId="71B075E6" w:rsidR="00DC4F0D" w:rsidRPr="0087261F" w:rsidRDefault="00DC4F0D" w:rsidP="00DC4F0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-1,9</w:t>
            </w:r>
          </w:p>
        </w:tc>
      </w:tr>
      <w:tr w:rsidR="00DC4F0D" w:rsidRPr="008A7BE6" w14:paraId="5E5C266B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0E975230" w14:textId="77777777" w:rsidR="00DC4F0D" w:rsidRPr="008A7BE6" w:rsidRDefault="00DC4F0D" w:rsidP="00DC4F0D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Браков, ед.</w:t>
            </w:r>
          </w:p>
        </w:tc>
        <w:tc>
          <w:tcPr>
            <w:tcW w:w="1134" w:type="dxa"/>
            <w:vAlign w:val="bottom"/>
          </w:tcPr>
          <w:p w14:paraId="5E38C71D" w14:textId="580E098A" w:rsidR="00DC4F0D" w:rsidRPr="0087261F" w:rsidRDefault="00DC4F0D" w:rsidP="00A948B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3635</w:t>
            </w:r>
          </w:p>
        </w:tc>
        <w:tc>
          <w:tcPr>
            <w:tcW w:w="1134" w:type="dxa"/>
            <w:vAlign w:val="bottom"/>
          </w:tcPr>
          <w:p w14:paraId="433B8EE8" w14:textId="2B10B038" w:rsidR="00DC4F0D" w:rsidRPr="0087261F" w:rsidRDefault="00DC4F0D" w:rsidP="00A948BD">
            <w:pPr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3497</w:t>
            </w:r>
          </w:p>
        </w:tc>
        <w:tc>
          <w:tcPr>
            <w:tcW w:w="1134" w:type="dxa"/>
            <w:vAlign w:val="bottom"/>
          </w:tcPr>
          <w:p w14:paraId="5EE63F48" w14:textId="0A31FC73" w:rsidR="00DC4F0D" w:rsidRPr="0087261F" w:rsidRDefault="00DC4F0D" w:rsidP="00DC4F0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138</w:t>
            </w:r>
          </w:p>
        </w:tc>
        <w:tc>
          <w:tcPr>
            <w:tcW w:w="1134" w:type="dxa"/>
            <w:vAlign w:val="bottom"/>
          </w:tcPr>
          <w:p w14:paraId="4216A7AA" w14:textId="52FD5B4F" w:rsidR="00DC4F0D" w:rsidRPr="0087261F" w:rsidRDefault="00DC4F0D" w:rsidP="00DC4F0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5,8</w:t>
            </w:r>
          </w:p>
        </w:tc>
        <w:tc>
          <w:tcPr>
            <w:tcW w:w="1134" w:type="dxa"/>
            <w:vAlign w:val="bottom"/>
          </w:tcPr>
          <w:p w14:paraId="7A2AFDEB" w14:textId="3A4EA089" w:rsidR="00DC4F0D" w:rsidRPr="0087261F" w:rsidRDefault="00DC4F0D" w:rsidP="00DC4F0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5,5</w:t>
            </w:r>
          </w:p>
        </w:tc>
      </w:tr>
      <w:tr w:rsidR="00DC4F0D" w:rsidRPr="009D132F" w14:paraId="33E7A69F" w14:textId="77777777" w:rsidTr="007C5A4D">
        <w:trPr>
          <w:trHeight w:val="227"/>
          <w:jc w:val="center"/>
        </w:trPr>
        <w:tc>
          <w:tcPr>
            <w:tcW w:w="3402" w:type="dxa"/>
            <w:vAlign w:val="bottom"/>
          </w:tcPr>
          <w:p w14:paraId="103AAF11" w14:textId="77777777" w:rsidR="00DC4F0D" w:rsidRPr="008A7BE6" w:rsidRDefault="00DC4F0D" w:rsidP="00DC4F0D">
            <w:pPr>
              <w:jc w:val="left"/>
              <w:rPr>
                <w:b/>
                <w:bCs/>
                <w:sz w:val="20"/>
              </w:rPr>
            </w:pPr>
            <w:r w:rsidRPr="008A7BE6">
              <w:rPr>
                <w:b/>
                <w:bCs/>
                <w:sz w:val="20"/>
              </w:rPr>
              <w:t>Разводов, ед.</w:t>
            </w:r>
          </w:p>
        </w:tc>
        <w:tc>
          <w:tcPr>
            <w:tcW w:w="1134" w:type="dxa"/>
            <w:vAlign w:val="bottom"/>
          </w:tcPr>
          <w:p w14:paraId="365ACAA3" w14:textId="1BC5CF08" w:rsidR="00DC4F0D" w:rsidRPr="0087261F" w:rsidRDefault="00DC4F0D" w:rsidP="00A948BD">
            <w:pPr>
              <w:tabs>
                <w:tab w:val="left" w:pos="744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3285</w:t>
            </w:r>
          </w:p>
        </w:tc>
        <w:tc>
          <w:tcPr>
            <w:tcW w:w="1134" w:type="dxa"/>
            <w:vAlign w:val="bottom"/>
          </w:tcPr>
          <w:p w14:paraId="541C902D" w14:textId="4A34C1D7" w:rsidR="00DC4F0D" w:rsidRPr="0087261F" w:rsidRDefault="00DC4F0D" w:rsidP="00A948BD">
            <w:pPr>
              <w:tabs>
                <w:tab w:val="left" w:pos="744"/>
              </w:tabs>
              <w:ind w:right="227"/>
              <w:jc w:val="right"/>
              <w:rPr>
                <w:b/>
                <w:bCs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3620</w:t>
            </w:r>
          </w:p>
        </w:tc>
        <w:tc>
          <w:tcPr>
            <w:tcW w:w="1134" w:type="dxa"/>
            <w:vAlign w:val="bottom"/>
          </w:tcPr>
          <w:p w14:paraId="66D3FAB1" w14:textId="6015CA8D" w:rsidR="00DC4F0D" w:rsidRPr="0087261F" w:rsidRDefault="00DC4F0D" w:rsidP="00A948B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color w:val="000000"/>
                <w:sz w:val="20"/>
              </w:rPr>
              <w:t>-335</w:t>
            </w:r>
          </w:p>
        </w:tc>
        <w:tc>
          <w:tcPr>
            <w:tcW w:w="1134" w:type="dxa"/>
            <w:vAlign w:val="bottom"/>
          </w:tcPr>
          <w:p w14:paraId="6D454B2A" w14:textId="3FA4B7F3" w:rsidR="00DC4F0D" w:rsidRPr="0087261F" w:rsidRDefault="00DC4F0D" w:rsidP="00DC4F0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5,2</w:t>
            </w:r>
          </w:p>
        </w:tc>
        <w:tc>
          <w:tcPr>
            <w:tcW w:w="1134" w:type="dxa"/>
            <w:vAlign w:val="bottom"/>
          </w:tcPr>
          <w:p w14:paraId="1661758F" w14:textId="67E83A4B" w:rsidR="00DC4F0D" w:rsidRPr="0087261F" w:rsidRDefault="00DC4F0D" w:rsidP="00DC4F0D">
            <w:pPr>
              <w:ind w:right="28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>
              <w:rPr>
                <w:b/>
                <w:bCs/>
                <w:sz w:val="20"/>
              </w:rPr>
              <w:t>5,7</w:t>
            </w:r>
          </w:p>
        </w:tc>
      </w:tr>
    </w:tbl>
    <w:p w14:paraId="58EFFA07" w14:textId="77777777" w:rsidR="005E41D4" w:rsidRPr="00E326FF" w:rsidRDefault="005E41D4" w:rsidP="005E41D4">
      <w:pPr>
        <w:spacing w:before="120"/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1)</w:t>
      </w:r>
      <w:r>
        <w:rPr>
          <w:sz w:val="18"/>
          <w:szCs w:val="18"/>
        </w:rPr>
        <w:t>здесь и далее п</w:t>
      </w:r>
      <w:r w:rsidRPr="003D0C82">
        <w:rPr>
          <w:sz w:val="18"/>
          <w:szCs w:val="18"/>
        </w:rPr>
        <w:t xml:space="preserve">оказатели </w:t>
      </w:r>
      <w:r>
        <w:rPr>
          <w:sz w:val="18"/>
          <w:szCs w:val="18"/>
        </w:rPr>
        <w:t>приведены в пересчете на год</w:t>
      </w:r>
    </w:p>
    <w:p w14:paraId="0957B756" w14:textId="77777777" w:rsidR="005E41D4" w:rsidRPr="009D132F" w:rsidRDefault="005E41D4" w:rsidP="005E41D4">
      <w:pPr>
        <w:ind w:left="340"/>
        <w:rPr>
          <w:sz w:val="18"/>
          <w:szCs w:val="18"/>
        </w:rPr>
      </w:pPr>
      <w:r>
        <w:rPr>
          <w:sz w:val="18"/>
          <w:szCs w:val="18"/>
          <w:vertAlign w:val="superscript"/>
        </w:rPr>
        <w:t>2</w:t>
      </w:r>
      <w:r w:rsidRPr="009D132F">
        <w:rPr>
          <w:sz w:val="18"/>
          <w:szCs w:val="18"/>
          <w:vertAlign w:val="superscript"/>
        </w:rPr>
        <w:t>)</w:t>
      </w:r>
      <w:r w:rsidRPr="009D132F">
        <w:rPr>
          <w:sz w:val="18"/>
          <w:szCs w:val="18"/>
        </w:rPr>
        <w:t>на 1000 родившихся живыми</w:t>
      </w:r>
    </w:p>
    <w:p w14:paraId="05211B16" w14:textId="37F3DF7A" w:rsidR="005E41D4" w:rsidRPr="00990C81" w:rsidRDefault="0006564F" w:rsidP="0006564F">
      <w:pPr>
        <w:pStyle w:val="3"/>
        <w:tabs>
          <w:tab w:val="center" w:pos="4535"/>
          <w:tab w:val="right" w:pos="9070"/>
        </w:tabs>
        <w:spacing w:before="360" w:after="240"/>
        <w:ind w:right="0"/>
        <w:jc w:val="left"/>
        <w:rPr>
          <w:szCs w:val="24"/>
        </w:rPr>
      </w:pPr>
      <w:r>
        <w:rPr>
          <w:szCs w:val="24"/>
        </w:rPr>
        <w:lastRenderedPageBreak/>
        <w:tab/>
      </w:r>
      <w:bookmarkStart w:id="393" w:name="_Toc181256004"/>
      <w:r w:rsidR="005E41D4" w:rsidRPr="00990C81">
        <w:rPr>
          <w:szCs w:val="24"/>
        </w:rPr>
        <w:t>Общие итоги миграции</w:t>
      </w:r>
      <w:bookmarkEnd w:id="393"/>
      <w:r>
        <w:rPr>
          <w:szCs w:val="24"/>
        </w:rPr>
        <w:tab/>
      </w:r>
    </w:p>
    <w:tbl>
      <w:tblPr>
        <w:tblW w:w="90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4"/>
        <w:gridCol w:w="1418"/>
        <w:gridCol w:w="1418"/>
        <w:gridCol w:w="1418"/>
        <w:gridCol w:w="1418"/>
      </w:tblGrid>
      <w:tr w:rsidR="007C5A4D" w:rsidRPr="008A7BE6" w14:paraId="2DFDF71E" w14:textId="77777777" w:rsidTr="009E28BF">
        <w:trPr>
          <w:trHeight w:val="227"/>
          <w:jc w:val="center"/>
        </w:trPr>
        <w:tc>
          <w:tcPr>
            <w:tcW w:w="3404" w:type="dxa"/>
            <w:vMerge w:val="restart"/>
            <w:vAlign w:val="center"/>
          </w:tcPr>
          <w:p w14:paraId="6218E159" w14:textId="77777777" w:rsidR="007C5A4D" w:rsidRPr="009D132F" w:rsidRDefault="007C5A4D" w:rsidP="007C5A4D">
            <w:pPr>
              <w:jc w:val="center"/>
              <w:rPr>
                <w:sz w:val="20"/>
              </w:rPr>
            </w:pPr>
          </w:p>
        </w:tc>
        <w:tc>
          <w:tcPr>
            <w:tcW w:w="2836" w:type="dxa"/>
            <w:gridSpan w:val="2"/>
            <w:vAlign w:val="center"/>
          </w:tcPr>
          <w:p w14:paraId="6F8A02AC" w14:textId="7D1EEE7C" w:rsidR="007C5A4D" w:rsidRPr="0089389C" w:rsidRDefault="007C5A4D" w:rsidP="007C5A4D">
            <w:pPr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Январь-</w:t>
            </w:r>
            <w:r w:rsidR="009E28BF">
              <w:rPr>
                <w:b/>
                <w:sz w:val="20"/>
              </w:rPr>
              <w:t>июль</w:t>
            </w:r>
            <w:r w:rsidR="00DC4F0D">
              <w:rPr>
                <w:b/>
                <w:sz w:val="20"/>
                <w:vertAlign w:val="superscript"/>
              </w:rPr>
              <w:t>3)</w:t>
            </w:r>
            <w:r w:rsidRPr="0089389C">
              <w:rPr>
                <w:b/>
                <w:sz w:val="20"/>
              </w:rPr>
              <w:br/>
              <w:t>2024</w:t>
            </w:r>
          </w:p>
        </w:tc>
        <w:tc>
          <w:tcPr>
            <w:tcW w:w="2836" w:type="dxa"/>
            <w:gridSpan w:val="2"/>
            <w:vAlign w:val="center"/>
          </w:tcPr>
          <w:p w14:paraId="1C957D8B" w14:textId="000B0CB7" w:rsidR="007C5A4D" w:rsidRPr="0089389C" w:rsidRDefault="007C5A4D" w:rsidP="007C5A4D">
            <w:pPr>
              <w:jc w:val="center"/>
              <w:rPr>
                <w:b/>
                <w:sz w:val="20"/>
              </w:rPr>
            </w:pPr>
            <w:proofErr w:type="spellStart"/>
            <w:r w:rsidRPr="0089389C">
              <w:rPr>
                <w:b/>
                <w:sz w:val="20"/>
              </w:rPr>
              <w:t>Справочно</w:t>
            </w:r>
            <w:proofErr w:type="spellEnd"/>
            <w:r w:rsidRPr="0089389C">
              <w:rPr>
                <w:b/>
                <w:sz w:val="20"/>
              </w:rPr>
              <w:t>:</w:t>
            </w:r>
            <w:r w:rsidRPr="0089389C">
              <w:rPr>
                <w:b/>
                <w:sz w:val="20"/>
              </w:rPr>
              <w:br/>
              <w:t>январь-</w:t>
            </w:r>
            <w:r w:rsidR="009E28BF">
              <w:rPr>
                <w:b/>
                <w:sz w:val="20"/>
              </w:rPr>
              <w:t>июль</w:t>
            </w:r>
            <w:r w:rsidRPr="0089389C">
              <w:rPr>
                <w:b/>
                <w:sz w:val="20"/>
              </w:rPr>
              <w:br/>
              <w:t>2023</w:t>
            </w:r>
          </w:p>
        </w:tc>
      </w:tr>
      <w:tr w:rsidR="007C5A4D" w:rsidRPr="008A7BE6" w14:paraId="45DD69BC" w14:textId="77777777" w:rsidTr="009E28BF">
        <w:trPr>
          <w:trHeight w:val="227"/>
          <w:jc w:val="center"/>
        </w:trPr>
        <w:tc>
          <w:tcPr>
            <w:tcW w:w="3404" w:type="dxa"/>
            <w:vMerge/>
            <w:vAlign w:val="center"/>
          </w:tcPr>
          <w:p w14:paraId="02FE0787" w14:textId="77777777" w:rsidR="007C5A4D" w:rsidRPr="008A7BE6" w:rsidRDefault="007C5A4D" w:rsidP="007C5A4D">
            <w:pPr>
              <w:jc w:val="center"/>
              <w:rPr>
                <w:sz w:val="20"/>
              </w:rPr>
            </w:pPr>
          </w:p>
        </w:tc>
        <w:tc>
          <w:tcPr>
            <w:tcW w:w="1418" w:type="dxa"/>
            <w:vAlign w:val="center"/>
          </w:tcPr>
          <w:p w14:paraId="66738069" w14:textId="77777777" w:rsidR="007C5A4D" w:rsidRPr="008A7BE6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человек</w:t>
            </w:r>
          </w:p>
        </w:tc>
        <w:tc>
          <w:tcPr>
            <w:tcW w:w="1418" w:type="dxa"/>
            <w:vAlign w:val="center"/>
          </w:tcPr>
          <w:p w14:paraId="78122917" w14:textId="77777777" w:rsidR="007C5A4D" w:rsidRPr="008A7BE6" w:rsidRDefault="007C5A4D" w:rsidP="007C5A4D">
            <w:pPr>
              <w:ind w:left="-113" w:right="-113"/>
              <w:jc w:val="center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на 10 тыс. населения</w:t>
            </w:r>
            <w:r w:rsidRPr="008A7BE6">
              <w:rPr>
                <w:b/>
                <w:sz w:val="20"/>
                <w:vertAlign w:val="superscript"/>
              </w:rPr>
              <w:t>1)</w:t>
            </w:r>
          </w:p>
        </w:tc>
        <w:tc>
          <w:tcPr>
            <w:tcW w:w="1418" w:type="dxa"/>
            <w:vAlign w:val="center"/>
          </w:tcPr>
          <w:p w14:paraId="6BBF4C3E" w14:textId="77777777" w:rsidR="007C5A4D" w:rsidRPr="008A7BE6" w:rsidRDefault="007C5A4D" w:rsidP="007C5A4D">
            <w:pPr>
              <w:ind w:left="-57" w:right="-57"/>
              <w:jc w:val="center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человек</w:t>
            </w:r>
          </w:p>
        </w:tc>
        <w:tc>
          <w:tcPr>
            <w:tcW w:w="1418" w:type="dxa"/>
            <w:vAlign w:val="center"/>
          </w:tcPr>
          <w:p w14:paraId="24DCCE27" w14:textId="77777777" w:rsidR="007C5A4D" w:rsidRPr="008A7BE6" w:rsidRDefault="007C5A4D" w:rsidP="007C5A4D">
            <w:pPr>
              <w:ind w:left="-113" w:right="-113"/>
              <w:jc w:val="center"/>
              <w:rPr>
                <w:b/>
                <w:sz w:val="20"/>
                <w:vertAlign w:val="superscript"/>
              </w:rPr>
            </w:pPr>
            <w:r w:rsidRPr="008A7BE6">
              <w:rPr>
                <w:b/>
                <w:sz w:val="20"/>
              </w:rPr>
              <w:t>на 10 тыс. населения</w:t>
            </w:r>
            <w:r w:rsidRPr="008A7BE6">
              <w:rPr>
                <w:b/>
                <w:sz w:val="20"/>
                <w:vertAlign w:val="superscript"/>
              </w:rPr>
              <w:t>1)</w:t>
            </w:r>
          </w:p>
        </w:tc>
      </w:tr>
      <w:tr w:rsidR="007C5A4D" w:rsidRPr="008A7BE6" w14:paraId="3A8CB49E" w14:textId="77777777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14:paraId="5A2E3AA5" w14:textId="77777777" w:rsidR="007C5A4D" w:rsidRPr="008A7BE6" w:rsidRDefault="007C5A4D" w:rsidP="007C5A4D">
            <w:pPr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Миграция – всего</w:t>
            </w:r>
          </w:p>
        </w:tc>
      </w:tr>
      <w:tr w:rsidR="009E28BF" w:rsidRPr="008A7BE6" w14:paraId="5D39373B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42F9E1B9" w14:textId="77777777" w:rsidR="009E28BF" w:rsidRPr="008A7BE6" w:rsidRDefault="009E28BF" w:rsidP="009E28BF">
            <w:pPr>
              <w:ind w:left="113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8" w:type="dxa"/>
            <w:vAlign w:val="bottom"/>
          </w:tcPr>
          <w:p w14:paraId="07554543" w14:textId="5F8F7DF3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9276</w:t>
            </w:r>
          </w:p>
        </w:tc>
        <w:tc>
          <w:tcPr>
            <w:tcW w:w="1418" w:type="dxa"/>
            <w:vAlign w:val="bottom"/>
          </w:tcPr>
          <w:p w14:paraId="6D4EC0A7" w14:textId="0A6AD6C0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168,6</w:t>
            </w:r>
          </w:p>
        </w:tc>
        <w:tc>
          <w:tcPr>
            <w:tcW w:w="1418" w:type="dxa"/>
            <w:vAlign w:val="bottom"/>
          </w:tcPr>
          <w:p w14:paraId="0141B20B" w14:textId="57AC2CDF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10002</w:t>
            </w:r>
          </w:p>
        </w:tc>
        <w:tc>
          <w:tcPr>
            <w:tcW w:w="1418" w:type="dxa"/>
            <w:vAlign w:val="bottom"/>
          </w:tcPr>
          <w:p w14:paraId="50580EB6" w14:textId="22F1F803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181,3</w:t>
            </w:r>
          </w:p>
        </w:tc>
      </w:tr>
      <w:tr w:rsidR="009E28BF" w:rsidRPr="008A7BE6" w14:paraId="7B5A2C6C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7708B2F0" w14:textId="77777777" w:rsidR="009E28BF" w:rsidRPr="008A7BE6" w:rsidRDefault="009E28BF" w:rsidP="009E28BF">
            <w:pPr>
              <w:ind w:left="113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8" w:type="dxa"/>
            <w:vAlign w:val="bottom"/>
          </w:tcPr>
          <w:p w14:paraId="23C59F98" w14:textId="00C630A7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10213</w:t>
            </w:r>
          </w:p>
        </w:tc>
        <w:tc>
          <w:tcPr>
            <w:tcW w:w="1418" w:type="dxa"/>
            <w:vAlign w:val="bottom"/>
          </w:tcPr>
          <w:p w14:paraId="6F884E2D" w14:textId="4FC78F98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185,6</w:t>
            </w:r>
          </w:p>
        </w:tc>
        <w:tc>
          <w:tcPr>
            <w:tcW w:w="1418" w:type="dxa"/>
            <w:vAlign w:val="bottom"/>
          </w:tcPr>
          <w:p w14:paraId="5B2C0AE2" w14:textId="6C705ADE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10385</w:t>
            </w:r>
          </w:p>
        </w:tc>
        <w:tc>
          <w:tcPr>
            <w:tcW w:w="1418" w:type="dxa"/>
            <w:vAlign w:val="bottom"/>
          </w:tcPr>
          <w:p w14:paraId="43AA67BA" w14:textId="1108710F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188,2</w:t>
            </w:r>
          </w:p>
        </w:tc>
      </w:tr>
      <w:tr w:rsidR="009E28BF" w:rsidRPr="008A7BE6" w14:paraId="0412EE45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4D6733FA" w14:textId="77777777" w:rsidR="009E28BF" w:rsidRPr="008A7BE6" w:rsidRDefault="009E28BF" w:rsidP="009E28BF">
            <w:pPr>
              <w:ind w:left="113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8" w:type="dxa"/>
            <w:vAlign w:val="bottom"/>
          </w:tcPr>
          <w:p w14:paraId="0B41EAB2" w14:textId="119518E7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-937</w:t>
            </w:r>
          </w:p>
        </w:tc>
        <w:tc>
          <w:tcPr>
            <w:tcW w:w="1418" w:type="dxa"/>
            <w:vAlign w:val="bottom"/>
          </w:tcPr>
          <w:p w14:paraId="7AD55F37" w14:textId="4AA71307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-17,0</w:t>
            </w:r>
          </w:p>
        </w:tc>
        <w:tc>
          <w:tcPr>
            <w:tcW w:w="1418" w:type="dxa"/>
            <w:vAlign w:val="bottom"/>
          </w:tcPr>
          <w:p w14:paraId="66B2B5CB" w14:textId="20EBAC83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-383</w:t>
            </w:r>
          </w:p>
        </w:tc>
        <w:tc>
          <w:tcPr>
            <w:tcW w:w="1418" w:type="dxa"/>
            <w:vAlign w:val="bottom"/>
          </w:tcPr>
          <w:p w14:paraId="70F50D7A" w14:textId="6E38A1EC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-6,9</w:t>
            </w:r>
          </w:p>
        </w:tc>
      </w:tr>
      <w:tr w:rsidR="007C5A4D" w:rsidRPr="008A7BE6" w14:paraId="1D301EEE" w14:textId="77777777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14:paraId="654B84BC" w14:textId="77777777" w:rsidR="007C5A4D" w:rsidRPr="008A7BE6" w:rsidRDefault="007C5A4D" w:rsidP="007C5A4D">
            <w:pPr>
              <w:ind w:left="454"/>
              <w:jc w:val="left"/>
              <w:rPr>
                <w:b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 том числе:</w:t>
            </w:r>
          </w:p>
        </w:tc>
      </w:tr>
      <w:tr w:rsidR="007C5A4D" w:rsidRPr="008A7BE6" w14:paraId="7C55E1AB" w14:textId="77777777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14:paraId="5A1F42E3" w14:textId="77777777" w:rsidR="007C5A4D" w:rsidRPr="008A7BE6" w:rsidRDefault="007C5A4D" w:rsidP="007C5A4D">
            <w:pPr>
              <w:ind w:left="227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sz w:val="20"/>
              </w:rPr>
              <w:t>в пределах Астраханской области</w:t>
            </w:r>
          </w:p>
        </w:tc>
      </w:tr>
      <w:tr w:rsidR="009E28BF" w:rsidRPr="008A7BE6" w14:paraId="383D328A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05BF49D9" w14:textId="77777777" w:rsidR="009E28BF" w:rsidRPr="008A7BE6" w:rsidRDefault="009E28BF" w:rsidP="009E28BF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8" w:type="dxa"/>
            <w:vAlign w:val="bottom"/>
          </w:tcPr>
          <w:p w14:paraId="1680AC87" w14:textId="07E2EF08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3864</w:t>
            </w:r>
          </w:p>
        </w:tc>
        <w:tc>
          <w:tcPr>
            <w:tcW w:w="1418" w:type="dxa"/>
            <w:vAlign w:val="bottom"/>
          </w:tcPr>
          <w:p w14:paraId="61676E57" w14:textId="0AE1624E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70,2</w:t>
            </w:r>
          </w:p>
        </w:tc>
        <w:tc>
          <w:tcPr>
            <w:tcW w:w="1418" w:type="dxa"/>
            <w:vAlign w:val="bottom"/>
          </w:tcPr>
          <w:p w14:paraId="5800DB64" w14:textId="1FEA47A9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4388</w:t>
            </w:r>
          </w:p>
        </w:tc>
        <w:tc>
          <w:tcPr>
            <w:tcW w:w="1418" w:type="dxa"/>
            <w:vAlign w:val="bottom"/>
          </w:tcPr>
          <w:p w14:paraId="33ED78B9" w14:textId="1C393E6F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79,5</w:t>
            </w:r>
          </w:p>
        </w:tc>
      </w:tr>
      <w:tr w:rsidR="009E28BF" w:rsidRPr="008A7BE6" w14:paraId="5E1D0BDD" w14:textId="77777777" w:rsidTr="009E28BF">
        <w:trPr>
          <w:trHeight w:val="70"/>
          <w:jc w:val="center"/>
        </w:trPr>
        <w:tc>
          <w:tcPr>
            <w:tcW w:w="3404" w:type="dxa"/>
            <w:vAlign w:val="bottom"/>
          </w:tcPr>
          <w:p w14:paraId="1EC8B01A" w14:textId="77777777" w:rsidR="009E28BF" w:rsidRPr="008A7BE6" w:rsidRDefault="009E28BF" w:rsidP="009E28BF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8" w:type="dxa"/>
            <w:vAlign w:val="bottom"/>
          </w:tcPr>
          <w:p w14:paraId="1418925D" w14:textId="00DDAE79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3864</w:t>
            </w:r>
          </w:p>
        </w:tc>
        <w:tc>
          <w:tcPr>
            <w:tcW w:w="1418" w:type="dxa"/>
            <w:vAlign w:val="bottom"/>
          </w:tcPr>
          <w:p w14:paraId="0DB3C71D" w14:textId="2FCC1185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70,2</w:t>
            </w:r>
          </w:p>
        </w:tc>
        <w:tc>
          <w:tcPr>
            <w:tcW w:w="1418" w:type="dxa"/>
            <w:vAlign w:val="bottom"/>
          </w:tcPr>
          <w:p w14:paraId="44EA6865" w14:textId="305E0921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4388</w:t>
            </w:r>
          </w:p>
        </w:tc>
        <w:tc>
          <w:tcPr>
            <w:tcW w:w="1418" w:type="dxa"/>
            <w:vAlign w:val="bottom"/>
          </w:tcPr>
          <w:p w14:paraId="6FB3C1C1" w14:textId="31734FDF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79,5</w:t>
            </w:r>
          </w:p>
        </w:tc>
      </w:tr>
      <w:tr w:rsidR="009E28BF" w:rsidRPr="008A7BE6" w14:paraId="78778963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1B5CF5C7" w14:textId="77777777" w:rsidR="009E28BF" w:rsidRPr="008A7BE6" w:rsidRDefault="009E28BF" w:rsidP="009E28BF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8" w:type="dxa"/>
            <w:vAlign w:val="bottom"/>
          </w:tcPr>
          <w:p w14:paraId="584D9AA0" w14:textId="3CB9F158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 w:rsidRPr="00165AC8">
              <w:rPr>
                <w:b/>
                <w:sz w:val="20"/>
              </w:rPr>
              <w:t>0</w:t>
            </w:r>
          </w:p>
        </w:tc>
        <w:tc>
          <w:tcPr>
            <w:tcW w:w="1418" w:type="dxa"/>
            <w:vAlign w:val="bottom"/>
          </w:tcPr>
          <w:p w14:paraId="3431C2F8" w14:textId="15BFAAEA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 w:rsidRPr="00891AD5">
              <w:rPr>
                <w:b/>
                <w:color w:val="000000"/>
                <w:sz w:val="20"/>
              </w:rPr>
              <w:t>0</w:t>
            </w:r>
          </w:p>
        </w:tc>
        <w:tc>
          <w:tcPr>
            <w:tcW w:w="1418" w:type="dxa"/>
            <w:vAlign w:val="bottom"/>
          </w:tcPr>
          <w:p w14:paraId="74116B93" w14:textId="00AF0543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0</w:t>
            </w:r>
          </w:p>
        </w:tc>
        <w:tc>
          <w:tcPr>
            <w:tcW w:w="1418" w:type="dxa"/>
            <w:vAlign w:val="bottom"/>
          </w:tcPr>
          <w:p w14:paraId="5B58CB2E" w14:textId="4B1A964F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0</w:t>
            </w:r>
          </w:p>
        </w:tc>
      </w:tr>
      <w:tr w:rsidR="007C5A4D" w:rsidRPr="008A7BE6" w14:paraId="1FFF944F" w14:textId="77777777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14:paraId="1CDE8777" w14:textId="77777777" w:rsidR="007C5A4D" w:rsidRPr="008A7BE6" w:rsidRDefault="007C5A4D" w:rsidP="007C5A4D">
            <w:pPr>
              <w:ind w:left="22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из других регионов Российской Федерации</w:t>
            </w:r>
          </w:p>
        </w:tc>
      </w:tr>
      <w:tr w:rsidR="009E28BF" w:rsidRPr="008A7BE6" w14:paraId="457D6607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2AE95765" w14:textId="77777777" w:rsidR="009E28BF" w:rsidRPr="008A7BE6" w:rsidRDefault="009E28BF" w:rsidP="009E28BF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8" w:type="dxa"/>
            <w:vAlign w:val="bottom"/>
          </w:tcPr>
          <w:p w14:paraId="54CA761D" w14:textId="72E862FC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4394</w:t>
            </w:r>
          </w:p>
        </w:tc>
        <w:tc>
          <w:tcPr>
            <w:tcW w:w="1418" w:type="dxa"/>
            <w:vAlign w:val="bottom"/>
          </w:tcPr>
          <w:p w14:paraId="762207C1" w14:textId="6A012B8D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79,9</w:t>
            </w:r>
          </w:p>
        </w:tc>
        <w:tc>
          <w:tcPr>
            <w:tcW w:w="1418" w:type="dxa"/>
            <w:vAlign w:val="bottom"/>
          </w:tcPr>
          <w:p w14:paraId="1290736C" w14:textId="31AEA2D1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4790</w:t>
            </w:r>
          </w:p>
        </w:tc>
        <w:tc>
          <w:tcPr>
            <w:tcW w:w="1418" w:type="dxa"/>
            <w:vAlign w:val="bottom"/>
          </w:tcPr>
          <w:p w14:paraId="4AA8B6E6" w14:textId="558E6A8A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86,8</w:t>
            </w:r>
          </w:p>
        </w:tc>
      </w:tr>
      <w:tr w:rsidR="009E28BF" w:rsidRPr="008A7BE6" w14:paraId="21EC25CE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76BFF787" w14:textId="77777777" w:rsidR="009E28BF" w:rsidRPr="008A7BE6" w:rsidRDefault="009E28BF" w:rsidP="009E28BF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8" w:type="dxa"/>
            <w:vAlign w:val="bottom"/>
          </w:tcPr>
          <w:p w14:paraId="3D87DFD8" w14:textId="588E7AD7" w:rsidR="009E28BF" w:rsidRPr="0087261F" w:rsidRDefault="009E28BF" w:rsidP="009E28BF">
            <w:pPr>
              <w:tabs>
                <w:tab w:val="left" w:pos="340"/>
                <w:tab w:val="center" w:pos="629"/>
              </w:tabs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5659</w:t>
            </w:r>
          </w:p>
        </w:tc>
        <w:tc>
          <w:tcPr>
            <w:tcW w:w="1418" w:type="dxa"/>
            <w:vAlign w:val="bottom"/>
          </w:tcPr>
          <w:p w14:paraId="20A3273B" w14:textId="6D86B8B9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102,9</w:t>
            </w:r>
          </w:p>
        </w:tc>
        <w:tc>
          <w:tcPr>
            <w:tcW w:w="1418" w:type="dxa"/>
            <w:vAlign w:val="bottom"/>
          </w:tcPr>
          <w:p w14:paraId="2E24BA08" w14:textId="407DC095" w:rsidR="009E28BF" w:rsidRPr="0087261F" w:rsidRDefault="009E28BF" w:rsidP="009E28BF">
            <w:pPr>
              <w:tabs>
                <w:tab w:val="left" w:pos="340"/>
                <w:tab w:val="center" w:pos="629"/>
              </w:tabs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5551</w:t>
            </w:r>
          </w:p>
        </w:tc>
        <w:tc>
          <w:tcPr>
            <w:tcW w:w="1418" w:type="dxa"/>
            <w:vAlign w:val="bottom"/>
          </w:tcPr>
          <w:p w14:paraId="52019634" w14:textId="688ABB9E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100,6</w:t>
            </w:r>
          </w:p>
        </w:tc>
      </w:tr>
      <w:tr w:rsidR="009E28BF" w:rsidRPr="008A7BE6" w14:paraId="242CC33F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7B730C4D" w14:textId="77777777" w:rsidR="009E28BF" w:rsidRPr="008A7BE6" w:rsidRDefault="009E28BF" w:rsidP="009E28BF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8" w:type="dxa"/>
            <w:vAlign w:val="bottom"/>
          </w:tcPr>
          <w:p w14:paraId="07ABD638" w14:textId="6D4C06B2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-1265</w:t>
            </w:r>
          </w:p>
        </w:tc>
        <w:tc>
          <w:tcPr>
            <w:tcW w:w="1418" w:type="dxa"/>
            <w:vAlign w:val="bottom"/>
          </w:tcPr>
          <w:p w14:paraId="6645D9B7" w14:textId="445B89B5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-23,0</w:t>
            </w:r>
          </w:p>
        </w:tc>
        <w:tc>
          <w:tcPr>
            <w:tcW w:w="1418" w:type="dxa"/>
            <w:vAlign w:val="bottom"/>
          </w:tcPr>
          <w:p w14:paraId="20BE243D" w14:textId="5E66419B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-761</w:t>
            </w:r>
          </w:p>
        </w:tc>
        <w:tc>
          <w:tcPr>
            <w:tcW w:w="1418" w:type="dxa"/>
            <w:vAlign w:val="bottom"/>
          </w:tcPr>
          <w:p w14:paraId="3980FB12" w14:textId="6ED3204F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-13,8</w:t>
            </w:r>
          </w:p>
        </w:tc>
      </w:tr>
      <w:tr w:rsidR="007C5A4D" w:rsidRPr="008A7BE6" w14:paraId="308AB78E" w14:textId="77777777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14:paraId="644B1C54" w14:textId="77777777" w:rsidR="007C5A4D" w:rsidRPr="008A7BE6" w:rsidRDefault="007C5A4D" w:rsidP="007C5A4D">
            <w:pPr>
              <w:ind w:left="22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международная миграция</w:t>
            </w:r>
          </w:p>
        </w:tc>
      </w:tr>
      <w:tr w:rsidR="009E28BF" w:rsidRPr="008A7BE6" w14:paraId="4E19B533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54B091C9" w14:textId="77777777" w:rsidR="009E28BF" w:rsidRPr="008A7BE6" w:rsidRDefault="009E28BF" w:rsidP="009E28BF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8" w:type="dxa"/>
            <w:vAlign w:val="bottom"/>
          </w:tcPr>
          <w:p w14:paraId="14D5A5A3" w14:textId="5CDE7E84" w:rsidR="009E28BF" w:rsidRPr="0087261F" w:rsidRDefault="009E28BF" w:rsidP="009E28BF">
            <w:pPr>
              <w:tabs>
                <w:tab w:val="left" w:pos="340"/>
                <w:tab w:val="center" w:pos="629"/>
              </w:tabs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1018</w:t>
            </w:r>
          </w:p>
        </w:tc>
        <w:tc>
          <w:tcPr>
            <w:tcW w:w="1418" w:type="dxa"/>
            <w:vAlign w:val="bottom"/>
          </w:tcPr>
          <w:p w14:paraId="63401AFB" w14:textId="012EFF8E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18,5</w:t>
            </w:r>
          </w:p>
        </w:tc>
        <w:tc>
          <w:tcPr>
            <w:tcW w:w="1418" w:type="dxa"/>
            <w:vAlign w:val="bottom"/>
          </w:tcPr>
          <w:p w14:paraId="2D57F4F0" w14:textId="6311DAA3" w:rsidR="009E28BF" w:rsidRPr="0087261F" w:rsidRDefault="009E28BF" w:rsidP="009E28BF">
            <w:pPr>
              <w:tabs>
                <w:tab w:val="left" w:pos="340"/>
                <w:tab w:val="center" w:pos="629"/>
              </w:tabs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824</w:t>
            </w:r>
          </w:p>
        </w:tc>
        <w:tc>
          <w:tcPr>
            <w:tcW w:w="1418" w:type="dxa"/>
            <w:vAlign w:val="bottom"/>
          </w:tcPr>
          <w:p w14:paraId="225C684A" w14:textId="226ADB8F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15,0</w:t>
            </w:r>
          </w:p>
        </w:tc>
      </w:tr>
      <w:tr w:rsidR="009E28BF" w:rsidRPr="008A7BE6" w14:paraId="7DBA1B0D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4B4948F5" w14:textId="77777777" w:rsidR="009E28BF" w:rsidRPr="008A7BE6" w:rsidRDefault="009E28BF" w:rsidP="009E28BF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8" w:type="dxa"/>
            <w:vAlign w:val="bottom"/>
          </w:tcPr>
          <w:p w14:paraId="5580BA44" w14:textId="58961965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690</w:t>
            </w:r>
          </w:p>
        </w:tc>
        <w:tc>
          <w:tcPr>
            <w:tcW w:w="1418" w:type="dxa"/>
            <w:vAlign w:val="bottom"/>
          </w:tcPr>
          <w:p w14:paraId="4676A5AF" w14:textId="22051471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12,5</w:t>
            </w:r>
          </w:p>
        </w:tc>
        <w:tc>
          <w:tcPr>
            <w:tcW w:w="1418" w:type="dxa"/>
            <w:vAlign w:val="bottom"/>
          </w:tcPr>
          <w:p w14:paraId="50BF0264" w14:textId="3E890581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446</w:t>
            </w:r>
          </w:p>
        </w:tc>
        <w:tc>
          <w:tcPr>
            <w:tcW w:w="1418" w:type="dxa"/>
            <w:vAlign w:val="bottom"/>
          </w:tcPr>
          <w:p w14:paraId="4ACB8BAC" w14:textId="3C14957E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8,1</w:t>
            </w:r>
          </w:p>
        </w:tc>
      </w:tr>
      <w:tr w:rsidR="009E28BF" w:rsidRPr="008A7BE6" w14:paraId="35949611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67ACAC32" w14:textId="77777777" w:rsidR="009E28BF" w:rsidRPr="008A7BE6" w:rsidRDefault="009E28BF" w:rsidP="009E28BF">
            <w:pPr>
              <w:ind w:left="340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8" w:type="dxa"/>
            <w:vAlign w:val="bottom"/>
          </w:tcPr>
          <w:p w14:paraId="6656D859" w14:textId="322A60A4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328</w:t>
            </w:r>
          </w:p>
        </w:tc>
        <w:tc>
          <w:tcPr>
            <w:tcW w:w="1418" w:type="dxa"/>
            <w:vAlign w:val="bottom"/>
          </w:tcPr>
          <w:p w14:paraId="2CB6B489" w14:textId="5328469C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6,0</w:t>
            </w:r>
          </w:p>
        </w:tc>
        <w:tc>
          <w:tcPr>
            <w:tcW w:w="1418" w:type="dxa"/>
            <w:vAlign w:val="bottom"/>
          </w:tcPr>
          <w:p w14:paraId="7838BC50" w14:textId="199CAAF8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378</w:t>
            </w:r>
          </w:p>
        </w:tc>
        <w:tc>
          <w:tcPr>
            <w:tcW w:w="1418" w:type="dxa"/>
            <w:vAlign w:val="bottom"/>
          </w:tcPr>
          <w:p w14:paraId="339D5362" w14:textId="012C57B6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6,9</w:t>
            </w:r>
          </w:p>
        </w:tc>
      </w:tr>
      <w:tr w:rsidR="007C5A4D" w:rsidRPr="008A7BE6" w14:paraId="6653E915" w14:textId="77777777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14:paraId="204DDE3F" w14:textId="77777777" w:rsidR="007C5A4D" w:rsidRPr="008A7BE6" w:rsidRDefault="007C5A4D" w:rsidP="007C5A4D">
            <w:pPr>
              <w:ind w:left="680"/>
              <w:jc w:val="left"/>
              <w:rPr>
                <w:b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 том числе:</w:t>
            </w:r>
          </w:p>
        </w:tc>
      </w:tr>
      <w:tr w:rsidR="007C5A4D" w:rsidRPr="008A7BE6" w14:paraId="732DB010" w14:textId="77777777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14:paraId="3C21AE6F" w14:textId="77777777" w:rsidR="007C5A4D" w:rsidRPr="008A7BE6" w:rsidRDefault="007C5A4D" w:rsidP="007C5A4D">
            <w:pPr>
              <w:ind w:left="454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sz w:val="20"/>
              </w:rPr>
              <w:t>со странами СНГ</w:t>
            </w:r>
          </w:p>
        </w:tc>
      </w:tr>
      <w:tr w:rsidR="009E28BF" w:rsidRPr="008A7BE6" w14:paraId="2ADA38C3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3AC84A8D" w14:textId="77777777" w:rsidR="009E28BF" w:rsidRPr="008A7BE6" w:rsidRDefault="009E28BF" w:rsidP="009E28BF">
            <w:pPr>
              <w:ind w:left="567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прибывшие</w:t>
            </w:r>
          </w:p>
        </w:tc>
        <w:tc>
          <w:tcPr>
            <w:tcW w:w="1418" w:type="dxa"/>
            <w:vAlign w:val="bottom"/>
          </w:tcPr>
          <w:p w14:paraId="30E0DD10" w14:textId="5D122BE7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949</w:t>
            </w:r>
          </w:p>
        </w:tc>
        <w:tc>
          <w:tcPr>
            <w:tcW w:w="1418" w:type="dxa"/>
            <w:vAlign w:val="bottom"/>
          </w:tcPr>
          <w:p w14:paraId="3D8D807C" w14:textId="1C453D6C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17,3</w:t>
            </w:r>
          </w:p>
        </w:tc>
        <w:tc>
          <w:tcPr>
            <w:tcW w:w="1418" w:type="dxa"/>
            <w:vAlign w:val="bottom"/>
          </w:tcPr>
          <w:p w14:paraId="7886EE6F" w14:textId="145B36FA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699</w:t>
            </w:r>
          </w:p>
        </w:tc>
        <w:tc>
          <w:tcPr>
            <w:tcW w:w="1418" w:type="dxa"/>
            <w:vAlign w:val="bottom"/>
          </w:tcPr>
          <w:p w14:paraId="6B760CE9" w14:textId="0E44B80A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12,7</w:t>
            </w:r>
          </w:p>
        </w:tc>
      </w:tr>
      <w:tr w:rsidR="009E28BF" w:rsidRPr="008A7BE6" w14:paraId="549A694E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10C05CE5" w14:textId="77777777" w:rsidR="009E28BF" w:rsidRPr="008A7BE6" w:rsidRDefault="009E28BF" w:rsidP="009E28BF">
            <w:pPr>
              <w:ind w:left="567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выбывшие</w:t>
            </w:r>
          </w:p>
        </w:tc>
        <w:tc>
          <w:tcPr>
            <w:tcW w:w="1418" w:type="dxa"/>
            <w:vAlign w:val="bottom"/>
          </w:tcPr>
          <w:p w14:paraId="3EB87EAE" w14:textId="42E2BF7B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592</w:t>
            </w:r>
          </w:p>
        </w:tc>
        <w:tc>
          <w:tcPr>
            <w:tcW w:w="1418" w:type="dxa"/>
            <w:vAlign w:val="bottom"/>
          </w:tcPr>
          <w:p w14:paraId="46E0A99C" w14:textId="0758786C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10,8</w:t>
            </w:r>
          </w:p>
        </w:tc>
        <w:tc>
          <w:tcPr>
            <w:tcW w:w="1418" w:type="dxa"/>
            <w:vAlign w:val="bottom"/>
          </w:tcPr>
          <w:p w14:paraId="33D79BB1" w14:textId="5CAA997E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405</w:t>
            </w:r>
          </w:p>
        </w:tc>
        <w:tc>
          <w:tcPr>
            <w:tcW w:w="1418" w:type="dxa"/>
            <w:vAlign w:val="bottom"/>
          </w:tcPr>
          <w:p w14:paraId="717C9CDB" w14:textId="09EF4AB5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7,3</w:t>
            </w:r>
          </w:p>
        </w:tc>
      </w:tr>
      <w:tr w:rsidR="009E28BF" w:rsidRPr="008A7BE6" w14:paraId="7F125BEE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42C6B6F8" w14:textId="77777777" w:rsidR="009E28BF" w:rsidRPr="008A7BE6" w:rsidRDefault="009E28BF" w:rsidP="009E28BF">
            <w:pPr>
              <w:ind w:left="567"/>
              <w:jc w:val="left"/>
              <w:rPr>
                <w:b/>
                <w:bCs/>
                <w:iCs/>
                <w:sz w:val="20"/>
              </w:rPr>
            </w:pPr>
            <w:r w:rsidRPr="008A7BE6">
              <w:rPr>
                <w:b/>
                <w:bCs/>
                <w:iCs/>
                <w:sz w:val="20"/>
              </w:rPr>
              <w:t>миграционный прирост, снижение (-)</w:t>
            </w:r>
          </w:p>
        </w:tc>
        <w:tc>
          <w:tcPr>
            <w:tcW w:w="1418" w:type="dxa"/>
            <w:vAlign w:val="bottom"/>
          </w:tcPr>
          <w:p w14:paraId="5C661591" w14:textId="0EC425B6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357</w:t>
            </w:r>
          </w:p>
        </w:tc>
        <w:tc>
          <w:tcPr>
            <w:tcW w:w="1418" w:type="dxa"/>
            <w:vAlign w:val="bottom"/>
          </w:tcPr>
          <w:p w14:paraId="535654D5" w14:textId="6BDF84A5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6,5</w:t>
            </w:r>
          </w:p>
        </w:tc>
        <w:tc>
          <w:tcPr>
            <w:tcW w:w="1418" w:type="dxa"/>
            <w:vAlign w:val="bottom"/>
          </w:tcPr>
          <w:p w14:paraId="32016491" w14:textId="4186F385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294</w:t>
            </w:r>
          </w:p>
        </w:tc>
        <w:tc>
          <w:tcPr>
            <w:tcW w:w="1418" w:type="dxa"/>
            <w:vAlign w:val="bottom"/>
          </w:tcPr>
          <w:p w14:paraId="7A7BEBCF" w14:textId="352F8165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5,4</w:t>
            </w:r>
          </w:p>
        </w:tc>
      </w:tr>
      <w:tr w:rsidR="007C5A4D" w:rsidRPr="008A7BE6" w14:paraId="6E2F6EEA" w14:textId="77777777" w:rsidTr="009E28BF">
        <w:trPr>
          <w:trHeight w:val="227"/>
          <w:jc w:val="center"/>
        </w:trPr>
        <w:tc>
          <w:tcPr>
            <w:tcW w:w="9076" w:type="dxa"/>
            <w:gridSpan w:val="5"/>
            <w:vAlign w:val="bottom"/>
          </w:tcPr>
          <w:p w14:paraId="7E5DC3DA" w14:textId="77777777" w:rsidR="007C5A4D" w:rsidRPr="008A7BE6" w:rsidRDefault="007C5A4D" w:rsidP="007C5A4D">
            <w:pPr>
              <w:ind w:left="454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со странами дальнего зарубежья</w:t>
            </w:r>
          </w:p>
        </w:tc>
      </w:tr>
      <w:tr w:rsidR="009E28BF" w:rsidRPr="008A7BE6" w14:paraId="5D5E7644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2CBEF66D" w14:textId="77777777" w:rsidR="009E28BF" w:rsidRPr="008A7BE6" w:rsidRDefault="009E28BF" w:rsidP="009E28BF">
            <w:pPr>
              <w:ind w:left="56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прибывшие</w:t>
            </w:r>
          </w:p>
        </w:tc>
        <w:tc>
          <w:tcPr>
            <w:tcW w:w="1418" w:type="dxa"/>
            <w:vAlign w:val="bottom"/>
          </w:tcPr>
          <w:p w14:paraId="35009155" w14:textId="09005BBB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69</w:t>
            </w:r>
          </w:p>
        </w:tc>
        <w:tc>
          <w:tcPr>
            <w:tcW w:w="1418" w:type="dxa"/>
            <w:vAlign w:val="bottom"/>
          </w:tcPr>
          <w:p w14:paraId="71D44CA2" w14:textId="3D3BDCAC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1,2</w:t>
            </w:r>
          </w:p>
        </w:tc>
        <w:tc>
          <w:tcPr>
            <w:tcW w:w="1418" w:type="dxa"/>
            <w:vAlign w:val="bottom"/>
          </w:tcPr>
          <w:p w14:paraId="788CCC1F" w14:textId="1B7B72C7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125</w:t>
            </w:r>
          </w:p>
        </w:tc>
        <w:tc>
          <w:tcPr>
            <w:tcW w:w="1418" w:type="dxa"/>
            <w:vAlign w:val="bottom"/>
          </w:tcPr>
          <w:p w14:paraId="4C7FC968" w14:textId="10B01060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2,3</w:t>
            </w:r>
          </w:p>
        </w:tc>
      </w:tr>
      <w:tr w:rsidR="009E28BF" w:rsidRPr="008A7BE6" w14:paraId="43BDF2F4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0BEC0698" w14:textId="77777777" w:rsidR="009E28BF" w:rsidRPr="008A7BE6" w:rsidRDefault="009E28BF" w:rsidP="009E28BF">
            <w:pPr>
              <w:ind w:left="56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выбывшие</w:t>
            </w:r>
          </w:p>
        </w:tc>
        <w:tc>
          <w:tcPr>
            <w:tcW w:w="1418" w:type="dxa"/>
            <w:vAlign w:val="bottom"/>
          </w:tcPr>
          <w:p w14:paraId="78C59A4E" w14:textId="02277B01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98</w:t>
            </w:r>
          </w:p>
        </w:tc>
        <w:tc>
          <w:tcPr>
            <w:tcW w:w="1418" w:type="dxa"/>
            <w:vAlign w:val="bottom"/>
          </w:tcPr>
          <w:p w14:paraId="4FBD9F2A" w14:textId="746EDFAC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1,7</w:t>
            </w:r>
          </w:p>
        </w:tc>
        <w:tc>
          <w:tcPr>
            <w:tcW w:w="1418" w:type="dxa"/>
            <w:vAlign w:val="bottom"/>
          </w:tcPr>
          <w:p w14:paraId="388FFFC6" w14:textId="5DB9347B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41</w:t>
            </w:r>
          </w:p>
        </w:tc>
        <w:tc>
          <w:tcPr>
            <w:tcW w:w="1418" w:type="dxa"/>
            <w:vAlign w:val="bottom"/>
          </w:tcPr>
          <w:p w14:paraId="07542FE4" w14:textId="3C994D33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0,8</w:t>
            </w:r>
          </w:p>
        </w:tc>
      </w:tr>
      <w:tr w:rsidR="009E28BF" w:rsidRPr="00C228AE" w14:paraId="36BD7C43" w14:textId="77777777" w:rsidTr="009E28BF">
        <w:trPr>
          <w:trHeight w:val="227"/>
          <w:jc w:val="center"/>
        </w:trPr>
        <w:tc>
          <w:tcPr>
            <w:tcW w:w="3404" w:type="dxa"/>
            <w:vAlign w:val="bottom"/>
          </w:tcPr>
          <w:p w14:paraId="691E4C29" w14:textId="77777777" w:rsidR="009E28BF" w:rsidRPr="008A7BE6" w:rsidRDefault="009E28BF" w:rsidP="009E28BF">
            <w:pPr>
              <w:ind w:left="567"/>
              <w:jc w:val="left"/>
              <w:rPr>
                <w:b/>
                <w:sz w:val="20"/>
              </w:rPr>
            </w:pPr>
            <w:r w:rsidRPr="008A7BE6">
              <w:rPr>
                <w:b/>
                <w:sz w:val="20"/>
              </w:rPr>
              <w:t>миграционный прирост, снижение (-)</w:t>
            </w:r>
          </w:p>
        </w:tc>
        <w:tc>
          <w:tcPr>
            <w:tcW w:w="1418" w:type="dxa"/>
            <w:vAlign w:val="bottom"/>
          </w:tcPr>
          <w:p w14:paraId="4A5CB2B6" w14:textId="30888D8E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-29</w:t>
            </w:r>
          </w:p>
        </w:tc>
        <w:tc>
          <w:tcPr>
            <w:tcW w:w="1418" w:type="dxa"/>
            <w:vAlign w:val="bottom"/>
          </w:tcPr>
          <w:p w14:paraId="6140C695" w14:textId="252BFF9C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-0,5</w:t>
            </w:r>
          </w:p>
        </w:tc>
        <w:tc>
          <w:tcPr>
            <w:tcW w:w="1418" w:type="dxa"/>
            <w:vAlign w:val="bottom"/>
          </w:tcPr>
          <w:p w14:paraId="0D0F3380" w14:textId="3F66E4CC" w:rsidR="009E28BF" w:rsidRPr="0087261F" w:rsidRDefault="009E28BF" w:rsidP="009E28BF">
            <w:pPr>
              <w:ind w:right="340"/>
              <w:jc w:val="right"/>
              <w:rPr>
                <w:b/>
                <w:sz w:val="20"/>
                <w:highlight w:val="yellow"/>
              </w:rPr>
            </w:pPr>
            <w:r>
              <w:rPr>
                <w:b/>
                <w:sz w:val="20"/>
              </w:rPr>
              <w:t>84</w:t>
            </w:r>
          </w:p>
        </w:tc>
        <w:tc>
          <w:tcPr>
            <w:tcW w:w="1418" w:type="dxa"/>
            <w:vAlign w:val="bottom"/>
          </w:tcPr>
          <w:p w14:paraId="1B376229" w14:textId="455AE5EF" w:rsidR="009E28BF" w:rsidRPr="0087261F" w:rsidRDefault="009E28BF" w:rsidP="009E28BF">
            <w:pPr>
              <w:ind w:right="340"/>
              <w:jc w:val="right"/>
              <w:rPr>
                <w:b/>
                <w:color w:val="000000"/>
                <w:sz w:val="20"/>
                <w:highlight w:val="yellow"/>
              </w:rPr>
            </w:pPr>
            <w:r>
              <w:rPr>
                <w:b/>
                <w:color w:val="000000"/>
                <w:sz w:val="20"/>
              </w:rPr>
              <w:t>1,5</w:t>
            </w:r>
          </w:p>
        </w:tc>
      </w:tr>
      <w:tr w:rsidR="009E28BF" w:rsidRPr="009E28BF" w14:paraId="202AE2AC" w14:textId="77777777" w:rsidTr="009E28B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4A0" w:firstRow="1" w:lastRow="0" w:firstColumn="1" w:lastColumn="0" w:noHBand="0" w:noVBand="1"/>
        </w:tblPrEx>
        <w:trPr>
          <w:trHeight w:val="227"/>
          <w:jc w:val="center"/>
        </w:trPr>
        <w:tc>
          <w:tcPr>
            <w:tcW w:w="9076" w:type="dxa"/>
            <w:gridSpan w:val="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ECC56CE" w14:textId="6D2D82CB" w:rsidR="009E28BF" w:rsidRPr="009E28BF" w:rsidRDefault="00DC4F0D" w:rsidP="009E28BF">
            <w:pPr>
              <w:spacing w:before="120"/>
              <w:ind w:left="340"/>
              <w:rPr>
                <w:szCs w:val="24"/>
              </w:rPr>
            </w:pPr>
            <w:bookmarkStart w:id="394" w:name="_Toc493779813"/>
            <w:bookmarkEnd w:id="388"/>
            <w:bookmarkEnd w:id="392"/>
            <w:r>
              <w:rPr>
                <w:sz w:val="18"/>
                <w:szCs w:val="18"/>
                <w:vertAlign w:val="superscript"/>
              </w:rPr>
              <w:t>3</w:t>
            </w:r>
            <w:r w:rsidRPr="009D132F">
              <w:rPr>
                <w:sz w:val="18"/>
                <w:szCs w:val="18"/>
                <w:vertAlign w:val="superscript"/>
              </w:rPr>
              <w:t>)</w:t>
            </w:r>
            <w:r w:rsidR="009E28BF" w:rsidRPr="009E28BF">
              <w:rPr>
                <w:sz w:val="18"/>
                <w:szCs w:val="18"/>
              </w:rPr>
              <w:t>в связи с проверкой корректности формирования в ПС «Демография» регламентных таблиц по миграции населения за август 2024 года, данные за август и январь-август 2024 года не публикуются до получения дополнительных указаний</w:t>
            </w:r>
          </w:p>
        </w:tc>
      </w:tr>
    </w:tbl>
    <w:p w14:paraId="28469F0D" w14:textId="77777777" w:rsidR="009E28BF" w:rsidRPr="009E28BF" w:rsidRDefault="009E28BF" w:rsidP="009E28BF">
      <w:pPr>
        <w:ind w:left="405"/>
        <w:rPr>
          <w:color w:val="000000"/>
          <w:sz w:val="27"/>
          <w:szCs w:val="27"/>
        </w:rPr>
      </w:pPr>
      <w:r w:rsidRPr="009E28BF">
        <w:rPr>
          <w:color w:val="000000"/>
          <w:sz w:val="18"/>
          <w:szCs w:val="18"/>
        </w:rPr>
        <w:t> </w:t>
      </w:r>
    </w:p>
    <w:p w14:paraId="139C27A7" w14:textId="43E3F5C3" w:rsidR="00D16A5A" w:rsidRDefault="00D16A5A" w:rsidP="009E28BF">
      <w:pPr>
        <w:spacing w:before="120"/>
        <w:ind w:left="340"/>
        <w:sectPr w:rsidR="00D16A5A" w:rsidSect="00BD7968">
          <w:headerReference w:type="default" r:id="rId25"/>
          <w:type w:val="continuous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14:paraId="5FBFA7FD" w14:textId="77777777" w:rsidR="00AA6A43" w:rsidRDefault="00AA6A43" w:rsidP="00AA6A43">
      <w:pPr>
        <w:pStyle w:val="1"/>
        <w:jc w:val="right"/>
        <w:rPr>
          <w:b w:val="0"/>
          <w:sz w:val="20"/>
        </w:rPr>
      </w:pPr>
      <w:bookmarkStart w:id="395" w:name="_Toc181256005"/>
      <w:bookmarkStart w:id="396" w:name="_Hlk176354441"/>
      <w:bookmarkStart w:id="397" w:name="_Hlk173416996"/>
      <w:r w:rsidRPr="00BB5EE5">
        <w:rPr>
          <w:b w:val="0"/>
          <w:sz w:val="20"/>
        </w:rPr>
        <w:lastRenderedPageBreak/>
        <w:t>Приложение 1</w:t>
      </w:r>
      <w:bookmarkEnd w:id="395"/>
    </w:p>
    <w:p w14:paraId="5851F3F6" w14:textId="0CC7C2A9" w:rsidR="0031223F" w:rsidRDefault="0031223F" w:rsidP="00205767">
      <w:pPr>
        <w:pStyle w:val="a3"/>
        <w:spacing w:before="180" w:after="160"/>
        <w:outlineLvl w:val="2"/>
      </w:pPr>
      <w:bookmarkStart w:id="398" w:name="_Toc181256006"/>
      <w:bookmarkStart w:id="399" w:name="_Hlk176354415"/>
      <w:bookmarkEnd w:id="396"/>
      <w:r w:rsidRPr="00D70C27">
        <w:t>Производство важнейших видов промышленной продук</w:t>
      </w:r>
      <w:bookmarkEnd w:id="394"/>
      <w:r w:rsidRPr="00D70C27">
        <w:t>ции</w:t>
      </w:r>
      <w:bookmarkEnd w:id="398"/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04"/>
        <w:gridCol w:w="976"/>
        <w:gridCol w:w="24"/>
        <w:gridCol w:w="1079"/>
        <w:gridCol w:w="1094"/>
        <w:gridCol w:w="13"/>
        <w:gridCol w:w="1082"/>
      </w:tblGrid>
      <w:tr w:rsidR="00943750" w:rsidRPr="00EC67F8" w14:paraId="5A114977" w14:textId="77777777" w:rsidTr="00362DA1">
        <w:trPr>
          <w:trHeight w:val="510"/>
          <w:jc w:val="center"/>
        </w:trPr>
        <w:tc>
          <w:tcPr>
            <w:tcW w:w="4804" w:type="dxa"/>
            <w:vMerge w:val="restart"/>
            <w:vAlign w:val="center"/>
          </w:tcPr>
          <w:p w14:paraId="56D89B42" w14:textId="25A7C38E" w:rsidR="00943750" w:rsidRPr="00EC67F8" w:rsidRDefault="00FD7024" w:rsidP="00C922DF">
            <w:pPr>
              <w:jc w:val="center"/>
              <w:rPr>
                <w:sz w:val="20"/>
              </w:rPr>
            </w:pPr>
            <w:r>
              <w:br w:type="page"/>
            </w:r>
          </w:p>
        </w:tc>
        <w:tc>
          <w:tcPr>
            <w:tcW w:w="976" w:type="dxa"/>
            <w:vMerge w:val="restart"/>
            <w:vAlign w:val="center"/>
          </w:tcPr>
          <w:p w14:paraId="4EC9247E" w14:textId="12F89285"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Январь</w:t>
            </w:r>
            <w:r w:rsidR="0087261F">
              <w:rPr>
                <w:b/>
                <w:sz w:val="20"/>
              </w:rPr>
              <w:t>-</w:t>
            </w:r>
            <w:r w:rsidR="00DC4F0D">
              <w:rPr>
                <w:b/>
                <w:sz w:val="20"/>
              </w:rPr>
              <w:t>сентябрь</w:t>
            </w:r>
          </w:p>
          <w:p w14:paraId="1589D6BC" w14:textId="77777777"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  <w:tc>
          <w:tcPr>
            <w:tcW w:w="1103" w:type="dxa"/>
            <w:gridSpan w:val="2"/>
            <w:vMerge w:val="restart"/>
            <w:vAlign w:val="center"/>
          </w:tcPr>
          <w:p w14:paraId="63FF9F6B" w14:textId="77777777"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proofErr w:type="gramStart"/>
            <w:r w:rsidRPr="0089389C">
              <w:rPr>
                <w:b/>
                <w:sz w:val="20"/>
              </w:rPr>
              <w:t>В  %</w:t>
            </w:r>
            <w:proofErr w:type="gramEnd"/>
            <w:r w:rsidRPr="0089389C">
              <w:rPr>
                <w:b/>
                <w:sz w:val="20"/>
              </w:rPr>
              <w:t xml:space="preserve">  к </w:t>
            </w:r>
          </w:p>
          <w:p w14:paraId="6093C3C1" w14:textId="4ED26B0B"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январю-</w:t>
            </w:r>
            <w:r w:rsidR="00DC4F0D">
              <w:rPr>
                <w:b/>
                <w:sz w:val="20"/>
              </w:rPr>
              <w:t>сентябрю</w:t>
            </w:r>
          </w:p>
          <w:p w14:paraId="1FC9B4EF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2189" w:type="dxa"/>
            <w:gridSpan w:val="3"/>
            <w:vAlign w:val="center"/>
          </w:tcPr>
          <w:p w14:paraId="182EE4EE" w14:textId="6DB384FD" w:rsidR="00943750" w:rsidRPr="0089389C" w:rsidRDefault="00DC4F0D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943750" w:rsidRPr="0089389C">
              <w:rPr>
                <w:b/>
                <w:sz w:val="20"/>
              </w:rPr>
              <w:t xml:space="preserve"> 2024</w:t>
            </w:r>
            <w:r w:rsidR="00943750" w:rsidRPr="0089389C">
              <w:rPr>
                <w:b/>
                <w:sz w:val="20"/>
              </w:rPr>
              <w:br/>
            </w:r>
            <w:proofErr w:type="gramStart"/>
            <w:r w:rsidR="00943750" w:rsidRPr="0089389C">
              <w:rPr>
                <w:b/>
                <w:sz w:val="20"/>
              </w:rPr>
              <w:t>в  %</w:t>
            </w:r>
            <w:proofErr w:type="gramEnd"/>
            <w:r w:rsidR="00943750" w:rsidRPr="0089389C">
              <w:rPr>
                <w:b/>
                <w:sz w:val="20"/>
              </w:rPr>
              <w:t xml:space="preserve">  к</w:t>
            </w:r>
          </w:p>
        </w:tc>
      </w:tr>
      <w:tr w:rsidR="00943750" w:rsidRPr="00EC67F8" w14:paraId="73ED87E5" w14:textId="77777777" w:rsidTr="00362DA1">
        <w:trPr>
          <w:trHeight w:val="590"/>
          <w:jc w:val="center"/>
        </w:trPr>
        <w:tc>
          <w:tcPr>
            <w:tcW w:w="4804" w:type="dxa"/>
            <w:vMerge/>
            <w:vAlign w:val="center"/>
          </w:tcPr>
          <w:p w14:paraId="643C2D40" w14:textId="77777777"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976" w:type="dxa"/>
            <w:vMerge/>
            <w:vAlign w:val="center"/>
          </w:tcPr>
          <w:p w14:paraId="73A0D3FA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03" w:type="dxa"/>
            <w:gridSpan w:val="2"/>
            <w:vMerge/>
          </w:tcPr>
          <w:p w14:paraId="7BF114F4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07" w:type="dxa"/>
            <w:gridSpan w:val="2"/>
            <w:vAlign w:val="center"/>
          </w:tcPr>
          <w:p w14:paraId="6ABDCDA6" w14:textId="4AE2ADED" w:rsidR="00943750" w:rsidRPr="0089389C" w:rsidRDefault="00DC4F0D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</w:p>
          <w:p w14:paraId="0E8740A2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1082" w:type="dxa"/>
            <w:vAlign w:val="center"/>
          </w:tcPr>
          <w:p w14:paraId="75C74CD5" w14:textId="72EEE8B8" w:rsidR="00943750" w:rsidRPr="0089389C" w:rsidRDefault="00DC4F0D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943750" w:rsidRPr="0089389C">
              <w:rPr>
                <w:b/>
                <w:sz w:val="20"/>
              </w:rPr>
              <w:t xml:space="preserve"> </w:t>
            </w:r>
          </w:p>
          <w:p w14:paraId="79DB7A3E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</w:tr>
      <w:tr w:rsidR="00943750" w:rsidRPr="00EC67F8" w14:paraId="186BCF42" w14:textId="77777777" w:rsidTr="0044551A">
        <w:trPr>
          <w:trHeight w:val="297"/>
          <w:jc w:val="center"/>
        </w:trPr>
        <w:tc>
          <w:tcPr>
            <w:tcW w:w="9072" w:type="dxa"/>
            <w:gridSpan w:val="7"/>
          </w:tcPr>
          <w:p w14:paraId="7A834144" w14:textId="77777777"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Добыча полезных ископаемых</w:t>
            </w:r>
          </w:p>
        </w:tc>
      </w:tr>
      <w:tr w:rsidR="00AD0ADD" w:rsidRPr="00EC67F8" w14:paraId="727CE1E2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7AFACCB2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Газ природный и попутный, млн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976" w:type="dxa"/>
            <w:vAlign w:val="bottom"/>
          </w:tcPr>
          <w:p w14:paraId="028BD1F0" w14:textId="4CE9F9CD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8479,8</w:t>
            </w:r>
          </w:p>
        </w:tc>
        <w:tc>
          <w:tcPr>
            <w:tcW w:w="1103" w:type="dxa"/>
            <w:gridSpan w:val="2"/>
            <w:vAlign w:val="bottom"/>
          </w:tcPr>
          <w:p w14:paraId="49018EAC" w14:textId="57145166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5BCB35F3" w14:textId="72EB8B0E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5" w:type="dxa"/>
            <w:gridSpan w:val="2"/>
            <w:vAlign w:val="bottom"/>
          </w:tcPr>
          <w:p w14:paraId="1DE1977A" w14:textId="7F94A62F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AD0ADD" w:rsidRPr="00EC67F8" w14:paraId="25C687C4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3BF28EA4" w14:textId="77777777" w:rsidR="00AD0ADD" w:rsidRPr="00EC67F8" w:rsidRDefault="00AD0ADD" w:rsidP="00AD0ADD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Соль и хлорид натрия чистый, вода морская, т</w:t>
            </w:r>
          </w:p>
        </w:tc>
        <w:tc>
          <w:tcPr>
            <w:tcW w:w="976" w:type="dxa"/>
            <w:vAlign w:val="bottom"/>
          </w:tcPr>
          <w:p w14:paraId="63570703" w14:textId="30B2DA31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1CB4EB56" w14:textId="5C740F85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76,9</w:t>
            </w:r>
          </w:p>
        </w:tc>
        <w:tc>
          <w:tcPr>
            <w:tcW w:w="1094" w:type="dxa"/>
            <w:vAlign w:val="bottom"/>
          </w:tcPr>
          <w:p w14:paraId="63B515A3" w14:textId="4AD59F97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90,7</w:t>
            </w:r>
          </w:p>
        </w:tc>
        <w:tc>
          <w:tcPr>
            <w:tcW w:w="1095" w:type="dxa"/>
            <w:gridSpan w:val="2"/>
            <w:vAlign w:val="bottom"/>
          </w:tcPr>
          <w:p w14:paraId="350BEE6C" w14:textId="560F92A5" w:rsidR="00AD0ADD" w:rsidRPr="0087261F" w:rsidRDefault="00AD0ADD" w:rsidP="00AD0ADD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106,4</w:t>
            </w:r>
          </w:p>
        </w:tc>
      </w:tr>
      <w:tr w:rsidR="00943750" w:rsidRPr="00EC67F8" w14:paraId="3094551C" w14:textId="77777777" w:rsidTr="00C922DF">
        <w:trPr>
          <w:trHeight w:val="73"/>
          <w:jc w:val="center"/>
        </w:trPr>
        <w:tc>
          <w:tcPr>
            <w:tcW w:w="9072" w:type="dxa"/>
            <w:gridSpan w:val="7"/>
          </w:tcPr>
          <w:p w14:paraId="4C533E92" w14:textId="77777777" w:rsidR="00943750" w:rsidRPr="00EC67F8" w:rsidRDefault="00943750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Обрабатывающие производства</w:t>
            </w:r>
          </w:p>
        </w:tc>
      </w:tr>
      <w:tr w:rsidR="00943750" w:rsidRPr="00EC67F8" w14:paraId="09444904" w14:textId="77777777" w:rsidTr="00C922DF">
        <w:trPr>
          <w:trHeight w:val="73"/>
          <w:jc w:val="center"/>
        </w:trPr>
        <w:tc>
          <w:tcPr>
            <w:tcW w:w="9072" w:type="dxa"/>
            <w:gridSpan w:val="7"/>
          </w:tcPr>
          <w:p w14:paraId="4591E67E" w14:textId="77777777" w:rsidR="00943750" w:rsidRPr="00EC67F8" w:rsidRDefault="00943750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Производство пищевых продуктов</w:t>
            </w:r>
          </w:p>
        </w:tc>
      </w:tr>
      <w:tr w:rsidR="00AD0ADD" w:rsidRPr="00EC67F8" w14:paraId="1138C758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1BB1DEBF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Мясо крупного рогатого скота, свинина, баранина, козлятина, конина и мясо прочих животных семейства лошадиных, оленина и мясо прочих животных семейства оленьих (оленевых) парные, остывшие или охлажденные, т</w:t>
            </w:r>
          </w:p>
        </w:tc>
        <w:tc>
          <w:tcPr>
            <w:tcW w:w="976" w:type="dxa"/>
            <w:vAlign w:val="bottom"/>
          </w:tcPr>
          <w:p w14:paraId="11BAF305" w14:textId="7E73BC1C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4C09D20B" w14:textId="7AC4ADF7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64,3</w:t>
            </w:r>
          </w:p>
        </w:tc>
        <w:tc>
          <w:tcPr>
            <w:tcW w:w="1094" w:type="dxa"/>
            <w:vAlign w:val="bottom"/>
          </w:tcPr>
          <w:p w14:paraId="2FCBD7EC" w14:textId="1040D933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64,4</w:t>
            </w:r>
          </w:p>
        </w:tc>
        <w:tc>
          <w:tcPr>
            <w:tcW w:w="1095" w:type="dxa"/>
            <w:gridSpan w:val="2"/>
            <w:vAlign w:val="bottom"/>
          </w:tcPr>
          <w:p w14:paraId="3A27501A" w14:textId="7EDD0556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110,5</w:t>
            </w:r>
          </w:p>
        </w:tc>
      </w:tr>
      <w:tr w:rsidR="00AD0ADD" w:rsidRPr="00EC67F8" w14:paraId="6922E5DF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4A4442E6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Мясо и субпродукты пищевые прочие парные, остывшие, охлажденные или замороженные, т</w:t>
            </w:r>
          </w:p>
        </w:tc>
        <w:tc>
          <w:tcPr>
            <w:tcW w:w="976" w:type="dxa"/>
            <w:vAlign w:val="bottom"/>
          </w:tcPr>
          <w:p w14:paraId="37C759C8" w14:textId="4D99B4C9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75CC1A88" w14:textId="0E6E6102" w:rsidR="00AD0ADD" w:rsidRPr="0087261F" w:rsidRDefault="00AD0ADD" w:rsidP="00AD0ADD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в 2,2р.</w:t>
            </w:r>
          </w:p>
        </w:tc>
        <w:tc>
          <w:tcPr>
            <w:tcW w:w="1094" w:type="dxa"/>
            <w:vAlign w:val="bottom"/>
          </w:tcPr>
          <w:p w14:paraId="3222BB2F" w14:textId="10568B92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в 4,8р.</w:t>
            </w:r>
          </w:p>
        </w:tc>
        <w:tc>
          <w:tcPr>
            <w:tcW w:w="1095" w:type="dxa"/>
            <w:gridSpan w:val="2"/>
            <w:vAlign w:val="bottom"/>
          </w:tcPr>
          <w:p w14:paraId="7973C393" w14:textId="08820660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79,6</w:t>
            </w:r>
          </w:p>
        </w:tc>
      </w:tr>
      <w:tr w:rsidR="00AD0ADD" w:rsidRPr="00EC67F8" w14:paraId="191524C6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7AD9856F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Изделия колбасные, </w:t>
            </w:r>
            <w:proofErr w:type="gramStart"/>
            <w:r w:rsidRPr="00EC67F8">
              <w:rPr>
                <w:b/>
                <w:sz w:val="20"/>
              </w:rPr>
              <w:t>включая  изделия</w:t>
            </w:r>
            <w:proofErr w:type="gramEnd"/>
            <w:r w:rsidRPr="00EC67F8">
              <w:rPr>
                <w:b/>
                <w:sz w:val="20"/>
              </w:rPr>
              <w:t xml:space="preserve"> колбасные</w:t>
            </w:r>
            <w:r w:rsidRPr="00EC67F8">
              <w:rPr>
                <w:b/>
                <w:sz w:val="20"/>
              </w:rPr>
              <w:br/>
              <w:t>для детского питания, т</w:t>
            </w:r>
          </w:p>
        </w:tc>
        <w:tc>
          <w:tcPr>
            <w:tcW w:w="976" w:type="dxa"/>
            <w:vAlign w:val="bottom"/>
          </w:tcPr>
          <w:p w14:paraId="05E0E2F9" w14:textId="20C55658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505,9</w:t>
            </w:r>
          </w:p>
        </w:tc>
        <w:tc>
          <w:tcPr>
            <w:tcW w:w="1103" w:type="dxa"/>
            <w:gridSpan w:val="2"/>
            <w:vAlign w:val="bottom"/>
          </w:tcPr>
          <w:p w14:paraId="1F701073" w14:textId="60A5E416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2933C2C7" w14:textId="4D0AF2D4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5" w:type="dxa"/>
            <w:gridSpan w:val="2"/>
            <w:vAlign w:val="bottom"/>
          </w:tcPr>
          <w:p w14:paraId="41C40C35" w14:textId="37FCA38B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AD0ADD" w:rsidRPr="00EC67F8" w14:paraId="44E27EB1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5B307966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Полуфабрикаты мясные, </w:t>
            </w:r>
            <w:proofErr w:type="spellStart"/>
            <w:r w:rsidRPr="00EC67F8">
              <w:rPr>
                <w:b/>
                <w:sz w:val="20"/>
              </w:rPr>
              <w:t>мясосодержащие</w:t>
            </w:r>
            <w:proofErr w:type="spellEnd"/>
            <w:r w:rsidRPr="00EC67F8">
              <w:rPr>
                <w:b/>
                <w:sz w:val="20"/>
              </w:rPr>
              <w:t>, охлажденные, замороженные, т</w:t>
            </w:r>
          </w:p>
        </w:tc>
        <w:tc>
          <w:tcPr>
            <w:tcW w:w="976" w:type="dxa"/>
            <w:vAlign w:val="bottom"/>
          </w:tcPr>
          <w:p w14:paraId="6DAE241B" w14:textId="0DEB19C3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2047,0</w:t>
            </w:r>
          </w:p>
        </w:tc>
        <w:tc>
          <w:tcPr>
            <w:tcW w:w="1103" w:type="dxa"/>
            <w:gridSpan w:val="2"/>
            <w:vAlign w:val="bottom"/>
          </w:tcPr>
          <w:p w14:paraId="4CAC08C8" w14:textId="57C65957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98,6</w:t>
            </w:r>
          </w:p>
        </w:tc>
        <w:tc>
          <w:tcPr>
            <w:tcW w:w="1094" w:type="dxa"/>
            <w:vAlign w:val="bottom"/>
          </w:tcPr>
          <w:p w14:paraId="7ED9CCED" w14:textId="0CADFED5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98,0</w:t>
            </w:r>
          </w:p>
        </w:tc>
        <w:tc>
          <w:tcPr>
            <w:tcW w:w="1095" w:type="dxa"/>
            <w:gridSpan w:val="2"/>
            <w:vAlign w:val="bottom"/>
          </w:tcPr>
          <w:p w14:paraId="04978C00" w14:textId="03AC063C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97,8</w:t>
            </w:r>
          </w:p>
        </w:tc>
      </w:tr>
      <w:tr w:rsidR="00AD0ADD" w:rsidRPr="00EC67F8" w14:paraId="0AC00891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402329F6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Изделия кулинарные мясные, </w:t>
            </w:r>
            <w:proofErr w:type="spellStart"/>
            <w:r w:rsidRPr="00EC67F8">
              <w:rPr>
                <w:b/>
                <w:sz w:val="20"/>
              </w:rPr>
              <w:t>мясосодержащие</w:t>
            </w:r>
            <w:proofErr w:type="spellEnd"/>
            <w:r w:rsidRPr="00EC67F8">
              <w:rPr>
                <w:b/>
                <w:sz w:val="20"/>
              </w:rPr>
              <w:br/>
              <w:t>и из мяса и субпродуктов птицы охлажденные, замороженные, т</w:t>
            </w:r>
          </w:p>
        </w:tc>
        <w:tc>
          <w:tcPr>
            <w:tcW w:w="976" w:type="dxa"/>
            <w:vAlign w:val="bottom"/>
          </w:tcPr>
          <w:p w14:paraId="200D9E28" w14:textId="0952745C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45792B90" w14:textId="2135569B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81,6</w:t>
            </w:r>
          </w:p>
        </w:tc>
        <w:tc>
          <w:tcPr>
            <w:tcW w:w="1094" w:type="dxa"/>
            <w:vAlign w:val="bottom"/>
          </w:tcPr>
          <w:p w14:paraId="548914A5" w14:textId="6CC12D4A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88,2</w:t>
            </w:r>
          </w:p>
        </w:tc>
        <w:tc>
          <w:tcPr>
            <w:tcW w:w="1095" w:type="dxa"/>
            <w:gridSpan w:val="2"/>
            <w:vAlign w:val="bottom"/>
          </w:tcPr>
          <w:p w14:paraId="29E9D5E9" w14:textId="17C1748A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78,2</w:t>
            </w:r>
          </w:p>
        </w:tc>
      </w:tr>
      <w:tr w:rsidR="00AD0ADD" w:rsidRPr="00EC67F8" w14:paraId="0B2DB5BD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041549A4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Рыба переработанная и консервированная, ракообразные и моллюски, т</w:t>
            </w:r>
          </w:p>
        </w:tc>
        <w:tc>
          <w:tcPr>
            <w:tcW w:w="976" w:type="dxa"/>
            <w:vAlign w:val="bottom"/>
          </w:tcPr>
          <w:p w14:paraId="3FB6DD70" w14:textId="727A0916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24232,7</w:t>
            </w:r>
          </w:p>
        </w:tc>
        <w:tc>
          <w:tcPr>
            <w:tcW w:w="1103" w:type="dxa"/>
            <w:gridSpan w:val="2"/>
            <w:vAlign w:val="bottom"/>
          </w:tcPr>
          <w:p w14:paraId="6559E8C1" w14:textId="0DCC30C2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98,8</w:t>
            </w:r>
          </w:p>
        </w:tc>
        <w:tc>
          <w:tcPr>
            <w:tcW w:w="1094" w:type="dxa"/>
            <w:vAlign w:val="bottom"/>
          </w:tcPr>
          <w:p w14:paraId="45431080" w14:textId="11C7FE88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72,0</w:t>
            </w:r>
          </w:p>
        </w:tc>
        <w:tc>
          <w:tcPr>
            <w:tcW w:w="1095" w:type="dxa"/>
            <w:gridSpan w:val="2"/>
            <w:vAlign w:val="bottom"/>
          </w:tcPr>
          <w:p w14:paraId="38DCD6EB" w14:textId="7DCE60BC" w:rsidR="00AD0ADD" w:rsidRPr="0087261F" w:rsidRDefault="00AD0ADD" w:rsidP="001155C3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в 3,3р.</w:t>
            </w:r>
          </w:p>
        </w:tc>
      </w:tr>
      <w:tr w:rsidR="00AD0ADD" w:rsidRPr="00EC67F8" w14:paraId="36734048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73A1C842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Молоко жидкое обработанное,</w:t>
            </w:r>
            <w:r w:rsidRPr="00EC67F8">
              <w:rPr>
                <w:b/>
                <w:sz w:val="20"/>
              </w:rPr>
              <w:br/>
            </w:r>
            <w:proofErr w:type="gramStart"/>
            <w:r w:rsidRPr="00EC67F8">
              <w:rPr>
                <w:b/>
                <w:sz w:val="20"/>
              </w:rPr>
              <w:t>включая  молоко</w:t>
            </w:r>
            <w:proofErr w:type="gramEnd"/>
            <w:r w:rsidRPr="00EC67F8">
              <w:rPr>
                <w:b/>
                <w:sz w:val="20"/>
              </w:rPr>
              <w:t xml:space="preserve"> для детского питания, т</w:t>
            </w:r>
          </w:p>
        </w:tc>
        <w:tc>
          <w:tcPr>
            <w:tcW w:w="976" w:type="dxa"/>
            <w:vAlign w:val="bottom"/>
          </w:tcPr>
          <w:p w14:paraId="208C7973" w14:textId="5A4413B6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298,5</w:t>
            </w:r>
          </w:p>
        </w:tc>
        <w:tc>
          <w:tcPr>
            <w:tcW w:w="1103" w:type="dxa"/>
            <w:gridSpan w:val="2"/>
            <w:vAlign w:val="bottom"/>
          </w:tcPr>
          <w:p w14:paraId="481BF2CA" w14:textId="3C51713F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733E0A31" w14:textId="0999FA5F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5" w:type="dxa"/>
            <w:gridSpan w:val="2"/>
            <w:vAlign w:val="bottom"/>
          </w:tcPr>
          <w:p w14:paraId="2E19FFB3" w14:textId="2E71952A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93,7</w:t>
            </w:r>
          </w:p>
        </w:tc>
      </w:tr>
      <w:tr w:rsidR="00AD0ADD" w:rsidRPr="00EC67F8" w14:paraId="16C06501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7E75E437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Молоко, кроме сырого, т</w:t>
            </w:r>
          </w:p>
        </w:tc>
        <w:tc>
          <w:tcPr>
            <w:tcW w:w="976" w:type="dxa"/>
            <w:vAlign w:val="bottom"/>
          </w:tcPr>
          <w:p w14:paraId="0BC11EED" w14:textId="4425509A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298,5</w:t>
            </w:r>
          </w:p>
        </w:tc>
        <w:tc>
          <w:tcPr>
            <w:tcW w:w="1103" w:type="dxa"/>
            <w:gridSpan w:val="2"/>
            <w:vAlign w:val="bottom"/>
          </w:tcPr>
          <w:p w14:paraId="0ACC10D7" w14:textId="08ADE61C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51AEB80F" w14:textId="41592510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5" w:type="dxa"/>
            <w:gridSpan w:val="2"/>
            <w:vAlign w:val="bottom"/>
          </w:tcPr>
          <w:p w14:paraId="36D7FAE1" w14:textId="6A286D11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93,7</w:t>
            </w:r>
          </w:p>
        </w:tc>
      </w:tr>
      <w:tr w:rsidR="00AD0ADD" w:rsidRPr="00EC67F8" w14:paraId="03F344A3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6DEF93FA" w14:textId="631DA919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Сыры; </w:t>
            </w:r>
            <w:proofErr w:type="spellStart"/>
            <w:r w:rsidRPr="00EC67F8">
              <w:rPr>
                <w:b/>
                <w:sz w:val="20"/>
              </w:rPr>
              <w:t>молокосодержащие</w:t>
            </w:r>
            <w:proofErr w:type="spellEnd"/>
            <w:r w:rsidRPr="00EC67F8">
              <w:rPr>
                <w:b/>
                <w:sz w:val="20"/>
              </w:rPr>
              <w:t xml:space="preserve"> продукты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с заменителем молочного жира, произведенные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по технологии сыра; творог, т</w:t>
            </w:r>
          </w:p>
        </w:tc>
        <w:tc>
          <w:tcPr>
            <w:tcW w:w="976" w:type="dxa"/>
            <w:vAlign w:val="bottom"/>
          </w:tcPr>
          <w:p w14:paraId="1B0CDC01" w14:textId="40DA2D47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134,1</w:t>
            </w:r>
          </w:p>
        </w:tc>
        <w:tc>
          <w:tcPr>
            <w:tcW w:w="1103" w:type="dxa"/>
            <w:gridSpan w:val="2"/>
            <w:vAlign w:val="bottom"/>
          </w:tcPr>
          <w:p w14:paraId="5760C158" w14:textId="7F0CEA2D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103,7</w:t>
            </w:r>
          </w:p>
        </w:tc>
        <w:tc>
          <w:tcPr>
            <w:tcW w:w="1094" w:type="dxa"/>
            <w:vAlign w:val="bottom"/>
          </w:tcPr>
          <w:p w14:paraId="35E6228A" w14:textId="41395E05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98,3</w:t>
            </w:r>
          </w:p>
        </w:tc>
        <w:tc>
          <w:tcPr>
            <w:tcW w:w="1095" w:type="dxa"/>
            <w:gridSpan w:val="2"/>
            <w:vAlign w:val="bottom"/>
          </w:tcPr>
          <w:p w14:paraId="58C7CC3E" w14:textId="24E75118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86,1</w:t>
            </w:r>
          </w:p>
        </w:tc>
      </w:tr>
      <w:tr w:rsidR="00AD0ADD" w:rsidRPr="00EC67F8" w14:paraId="26CFAA22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269CDA16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Мука из зерновых культур, овощных и других растительных культур; смеси из них, т</w:t>
            </w:r>
          </w:p>
        </w:tc>
        <w:tc>
          <w:tcPr>
            <w:tcW w:w="976" w:type="dxa"/>
            <w:vAlign w:val="bottom"/>
          </w:tcPr>
          <w:p w14:paraId="6A6752A9" w14:textId="0F22F1C1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18DB00FA" w14:textId="276BA9AC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27,0</w:t>
            </w:r>
          </w:p>
        </w:tc>
        <w:tc>
          <w:tcPr>
            <w:tcW w:w="1094" w:type="dxa"/>
            <w:vAlign w:val="bottom"/>
          </w:tcPr>
          <w:p w14:paraId="24C139A9" w14:textId="36935C57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12,1</w:t>
            </w:r>
          </w:p>
        </w:tc>
        <w:tc>
          <w:tcPr>
            <w:tcW w:w="1095" w:type="dxa"/>
            <w:gridSpan w:val="2"/>
            <w:vAlign w:val="bottom"/>
          </w:tcPr>
          <w:p w14:paraId="23CDBCC5" w14:textId="10CB9D23" w:rsidR="00AD0ADD" w:rsidRPr="0087261F" w:rsidRDefault="00AD0ADD" w:rsidP="001155C3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78,1</w:t>
            </w:r>
          </w:p>
        </w:tc>
      </w:tr>
      <w:tr w:rsidR="00AD0ADD" w:rsidRPr="00EC67F8" w14:paraId="720682C6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07BEA8A8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Крупа, т</w:t>
            </w:r>
          </w:p>
        </w:tc>
        <w:tc>
          <w:tcPr>
            <w:tcW w:w="976" w:type="dxa"/>
            <w:vAlign w:val="bottom"/>
          </w:tcPr>
          <w:p w14:paraId="3858E164" w14:textId="40DEF1E1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44CB812F" w14:textId="37BD45C5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113,5</w:t>
            </w:r>
          </w:p>
        </w:tc>
        <w:tc>
          <w:tcPr>
            <w:tcW w:w="1094" w:type="dxa"/>
            <w:vAlign w:val="bottom"/>
          </w:tcPr>
          <w:p w14:paraId="4E27C955" w14:textId="3D4121CD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53,4</w:t>
            </w:r>
          </w:p>
        </w:tc>
        <w:tc>
          <w:tcPr>
            <w:tcW w:w="1095" w:type="dxa"/>
            <w:gridSpan w:val="2"/>
            <w:vAlign w:val="bottom"/>
          </w:tcPr>
          <w:p w14:paraId="676392E0" w14:textId="3BB75D27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51,4</w:t>
            </w:r>
          </w:p>
        </w:tc>
      </w:tr>
      <w:tr w:rsidR="00AD0ADD" w:rsidRPr="00EC67F8" w14:paraId="56DD2E25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7ED3D93E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Хлеб и хлебобулочные изделия, включая полуфабрикаты, т</w:t>
            </w:r>
          </w:p>
        </w:tc>
        <w:tc>
          <w:tcPr>
            <w:tcW w:w="976" w:type="dxa"/>
            <w:vAlign w:val="bottom"/>
          </w:tcPr>
          <w:p w14:paraId="20420E58" w14:textId="5B861D2D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14984,4</w:t>
            </w:r>
          </w:p>
        </w:tc>
        <w:tc>
          <w:tcPr>
            <w:tcW w:w="1103" w:type="dxa"/>
            <w:gridSpan w:val="2"/>
            <w:vAlign w:val="bottom"/>
          </w:tcPr>
          <w:p w14:paraId="212D1253" w14:textId="5D01F9E6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84,6</w:t>
            </w:r>
          </w:p>
        </w:tc>
        <w:tc>
          <w:tcPr>
            <w:tcW w:w="1094" w:type="dxa"/>
            <w:vAlign w:val="bottom"/>
          </w:tcPr>
          <w:p w14:paraId="5924B126" w14:textId="487C6B45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80,6</w:t>
            </w:r>
          </w:p>
        </w:tc>
        <w:tc>
          <w:tcPr>
            <w:tcW w:w="1095" w:type="dxa"/>
            <w:gridSpan w:val="2"/>
            <w:vAlign w:val="bottom"/>
          </w:tcPr>
          <w:p w14:paraId="6FACE514" w14:textId="7EB879F3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98,2</w:t>
            </w:r>
          </w:p>
        </w:tc>
      </w:tr>
      <w:tr w:rsidR="00AD0ADD" w:rsidRPr="00EC67F8" w14:paraId="3A82207A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7E402145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хлебобулочные недлительного хранения, т</w:t>
            </w:r>
          </w:p>
        </w:tc>
        <w:tc>
          <w:tcPr>
            <w:tcW w:w="976" w:type="dxa"/>
            <w:vAlign w:val="bottom"/>
          </w:tcPr>
          <w:p w14:paraId="7D49607B" w14:textId="464322BA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14538,1</w:t>
            </w:r>
          </w:p>
        </w:tc>
        <w:tc>
          <w:tcPr>
            <w:tcW w:w="1103" w:type="dxa"/>
            <w:gridSpan w:val="2"/>
            <w:vAlign w:val="bottom"/>
          </w:tcPr>
          <w:p w14:paraId="030737D0" w14:textId="1E21C9D3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82,8</w:t>
            </w:r>
          </w:p>
        </w:tc>
        <w:tc>
          <w:tcPr>
            <w:tcW w:w="1094" w:type="dxa"/>
            <w:vAlign w:val="bottom"/>
          </w:tcPr>
          <w:p w14:paraId="46F4D40B" w14:textId="243145E3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79,3</w:t>
            </w:r>
          </w:p>
        </w:tc>
        <w:tc>
          <w:tcPr>
            <w:tcW w:w="1095" w:type="dxa"/>
            <w:gridSpan w:val="2"/>
            <w:vAlign w:val="bottom"/>
          </w:tcPr>
          <w:p w14:paraId="39778DA7" w14:textId="34B94043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98,8</w:t>
            </w:r>
          </w:p>
        </w:tc>
      </w:tr>
      <w:tr w:rsidR="00AD0ADD" w:rsidRPr="00EC67F8" w14:paraId="149E3E12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2D24B5DF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макаронные и аналогичные мучные изделия, т</w:t>
            </w:r>
          </w:p>
        </w:tc>
        <w:tc>
          <w:tcPr>
            <w:tcW w:w="976" w:type="dxa"/>
            <w:vAlign w:val="bottom"/>
          </w:tcPr>
          <w:p w14:paraId="746205C6" w14:textId="3E1B967C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280,3</w:t>
            </w:r>
          </w:p>
        </w:tc>
        <w:tc>
          <w:tcPr>
            <w:tcW w:w="1103" w:type="dxa"/>
            <w:gridSpan w:val="2"/>
            <w:vAlign w:val="bottom"/>
          </w:tcPr>
          <w:p w14:paraId="6F846DFE" w14:textId="29240B5B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467CAD39" w14:textId="00431C80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5" w:type="dxa"/>
            <w:gridSpan w:val="2"/>
            <w:vAlign w:val="bottom"/>
          </w:tcPr>
          <w:p w14:paraId="380E389A" w14:textId="52DB0067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AD0ADD" w:rsidRPr="00EC67F8" w14:paraId="1E554E66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15BFEF04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Кондитерские изделия, т</w:t>
            </w:r>
          </w:p>
        </w:tc>
        <w:tc>
          <w:tcPr>
            <w:tcW w:w="976" w:type="dxa"/>
            <w:vAlign w:val="bottom"/>
          </w:tcPr>
          <w:p w14:paraId="7F4121F3" w14:textId="645CD830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2393,4</w:t>
            </w:r>
          </w:p>
        </w:tc>
        <w:tc>
          <w:tcPr>
            <w:tcW w:w="1103" w:type="dxa"/>
            <w:gridSpan w:val="2"/>
            <w:vAlign w:val="bottom"/>
          </w:tcPr>
          <w:p w14:paraId="00C05BA5" w14:textId="70D12DBD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81,6</w:t>
            </w:r>
          </w:p>
        </w:tc>
        <w:tc>
          <w:tcPr>
            <w:tcW w:w="1094" w:type="dxa"/>
            <w:vAlign w:val="bottom"/>
          </w:tcPr>
          <w:p w14:paraId="6E887FDD" w14:textId="302E367B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62,0</w:t>
            </w:r>
          </w:p>
        </w:tc>
        <w:tc>
          <w:tcPr>
            <w:tcW w:w="1095" w:type="dxa"/>
            <w:gridSpan w:val="2"/>
            <w:vAlign w:val="bottom"/>
          </w:tcPr>
          <w:p w14:paraId="059E2099" w14:textId="534F3724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98,3</w:t>
            </w:r>
          </w:p>
        </w:tc>
      </w:tr>
      <w:tr w:rsidR="00AD0ADD" w:rsidRPr="00EC67F8" w14:paraId="3C3B2E34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49AD571A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Комбикорма, т</w:t>
            </w:r>
          </w:p>
        </w:tc>
        <w:tc>
          <w:tcPr>
            <w:tcW w:w="976" w:type="dxa"/>
            <w:vAlign w:val="bottom"/>
          </w:tcPr>
          <w:p w14:paraId="19F35531" w14:textId="132B058C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2717FCFD" w14:textId="01E3C96F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99,6</w:t>
            </w:r>
          </w:p>
        </w:tc>
        <w:tc>
          <w:tcPr>
            <w:tcW w:w="1094" w:type="dxa"/>
            <w:vAlign w:val="bottom"/>
          </w:tcPr>
          <w:p w14:paraId="5E5134A0" w14:textId="6D75BEBB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99,3</w:t>
            </w:r>
          </w:p>
        </w:tc>
        <w:tc>
          <w:tcPr>
            <w:tcW w:w="1095" w:type="dxa"/>
            <w:gridSpan w:val="2"/>
            <w:vAlign w:val="bottom"/>
          </w:tcPr>
          <w:p w14:paraId="6C5CB93C" w14:textId="2F115DD9" w:rsidR="00AD0ADD" w:rsidRPr="0087261F" w:rsidRDefault="00AD0ADD" w:rsidP="001155C3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в 2,4р.</w:t>
            </w:r>
          </w:p>
        </w:tc>
      </w:tr>
      <w:tr w:rsidR="00943750" w:rsidRPr="00EC67F8" w14:paraId="505EFEBE" w14:textId="77777777" w:rsidTr="00C922DF">
        <w:trPr>
          <w:trHeight w:val="73"/>
          <w:jc w:val="center"/>
        </w:trPr>
        <w:tc>
          <w:tcPr>
            <w:tcW w:w="9072" w:type="dxa"/>
            <w:gridSpan w:val="7"/>
          </w:tcPr>
          <w:p w14:paraId="45686106" w14:textId="77777777"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напитков</w:t>
            </w:r>
          </w:p>
        </w:tc>
      </w:tr>
      <w:tr w:rsidR="00AD0ADD" w:rsidRPr="00EC67F8" w14:paraId="3124114A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675F9783" w14:textId="40FB69F0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Пиво, кроме отходов пивоварения,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тыс. декалитров</w:t>
            </w:r>
          </w:p>
        </w:tc>
        <w:tc>
          <w:tcPr>
            <w:tcW w:w="976" w:type="dxa"/>
            <w:vAlign w:val="bottom"/>
          </w:tcPr>
          <w:p w14:paraId="59446A49" w14:textId="076E8840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91,3</w:t>
            </w:r>
          </w:p>
        </w:tc>
        <w:tc>
          <w:tcPr>
            <w:tcW w:w="1103" w:type="dxa"/>
            <w:gridSpan w:val="2"/>
            <w:vAlign w:val="bottom"/>
          </w:tcPr>
          <w:p w14:paraId="30AE495D" w14:textId="2C1A7C77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29413C45" w14:textId="3233997E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5" w:type="dxa"/>
            <w:gridSpan w:val="2"/>
            <w:vAlign w:val="bottom"/>
          </w:tcPr>
          <w:p w14:paraId="46B1E17B" w14:textId="53A936EF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65,3</w:t>
            </w:r>
          </w:p>
        </w:tc>
      </w:tr>
      <w:tr w:rsidR="00AD0ADD" w:rsidRPr="00EC67F8" w14:paraId="5F2C4A94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4FB8030C" w14:textId="345132D1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Воды минеральные природные питьевые и воды питьевые, расфасованные в емкости,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 xml:space="preserve">не содержащие добавки сахара или других подслащивающих или </w:t>
            </w:r>
            <w:proofErr w:type="spellStart"/>
            <w:r w:rsidRPr="00EC67F8">
              <w:rPr>
                <w:b/>
                <w:sz w:val="20"/>
              </w:rPr>
              <w:t>вкусоароматических</w:t>
            </w:r>
            <w:proofErr w:type="spellEnd"/>
            <w:r w:rsidRPr="00EC67F8">
              <w:rPr>
                <w:b/>
                <w:sz w:val="20"/>
              </w:rPr>
              <w:t xml:space="preserve"> веществ, тыс. полулитров</w:t>
            </w:r>
          </w:p>
        </w:tc>
        <w:tc>
          <w:tcPr>
            <w:tcW w:w="976" w:type="dxa"/>
            <w:vAlign w:val="bottom"/>
          </w:tcPr>
          <w:p w14:paraId="6159C1EB" w14:textId="1AAA0BD4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4B71370D" w14:textId="45B86BEA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97,9</w:t>
            </w:r>
          </w:p>
        </w:tc>
        <w:tc>
          <w:tcPr>
            <w:tcW w:w="1094" w:type="dxa"/>
            <w:vAlign w:val="bottom"/>
          </w:tcPr>
          <w:p w14:paraId="5159D007" w14:textId="53DFA733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102,9</w:t>
            </w:r>
          </w:p>
        </w:tc>
        <w:tc>
          <w:tcPr>
            <w:tcW w:w="1095" w:type="dxa"/>
            <w:gridSpan w:val="2"/>
            <w:vAlign w:val="bottom"/>
          </w:tcPr>
          <w:p w14:paraId="7D8E825E" w14:textId="0EDAE4AD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80,4</w:t>
            </w:r>
          </w:p>
        </w:tc>
      </w:tr>
      <w:tr w:rsidR="00AD0ADD" w:rsidRPr="00EC67F8" w14:paraId="7AC0BAF3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4136087A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Напитки безалкогольные прочие, тыс. декалитров</w:t>
            </w:r>
          </w:p>
        </w:tc>
        <w:tc>
          <w:tcPr>
            <w:tcW w:w="976" w:type="dxa"/>
            <w:vAlign w:val="bottom"/>
          </w:tcPr>
          <w:p w14:paraId="50EFFBB3" w14:textId="15573737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2197D187" w14:textId="3ABAA001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82,7</w:t>
            </w:r>
          </w:p>
        </w:tc>
        <w:tc>
          <w:tcPr>
            <w:tcW w:w="1094" w:type="dxa"/>
            <w:vAlign w:val="bottom"/>
          </w:tcPr>
          <w:p w14:paraId="584DF72B" w14:textId="2255727A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101,0</w:t>
            </w:r>
          </w:p>
        </w:tc>
        <w:tc>
          <w:tcPr>
            <w:tcW w:w="1095" w:type="dxa"/>
            <w:gridSpan w:val="2"/>
            <w:vAlign w:val="bottom"/>
          </w:tcPr>
          <w:p w14:paraId="420FFF44" w14:textId="2A6FEC6F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74,7</w:t>
            </w:r>
          </w:p>
        </w:tc>
      </w:tr>
      <w:tr w:rsidR="00943750" w:rsidRPr="00EC67F8" w14:paraId="442D7884" w14:textId="77777777" w:rsidTr="00C922DF">
        <w:trPr>
          <w:trHeight w:val="73"/>
          <w:jc w:val="center"/>
        </w:trPr>
        <w:tc>
          <w:tcPr>
            <w:tcW w:w="9072" w:type="dxa"/>
            <w:gridSpan w:val="7"/>
          </w:tcPr>
          <w:p w14:paraId="4ED10805" w14:textId="77777777"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текстильных изделий</w:t>
            </w:r>
          </w:p>
        </w:tc>
      </w:tr>
      <w:tr w:rsidR="00AD0ADD" w:rsidRPr="00EC67F8" w14:paraId="3E8E7297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1F752B7C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Ткани из стекловолокна (включая узкие ткани), т</w:t>
            </w:r>
          </w:p>
        </w:tc>
        <w:tc>
          <w:tcPr>
            <w:tcW w:w="1000" w:type="dxa"/>
            <w:gridSpan w:val="2"/>
            <w:vAlign w:val="bottom"/>
          </w:tcPr>
          <w:p w14:paraId="6D11EB1E" w14:textId="559AE46C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79" w:type="dxa"/>
            <w:vAlign w:val="bottom"/>
          </w:tcPr>
          <w:p w14:paraId="6375CB24" w14:textId="71EE478B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90,5</w:t>
            </w:r>
          </w:p>
        </w:tc>
        <w:tc>
          <w:tcPr>
            <w:tcW w:w="1094" w:type="dxa"/>
            <w:vAlign w:val="bottom"/>
          </w:tcPr>
          <w:p w14:paraId="38FF1DFD" w14:textId="536787FA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97,3</w:t>
            </w:r>
          </w:p>
        </w:tc>
        <w:tc>
          <w:tcPr>
            <w:tcW w:w="1095" w:type="dxa"/>
            <w:gridSpan w:val="2"/>
            <w:vAlign w:val="bottom"/>
          </w:tcPr>
          <w:p w14:paraId="2E2E3AB1" w14:textId="1AE4B5AD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99,4</w:t>
            </w:r>
          </w:p>
        </w:tc>
      </w:tr>
      <w:tr w:rsidR="00AD0ADD" w:rsidRPr="00EC67F8" w14:paraId="66F63EE3" w14:textId="77777777" w:rsidTr="00362DA1">
        <w:trPr>
          <w:trHeight w:val="227"/>
          <w:jc w:val="center"/>
        </w:trPr>
        <w:tc>
          <w:tcPr>
            <w:tcW w:w="4804" w:type="dxa"/>
            <w:vAlign w:val="bottom"/>
          </w:tcPr>
          <w:p w14:paraId="79CEDFF9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Канаты, веревки, шпагат и сети, кроме отходов, т</w:t>
            </w:r>
          </w:p>
        </w:tc>
        <w:tc>
          <w:tcPr>
            <w:tcW w:w="1000" w:type="dxa"/>
            <w:gridSpan w:val="2"/>
            <w:vAlign w:val="bottom"/>
          </w:tcPr>
          <w:p w14:paraId="10733A7D" w14:textId="3A5BAD8D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79" w:type="dxa"/>
            <w:vAlign w:val="bottom"/>
          </w:tcPr>
          <w:p w14:paraId="2F977799" w14:textId="15B6577A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94,1</w:t>
            </w:r>
          </w:p>
        </w:tc>
        <w:tc>
          <w:tcPr>
            <w:tcW w:w="1094" w:type="dxa"/>
            <w:vAlign w:val="bottom"/>
          </w:tcPr>
          <w:p w14:paraId="60D3E62C" w14:textId="25DC9633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78,4</w:t>
            </w:r>
          </w:p>
        </w:tc>
        <w:tc>
          <w:tcPr>
            <w:tcW w:w="1095" w:type="dxa"/>
            <w:gridSpan w:val="2"/>
            <w:vAlign w:val="bottom"/>
          </w:tcPr>
          <w:p w14:paraId="3C320BAA" w14:textId="79F721EA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68,2</w:t>
            </w:r>
          </w:p>
        </w:tc>
      </w:tr>
    </w:tbl>
    <w:p w14:paraId="57F23B98" w14:textId="4469C984" w:rsidR="00943750" w:rsidRDefault="00943750" w:rsidP="00943750">
      <w:pPr>
        <w:jc w:val="right"/>
        <w:rPr>
          <w:b/>
          <w:sz w:val="20"/>
        </w:rPr>
      </w:pPr>
      <w:r>
        <w:rPr>
          <w:b/>
          <w:sz w:val="20"/>
        </w:rPr>
        <w:tab/>
      </w:r>
    </w:p>
    <w:p w14:paraId="0F2C339D" w14:textId="2436734E" w:rsidR="00943750" w:rsidRPr="00943750" w:rsidRDefault="00943750" w:rsidP="00AA2072">
      <w:pPr>
        <w:spacing w:after="120"/>
        <w:jc w:val="right"/>
        <w:rPr>
          <w:sz w:val="20"/>
        </w:rPr>
      </w:pPr>
      <w:r w:rsidRPr="00943750">
        <w:rPr>
          <w:sz w:val="20"/>
        </w:rPr>
        <w:lastRenderedPageBreak/>
        <w:t>Продолжение приложения 1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90"/>
        <w:gridCol w:w="980"/>
        <w:gridCol w:w="11"/>
        <w:gridCol w:w="1094"/>
        <w:gridCol w:w="1094"/>
        <w:gridCol w:w="9"/>
        <w:gridCol w:w="1094"/>
      </w:tblGrid>
      <w:tr w:rsidR="00943750" w:rsidRPr="00EC67F8" w14:paraId="2C147B94" w14:textId="77777777" w:rsidTr="00362DA1">
        <w:trPr>
          <w:trHeight w:val="729"/>
          <w:jc w:val="center"/>
        </w:trPr>
        <w:tc>
          <w:tcPr>
            <w:tcW w:w="4790" w:type="dxa"/>
            <w:vMerge w:val="restart"/>
            <w:vAlign w:val="center"/>
          </w:tcPr>
          <w:p w14:paraId="729C351A" w14:textId="77777777"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991" w:type="dxa"/>
            <w:gridSpan w:val="2"/>
            <w:vMerge w:val="restart"/>
            <w:vAlign w:val="center"/>
          </w:tcPr>
          <w:p w14:paraId="6DAE10C4" w14:textId="7257E589"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Январь-</w:t>
            </w:r>
            <w:r w:rsidR="00DC4F0D">
              <w:rPr>
                <w:b/>
                <w:sz w:val="20"/>
              </w:rPr>
              <w:t>сентябрь</w:t>
            </w:r>
          </w:p>
          <w:p w14:paraId="49C625D0" w14:textId="77777777"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  <w:tc>
          <w:tcPr>
            <w:tcW w:w="1094" w:type="dxa"/>
            <w:vMerge w:val="restart"/>
            <w:vAlign w:val="center"/>
          </w:tcPr>
          <w:p w14:paraId="51A58B15" w14:textId="23FE6ACD"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proofErr w:type="gramStart"/>
            <w:r w:rsidRPr="0089389C">
              <w:rPr>
                <w:b/>
                <w:sz w:val="20"/>
              </w:rPr>
              <w:t>В  %</w:t>
            </w:r>
            <w:proofErr w:type="gramEnd"/>
            <w:r w:rsidRPr="0089389C">
              <w:rPr>
                <w:b/>
                <w:sz w:val="20"/>
              </w:rPr>
              <w:t xml:space="preserve">  к январю-</w:t>
            </w:r>
            <w:r w:rsidR="00DC4F0D">
              <w:rPr>
                <w:b/>
                <w:sz w:val="20"/>
              </w:rPr>
              <w:t>сентябрю</w:t>
            </w:r>
          </w:p>
          <w:p w14:paraId="56D57B65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2197" w:type="dxa"/>
            <w:gridSpan w:val="3"/>
            <w:vAlign w:val="center"/>
          </w:tcPr>
          <w:p w14:paraId="56EBB891" w14:textId="60586415" w:rsidR="00943750" w:rsidRPr="0089389C" w:rsidRDefault="00DC4F0D" w:rsidP="00C922DF">
            <w:pPr>
              <w:ind w:left="-85" w:right="-85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943750" w:rsidRPr="0089389C">
              <w:rPr>
                <w:b/>
                <w:sz w:val="20"/>
              </w:rPr>
              <w:t xml:space="preserve"> 2024</w:t>
            </w:r>
            <w:r w:rsidR="00943750" w:rsidRPr="0089389C">
              <w:rPr>
                <w:b/>
                <w:sz w:val="20"/>
              </w:rPr>
              <w:br/>
            </w:r>
            <w:proofErr w:type="gramStart"/>
            <w:r w:rsidR="00943750" w:rsidRPr="0089389C">
              <w:rPr>
                <w:b/>
                <w:sz w:val="20"/>
              </w:rPr>
              <w:t>в  %</w:t>
            </w:r>
            <w:proofErr w:type="gramEnd"/>
            <w:r w:rsidR="00943750" w:rsidRPr="0089389C">
              <w:rPr>
                <w:b/>
                <w:sz w:val="20"/>
              </w:rPr>
              <w:t xml:space="preserve">  к</w:t>
            </w:r>
          </w:p>
        </w:tc>
      </w:tr>
      <w:tr w:rsidR="00943750" w:rsidRPr="00EC67F8" w14:paraId="3946D0CE" w14:textId="77777777" w:rsidTr="00362DA1">
        <w:trPr>
          <w:trHeight w:val="681"/>
          <w:jc w:val="center"/>
        </w:trPr>
        <w:tc>
          <w:tcPr>
            <w:tcW w:w="4790" w:type="dxa"/>
            <w:vMerge/>
            <w:vAlign w:val="center"/>
          </w:tcPr>
          <w:p w14:paraId="28D59BA2" w14:textId="77777777"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991" w:type="dxa"/>
            <w:gridSpan w:val="2"/>
            <w:vMerge/>
            <w:vAlign w:val="center"/>
          </w:tcPr>
          <w:p w14:paraId="25C0588A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094" w:type="dxa"/>
            <w:vMerge/>
          </w:tcPr>
          <w:p w14:paraId="5F1172EF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094" w:type="dxa"/>
            <w:vAlign w:val="center"/>
          </w:tcPr>
          <w:p w14:paraId="3B731BA2" w14:textId="0802282F" w:rsidR="00943750" w:rsidRPr="0089389C" w:rsidRDefault="00DC4F0D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</w:p>
          <w:p w14:paraId="49F7E367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1103" w:type="dxa"/>
            <w:gridSpan w:val="2"/>
            <w:vAlign w:val="center"/>
          </w:tcPr>
          <w:p w14:paraId="45DBC02F" w14:textId="218E7FEC" w:rsidR="00943750" w:rsidRPr="0089389C" w:rsidRDefault="00DC4F0D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</w:p>
          <w:p w14:paraId="1A6895C8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</w:tr>
      <w:tr w:rsidR="00AD0ADD" w:rsidRPr="00EC67F8" w14:paraId="0AA4188B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6CC53CAF" w14:textId="0D2C84F2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Ткани трикотажные пропитанные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</w:t>
            </w:r>
            <w:r>
              <w:rPr>
                <w:b/>
                <w:sz w:val="20"/>
              </w:rPr>
              <w:t xml:space="preserve"> </w:t>
            </w:r>
            <w:r w:rsidRPr="00EC67F8">
              <w:rPr>
                <w:b/>
                <w:sz w:val="20"/>
              </w:rPr>
              <w:t>с</w:t>
            </w:r>
            <w:r>
              <w:rPr>
                <w:b/>
                <w:sz w:val="20"/>
              </w:rPr>
              <w:t xml:space="preserve"> </w:t>
            </w:r>
            <w:r w:rsidRPr="00EC67F8">
              <w:rPr>
                <w:b/>
                <w:sz w:val="20"/>
              </w:rPr>
              <w:t>покрытием, не включенные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в другие группировки, тыс.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980" w:type="dxa"/>
            <w:vAlign w:val="bottom"/>
          </w:tcPr>
          <w:p w14:paraId="65B5FB36" w14:textId="43D4B0A9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5" w:type="dxa"/>
            <w:gridSpan w:val="2"/>
            <w:vAlign w:val="bottom"/>
          </w:tcPr>
          <w:p w14:paraId="1173275A" w14:textId="384E9277" w:rsidR="00AD0ADD" w:rsidRPr="0087261F" w:rsidRDefault="00AD0ADD" w:rsidP="00AD0ADD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в 2,7р.</w:t>
            </w:r>
          </w:p>
        </w:tc>
        <w:tc>
          <w:tcPr>
            <w:tcW w:w="1103" w:type="dxa"/>
            <w:gridSpan w:val="2"/>
            <w:vAlign w:val="bottom"/>
          </w:tcPr>
          <w:p w14:paraId="09B96E48" w14:textId="263FB505" w:rsidR="00AD0ADD" w:rsidRPr="0087261F" w:rsidRDefault="00AD0ADD" w:rsidP="00AD0ADD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в 2,3р.</w:t>
            </w:r>
          </w:p>
        </w:tc>
        <w:tc>
          <w:tcPr>
            <w:tcW w:w="1094" w:type="dxa"/>
            <w:vAlign w:val="bottom"/>
          </w:tcPr>
          <w:p w14:paraId="29C877AE" w14:textId="0A2E8D5C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104,0</w:t>
            </w:r>
          </w:p>
        </w:tc>
      </w:tr>
      <w:tr w:rsidR="00AD0ADD" w:rsidRPr="00EC67F8" w14:paraId="3B5F218B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544E472A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Ткани, пропитанные поливинилхлоридной композицией, или с покрытием из </w:t>
            </w:r>
            <w:proofErr w:type="spellStart"/>
            <w:proofErr w:type="gramStart"/>
            <w:r w:rsidRPr="00EC67F8">
              <w:rPr>
                <w:b/>
                <w:sz w:val="20"/>
              </w:rPr>
              <w:t>поливи-нилхлорида</w:t>
            </w:r>
            <w:proofErr w:type="spellEnd"/>
            <w:proofErr w:type="gramEnd"/>
            <w:r w:rsidRPr="00EC67F8">
              <w:rPr>
                <w:b/>
                <w:sz w:val="20"/>
              </w:rPr>
              <w:t>, тыс.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980" w:type="dxa"/>
            <w:vAlign w:val="bottom"/>
          </w:tcPr>
          <w:p w14:paraId="5A0CF8B6" w14:textId="73FE31A7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5" w:type="dxa"/>
            <w:gridSpan w:val="2"/>
            <w:vAlign w:val="bottom"/>
          </w:tcPr>
          <w:p w14:paraId="3EAE51E2" w14:textId="6636FFB1" w:rsidR="00AD0ADD" w:rsidRPr="0087261F" w:rsidRDefault="00AD0ADD" w:rsidP="00AD0ADD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в 2,7р.</w:t>
            </w:r>
          </w:p>
        </w:tc>
        <w:tc>
          <w:tcPr>
            <w:tcW w:w="1103" w:type="dxa"/>
            <w:gridSpan w:val="2"/>
            <w:vAlign w:val="bottom"/>
          </w:tcPr>
          <w:p w14:paraId="408816EE" w14:textId="6F3934EB" w:rsidR="00AD0ADD" w:rsidRPr="0087261F" w:rsidRDefault="00AD0ADD" w:rsidP="00AD0ADD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в 2,3р.</w:t>
            </w:r>
          </w:p>
        </w:tc>
        <w:tc>
          <w:tcPr>
            <w:tcW w:w="1094" w:type="dxa"/>
            <w:vAlign w:val="bottom"/>
          </w:tcPr>
          <w:p w14:paraId="3FE47B68" w14:textId="7B75924E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104,0</w:t>
            </w:r>
          </w:p>
        </w:tc>
      </w:tr>
      <w:tr w:rsidR="00943750" w:rsidRPr="00EC67F8" w14:paraId="6D7A1C72" w14:textId="77777777" w:rsidTr="00C922DF">
        <w:trPr>
          <w:trHeight w:val="115"/>
          <w:jc w:val="center"/>
        </w:trPr>
        <w:tc>
          <w:tcPr>
            <w:tcW w:w="9072" w:type="dxa"/>
            <w:gridSpan w:val="7"/>
            <w:vAlign w:val="bottom"/>
          </w:tcPr>
          <w:p w14:paraId="4B96A664" w14:textId="77777777" w:rsidR="00943750" w:rsidRPr="00EC67F8" w:rsidRDefault="00943750" w:rsidP="00C922DF">
            <w:pPr>
              <w:ind w:right="170" w:firstLineChars="100" w:firstLine="200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Производство одежды</w:t>
            </w:r>
          </w:p>
        </w:tc>
      </w:tr>
      <w:tr w:rsidR="00AD0ADD" w:rsidRPr="00EC67F8" w14:paraId="001DBB12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00A2449E" w14:textId="77777777" w:rsidR="00AD0ADD" w:rsidRPr="00EC67F8" w:rsidRDefault="00AD0ADD" w:rsidP="00AD0ADD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Спецодежда, тыс. шт.</w:t>
            </w:r>
          </w:p>
        </w:tc>
        <w:tc>
          <w:tcPr>
            <w:tcW w:w="991" w:type="dxa"/>
            <w:gridSpan w:val="2"/>
            <w:vAlign w:val="bottom"/>
          </w:tcPr>
          <w:p w14:paraId="6C2F16F8" w14:textId="4B4C0557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61,8</w:t>
            </w:r>
          </w:p>
        </w:tc>
        <w:tc>
          <w:tcPr>
            <w:tcW w:w="1094" w:type="dxa"/>
            <w:vAlign w:val="bottom"/>
          </w:tcPr>
          <w:p w14:paraId="6591236D" w14:textId="44FCE68F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90,4</w:t>
            </w:r>
          </w:p>
        </w:tc>
        <w:tc>
          <w:tcPr>
            <w:tcW w:w="1094" w:type="dxa"/>
            <w:vAlign w:val="bottom"/>
          </w:tcPr>
          <w:p w14:paraId="0C08F13B" w14:textId="08D7C8ED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69,1</w:t>
            </w:r>
          </w:p>
        </w:tc>
        <w:tc>
          <w:tcPr>
            <w:tcW w:w="1103" w:type="dxa"/>
            <w:gridSpan w:val="2"/>
            <w:vAlign w:val="bottom"/>
          </w:tcPr>
          <w:p w14:paraId="4E1B15BC" w14:textId="1E4EE046" w:rsidR="00AD0ADD" w:rsidRPr="0087261F" w:rsidRDefault="00AD0ADD" w:rsidP="00AD0ADD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33,3</w:t>
            </w:r>
          </w:p>
        </w:tc>
      </w:tr>
      <w:tr w:rsidR="00AD0ADD" w:rsidRPr="00EC67F8" w14:paraId="573E211A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0F9E58FD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трикотажные или вязаные, тыс. шт.</w:t>
            </w:r>
          </w:p>
        </w:tc>
        <w:tc>
          <w:tcPr>
            <w:tcW w:w="991" w:type="dxa"/>
            <w:gridSpan w:val="2"/>
            <w:vAlign w:val="bottom"/>
          </w:tcPr>
          <w:p w14:paraId="48C8A546" w14:textId="0A6BCD12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125,9</w:t>
            </w:r>
          </w:p>
        </w:tc>
        <w:tc>
          <w:tcPr>
            <w:tcW w:w="1094" w:type="dxa"/>
            <w:vAlign w:val="bottom"/>
          </w:tcPr>
          <w:p w14:paraId="54793B96" w14:textId="702E14FA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112,0</w:t>
            </w:r>
          </w:p>
        </w:tc>
        <w:tc>
          <w:tcPr>
            <w:tcW w:w="1094" w:type="dxa"/>
            <w:vAlign w:val="bottom"/>
          </w:tcPr>
          <w:p w14:paraId="49EFCEA5" w14:textId="7D2A1BEE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72,4</w:t>
            </w:r>
          </w:p>
        </w:tc>
        <w:tc>
          <w:tcPr>
            <w:tcW w:w="1103" w:type="dxa"/>
            <w:gridSpan w:val="2"/>
            <w:vAlign w:val="bottom"/>
          </w:tcPr>
          <w:p w14:paraId="0FD77207" w14:textId="332B81D1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78,0</w:t>
            </w:r>
          </w:p>
        </w:tc>
      </w:tr>
      <w:tr w:rsidR="00AD0ADD" w:rsidRPr="00EC67F8" w14:paraId="4CFCE05A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0588C2E2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Одежда верхняя трикотажная или вязаная, </w:t>
            </w:r>
            <w:proofErr w:type="spellStart"/>
            <w:r w:rsidRPr="00EC67F8">
              <w:rPr>
                <w:b/>
                <w:sz w:val="20"/>
              </w:rPr>
              <w:t>тыс.шт</w:t>
            </w:r>
            <w:proofErr w:type="spellEnd"/>
            <w:r w:rsidRPr="00EC67F8">
              <w:rPr>
                <w:b/>
                <w:sz w:val="20"/>
              </w:rPr>
              <w:t>.</w:t>
            </w:r>
          </w:p>
        </w:tc>
        <w:tc>
          <w:tcPr>
            <w:tcW w:w="991" w:type="dxa"/>
            <w:gridSpan w:val="2"/>
            <w:vAlign w:val="bottom"/>
          </w:tcPr>
          <w:p w14:paraId="6AA902CF" w14:textId="12C0BB98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70DDAD91" w14:textId="44EFF32C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78,4</w:t>
            </w:r>
          </w:p>
        </w:tc>
        <w:tc>
          <w:tcPr>
            <w:tcW w:w="1094" w:type="dxa"/>
            <w:vAlign w:val="bottom"/>
          </w:tcPr>
          <w:p w14:paraId="035882E0" w14:textId="6548856C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58,9</w:t>
            </w:r>
          </w:p>
        </w:tc>
        <w:tc>
          <w:tcPr>
            <w:tcW w:w="1103" w:type="dxa"/>
            <w:gridSpan w:val="2"/>
            <w:vAlign w:val="bottom"/>
          </w:tcPr>
          <w:p w14:paraId="75A16DC4" w14:textId="0FFC321A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78,7</w:t>
            </w:r>
          </w:p>
        </w:tc>
      </w:tr>
      <w:tr w:rsidR="00AD0ADD" w:rsidRPr="00EC67F8" w14:paraId="642B5EB5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1C37C91E" w14:textId="77777777" w:rsidR="00AD0ADD" w:rsidRPr="00EC67F8" w:rsidRDefault="00AD0ADD" w:rsidP="00AD0ADD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Костюмы, комплекты, пиджаки, блейзеры, брюки, комбинезоны с нагрудниками и лямками, бриджи и шорты, мужские или для мальчиков трикотажные или вязаные, тыс. шт.</w:t>
            </w:r>
          </w:p>
        </w:tc>
        <w:tc>
          <w:tcPr>
            <w:tcW w:w="991" w:type="dxa"/>
            <w:gridSpan w:val="2"/>
            <w:vAlign w:val="bottom"/>
          </w:tcPr>
          <w:p w14:paraId="232B575F" w14:textId="745B3664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0,1</w:t>
            </w:r>
          </w:p>
        </w:tc>
        <w:tc>
          <w:tcPr>
            <w:tcW w:w="1094" w:type="dxa"/>
            <w:vAlign w:val="bottom"/>
          </w:tcPr>
          <w:p w14:paraId="50C39853" w14:textId="19517805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7AB7868F" w14:textId="7D6824BB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103" w:type="dxa"/>
            <w:gridSpan w:val="2"/>
            <w:vAlign w:val="bottom"/>
          </w:tcPr>
          <w:p w14:paraId="6DB2170E" w14:textId="47494A76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AD0ADD" w:rsidRPr="00EC67F8" w14:paraId="7CA63A4C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6EDD31DF" w14:textId="10AB6576" w:rsidR="00AD0ADD" w:rsidRPr="00EC67F8" w:rsidRDefault="00AD0ADD" w:rsidP="00AD0ADD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Костюмы, комплекты, жакеты, блейзеры, платья, юбки, юбки-брюки, брюки, комбинезоны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с нагрудниками и лямками, бриджи и шорты, женские</w:t>
            </w:r>
            <w:r>
              <w:rPr>
                <w:b/>
                <w:sz w:val="20"/>
              </w:rPr>
              <w:t xml:space="preserve"> </w:t>
            </w:r>
            <w:r w:rsidRPr="00EC67F8">
              <w:rPr>
                <w:b/>
                <w:sz w:val="20"/>
              </w:rPr>
              <w:t>или для девочек трикотажные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 вязаные, тыс. шт.</w:t>
            </w:r>
          </w:p>
        </w:tc>
        <w:tc>
          <w:tcPr>
            <w:tcW w:w="991" w:type="dxa"/>
            <w:gridSpan w:val="2"/>
            <w:vAlign w:val="bottom"/>
          </w:tcPr>
          <w:p w14:paraId="36CF3C56" w14:textId="48460BCC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474A80B0" w14:textId="13F4351A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1037CACA" w14:textId="68E5160D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3" w:type="dxa"/>
            <w:gridSpan w:val="2"/>
            <w:vAlign w:val="bottom"/>
          </w:tcPr>
          <w:p w14:paraId="476B5B9C" w14:textId="0945A3B8" w:rsidR="00AD0ADD" w:rsidRPr="0087261F" w:rsidRDefault="00AD0ADD" w:rsidP="001155C3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AD0ADD" w:rsidRPr="00EC67F8" w14:paraId="5292F1D5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10177285" w14:textId="77777777" w:rsidR="00AD0ADD" w:rsidRPr="00EC67F8" w:rsidRDefault="00AD0ADD" w:rsidP="00AD0ADD">
            <w:pPr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Изделия бельевые трикотажные или вязаные, </w:t>
            </w:r>
            <w:proofErr w:type="gramStart"/>
            <w:r w:rsidRPr="00EC67F8">
              <w:rPr>
                <w:b/>
                <w:sz w:val="20"/>
              </w:rPr>
              <w:t>включая  изделия</w:t>
            </w:r>
            <w:proofErr w:type="gramEnd"/>
            <w:r w:rsidRPr="00EC67F8">
              <w:rPr>
                <w:b/>
                <w:sz w:val="20"/>
              </w:rPr>
              <w:t xml:space="preserve"> для детей младшего возраста, тыс. шт.</w:t>
            </w:r>
          </w:p>
        </w:tc>
        <w:tc>
          <w:tcPr>
            <w:tcW w:w="991" w:type="dxa"/>
            <w:gridSpan w:val="2"/>
            <w:vAlign w:val="bottom"/>
          </w:tcPr>
          <w:p w14:paraId="6E9103FF" w14:textId="43AF071B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4C5349DE" w14:textId="0596DC3C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138,6</w:t>
            </w:r>
          </w:p>
        </w:tc>
        <w:tc>
          <w:tcPr>
            <w:tcW w:w="1094" w:type="dxa"/>
            <w:vAlign w:val="bottom"/>
          </w:tcPr>
          <w:p w14:paraId="3245A9C8" w14:textId="10EF85AF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78,8</w:t>
            </w:r>
          </w:p>
        </w:tc>
        <w:tc>
          <w:tcPr>
            <w:tcW w:w="1103" w:type="dxa"/>
            <w:gridSpan w:val="2"/>
            <w:vAlign w:val="bottom"/>
          </w:tcPr>
          <w:p w14:paraId="358F3938" w14:textId="1D2B18AE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77,8</w:t>
            </w:r>
          </w:p>
        </w:tc>
      </w:tr>
      <w:tr w:rsidR="00AD0ADD" w:rsidRPr="00EC67F8" w14:paraId="45B8750E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6A546612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Головные уборы, тыс. шт.</w:t>
            </w:r>
          </w:p>
        </w:tc>
        <w:tc>
          <w:tcPr>
            <w:tcW w:w="991" w:type="dxa"/>
            <w:gridSpan w:val="2"/>
            <w:vAlign w:val="bottom"/>
          </w:tcPr>
          <w:p w14:paraId="42DCBDBF" w14:textId="5ABE85A2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29680FDF" w14:textId="1D7EC139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89,2</w:t>
            </w:r>
          </w:p>
        </w:tc>
        <w:tc>
          <w:tcPr>
            <w:tcW w:w="1094" w:type="dxa"/>
            <w:vAlign w:val="bottom"/>
          </w:tcPr>
          <w:p w14:paraId="18359C6E" w14:textId="5A06D1F0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92,3</w:t>
            </w:r>
          </w:p>
        </w:tc>
        <w:tc>
          <w:tcPr>
            <w:tcW w:w="1103" w:type="dxa"/>
            <w:gridSpan w:val="2"/>
            <w:vAlign w:val="bottom"/>
          </w:tcPr>
          <w:p w14:paraId="5BBEE733" w14:textId="614BC627" w:rsidR="00AD0ADD" w:rsidRPr="0087261F" w:rsidRDefault="00AD0ADD" w:rsidP="001155C3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в 9,9р.</w:t>
            </w:r>
          </w:p>
        </w:tc>
      </w:tr>
      <w:tr w:rsidR="00AD0ADD" w:rsidRPr="00EC67F8" w14:paraId="76ECCAAB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506F78A5" w14:textId="539623B0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Джемперы, пуловеры, кардиганы, жилеты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 аналогичные изделия трикотажные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 вязаные, тыс. шт.</w:t>
            </w:r>
          </w:p>
        </w:tc>
        <w:tc>
          <w:tcPr>
            <w:tcW w:w="991" w:type="dxa"/>
            <w:gridSpan w:val="2"/>
            <w:vAlign w:val="bottom"/>
          </w:tcPr>
          <w:p w14:paraId="5F74349F" w14:textId="4A62B6B2"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0,002</w:t>
            </w:r>
          </w:p>
        </w:tc>
        <w:tc>
          <w:tcPr>
            <w:tcW w:w="1094" w:type="dxa"/>
            <w:vAlign w:val="bottom"/>
          </w:tcPr>
          <w:p w14:paraId="08139A12" w14:textId="684D19E3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730A6400" w14:textId="69A8CB22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103" w:type="dxa"/>
            <w:gridSpan w:val="2"/>
            <w:vAlign w:val="bottom"/>
          </w:tcPr>
          <w:p w14:paraId="70AB4E6E" w14:textId="23EE2AD6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943750" w:rsidRPr="00EC67F8" w14:paraId="18C614BB" w14:textId="77777777" w:rsidTr="00C922DF">
        <w:trPr>
          <w:trHeight w:val="73"/>
          <w:jc w:val="center"/>
        </w:trPr>
        <w:tc>
          <w:tcPr>
            <w:tcW w:w="9072" w:type="dxa"/>
            <w:gridSpan w:val="7"/>
          </w:tcPr>
          <w:p w14:paraId="7527F3EF" w14:textId="77777777"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кожи, изделий из кожи</w:t>
            </w:r>
          </w:p>
        </w:tc>
      </w:tr>
      <w:tr w:rsidR="00AD0ADD" w:rsidRPr="00EC67F8" w14:paraId="799A4978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02161BFC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Обувь, тыс. пар</w:t>
            </w:r>
          </w:p>
        </w:tc>
        <w:tc>
          <w:tcPr>
            <w:tcW w:w="991" w:type="dxa"/>
            <w:gridSpan w:val="2"/>
            <w:vAlign w:val="bottom"/>
          </w:tcPr>
          <w:p w14:paraId="253C420E" w14:textId="0A5580B3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13BECCB6" w14:textId="11A2A451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100,7</w:t>
            </w:r>
          </w:p>
        </w:tc>
        <w:tc>
          <w:tcPr>
            <w:tcW w:w="1094" w:type="dxa"/>
            <w:vAlign w:val="bottom"/>
          </w:tcPr>
          <w:p w14:paraId="19C02063" w14:textId="6B49EB61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105,1</w:t>
            </w:r>
          </w:p>
        </w:tc>
        <w:tc>
          <w:tcPr>
            <w:tcW w:w="1103" w:type="dxa"/>
            <w:gridSpan w:val="2"/>
            <w:vAlign w:val="bottom"/>
          </w:tcPr>
          <w:p w14:paraId="7AA72744" w14:textId="2E05D3EC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81,7</w:t>
            </w:r>
          </w:p>
        </w:tc>
      </w:tr>
      <w:tr w:rsidR="00943750" w:rsidRPr="00EC67F8" w14:paraId="68521CDF" w14:textId="77777777" w:rsidTr="00C922DF">
        <w:trPr>
          <w:trHeight w:val="325"/>
          <w:jc w:val="center"/>
        </w:trPr>
        <w:tc>
          <w:tcPr>
            <w:tcW w:w="9072" w:type="dxa"/>
            <w:gridSpan w:val="7"/>
          </w:tcPr>
          <w:p w14:paraId="2F0184D8" w14:textId="77777777"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Обработка древесины и производство изделий из дерева и пробки,</w:t>
            </w:r>
            <w:r w:rsidRPr="00EC67F8">
              <w:rPr>
                <w:b/>
                <w:sz w:val="20"/>
              </w:rPr>
              <w:br/>
              <w:t>кроме мебели, производство изделий из соломки и материалов для плетения</w:t>
            </w:r>
          </w:p>
        </w:tc>
      </w:tr>
      <w:tr w:rsidR="00AD0ADD" w:rsidRPr="00EC67F8" w14:paraId="0E31EC25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312A7F03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Лесоматериалы, продольно распиленные или </w:t>
            </w:r>
            <w:proofErr w:type="gramStart"/>
            <w:r w:rsidRPr="00EC67F8">
              <w:rPr>
                <w:b/>
                <w:sz w:val="20"/>
              </w:rPr>
              <w:t>рас-колотые</w:t>
            </w:r>
            <w:proofErr w:type="gramEnd"/>
            <w:r w:rsidRPr="00EC67F8">
              <w:rPr>
                <w:b/>
                <w:sz w:val="20"/>
              </w:rPr>
              <w:t>, разделенные на слои или лущеные, тол-</w:t>
            </w:r>
            <w:proofErr w:type="spellStart"/>
            <w:r w:rsidRPr="00EC67F8">
              <w:rPr>
                <w:b/>
                <w:sz w:val="20"/>
              </w:rPr>
              <w:t>щиной</w:t>
            </w:r>
            <w:proofErr w:type="spellEnd"/>
            <w:r w:rsidRPr="00EC67F8">
              <w:rPr>
                <w:b/>
                <w:sz w:val="20"/>
              </w:rPr>
              <w:t xml:space="preserve"> более 6 мм; деревянные железнодорожные или трамвайные шпалы, непропитанные,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991" w:type="dxa"/>
            <w:gridSpan w:val="2"/>
            <w:vAlign w:val="bottom"/>
          </w:tcPr>
          <w:p w14:paraId="4657746D" w14:textId="636914C4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241A4760" w14:textId="4DFFBF8F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1F30F62F" w14:textId="1EC778BA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3" w:type="dxa"/>
            <w:gridSpan w:val="2"/>
            <w:vAlign w:val="bottom"/>
          </w:tcPr>
          <w:p w14:paraId="3461276A" w14:textId="7596B43C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12,3</w:t>
            </w:r>
          </w:p>
        </w:tc>
      </w:tr>
      <w:tr w:rsidR="00AD0ADD" w:rsidRPr="00EC67F8" w14:paraId="7D17F9D2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2C3D0ABB" w14:textId="705545B6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Древесина, профилированная по любой из кромок или </w:t>
            </w:r>
            <w:proofErr w:type="spellStart"/>
            <w:r w:rsidRPr="00EC67F8">
              <w:rPr>
                <w:b/>
                <w:sz w:val="20"/>
              </w:rPr>
              <w:t>пластей</w:t>
            </w:r>
            <w:proofErr w:type="spellEnd"/>
            <w:r w:rsidRPr="00EC67F8">
              <w:rPr>
                <w:b/>
                <w:sz w:val="20"/>
              </w:rPr>
              <w:t xml:space="preserve"> (включая планки и фризы для паркетного покрытия пола несобранные, </w:t>
            </w:r>
            <w:proofErr w:type="spellStart"/>
            <w:r w:rsidRPr="00EC67F8">
              <w:rPr>
                <w:b/>
                <w:sz w:val="20"/>
              </w:rPr>
              <w:t>штапики</w:t>
            </w:r>
            <w:proofErr w:type="spellEnd"/>
            <w:r w:rsidRPr="00EC67F8">
              <w:rPr>
                <w:b/>
                <w:sz w:val="20"/>
              </w:rPr>
              <w:t xml:space="preserve"> и багеты),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991" w:type="dxa"/>
            <w:gridSpan w:val="2"/>
            <w:vAlign w:val="bottom"/>
          </w:tcPr>
          <w:p w14:paraId="3CD15FC1" w14:textId="1623C0B3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47535551" w14:textId="607BCEA4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62FCD4F9" w14:textId="63250F66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3" w:type="dxa"/>
            <w:gridSpan w:val="2"/>
            <w:vAlign w:val="bottom"/>
          </w:tcPr>
          <w:p w14:paraId="1883386A" w14:textId="0A3CDA39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101,3</w:t>
            </w:r>
          </w:p>
        </w:tc>
      </w:tr>
      <w:tr w:rsidR="00AD0ADD" w:rsidRPr="00EC67F8" w14:paraId="3F437E21" w14:textId="77777777" w:rsidTr="00362DA1">
        <w:trPr>
          <w:trHeight w:val="227"/>
          <w:jc w:val="center"/>
        </w:trPr>
        <w:tc>
          <w:tcPr>
            <w:tcW w:w="4790" w:type="dxa"/>
            <w:vAlign w:val="center"/>
          </w:tcPr>
          <w:p w14:paraId="1BD7D9CA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деревянные строительные и столярные, не включенные в другие группировки,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991" w:type="dxa"/>
            <w:gridSpan w:val="2"/>
            <w:vAlign w:val="bottom"/>
          </w:tcPr>
          <w:p w14:paraId="42CACE75" w14:textId="3802F25D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795F418E" w14:textId="231D0DE2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5662E9BC" w14:textId="2131A56F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3" w:type="dxa"/>
            <w:gridSpan w:val="2"/>
            <w:vAlign w:val="bottom"/>
          </w:tcPr>
          <w:p w14:paraId="2BADA298" w14:textId="2211AE94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152,3</w:t>
            </w:r>
          </w:p>
        </w:tc>
      </w:tr>
      <w:tr w:rsidR="00943750" w:rsidRPr="00EC67F8" w14:paraId="1822342C" w14:textId="77777777" w:rsidTr="00C922DF">
        <w:trPr>
          <w:trHeight w:val="179"/>
          <w:jc w:val="center"/>
        </w:trPr>
        <w:tc>
          <w:tcPr>
            <w:tcW w:w="9072" w:type="dxa"/>
            <w:gridSpan w:val="7"/>
            <w:vAlign w:val="center"/>
          </w:tcPr>
          <w:p w14:paraId="1B4A9AD2" w14:textId="77777777"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бумаги и бумажных изделий</w:t>
            </w:r>
          </w:p>
        </w:tc>
      </w:tr>
      <w:tr w:rsidR="00AD0ADD" w:rsidRPr="00EC67F8" w14:paraId="27679E92" w14:textId="77777777" w:rsidTr="00362DA1">
        <w:trPr>
          <w:trHeight w:val="227"/>
          <w:jc w:val="center"/>
        </w:trPr>
        <w:tc>
          <w:tcPr>
            <w:tcW w:w="4790" w:type="dxa"/>
            <w:vAlign w:val="center"/>
          </w:tcPr>
          <w:p w14:paraId="73383334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proofErr w:type="gramStart"/>
            <w:r w:rsidRPr="00EC67F8">
              <w:rPr>
                <w:b/>
                <w:sz w:val="20"/>
              </w:rPr>
              <w:t>Картон</w:t>
            </w:r>
            <w:proofErr w:type="gramEnd"/>
            <w:r w:rsidRPr="00EC67F8">
              <w:rPr>
                <w:b/>
                <w:sz w:val="20"/>
              </w:rPr>
              <w:t xml:space="preserve"> гофрированный в рулонах или листах, тыс.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991" w:type="dxa"/>
            <w:gridSpan w:val="2"/>
            <w:vAlign w:val="bottom"/>
          </w:tcPr>
          <w:p w14:paraId="4E114D12" w14:textId="498FC245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08C69D0F" w14:textId="04FDC1A8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75,1</w:t>
            </w:r>
          </w:p>
        </w:tc>
        <w:tc>
          <w:tcPr>
            <w:tcW w:w="1094" w:type="dxa"/>
            <w:vAlign w:val="bottom"/>
          </w:tcPr>
          <w:p w14:paraId="4684030B" w14:textId="591E52EC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52,3</w:t>
            </w:r>
          </w:p>
        </w:tc>
        <w:tc>
          <w:tcPr>
            <w:tcW w:w="1103" w:type="dxa"/>
            <w:gridSpan w:val="2"/>
            <w:vAlign w:val="bottom"/>
          </w:tcPr>
          <w:p w14:paraId="5175987C" w14:textId="3022F3CE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129,5</w:t>
            </w:r>
          </w:p>
        </w:tc>
      </w:tr>
      <w:tr w:rsidR="00AD0ADD" w:rsidRPr="00EC67F8" w14:paraId="64C0DD28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4D3B127E" w14:textId="77777777" w:rsidR="00AD0ADD" w:rsidRPr="00EC67F8" w:rsidRDefault="00AD0ADD" w:rsidP="00AD0ADD">
            <w:pPr>
              <w:ind w:right="-57"/>
              <w:jc w:val="left"/>
              <w:rPr>
                <w:b/>
                <w:sz w:val="20"/>
                <w:vertAlign w:val="superscript"/>
              </w:rPr>
            </w:pPr>
            <w:r w:rsidRPr="00EC67F8">
              <w:rPr>
                <w:b/>
                <w:sz w:val="20"/>
              </w:rPr>
              <w:t>Ящики и коробки из гофрированной бумаги</w:t>
            </w:r>
            <w:r w:rsidRPr="00EC67F8">
              <w:rPr>
                <w:b/>
                <w:sz w:val="20"/>
              </w:rPr>
              <w:br/>
              <w:t>или гофрированного картона, т</w:t>
            </w:r>
          </w:p>
        </w:tc>
        <w:tc>
          <w:tcPr>
            <w:tcW w:w="991" w:type="dxa"/>
            <w:gridSpan w:val="2"/>
            <w:vAlign w:val="bottom"/>
          </w:tcPr>
          <w:p w14:paraId="6E41423D" w14:textId="5A730113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58970F87" w14:textId="7076F080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120,0</w:t>
            </w:r>
          </w:p>
        </w:tc>
        <w:tc>
          <w:tcPr>
            <w:tcW w:w="1094" w:type="dxa"/>
            <w:vAlign w:val="bottom"/>
          </w:tcPr>
          <w:p w14:paraId="363B8124" w14:textId="696CEF11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98,6</w:t>
            </w:r>
          </w:p>
        </w:tc>
        <w:tc>
          <w:tcPr>
            <w:tcW w:w="1103" w:type="dxa"/>
            <w:gridSpan w:val="2"/>
            <w:vAlign w:val="bottom"/>
          </w:tcPr>
          <w:p w14:paraId="23D6066A" w14:textId="3F5C2240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87,2</w:t>
            </w:r>
          </w:p>
        </w:tc>
      </w:tr>
      <w:tr w:rsidR="00AD0ADD" w:rsidRPr="00EC67F8" w14:paraId="4F0B1FC0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55F140C4" w14:textId="1148617A"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Бумага хозяйственная и туалетная и изделия санитарно-гигиенического назначения,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тыс. рублей</w:t>
            </w:r>
          </w:p>
        </w:tc>
        <w:tc>
          <w:tcPr>
            <w:tcW w:w="991" w:type="dxa"/>
            <w:gridSpan w:val="2"/>
            <w:vAlign w:val="bottom"/>
          </w:tcPr>
          <w:p w14:paraId="234E7500" w14:textId="6A6DD784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23193,4</w:t>
            </w:r>
          </w:p>
        </w:tc>
        <w:tc>
          <w:tcPr>
            <w:tcW w:w="1094" w:type="dxa"/>
            <w:vAlign w:val="bottom"/>
          </w:tcPr>
          <w:p w14:paraId="13EB33A8" w14:textId="615A0D18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92,6</w:t>
            </w:r>
          </w:p>
        </w:tc>
        <w:tc>
          <w:tcPr>
            <w:tcW w:w="1094" w:type="dxa"/>
            <w:vAlign w:val="bottom"/>
          </w:tcPr>
          <w:p w14:paraId="41295F6A" w14:textId="01FE1FFA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96,2</w:t>
            </w:r>
          </w:p>
        </w:tc>
        <w:tc>
          <w:tcPr>
            <w:tcW w:w="1103" w:type="dxa"/>
            <w:gridSpan w:val="2"/>
            <w:vAlign w:val="bottom"/>
          </w:tcPr>
          <w:p w14:paraId="6B3E45DD" w14:textId="3A420D74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94,9</w:t>
            </w:r>
          </w:p>
        </w:tc>
      </w:tr>
      <w:tr w:rsidR="00AD0ADD" w:rsidRPr="00EC67F8" w14:paraId="13D1DDED" w14:textId="77777777" w:rsidTr="00362DA1">
        <w:trPr>
          <w:trHeight w:val="227"/>
          <w:jc w:val="center"/>
        </w:trPr>
        <w:tc>
          <w:tcPr>
            <w:tcW w:w="4790" w:type="dxa"/>
            <w:vAlign w:val="bottom"/>
          </w:tcPr>
          <w:p w14:paraId="78CDFB50" w14:textId="77777777"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Принадлежности канцелярские бумажные,</w:t>
            </w:r>
            <w:r w:rsidRPr="00EC67F8">
              <w:rPr>
                <w:b/>
                <w:sz w:val="20"/>
              </w:rPr>
              <w:br/>
              <w:t>тыс. рублей</w:t>
            </w:r>
          </w:p>
        </w:tc>
        <w:tc>
          <w:tcPr>
            <w:tcW w:w="991" w:type="dxa"/>
            <w:gridSpan w:val="2"/>
            <w:vAlign w:val="bottom"/>
          </w:tcPr>
          <w:p w14:paraId="112F21DA" w14:textId="23625981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5832705A" w14:textId="0601346E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66,3</w:t>
            </w:r>
          </w:p>
        </w:tc>
        <w:tc>
          <w:tcPr>
            <w:tcW w:w="1094" w:type="dxa"/>
            <w:vAlign w:val="bottom"/>
          </w:tcPr>
          <w:p w14:paraId="220D0377" w14:textId="316BF153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61,9</w:t>
            </w:r>
          </w:p>
        </w:tc>
        <w:tc>
          <w:tcPr>
            <w:tcW w:w="1103" w:type="dxa"/>
            <w:gridSpan w:val="2"/>
            <w:vAlign w:val="bottom"/>
          </w:tcPr>
          <w:p w14:paraId="684AACBE" w14:textId="0002B5AD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112,8</w:t>
            </w:r>
          </w:p>
        </w:tc>
      </w:tr>
    </w:tbl>
    <w:p w14:paraId="082D4997" w14:textId="030062AD" w:rsidR="00943750" w:rsidRPr="00943750" w:rsidRDefault="00AA2072" w:rsidP="00AD0ADD">
      <w:pPr>
        <w:spacing w:after="120"/>
        <w:jc w:val="right"/>
        <w:rPr>
          <w:sz w:val="20"/>
        </w:rPr>
      </w:pPr>
      <w:r>
        <w:rPr>
          <w:b/>
          <w:sz w:val="20"/>
        </w:rPr>
        <w:br w:type="page"/>
      </w:r>
      <w:r w:rsidR="00943750" w:rsidRPr="00943750">
        <w:rPr>
          <w:sz w:val="20"/>
        </w:rPr>
        <w:lastRenderedPageBreak/>
        <w:t>Продолжение приложения 1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27"/>
        <w:gridCol w:w="1024"/>
        <w:gridCol w:w="1133"/>
        <w:gridCol w:w="1094"/>
        <w:gridCol w:w="1094"/>
      </w:tblGrid>
      <w:tr w:rsidR="00943750" w:rsidRPr="00EC67F8" w14:paraId="11ECD63B" w14:textId="77777777" w:rsidTr="00362DA1">
        <w:trPr>
          <w:trHeight w:val="510"/>
          <w:jc w:val="center"/>
        </w:trPr>
        <w:tc>
          <w:tcPr>
            <w:tcW w:w="4727" w:type="dxa"/>
            <w:vMerge w:val="restart"/>
            <w:vAlign w:val="center"/>
          </w:tcPr>
          <w:p w14:paraId="080B15D9" w14:textId="77777777"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1024" w:type="dxa"/>
            <w:vMerge w:val="restart"/>
            <w:vAlign w:val="center"/>
          </w:tcPr>
          <w:p w14:paraId="2C51CA06" w14:textId="08A52C7A"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Январь-</w:t>
            </w:r>
            <w:r w:rsidR="00DC4F0D">
              <w:rPr>
                <w:b/>
                <w:sz w:val="20"/>
              </w:rPr>
              <w:t>сентябрь</w:t>
            </w:r>
          </w:p>
          <w:p w14:paraId="58C017C1" w14:textId="77777777"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  <w:tc>
          <w:tcPr>
            <w:tcW w:w="1133" w:type="dxa"/>
            <w:vMerge w:val="restart"/>
            <w:vAlign w:val="center"/>
          </w:tcPr>
          <w:p w14:paraId="5C5C1D34" w14:textId="67FAB4D9"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proofErr w:type="gramStart"/>
            <w:r w:rsidRPr="0089389C">
              <w:rPr>
                <w:b/>
                <w:sz w:val="20"/>
              </w:rPr>
              <w:t>В  %</w:t>
            </w:r>
            <w:proofErr w:type="gramEnd"/>
            <w:r w:rsidRPr="0089389C">
              <w:rPr>
                <w:b/>
                <w:sz w:val="20"/>
              </w:rPr>
              <w:t xml:space="preserve">  к январю-</w:t>
            </w:r>
            <w:r w:rsidR="00DC4F0D">
              <w:rPr>
                <w:b/>
                <w:sz w:val="20"/>
              </w:rPr>
              <w:t>сентябрю</w:t>
            </w:r>
          </w:p>
          <w:p w14:paraId="54D948C7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2188" w:type="dxa"/>
            <w:gridSpan w:val="2"/>
            <w:vAlign w:val="center"/>
          </w:tcPr>
          <w:p w14:paraId="2EC9E1EC" w14:textId="33C444FF" w:rsidR="00943750" w:rsidRPr="0089389C" w:rsidRDefault="00DC4F0D" w:rsidP="00C922DF">
            <w:pPr>
              <w:ind w:left="-85" w:right="-85"/>
              <w:jc w:val="center"/>
              <w:rPr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943750" w:rsidRPr="0089389C">
              <w:rPr>
                <w:b/>
                <w:sz w:val="20"/>
              </w:rPr>
              <w:t xml:space="preserve"> 2024</w:t>
            </w:r>
            <w:r w:rsidR="00943750" w:rsidRPr="0089389C">
              <w:rPr>
                <w:b/>
                <w:sz w:val="20"/>
              </w:rPr>
              <w:br/>
            </w:r>
            <w:proofErr w:type="gramStart"/>
            <w:r w:rsidR="00943750" w:rsidRPr="0089389C">
              <w:rPr>
                <w:b/>
                <w:sz w:val="20"/>
              </w:rPr>
              <w:t>в  %</w:t>
            </w:r>
            <w:proofErr w:type="gramEnd"/>
            <w:r w:rsidR="00943750" w:rsidRPr="0089389C">
              <w:rPr>
                <w:b/>
                <w:sz w:val="20"/>
              </w:rPr>
              <w:t xml:space="preserve">  к</w:t>
            </w:r>
          </w:p>
        </w:tc>
      </w:tr>
      <w:tr w:rsidR="00943750" w:rsidRPr="00EC67F8" w14:paraId="6B9010D3" w14:textId="77777777" w:rsidTr="00362DA1">
        <w:trPr>
          <w:trHeight w:val="510"/>
          <w:jc w:val="center"/>
        </w:trPr>
        <w:tc>
          <w:tcPr>
            <w:tcW w:w="4727" w:type="dxa"/>
            <w:vMerge/>
            <w:vAlign w:val="center"/>
          </w:tcPr>
          <w:p w14:paraId="45E35173" w14:textId="77777777" w:rsidR="00943750" w:rsidRPr="00EC67F8" w:rsidRDefault="00943750" w:rsidP="00C922DF">
            <w:pPr>
              <w:jc w:val="center"/>
              <w:rPr>
                <w:sz w:val="20"/>
              </w:rPr>
            </w:pPr>
          </w:p>
        </w:tc>
        <w:tc>
          <w:tcPr>
            <w:tcW w:w="1024" w:type="dxa"/>
            <w:vMerge/>
            <w:vAlign w:val="center"/>
          </w:tcPr>
          <w:p w14:paraId="3CB89593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133" w:type="dxa"/>
            <w:vMerge/>
          </w:tcPr>
          <w:p w14:paraId="104EF85B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</w:p>
        </w:tc>
        <w:tc>
          <w:tcPr>
            <w:tcW w:w="1094" w:type="dxa"/>
            <w:vAlign w:val="center"/>
          </w:tcPr>
          <w:p w14:paraId="409A6744" w14:textId="182FB7D3" w:rsidR="00943750" w:rsidRPr="0089389C" w:rsidRDefault="00DC4F0D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</w:p>
          <w:p w14:paraId="7E787BFC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1094" w:type="dxa"/>
            <w:vAlign w:val="center"/>
          </w:tcPr>
          <w:p w14:paraId="6F395C0B" w14:textId="0EEFC73E" w:rsidR="00943750" w:rsidRPr="0089389C" w:rsidRDefault="00DC4F0D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943750" w:rsidRPr="0089389C">
              <w:rPr>
                <w:b/>
                <w:sz w:val="20"/>
              </w:rPr>
              <w:t xml:space="preserve"> </w:t>
            </w:r>
          </w:p>
          <w:p w14:paraId="068D089D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</w:tr>
      <w:tr w:rsidR="00AD0ADD" w:rsidRPr="00EC67F8" w14:paraId="31206153" w14:textId="77777777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14:paraId="10E26BC9" w14:textId="5DF3C469" w:rsidR="00AD0ADD" w:rsidRPr="00EC67F8" w:rsidRDefault="00AD0ADD" w:rsidP="00AD0ADD">
            <w:pPr>
              <w:ind w:right="-57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Журналы регистрационные, книги бухгалтерские, скоросшиватели (папки), бланки и прочие канцелярские принадлежности из бумаги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 картона, тыс. рублей</w:t>
            </w:r>
          </w:p>
        </w:tc>
        <w:tc>
          <w:tcPr>
            <w:tcW w:w="1024" w:type="dxa"/>
            <w:vAlign w:val="bottom"/>
          </w:tcPr>
          <w:p w14:paraId="594DBEAE" w14:textId="3F45280D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1699100D" w14:textId="35CFC7C9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66,3</w:t>
            </w:r>
          </w:p>
        </w:tc>
        <w:tc>
          <w:tcPr>
            <w:tcW w:w="1094" w:type="dxa"/>
            <w:vAlign w:val="bottom"/>
          </w:tcPr>
          <w:p w14:paraId="09097959" w14:textId="7A96B5DB" w:rsidR="00AD0ADD" w:rsidRPr="0087261F" w:rsidRDefault="00AD0ADD" w:rsidP="001155C3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61,9</w:t>
            </w:r>
          </w:p>
        </w:tc>
        <w:tc>
          <w:tcPr>
            <w:tcW w:w="1094" w:type="dxa"/>
            <w:vAlign w:val="bottom"/>
          </w:tcPr>
          <w:p w14:paraId="4B810EC4" w14:textId="57374FAC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112,8</w:t>
            </w:r>
          </w:p>
        </w:tc>
      </w:tr>
      <w:tr w:rsidR="00AD0ADD" w:rsidRPr="00EC67F8" w14:paraId="5CB1D628" w14:textId="77777777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14:paraId="42428B1D" w14:textId="547D7CAE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Ярлыки и этикетки из бумаги или картона,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млн шт.</w:t>
            </w:r>
          </w:p>
        </w:tc>
        <w:tc>
          <w:tcPr>
            <w:tcW w:w="1024" w:type="dxa"/>
            <w:vAlign w:val="bottom"/>
          </w:tcPr>
          <w:p w14:paraId="0DDFA8D6" w14:textId="7522DA01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585CD04A" w14:textId="3B698999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7BAF89B6" w14:textId="0A972037" w:rsidR="00AD0ADD" w:rsidRPr="0087261F" w:rsidRDefault="00AD0ADD" w:rsidP="001155C3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1842FB5D" w14:textId="5296D25A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92,0</w:t>
            </w:r>
          </w:p>
        </w:tc>
      </w:tr>
      <w:tr w:rsidR="00943750" w:rsidRPr="00EC67F8" w14:paraId="7AF89CCA" w14:textId="77777777" w:rsidTr="00C922DF">
        <w:trPr>
          <w:trHeight w:val="193"/>
          <w:jc w:val="center"/>
        </w:trPr>
        <w:tc>
          <w:tcPr>
            <w:tcW w:w="9072" w:type="dxa"/>
            <w:gridSpan w:val="5"/>
            <w:vAlign w:val="bottom"/>
          </w:tcPr>
          <w:p w14:paraId="2D719F4A" w14:textId="77777777" w:rsidR="00943750" w:rsidRPr="00EC67F8" w:rsidRDefault="00943750" w:rsidP="00C922DF">
            <w:pPr>
              <w:ind w:right="170" w:firstLineChars="100" w:firstLine="200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Деятельность полиграфическая и копирование носителей информации</w:t>
            </w:r>
          </w:p>
        </w:tc>
      </w:tr>
      <w:tr w:rsidR="00AD0ADD" w:rsidRPr="00EC67F8" w14:paraId="6C72360C" w14:textId="77777777" w:rsidTr="00362DA1">
        <w:trPr>
          <w:trHeight w:val="193"/>
          <w:jc w:val="center"/>
        </w:trPr>
        <w:tc>
          <w:tcPr>
            <w:tcW w:w="4727" w:type="dxa"/>
            <w:vAlign w:val="center"/>
          </w:tcPr>
          <w:p w14:paraId="2EA3F974" w14:textId="6D25100D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Услуги полиграфические и услуги, связанные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с печатанием, тыс. рублей</w:t>
            </w:r>
          </w:p>
        </w:tc>
        <w:tc>
          <w:tcPr>
            <w:tcW w:w="1024" w:type="dxa"/>
            <w:vAlign w:val="bottom"/>
          </w:tcPr>
          <w:p w14:paraId="63A5AB95" w14:textId="1D685C4D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178507,1</w:t>
            </w:r>
          </w:p>
        </w:tc>
        <w:tc>
          <w:tcPr>
            <w:tcW w:w="1133" w:type="dxa"/>
            <w:vAlign w:val="bottom"/>
          </w:tcPr>
          <w:p w14:paraId="65B4682A" w14:textId="54016500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121,0</w:t>
            </w:r>
          </w:p>
        </w:tc>
        <w:tc>
          <w:tcPr>
            <w:tcW w:w="1094" w:type="dxa"/>
            <w:vAlign w:val="bottom"/>
          </w:tcPr>
          <w:p w14:paraId="550D08D2" w14:textId="2DA8F7EF" w:rsidR="00AD0ADD" w:rsidRPr="0087261F" w:rsidRDefault="00AD0ADD" w:rsidP="001155C3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112,1</w:t>
            </w:r>
          </w:p>
        </w:tc>
        <w:tc>
          <w:tcPr>
            <w:tcW w:w="1094" w:type="dxa"/>
            <w:vAlign w:val="bottom"/>
          </w:tcPr>
          <w:p w14:paraId="701839E7" w14:textId="169376BE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67,6</w:t>
            </w:r>
          </w:p>
        </w:tc>
      </w:tr>
      <w:tr w:rsidR="00943750" w:rsidRPr="00EC67F8" w14:paraId="0BAFF457" w14:textId="77777777" w:rsidTr="00C922DF">
        <w:trPr>
          <w:trHeight w:val="193"/>
          <w:jc w:val="center"/>
        </w:trPr>
        <w:tc>
          <w:tcPr>
            <w:tcW w:w="9072" w:type="dxa"/>
            <w:gridSpan w:val="5"/>
            <w:vAlign w:val="center"/>
          </w:tcPr>
          <w:p w14:paraId="0BF9DD6A" w14:textId="77777777" w:rsidR="00943750" w:rsidRPr="00EC67F8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Производство химических веществ и химических продуктов</w:t>
            </w:r>
          </w:p>
        </w:tc>
      </w:tr>
      <w:tr w:rsidR="00AD0ADD" w:rsidRPr="00EC67F8" w14:paraId="6ACB1B47" w14:textId="77777777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14:paraId="783D765C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Кислород,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1024" w:type="dxa"/>
            <w:vAlign w:val="bottom"/>
          </w:tcPr>
          <w:p w14:paraId="68F28F92" w14:textId="2A9CE5EC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3C7AC076" w14:textId="43D05D99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174,3</w:t>
            </w:r>
          </w:p>
        </w:tc>
        <w:tc>
          <w:tcPr>
            <w:tcW w:w="1094" w:type="dxa"/>
            <w:vAlign w:val="bottom"/>
          </w:tcPr>
          <w:p w14:paraId="4C364256" w14:textId="3E697F94" w:rsidR="00AD0ADD" w:rsidRPr="0087261F" w:rsidRDefault="00AD0ADD" w:rsidP="001155C3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161,0</w:t>
            </w:r>
          </w:p>
        </w:tc>
        <w:tc>
          <w:tcPr>
            <w:tcW w:w="1094" w:type="dxa"/>
            <w:vAlign w:val="bottom"/>
          </w:tcPr>
          <w:p w14:paraId="589BC46B" w14:textId="4C2968E1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139,4</w:t>
            </w:r>
          </w:p>
        </w:tc>
      </w:tr>
      <w:tr w:rsidR="00AD0ADD" w:rsidRPr="00EC67F8" w14:paraId="4B3CC0CF" w14:textId="77777777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14:paraId="0CE26DE7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Сера техническая газовая, т</w:t>
            </w:r>
          </w:p>
        </w:tc>
        <w:tc>
          <w:tcPr>
            <w:tcW w:w="1024" w:type="dxa"/>
            <w:vAlign w:val="bottom"/>
          </w:tcPr>
          <w:p w14:paraId="659EFB2D" w14:textId="5CCCBE31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1F16D966" w14:textId="3ABF3E1C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84,9</w:t>
            </w:r>
          </w:p>
        </w:tc>
        <w:tc>
          <w:tcPr>
            <w:tcW w:w="1094" w:type="dxa"/>
            <w:vAlign w:val="bottom"/>
          </w:tcPr>
          <w:p w14:paraId="4A9ECEAF" w14:textId="08D22756" w:rsidR="00AD0ADD" w:rsidRPr="0087261F" w:rsidRDefault="00AD0ADD" w:rsidP="001155C3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102,5</w:t>
            </w:r>
          </w:p>
        </w:tc>
        <w:tc>
          <w:tcPr>
            <w:tcW w:w="1094" w:type="dxa"/>
            <w:vAlign w:val="bottom"/>
          </w:tcPr>
          <w:p w14:paraId="496BE4FE" w14:textId="6ECDE721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112,9</w:t>
            </w:r>
          </w:p>
        </w:tc>
      </w:tr>
      <w:tr w:rsidR="00AD0ADD" w:rsidRPr="00EC67F8" w14:paraId="12817EEB" w14:textId="77777777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14:paraId="74BDAB8C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Материалы лакокрасочные на основе полимеров, т</w:t>
            </w:r>
          </w:p>
        </w:tc>
        <w:tc>
          <w:tcPr>
            <w:tcW w:w="1024" w:type="dxa"/>
            <w:vAlign w:val="bottom"/>
          </w:tcPr>
          <w:p w14:paraId="2B6B1EB5" w14:textId="7727B92B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4785E18A" w14:textId="3D23BA43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19,5</w:t>
            </w:r>
          </w:p>
        </w:tc>
        <w:tc>
          <w:tcPr>
            <w:tcW w:w="1094" w:type="dxa"/>
            <w:vAlign w:val="bottom"/>
          </w:tcPr>
          <w:p w14:paraId="762A5886" w14:textId="7E11C619" w:rsidR="00AD0ADD" w:rsidRPr="0087261F" w:rsidRDefault="00AD0ADD" w:rsidP="001155C3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51931460" w14:textId="3FF78EB8" w:rsidR="00AD0ADD" w:rsidRPr="0087261F" w:rsidRDefault="00AD0ADD" w:rsidP="001155C3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в 5,7р.</w:t>
            </w:r>
          </w:p>
        </w:tc>
      </w:tr>
      <w:tr w:rsidR="00943750" w:rsidRPr="00EC67F8" w14:paraId="3E78CA2F" w14:textId="77777777" w:rsidTr="00C922DF">
        <w:trPr>
          <w:trHeight w:val="193"/>
          <w:jc w:val="center"/>
        </w:trPr>
        <w:tc>
          <w:tcPr>
            <w:tcW w:w="9072" w:type="dxa"/>
            <w:gridSpan w:val="5"/>
            <w:vAlign w:val="center"/>
          </w:tcPr>
          <w:p w14:paraId="0CEEC142" w14:textId="77777777" w:rsidR="00943750" w:rsidRPr="00EC67F8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Производство резиновых и пластмассовых изделий</w:t>
            </w:r>
          </w:p>
        </w:tc>
      </w:tr>
      <w:tr w:rsidR="00AD0ADD" w:rsidRPr="00AB57F5" w14:paraId="7600945D" w14:textId="77777777" w:rsidTr="00362DA1">
        <w:trPr>
          <w:trHeight w:val="193"/>
          <w:jc w:val="center"/>
        </w:trPr>
        <w:tc>
          <w:tcPr>
            <w:tcW w:w="4727" w:type="dxa"/>
            <w:vAlign w:val="center"/>
          </w:tcPr>
          <w:p w14:paraId="3AF1324F" w14:textId="41E5B1B1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Плиты, листы, пленка и полосы (ленты) </w:t>
            </w:r>
            <w:proofErr w:type="gramStart"/>
            <w:r w:rsidRPr="00EC67F8">
              <w:rPr>
                <w:b/>
                <w:sz w:val="20"/>
              </w:rPr>
              <w:t>полимер-</w:t>
            </w:r>
            <w:proofErr w:type="spellStart"/>
            <w:r w:rsidRPr="00EC67F8">
              <w:rPr>
                <w:b/>
                <w:sz w:val="20"/>
              </w:rPr>
              <w:t>ные</w:t>
            </w:r>
            <w:proofErr w:type="spellEnd"/>
            <w:proofErr w:type="gramEnd"/>
            <w:r w:rsidRPr="00EC67F8">
              <w:rPr>
                <w:b/>
                <w:sz w:val="20"/>
              </w:rPr>
              <w:t xml:space="preserve">, неармированные или не комбинированные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с другими материалами, т</w:t>
            </w:r>
          </w:p>
        </w:tc>
        <w:tc>
          <w:tcPr>
            <w:tcW w:w="1024" w:type="dxa"/>
            <w:vAlign w:val="bottom"/>
          </w:tcPr>
          <w:p w14:paraId="5223D43E" w14:textId="5D049EC6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3" w:type="dxa"/>
            <w:vAlign w:val="bottom"/>
          </w:tcPr>
          <w:p w14:paraId="43923CAB" w14:textId="1D3ECF21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094" w:type="dxa"/>
            <w:vAlign w:val="bottom"/>
          </w:tcPr>
          <w:p w14:paraId="5C2E4669" w14:textId="559EF999" w:rsidR="00AD0ADD" w:rsidRPr="0087261F" w:rsidRDefault="00AD0ADD" w:rsidP="001155C3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х</w:t>
            </w:r>
          </w:p>
        </w:tc>
        <w:tc>
          <w:tcPr>
            <w:tcW w:w="1094" w:type="dxa"/>
            <w:vAlign w:val="bottom"/>
          </w:tcPr>
          <w:p w14:paraId="764FFF43" w14:textId="28A8463D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AD0ADD" w:rsidRPr="00AB57F5" w14:paraId="4C73A521" w14:textId="77777777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14:paraId="0F48AAB3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Мешки и сумки, включая конические,</w:t>
            </w:r>
            <w:r w:rsidRPr="00EC67F8">
              <w:rPr>
                <w:b/>
                <w:sz w:val="20"/>
              </w:rPr>
              <w:br/>
              <w:t>из полимеров этилена, тыс. шт.</w:t>
            </w:r>
          </w:p>
        </w:tc>
        <w:tc>
          <w:tcPr>
            <w:tcW w:w="1024" w:type="dxa"/>
            <w:vAlign w:val="bottom"/>
          </w:tcPr>
          <w:p w14:paraId="71C952B1" w14:textId="16CA7657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53763CF2" w14:textId="2E9D5A04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7A0CF870" w14:textId="57CE4E25" w:rsidR="00AD0ADD" w:rsidRPr="0087261F" w:rsidRDefault="00AD0ADD" w:rsidP="001155C3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5EA3C970" w14:textId="1D3617C3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AD0ADD" w:rsidRPr="00AB57F5" w14:paraId="55C70F7C" w14:textId="77777777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14:paraId="0B92BBDB" w14:textId="77777777"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Блоки дверные пластмассовые и пороги для них,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1024" w:type="dxa"/>
            <w:vAlign w:val="bottom"/>
          </w:tcPr>
          <w:p w14:paraId="173D845F" w14:textId="3E01CFBB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2932,6</w:t>
            </w:r>
          </w:p>
        </w:tc>
        <w:tc>
          <w:tcPr>
            <w:tcW w:w="1133" w:type="dxa"/>
            <w:vAlign w:val="bottom"/>
          </w:tcPr>
          <w:p w14:paraId="2E0BF2C0" w14:textId="7F481403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38,3</w:t>
            </w:r>
          </w:p>
        </w:tc>
        <w:tc>
          <w:tcPr>
            <w:tcW w:w="1094" w:type="dxa"/>
            <w:vAlign w:val="bottom"/>
          </w:tcPr>
          <w:p w14:paraId="1B6C791B" w14:textId="02233615" w:rsidR="00AD0ADD" w:rsidRPr="0087261F" w:rsidRDefault="00AD0ADD" w:rsidP="001155C3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50,8</w:t>
            </w:r>
          </w:p>
        </w:tc>
        <w:tc>
          <w:tcPr>
            <w:tcW w:w="1094" w:type="dxa"/>
            <w:vAlign w:val="bottom"/>
          </w:tcPr>
          <w:p w14:paraId="2B6ED3FB" w14:textId="3E67112F" w:rsidR="00AD0ADD" w:rsidRPr="0087261F" w:rsidRDefault="00AD0ADD" w:rsidP="001155C3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в 2,8р.</w:t>
            </w:r>
          </w:p>
        </w:tc>
      </w:tr>
      <w:tr w:rsidR="00AD0ADD" w:rsidRPr="00AB57F5" w14:paraId="700E38DD" w14:textId="77777777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14:paraId="50A9F6F1" w14:textId="77777777"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Блоки оконные пластмассовые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1024" w:type="dxa"/>
            <w:vAlign w:val="bottom"/>
          </w:tcPr>
          <w:p w14:paraId="23734ECC" w14:textId="2B5648B3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34267,2</w:t>
            </w:r>
          </w:p>
        </w:tc>
        <w:tc>
          <w:tcPr>
            <w:tcW w:w="1133" w:type="dxa"/>
            <w:vAlign w:val="bottom"/>
          </w:tcPr>
          <w:p w14:paraId="19A2BA62" w14:textId="495A501F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97,5</w:t>
            </w:r>
          </w:p>
        </w:tc>
        <w:tc>
          <w:tcPr>
            <w:tcW w:w="1094" w:type="dxa"/>
            <w:vAlign w:val="bottom"/>
          </w:tcPr>
          <w:p w14:paraId="12D50604" w14:textId="7C617F95" w:rsidR="00AD0ADD" w:rsidRPr="0087261F" w:rsidRDefault="00AD0ADD" w:rsidP="001155C3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82,6</w:t>
            </w:r>
          </w:p>
        </w:tc>
        <w:tc>
          <w:tcPr>
            <w:tcW w:w="1094" w:type="dxa"/>
            <w:vAlign w:val="bottom"/>
          </w:tcPr>
          <w:p w14:paraId="115474B7" w14:textId="18AE5587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100,7</w:t>
            </w:r>
          </w:p>
        </w:tc>
      </w:tr>
      <w:tr w:rsidR="00AD0ADD" w:rsidRPr="00AB57F5" w14:paraId="2746A341" w14:textId="77777777" w:rsidTr="00362DA1">
        <w:trPr>
          <w:trHeight w:val="193"/>
          <w:jc w:val="center"/>
        </w:trPr>
        <w:tc>
          <w:tcPr>
            <w:tcW w:w="4727" w:type="dxa"/>
            <w:vAlign w:val="center"/>
          </w:tcPr>
          <w:p w14:paraId="6CA872D0" w14:textId="23DEAD9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Фурнитура для мебели, транспортных средств 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 аналогичные пластмассовые изделия; статуэтки и прочие декоративные изделия пластмассовые, т</w:t>
            </w:r>
          </w:p>
        </w:tc>
        <w:tc>
          <w:tcPr>
            <w:tcW w:w="1024" w:type="dxa"/>
            <w:vAlign w:val="bottom"/>
          </w:tcPr>
          <w:p w14:paraId="15499192" w14:textId="5A5A8F7F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42625931" w14:textId="2F5E868B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52048DC2" w14:textId="6A941DCF" w:rsidR="00AD0ADD" w:rsidRPr="0087261F" w:rsidRDefault="00AD0ADD" w:rsidP="001155C3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13BF26F8" w14:textId="2A27BE26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943750" w:rsidRPr="00EC67F8" w14:paraId="646222A4" w14:textId="77777777" w:rsidTr="00C922DF">
        <w:trPr>
          <w:trHeight w:val="193"/>
          <w:jc w:val="center"/>
        </w:trPr>
        <w:tc>
          <w:tcPr>
            <w:tcW w:w="9072" w:type="dxa"/>
            <w:gridSpan w:val="5"/>
            <w:vAlign w:val="center"/>
          </w:tcPr>
          <w:p w14:paraId="5BF1C011" w14:textId="77777777" w:rsidR="00943750" w:rsidRPr="00EC67F8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Производство прочей неметаллической минеральной продукции</w:t>
            </w:r>
          </w:p>
        </w:tc>
      </w:tr>
      <w:tr w:rsidR="00AD0ADD" w:rsidRPr="00EC67F8" w14:paraId="05BA37B1" w14:textId="77777777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14:paraId="23D7DEF2" w14:textId="77777777"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Стеклопакеты, тыс. м</w:t>
            </w:r>
            <w:r w:rsidRPr="00EC67F8">
              <w:rPr>
                <w:b/>
                <w:sz w:val="20"/>
                <w:vertAlign w:val="superscript"/>
              </w:rPr>
              <w:t>2</w:t>
            </w:r>
          </w:p>
        </w:tc>
        <w:tc>
          <w:tcPr>
            <w:tcW w:w="1024" w:type="dxa"/>
            <w:vAlign w:val="bottom"/>
          </w:tcPr>
          <w:p w14:paraId="2B90BCF0" w14:textId="594FC740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6AAD008D" w14:textId="4A205B43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124,5</w:t>
            </w:r>
          </w:p>
        </w:tc>
        <w:tc>
          <w:tcPr>
            <w:tcW w:w="1094" w:type="dxa"/>
            <w:vAlign w:val="bottom"/>
          </w:tcPr>
          <w:p w14:paraId="09FB185D" w14:textId="54BEB2C7" w:rsidR="00AD0ADD" w:rsidRPr="0087261F" w:rsidRDefault="00AD0ADD" w:rsidP="001155C3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123,2</w:t>
            </w:r>
          </w:p>
        </w:tc>
        <w:tc>
          <w:tcPr>
            <w:tcW w:w="1094" w:type="dxa"/>
            <w:vAlign w:val="bottom"/>
          </w:tcPr>
          <w:p w14:paraId="00E253EC" w14:textId="71469C1F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93,4</w:t>
            </w:r>
          </w:p>
        </w:tc>
      </w:tr>
      <w:tr w:rsidR="00AD0ADD" w:rsidRPr="00EC67F8" w14:paraId="393A132F" w14:textId="77777777" w:rsidTr="00362DA1">
        <w:trPr>
          <w:trHeight w:val="193"/>
          <w:jc w:val="center"/>
        </w:trPr>
        <w:tc>
          <w:tcPr>
            <w:tcW w:w="4727" w:type="dxa"/>
            <w:vAlign w:val="center"/>
          </w:tcPr>
          <w:p w14:paraId="53F72232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Кирпич керамический </w:t>
            </w:r>
            <w:proofErr w:type="spellStart"/>
            <w:r w:rsidRPr="00EC67F8">
              <w:rPr>
                <w:b/>
                <w:sz w:val="20"/>
              </w:rPr>
              <w:t>неогнеупорный</w:t>
            </w:r>
            <w:proofErr w:type="spellEnd"/>
            <w:r w:rsidRPr="00EC67F8">
              <w:rPr>
                <w:b/>
                <w:sz w:val="20"/>
              </w:rPr>
              <w:t xml:space="preserve"> строительный, млн </w:t>
            </w:r>
            <w:proofErr w:type="spellStart"/>
            <w:r w:rsidRPr="00EC67F8">
              <w:rPr>
                <w:b/>
                <w:sz w:val="20"/>
              </w:rPr>
              <w:t>усл</w:t>
            </w:r>
            <w:proofErr w:type="spellEnd"/>
            <w:r w:rsidRPr="00EC67F8">
              <w:rPr>
                <w:b/>
                <w:sz w:val="20"/>
              </w:rPr>
              <w:t>. кирпичей</w:t>
            </w:r>
          </w:p>
        </w:tc>
        <w:tc>
          <w:tcPr>
            <w:tcW w:w="1024" w:type="dxa"/>
            <w:vAlign w:val="bottom"/>
          </w:tcPr>
          <w:p w14:paraId="4AE7B389" w14:textId="053D4CFF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35DF616B" w14:textId="1FA81FC4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47,2</w:t>
            </w:r>
          </w:p>
        </w:tc>
        <w:tc>
          <w:tcPr>
            <w:tcW w:w="1094" w:type="dxa"/>
            <w:vAlign w:val="bottom"/>
          </w:tcPr>
          <w:p w14:paraId="55A906C2" w14:textId="56EFB87D" w:rsidR="00AD0ADD" w:rsidRPr="0087261F" w:rsidRDefault="00AD0ADD" w:rsidP="001155C3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48,4</w:t>
            </w:r>
          </w:p>
        </w:tc>
        <w:tc>
          <w:tcPr>
            <w:tcW w:w="1094" w:type="dxa"/>
            <w:vAlign w:val="bottom"/>
          </w:tcPr>
          <w:p w14:paraId="507525DB" w14:textId="2C5DCF2C" w:rsidR="00AD0ADD" w:rsidRPr="0087261F" w:rsidRDefault="00AD0ADD" w:rsidP="00AD0ADD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65,8</w:t>
            </w:r>
          </w:p>
        </w:tc>
      </w:tr>
      <w:tr w:rsidR="00AD0ADD" w:rsidRPr="00EC67F8" w14:paraId="5F985B35" w14:textId="77777777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14:paraId="03FEB6A3" w14:textId="77777777"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Гипс строительный, тыс. т</w:t>
            </w:r>
          </w:p>
        </w:tc>
        <w:tc>
          <w:tcPr>
            <w:tcW w:w="1024" w:type="dxa"/>
            <w:vAlign w:val="bottom"/>
          </w:tcPr>
          <w:p w14:paraId="5DB14668" w14:textId="591BCB40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74E6F0A6" w14:textId="3988FEB0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89,9</w:t>
            </w:r>
          </w:p>
        </w:tc>
        <w:tc>
          <w:tcPr>
            <w:tcW w:w="1094" w:type="dxa"/>
            <w:vAlign w:val="bottom"/>
          </w:tcPr>
          <w:p w14:paraId="5AAB0D95" w14:textId="1E79D582" w:rsidR="00AD0ADD" w:rsidRPr="0087261F" w:rsidRDefault="00AD0ADD" w:rsidP="001155C3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88,1</w:t>
            </w:r>
          </w:p>
        </w:tc>
        <w:tc>
          <w:tcPr>
            <w:tcW w:w="1094" w:type="dxa"/>
            <w:vAlign w:val="bottom"/>
          </w:tcPr>
          <w:p w14:paraId="6F3501F1" w14:textId="0A617DDD" w:rsidR="00AD0ADD" w:rsidRPr="0087261F" w:rsidRDefault="00AD0ADD" w:rsidP="00AD0ADD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90,2</w:t>
            </w:r>
          </w:p>
        </w:tc>
      </w:tr>
      <w:tr w:rsidR="00AD0ADD" w:rsidRPr="00EC67F8" w14:paraId="14474420" w14:textId="77777777" w:rsidTr="00362DA1">
        <w:trPr>
          <w:trHeight w:val="193"/>
          <w:jc w:val="center"/>
        </w:trPr>
        <w:tc>
          <w:tcPr>
            <w:tcW w:w="4727" w:type="dxa"/>
            <w:vAlign w:val="bottom"/>
          </w:tcPr>
          <w:p w14:paraId="72EFE661" w14:textId="77777777"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Блоки и прочие изделия сборные строительные</w:t>
            </w:r>
            <w:r w:rsidRPr="00EC67F8">
              <w:rPr>
                <w:b/>
                <w:sz w:val="20"/>
              </w:rPr>
              <w:br/>
              <w:t>для зданий и сооружений из цемента, бетона</w:t>
            </w:r>
            <w:r w:rsidRPr="00EC67F8">
              <w:rPr>
                <w:b/>
                <w:sz w:val="20"/>
              </w:rPr>
              <w:br/>
              <w:t>или искусственного камня, тыс. м</w:t>
            </w:r>
            <w:r w:rsidRPr="00EC67F8">
              <w:rPr>
                <w:b/>
                <w:sz w:val="20"/>
                <w:vertAlign w:val="superscript"/>
              </w:rPr>
              <w:t>3</w:t>
            </w:r>
          </w:p>
        </w:tc>
        <w:tc>
          <w:tcPr>
            <w:tcW w:w="1024" w:type="dxa"/>
            <w:vAlign w:val="bottom"/>
          </w:tcPr>
          <w:p w14:paraId="7866072E" w14:textId="2C0AAC9B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32,2</w:t>
            </w:r>
          </w:p>
        </w:tc>
        <w:tc>
          <w:tcPr>
            <w:tcW w:w="1133" w:type="dxa"/>
            <w:vAlign w:val="bottom"/>
          </w:tcPr>
          <w:p w14:paraId="7D2E57EF" w14:textId="1A38425A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75F05F23" w14:textId="3593B506" w:rsidR="00AD0ADD" w:rsidRPr="0087261F" w:rsidRDefault="00AD0ADD" w:rsidP="001155C3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094" w:type="dxa"/>
            <w:vAlign w:val="bottom"/>
          </w:tcPr>
          <w:p w14:paraId="217EB089" w14:textId="234021D1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943750" w:rsidRPr="00EC67F8" w14:paraId="4EF5580A" w14:textId="77777777" w:rsidTr="00C922DF">
        <w:trPr>
          <w:trHeight w:val="193"/>
          <w:jc w:val="center"/>
        </w:trPr>
        <w:tc>
          <w:tcPr>
            <w:tcW w:w="9072" w:type="dxa"/>
            <w:gridSpan w:val="5"/>
            <w:vAlign w:val="center"/>
          </w:tcPr>
          <w:p w14:paraId="0D0D36A0" w14:textId="77777777" w:rsidR="00943750" w:rsidRPr="00EC67F8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Производство металлургическое</w:t>
            </w:r>
          </w:p>
        </w:tc>
      </w:tr>
      <w:tr w:rsidR="00AD0ADD" w:rsidRPr="00EC67F8" w14:paraId="7DAB23EC" w14:textId="77777777" w:rsidTr="00362DA1">
        <w:trPr>
          <w:trHeight w:val="193"/>
          <w:jc w:val="center"/>
        </w:trPr>
        <w:tc>
          <w:tcPr>
            <w:tcW w:w="4727" w:type="dxa"/>
            <w:vAlign w:val="center"/>
          </w:tcPr>
          <w:p w14:paraId="353F4F26" w14:textId="77777777"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Прокат готовый, т</w:t>
            </w:r>
          </w:p>
        </w:tc>
        <w:tc>
          <w:tcPr>
            <w:tcW w:w="1024" w:type="dxa"/>
            <w:vAlign w:val="bottom"/>
          </w:tcPr>
          <w:p w14:paraId="58CC44A3" w14:textId="3ED920B3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2F720745" w14:textId="60C6B77E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107,0</w:t>
            </w:r>
          </w:p>
        </w:tc>
        <w:tc>
          <w:tcPr>
            <w:tcW w:w="1094" w:type="dxa"/>
            <w:vAlign w:val="bottom"/>
          </w:tcPr>
          <w:p w14:paraId="448DA4AD" w14:textId="6731A3D3" w:rsidR="00AD0ADD" w:rsidRPr="0087261F" w:rsidRDefault="00AD0ADD" w:rsidP="001155C3">
            <w:pPr>
              <w:ind w:right="22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62,7</w:t>
            </w:r>
          </w:p>
        </w:tc>
        <w:tc>
          <w:tcPr>
            <w:tcW w:w="1094" w:type="dxa"/>
            <w:vAlign w:val="bottom"/>
          </w:tcPr>
          <w:p w14:paraId="08F36D0C" w14:textId="5E27B245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104,5</w:t>
            </w:r>
          </w:p>
        </w:tc>
      </w:tr>
      <w:tr w:rsidR="00AD0ADD" w:rsidRPr="00EC67F8" w14:paraId="1A251ABF" w14:textId="77777777" w:rsidTr="00362DA1">
        <w:trPr>
          <w:trHeight w:val="193"/>
          <w:jc w:val="center"/>
        </w:trPr>
        <w:tc>
          <w:tcPr>
            <w:tcW w:w="4727" w:type="dxa"/>
            <w:vAlign w:val="center"/>
          </w:tcPr>
          <w:p w14:paraId="298E0847" w14:textId="319ED2F5"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Профили незамкнутые холодной штамповки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или гибки из нержавеющих сталей, т</w:t>
            </w:r>
          </w:p>
        </w:tc>
        <w:tc>
          <w:tcPr>
            <w:tcW w:w="1024" w:type="dxa"/>
            <w:vAlign w:val="bottom"/>
          </w:tcPr>
          <w:p w14:paraId="48E042DD" w14:textId="6EA9B86E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5E720587" w14:textId="4DDA5A8A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121,7</w:t>
            </w:r>
          </w:p>
        </w:tc>
        <w:tc>
          <w:tcPr>
            <w:tcW w:w="1094" w:type="dxa"/>
            <w:vAlign w:val="bottom"/>
          </w:tcPr>
          <w:p w14:paraId="574B05CD" w14:textId="6A24D216" w:rsidR="00AD0ADD" w:rsidRPr="0087261F" w:rsidRDefault="00AD0ADD" w:rsidP="001155C3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160,6</w:t>
            </w:r>
          </w:p>
        </w:tc>
        <w:tc>
          <w:tcPr>
            <w:tcW w:w="1094" w:type="dxa"/>
            <w:vAlign w:val="bottom"/>
          </w:tcPr>
          <w:p w14:paraId="742A69AD" w14:textId="0A1EE8AF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115,5</w:t>
            </w:r>
          </w:p>
        </w:tc>
      </w:tr>
      <w:tr w:rsidR="00943750" w:rsidRPr="00EC67F8" w14:paraId="6BE12D44" w14:textId="77777777" w:rsidTr="00C922DF">
        <w:trPr>
          <w:trHeight w:val="161"/>
          <w:jc w:val="center"/>
        </w:trPr>
        <w:tc>
          <w:tcPr>
            <w:tcW w:w="9072" w:type="dxa"/>
            <w:gridSpan w:val="5"/>
          </w:tcPr>
          <w:p w14:paraId="1C7FBF78" w14:textId="77777777" w:rsidR="00943750" w:rsidRPr="00EC67F8" w:rsidRDefault="00943750" w:rsidP="00C922DF">
            <w:pPr>
              <w:ind w:right="113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Производство готовых металлических изделий, кроме машин и оборудований</w:t>
            </w:r>
          </w:p>
        </w:tc>
      </w:tr>
      <w:tr w:rsidR="00AD0ADD" w:rsidRPr="00EC67F8" w14:paraId="5BE3BB70" w14:textId="77777777" w:rsidTr="00362DA1">
        <w:trPr>
          <w:trHeight w:val="73"/>
          <w:jc w:val="center"/>
        </w:trPr>
        <w:tc>
          <w:tcPr>
            <w:tcW w:w="4727" w:type="dxa"/>
            <w:vAlign w:val="center"/>
          </w:tcPr>
          <w:p w14:paraId="38927F44" w14:textId="77777777" w:rsidR="00AD0ADD" w:rsidRPr="00EC67F8" w:rsidRDefault="00AD0ADD" w:rsidP="00AD0ADD">
            <w:pPr>
              <w:ind w:right="113"/>
              <w:jc w:val="left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Конструкции и детали конструкций из черных металлов, тыс. т</w:t>
            </w:r>
          </w:p>
        </w:tc>
        <w:tc>
          <w:tcPr>
            <w:tcW w:w="1024" w:type="dxa"/>
            <w:vAlign w:val="bottom"/>
          </w:tcPr>
          <w:p w14:paraId="67292D64" w14:textId="30A87A57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31BF3F6E" w14:textId="64F36638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10F11A3B" w14:textId="28825795" w:rsidR="00AD0ADD" w:rsidRPr="0087261F" w:rsidRDefault="00AD0ADD" w:rsidP="001155C3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0C8816EA" w14:textId="21584258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92,9</w:t>
            </w:r>
          </w:p>
        </w:tc>
      </w:tr>
      <w:tr w:rsidR="00943750" w:rsidRPr="00EC67F8" w14:paraId="16ACA39E" w14:textId="77777777" w:rsidTr="00C922DF">
        <w:trPr>
          <w:trHeight w:val="283"/>
          <w:jc w:val="center"/>
        </w:trPr>
        <w:tc>
          <w:tcPr>
            <w:tcW w:w="9072" w:type="dxa"/>
            <w:gridSpan w:val="5"/>
            <w:vAlign w:val="center"/>
          </w:tcPr>
          <w:p w14:paraId="252850B3" w14:textId="77777777" w:rsidR="00943750" w:rsidRPr="00EC67F8" w:rsidRDefault="00943750" w:rsidP="00C922DF">
            <w:pPr>
              <w:ind w:right="113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bCs/>
                <w:color w:val="000000"/>
                <w:sz w:val="20"/>
              </w:rPr>
              <w:t>Производство электрического оборудования</w:t>
            </w:r>
          </w:p>
        </w:tc>
      </w:tr>
      <w:tr w:rsidR="00AD0ADD" w:rsidRPr="00EC67F8" w14:paraId="3D30A59D" w14:textId="77777777" w:rsidTr="00362DA1">
        <w:trPr>
          <w:trHeight w:val="283"/>
          <w:jc w:val="center"/>
        </w:trPr>
        <w:tc>
          <w:tcPr>
            <w:tcW w:w="4727" w:type="dxa"/>
            <w:vAlign w:val="bottom"/>
          </w:tcPr>
          <w:p w14:paraId="780DADE6" w14:textId="77777777" w:rsidR="00AD0ADD" w:rsidRPr="00EC67F8" w:rsidRDefault="00AD0ADD" w:rsidP="00AD0ADD">
            <w:pPr>
              <w:ind w:right="113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Элементы первичные и батареи первичных элементов, шт.</w:t>
            </w:r>
          </w:p>
        </w:tc>
        <w:tc>
          <w:tcPr>
            <w:tcW w:w="1024" w:type="dxa"/>
            <w:vAlign w:val="bottom"/>
          </w:tcPr>
          <w:p w14:paraId="3FD55806" w14:textId="17CEF116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769EC79A" w14:textId="1AF3C974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144,3</w:t>
            </w:r>
          </w:p>
        </w:tc>
        <w:tc>
          <w:tcPr>
            <w:tcW w:w="1094" w:type="dxa"/>
            <w:vAlign w:val="bottom"/>
          </w:tcPr>
          <w:p w14:paraId="445C4E97" w14:textId="0B39CBD4" w:rsidR="00AD0ADD" w:rsidRPr="0087261F" w:rsidRDefault="00AD0ADD" w:rsidP="001155C3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78,1</w:t>
            </w:r>
          </w:p>
        </w:tc>
        <w:tc>
          <w:tcPr>
            <w:tcW w:w="1094" w:type="dxa"/>
            <w:vAlign w:val="bottom"/>
          </w:tcPr>
          <w:p w14:paraId="243FC336" w14:textId="04A16B16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91,5</w:t>
            </w:r>
          </w:p>
        </w:tc>
      </w:tr>
      <w:tr w:rsidR="00AD0ADD" w:rsidRPr="00EC67F8" w14:paraId="06D40DE5" w14:textId="77777777" w:rsidTr="00362DA1">
        <w:trPr>
          <w:trHeight w:val="111"/>
          <w:jc w:val="center"/>
        </w:trPr>
        <w:tc>
          <w:tcPr>
            <w:tcW w:w="4727" w:type="dxa"/>
            <w:vAlign w:val="bottom"/>
          </w:tcPr>
          <w:p w14:paraId="0E4E5E51" w14:textId="77777777" w:rsidR="00AD0ADD" w:rsidRPr="00EC67F8" w:rsidRDefault="00AD0ADD" w:rsidP="00AD0ADD">
            <w:pPr>
              <w:ind w:right="113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Светильники и осветительные устройства, шт.</w:t>
            </w:r>
          </w:p>
        </w:tc>
        <w:tc>
          <w:tcPr>
            <w:tcW w:w="1024" w:type="dxa"/>
            <w:vAlign w:val="bottom"/>
          </w:tcPr>
          <w:p w14:paraId="6F84FA93" w14:textId="74A3E655" w:rsidR="00AD0ADD" w:rsidRPr="0087261F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5B8DDF99" w14:textId="709FA84B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6CC7D6B5" w14:textId="2E4396A2" w:rsidR="00AD0ADD" w:rsidRPr="0087261F" w:rsidRDefault="00AD0ADD" w:rsidP="001155C3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4984CDB2" w14:textId="1DA2D8EE" w:rsidR="00AD0ADD" w:rsidRPr="0087261F" w:rsidRDefault="00AD0ADD" w:rsidP="001155C3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в 2,5р.</w:t>
            </w:r>
          </w:p>
        </w:tc>
      </w:tr>
      <w:tr w:rsidR="00AD0ADD" w:rsidRPr="00EC67F8" w14:paraId="054EE28B" w14:textId="77777777" w:rsidTr="00362DA1">
        <w:trPr>
          <w:trHeight w:val="111"/>
          <w:jc w:val="center"/>
        </w:trPr>
        <w:tc>
          <w:tcPr>
            <w:tcW w:w="4727" w:type="dxa"/>
            <w:vAlign w:val="center"/>
          </w:tcPr>
          <w:p w14:paraId="35535A01" w14:textId="59D284C0" w:rsidR="00AD0ADD" w:rsidRPr="00EC67F8" w:rsidRDefault="00AD0ADD" w:rsidP="00AD0ADD">
            <w:pPr>
              <w:ind w:right="113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Машины электрические и аппаратура специализированные, тыс. рублей</w:t>
            </w:r>
          </w:p>
        </w:tc>
        <w:tc>
          <w:tcPr>
            <w:tcW w:w="1024" w:type="dxa"/>
            <w:vAlign w:val="bottom"/>
          </w:tcPr>
          <w:p w14:paraId="59B0991A" w14:textId="547EB4D6" w:rsidR="00AD0ADD" w:rsidRPr="001058CA" w:rsidRDefault="00AD0ADD" w:rsidP="00AD0ADD">
            <w:pPr>
              <w:ind w:right="57"/>
              <w:jc w:val="right"/>
              <w:rPr>
                <w:b/>
                <w:bCs/>
                <w:color w:val="000000"/>
                <w:sz w:val="20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3" w:type="dxa"/>
            <w:vAlign w:val="bottom"/>
          </w:tcPr>
          <w:p w14:paraId="66EE51E2" w14:textId="53655C6C" w:rsidR="00AD0ADD" w:rsidRPr="001058CA" w:rsidRDefault="00AD0ADD" w:rsidP="00AD0ADD">
            <w:pPr>
              <w:ind w:right="57" w:firstLineChars="100" w:firstLine="200"/>
              <w:jc w:val="right"/>
              <w:rPr>
                <w:b/>
                <w:bCs/>
                <w:color w:val="000000"/>
                <w:sz w:val="20"/>
              </w:rPr>
            </w:pPr>
            <w:r w:rsidRPr="00842289">
              <w:rPr>
                <w:b/>
                <w:bCs/>
                <w:color w:val="000000"/>
                <w:sz w:val="20"/>
              </w:rPr>
              <w:t>в 4,0р.</w:t>
            </w:r>
          </w:p>
        </w:tc>
        <w:tc>
          <w:tcPr>
            <w:tcW w:w="1094" w:type="dxa"/>
            <w:vAlign w:val="bottom"/>
          </w:tcPr>
          <w:p w14:paraId="5FC84A54" w14:textId="376D6BD5" w:rsidR="00AD0ADD" w:rsidRPr="001058CA" w:rsidRDefault="00AD0ADD" w:rsidP="001155C3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094" w:type="dxa"/>
            <w:vAlign w:val="bottom"/>
          </w:tcPr>
          <w:p w14:paraId="21D862B1" w14:textId="42A9BC91" w:rsidR="00AD0ADD" w:rsidRPr="001058CA" w:rsidRDefault="00AD0ADD" w:rsidP="001155C3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</w:rPr>
            </w:pPr>
            <w:r w:rsidRPr="00842289">
              <w:rPr>
                <w:b/>
                <w:bCs/>
                <w:color w:val="000000"/>
                <w:sz w:val="20"/>
              </w:rPr>
              <w:t>1,2</w:t>
            </w:r>
          </w:p>
        </w:tc>
      </w:tr>
    </w:tbl>
    <w:p w14:paraId="1025B0B5" w14:textId="77777777" w:rsidR="00943750" w:rsidRPr="00943750" w:rsidRDefault="00943750" w:rsidP="00AA2072">
      <w:pPr>
        <w:spacing w:after="120"/>
        <w:jc w:val="right"/>
        <w:rPr>
          <w:sz w:val="20"/>
        </w:rPr>
      </w:pPr>
      <w:r w:rsidRPr="00EC67F8">
        <w:br w:type="page"/>
      </w:r>
      <w:r w:rsidRPr="00943750">
        <w:rPr>
          <w:sz w:val="20"/>
        </w:rPr>
        <w:lastRenderedPageBreak/>
        <w:t>Продолжение приложения 1</w:t>
      </w:r>
    </w:p>
    <w:tbl>
      <w:tblPr>
        <w:tblW w:w="9072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36"/>
        <w:gridCol w:w="1168"/>
        <w:gridCol w:w="1134"/>
        <w:gridCol w:w="1100"/>
        <w:gridCol w:w="1134"/>
      </w:tblGrid>
      <w:tr w:rsidR="00943750" w:rsidRPr="0089389C" w14:paraId="1C7B09F2" w14:textId="77777777" w:rsidTr="00C922DF">
        <w:trPr>
          <w:trHeight w:val="119"/>
          <w:jc w:val="center"/>
        </w:trPr>
        <w:tc>
          <w:tcPr>
            <w:tcW w:w="4536" w:type="dxa"/>
            <w:vMerge w:val="restart"/>
          </w:tcPr>
          <w:p w14:paraId="347D280D" w14:textId="77777777" w:rsidR="00943750" w:rsidRPr="00EC67F8" w:rsidRDefault="00943750" w:rsidP="00C922DF">
            <w:pPr>
              <w:ind w:right="113"/>
              <w:jc w:val="center"/>
              <w:rPr>
                <w:b/>
                <w:sz w:val="20"/>
              </w:rPr>
            </w:pPr>
          </w:p>
        </w:tc>
        <w:tc>
          <w:tcPr>
            <w:tcW w:w="1168" w:type="dxa"/>
            <w:vMerge w:val="restart"/>
            <w:vAlign w:val="center"/>
          </w:tcPr>
          <w:p w14:paraId="407654DD" w14:textId="24CBB169"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Январь-</w:t>
            </w:r>
            <w:r w:rsidR="00DC4F0D">
              <w:rPr>
                <w:b/>
                <w:sz w:val="20"/>
              </w:rPr>
              <w:t>сентябрь</w:t>
            </w:r>
          </w:p>
          <w:p w14:paraId="16A26978" w14:textId="77777777" w:rsidR="00943750" w:rsidRPr="0089389C" w:rsidRDefault="00943750" w:rsidP="00C922DF">
            <w:pPr>
              <w:ind w:left="-57" w:right="-57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  <w:tc>
          <w:tcPr>
            <w:tcW w:w="1134" w:type="dxa"/>
            <w:vMerge w:val="restart"/>
            <w:vAlign w:val="center"/>
          </w:tcPr>
          <w:p w14:paraId="6FB4E97F" w14:textId="06DAC3DF" w:rsidR="00943750" w:rsidRPr="0089389C" w:rsidRDefault="00943750" w:rsidP="00C922DF">
            <w:pPr>
              <w:jc w:val="center"/>
              <w:rPr>
                <w:b/>
                <w:sz w:val="20"/>
              </w:rPr>
            </w:pPr>
            <w:proofErr w:type="gramStart"/>
            <w:r w:rsidRPr="0089389C">
              <w:rPr>
                <w:b/>
                <w:sz w:val="20"/>
              </w:rPr>
              <w:t>В  %</w:t>
            </w:r>
            <w:proofErr w:type="gramEnd"/>
            <w:r w:rsidRPr="0089389C">
              <w:rPr>
                <w:b/>
                <w:sz w:val="20"/>
              </w:rPr>
              <w:t xml:space="preserve">  к январю-</w:t>
            </w:r>
            <w:r w:rsidR="00DC4F0D">
              <w:rPr>
                <w:b/>
                <w:sz w:val="20"/>
              </w:rPr>
              <w:t>сентябрю</w:t>
            </w:r>
          </w:p>
          <w:p w14:paraId="0A6EA33A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2234" w:type="dxa"/>
            <w:gridSpan w:val="2"/>
          </w:tcPr>
          <w:p w14:paraId="5178A5BC" w14:textId="64779F28" w:rsidR="00943750" w:rsidRPr="0089389C" w:rsidRDefault="00DC4F0D" w:rsidP="00C922DF">
            <w:pPr>
              <w:ind w:right="11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Сентябрь</w:t>
            </w:r>
            <w:r w:rsidR="00943750" w:rsidRPr="0089389C">
              <w:rPr>
                <w:b/>
                <w:sz w:val="20"/>
              </w:rPr>
              <w:t xml:space="preserve"> 2024</w:t>
            </w:r>
            <w:r w:rsidR="00943750" w:rsidRPr="0089389C">
              <w:rPr>
                <w:b/>
                <w:sz w:val="20"/>
              </w:rPr>
              <w:br/>
            </w:r>
            <w:proofErr w:type="gramStart"/>
            <w:r w:rsidR="00943750" w:rsidRPr="0089389C">
              <w:rPr>
                <w:b/>
                <w:sz w:val="20"/>
              </w:rPr>
              <w:t>в  %</w:t>
            </w:r>
            <w:proofErr w:type="gramEnd"/>
            <w:r w:rsidR="00943750" w:rsidRPr="0089389C">
              <w:rPr>
                <w:b/>
                <w:sz w:val="20"/>
              </w:rPr>
              <w:t xml:space="preserve">  к</w:t>
            </w:r>
          </w:p>
        </w:tc>
      </w:tr>
      <w:tr w:rsidR="00943750" w:rsidRPr="0089389C" w14:paraId="232608B1" w14:textId="77777777" w:rsidTr="00C922DF">
        <w:trPr>
          <w:trHeight w:val="118"/>
          <w:jc w:val="center"/>
        </w:trPr>
        <w:tc>
          <w:tcPr>
            <w:tcW w:w="4536" w:type="dxa"/>
            <w:vMerge/>
          </w:tcPr>
          <w:p w14:paraId="37394AED" w14:textId="77777777" w:rsidR="00943750" w:rsidRPr="00EC67F8" w:rsidRDefault="00943750" w:rsidP="00C922DF">
            <w:pPr>
              <w:ind w:right="113"/>
              <w:jc w:val="center"/>
              <w:rPr>
                <w:b/>
                <w:sz w:val="20"/>
              </w:rPr>
            </w:pPr>
          </w:p>
        </w:tc>
        <w:tc>
          <w:tcPr>
            <w:tcW w:w="1168" w:type="dxa"/>
            <w:vMerge/>
          </w:tcPr>
          <w:p w14:paraId="2BFC40EA" w14:textId="77777777" w:rsidR="00943750" w:rsidRPr="0089389C" w:rsidRDefault="00943750" w:rsidP="00C922DF">
            <w:pPr>
              <w:ind w:right="113"/>
              <w:jc w:val="center"/>
              <w:rPr>
                <w:b/>
                <w:sz w:val="20"/>
              </w:rPr>
            </w:pPr>
          </w:p>
        </w:tc>
        <w:tc>
          <w:tcPr>
            <w:tcW w:w="1134" w:type="dxa"/>
            <w:vMerge/>
          </w:tcPr>
          <w:p w14:paraId="07530A2F" w14:textId="77777777" w:rsidR="00943750" w:rsidRPr="0089389C" w:rsidRDefault="00943750" w:rsidP="00C922DF">
            <w:pPr>
              <w:ind w:right="113"/>
              <w:jc w:val="center"/>
              <w:rPr>
                <w:b/>
                <w:sz w:val="20"/>
              </w:rPr>
            </w:pPr>
          </w:p>
        </w:tc>
        <w:tc>
          <w:tcPr>
            <w:tcW w:w="1100" w:type="dxa"/>
            <w:vAlign w:val="center"/>
          </w:tcPr>
          <w:p w14:paraId="17BA50E5" w14:textId="222181BD" w:rsidR="00943750" w:rsidRPr="0089389C" w:rsidRDefault="00AD0ADD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сентябрю</w:t>
            </w:r>
          </w:p>
          <w:p w14:paraId="61BE0DEC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2023</w:t>
            </w:r>
          </w:p>
        </w:tc>
        <w:tc>
          <w:tcPr>
            <w:tcW w:w="1134" w:type="dxa"/>
            <w:vAlign w:val="center"/>
          </w:tcPr>
          <w:p w14:paraId="5329016E" w14:textId="3B74F0DC" w:rsidR="00943750" w:rsidRPr="0089389C" w:rsidRDefault="00AD0ADD" w:rsidP="00C922DF">
            <w:pPr>
              <w:ind w:left="-85" w:right="-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августу</w:t>
            </w:r>
            <w:r w:rsidR="00943750" w:rsidRPr="0089389C">
              <w:rPr>
                <w:b/>
                <w:sz w:val="20"/>
              </w:rPr>
              <w:t xml:space="preserve"> </w:t>
            </w:r>
          </w:p>
          <w:p w14:paraId="6728CBF9" w14:textId="77777777" w:rsidR="00943750" w:rsidRPr="0089389C" w:rsidRDefault="00943750" w:rsidP="00C922DF">
            <w:pPr>
              <w:ind w:left="-85" w:right="-85"/>
              <w:jc w:val="center"/>
              <w:rPr>
                <w:b/>
                <w:sz w:val="20"/>
              </w:rPr>
            </w:pPr>
            <w:r w:rsidRPr="0089389C">
              <w:rPr>
                <w:b/>
                <w:sz w:val="20"/>
              </w:rPr>
              <w:t>2024</w:t>
            </w:r>
          </w:p>
        </w:tc>
      </w:tr>
      <w:tr w:rsidR="00943750" w:rsidRPr="00EC67F8" w14:paraId="3BD391E2" w14:textId="77777777" w:rsidTr="00C922DF">
        <w:trPr>
          <w:trHeight w:val="227"/>
          <w:jc w:val="center"/>
        </w:trPr>
        <w:tc>
          <w:tcPr>
            <w:tcW w:w="9072" w:type="dxa"/>
            <w:gridSpan w:val="5"/>
            <w:vAlign w:val="bottom"/>
          </w:tcPr>
          <w:p w14:paraId="1EFF1BA0" w14:textId="77777777" w:rsidR="00943750" w:rsidRPr="00EC67F8" w:rsidRDefault="00943750" w:rsidP="00C922DF">
            <w:pPr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bCs/>
                <w:color w:val="000000"/>
                <w:sz w:val="20"/>
              </w:rPr>
              <w:t>Производство машин и оборудования, не включенных в другие группировки</w:t>
            </w:r>
          </w:p>
        </w:tc>
      </w:tr>
      <w:tr w:rsidR="00AD0ADD" w:rsidRPr="00EC67F8" w14:paraId="57BE7F26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3E904CE4" w14:textId="327C33A8" w:rsidR="00AD0ADD" w:rsidRPr="00EC67F8" w:rsidRDefault="00AD0ADD" w:rsidP="00AD0ADD">
            <w:pPr>
              <w:ind w:right="-57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Арматура (краны, клапаны и другая аналогичная арматура) для трубопроводов, сосудов, котлов, цистерн, баков и аналогичных </w:t>
            </w:r>
            <w:proofErr w:type="gramStart"/>
            <w:r>
              <w:rPr>
                <w:b/>
                <w:sz w:val="20"/>
              </w:rPr>
              <w:t>е</w:t>
            </w:r>
            <w:r w:rsidRPr="00EC67F8">
              <w:rPr>
                <w:b/>
                <w:sz w:val="20"/>
              </w:rPr>
              <w:t>мкостей,  тыс.</w:t>
            </w:r>
            <w:proofErr w:type="gramEnd"/>
            <w:r w:rsidRPr="00EC67F8">
              <w:rPr>
                <w:b/>
                <w:sz w:val="20"/>
              </w:rPr>
              <w:t xml:space="preserve">  штук</w:t>
            </w:r>
          </w:p>
        </w:tc>
        <w:tc>
          <w:tcPr>
            <w:tcW w:w="1168" w:type="dxa"/>
            <w:vAlign w:val="bottom"/>
          </w:tcPr>
          <w:p w14:paraId="40E28CBD" w14:textId="7A530C47"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4E3DF431" w14:textId="40EF6F48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0" w:type="dxa"/>
            <w:vAlign w:val="bottom"/>
          </w:tcPr>
          <w:p w14:paraId="39CDEB38" w14:textId="078A7F33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14:paraId="2BC5A101" w14:textId="637781BB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5,3</w:t>
            </w:r>
          </w:p>
        </w:tc>
      </w:tr>
      <w:tr w:rsidR="00AD0ADD" w:rsidRPr="00EC67F8" w14:paraId="5BD3DA1F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4220C233" w14:textId="77777777" w:rsidR="00AD0ADD" w:rsidRPr="00EC67F8" w:rsidRDefault="00AD0ADD" w:rsidP="00AD0ADD">
            <w:pPr>
              <w:ind w:right="-57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Оборудование для производства пищевых продуктов, напитков и табачных изделий, кроме его частей, тыс. рублей</w:t>
            </w:r>
          </w:p>
        </w:tc>
        <w:tc>
          <w:tcPr>
            <w:tcW w:w="1168" w:type="dxa"/>
            <w:vAlign w:val="bottom"/>
          </w:tcPr>
          <w:p w14:paraId="7DC6FFDB" w14:textId="14FB5E33"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565272E3" w14:textId="2903FE5A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0" w:type="dxa"/>
            <w:vAlign w:val="bottom"/>
          </w:tcPr>
          <w:p w14:paraId="340E51E5" w14:textId="03393B4D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14:paraId="24689975" w14:textId="5A4A6002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42,9</w:t>
            </w:r>
          </w:p>
        </w:tc>
      </w:tr>
      <w:tr w:rsidR="00943750" w:rsidRPr="00EC67F8" w14:paraId="3040679C" w14:textId="77777777" w:rsidTr="00C922DF">
        <w:trPr>
          <w:trHeight w:val="227"/>
          <w:jc w:val="center"/>
        </w:trPr>
        <w:tc>
          <w:tcPr>
            <w:tcW w:w="9072" w:type="dxa"/>
            <w:gridSpan w:val="5"/>
            <w:vAlign w:val="bottom"/>
          </w:tcPr>
          <w:p w14:paraId="6963AF13" w14:textId="77777777" w:rsidR="00943750" w:rsidRPr="00EC67F8" w:rsidRDefault="00943750" w:rsidP="00C922DF">
            <w:pPr>
              <w:ind w:right="170" w:firstLineChars="100" w:firstLine="200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Производство прочих транспортных средств и оборудования</w:t>
            </w:r>
          </w:p>
        </w:tc>
      </w:tr>
      <w:tr w:rsidR="00AD0ADD" w:rsidRPr="00EC67F8" w14:paraId="0F1D7DC5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31D3A13E" w14:textId="77777777"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Суда прогулочные и спортивные, шт.</w:t>
            </w:r>
          </w:p>
        </w:tc>
        <w:tc>
          <w:tcPr>
            <w:tcW w:w="1168" w:type="dxa"/>
            <w:vAlign w:val="bottom"/>
          </w:tcPr>
          <w:p w14:paraId="1EDD8BA3" w14:textId="7AF9AA59" w:rsidR="00AD0ADD" w:rsidRPr="0087261F" w:rsidRDefault="00AD0ADD" w:rsidP="00AD0ADD">
            <w:pPr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3442A3F6" w14:textId="1155A4A9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0" w:type="dxa"/>
            <w:vAlign w:val="bottom"/>
          </w:tcPr>
          <w:p w14:paraId="7B98F399" w14:textId="4F98CA28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14:paraId="35C62F9E" w14:textId="406C710D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116,7</w:t>
            </w:r>
          </w:p>
        </w:tc>
      </w:tr>
      <w:tr w:rsidR="00943750" w:rsidRPr="00EC67F8" w14:paraId="22EF8152" w14:textId="77777777" w:rsidTr="00C922DF">
        <w:trPr>
          <w:trHeight w:val="227"/>
          <w:jc w:val="center"/>
        </w:trPr>
        <w:tc>
          <w:tcPr>
            <w:tcW w:w="9072" w:type="dxa"/>
            <w:gridSpan w:val="5"/>
            <w:vAlign w:val="bottom"/>
          </w:tcPr>
          <w:p w14:paraId="796E98F9" w14:textId="77777777" w:rsidR="00943750" w:rsidRPr="00EC67F8" w:rsidRDefault="00943750" w:rsidP="00C922DF">
            <w:pPr>
              <w:ind w:right="170" w:firstLineChars="100" w:firstLine="200"/>
              <w:jc w:val="center"/>
              <w:rPr>
                <w:b/>
                <w:bCs/>
                <w:color w:val="000000"/>
                <w:sz w:val="20"/>
              </w:rPr>
            </w:pPr>
            <w:r w:rsidRPr="00EC67F8">
              <w:rPr>
                <w:b/>
                <w:sz w:val="20"/>
              </w:rPr>
              <w:t>Производство мебели</w:t>
            </w:r>
          </w:p>
        </w:tc>
      </w:tr>
      <w:tr w:rsidR="00AD0ADD" w:rsidRPr="00EC67F8" w14:paraId="0A826486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5940D9D0" w14:textId="77777777"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Мебель, тыс. рублей</w:t>
            </w:r>
          </w:p>
        </w:tc>
        <w:tc>
          <w:tcPr>
            <w:tcW w:w="1168" w:type="dxa"/>
            <w:vAlign w:val="bottom"/>
          </w:tcPr>
          <w:p w14:paraId="27F0F527" w14:textId="4A2B3521"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154271,1</w:t>
            </w:r>
          </w:p>
        </w:tc>
        <w:tc>
          <w:tcPr>
            <w:tcW w:w="1134" w:type="dxa"/>
            <w:vAlign w:val="bottom"/>
          </w:tcPr>
          <w:p w14:paraId="61F9A4EB" w14:textId="440EF8F4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105,4</w:t>
            </w:r>
          </w:p>
        </w:tc>
        <w:tc>
          <w:tcPr>
            <w:tcW w:w="1100" w:type="dxa"/>
            <w:vAlign w:val="bottom"/>
          </w:tcPr>
          <w:p w14:paraId="4138BDB6" w14:textId="546E53F6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104,3</w:t>
            </w:r>
          </w:p>
        </w:tc>
        <w:tc>
          <w:tcPr>
            <w:tcW w:w="1134" w:type="dxa"/>
            <w:vAlign w:val="bottom"/>
          </w:tcPr>
          <w:p w14:paraId="38D2D000" w14:textId="09AFD7DC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76,7</w:t>
            </w:r>
          </w:p>
        </w:tc>
      </w:tr>
      <w:tr w:rsidR="00AD0ADD" w:rsidRPr="00EC67F8" w14:paraId="44C62D2A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475717F6" w14:textId="77777777"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Мебель деревянная для офисов, тыс. рублей</w:t>
            </w:r>
          </w:p>
        </w:tc>
        <w:tc>
          <w:tcPr>
            <w:tcW w:w="1168" w:type="dxa"/>
            <w:vAlign w:val="bottom"/>
          </w:tcPr>
          <w:p w14:paraId="733F0371" w14:textId="16C65567"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53740667" w14:textId="5DE417B8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0" w:type="dxa"/>
            <w:vAlign w:val="bottom"/>
          </w:tcPr>
          <w:p w14:paraId="25267D1A" w14:textId="428CEC9A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509A268F" w14:textId="2D91BB4F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</w:tr>
      <w:tr w:rsidR="00AD0ADD" w:rsidRPr="00EC67F8" w14:paraId="5E8C7598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01BF8FB6" w14:textId="77777777"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Столы письменные деревянные для учебных заведений, шт.</w:t>
            </w:r>
          </w:p>
        </w:tc>
        <w:tc>
          <w:tcPr>
            <w:tcW w:w="1168" w:type="dxa"/>
            <w:vAlign w:val="bottom"/>
          </w:tcPr>
          <w:p w14:paraId="2CF8D85D" w14:textId="01217DE5"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41</w:t>
            </w:r>
          </w:p>
        </w:tc>
        <w:tc>
          <w:tcPr>
            <w:tcW w:w="1134" w:type="dxa"/>
            <w:vAlign w:val="bottom"/>
          </w:tcPr>
          <w:p w14:paraId="619137CF" w14:textId="54DD1100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00" w:type="dxa"/>
            <w:vAlign w:val="bottom"/>
          </w:tcPr>
          <w:p w14:paraId="1B16F0BE" w14:textId="5FBC9A4A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-</w:t>
            </w:r>
          </w:p>
        </w:tc>
        <w:tc>
          <w:tcPr>
            <w:tcW w:w="1134" w:type="dxa"/>
            <w:vAlign w:val="bottom"/>
          </w:tcPr>
          <w:p w14:paraId="5A1E7C1E" w14:textId="521BC408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-</w:t>
            </w:r>
          </w:p>
        </w:tc>
      </w:tr>
      <w:tr w:rsidR="00AD0ADD" w:rsidRPr="00EC67F8" w14:paraId="0716BB5A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4D883B3C" w14:textId="77777777"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Мебель кухонная, тыс. рублей</w:t>
            </w:r>
          </w:p>
        </w:tc>
        <w:tc>
          <w:tcPr>
            <w:tcW w:w="1168" w:type="dxa"/>
            <w:vAlign w:val="bottom"/>
          </w:tcPr>
          <w:p w14:paraId="7E553FAA" w14:textId="36D7C4B8"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31492,1</w:t>
            </w:r>
          </w:p>
        </w:tc>
        <w:tc>
          <w:tcPr>
            <w:tcW w:w="1134" w:type="dxa"/>
            <w:vAlign w:val="bottom"/>
          </w:tcPr>
          <w:p w14:paraId="277858EA" w14:textId="0C0D1883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94,8</w:t>
            </w:r>
          </w:p>
        </w:tc>
        <w:tc>
          <w:tcPr>
            <w:tcW w:w="1100" w:type="dxa"/>
            <w:vAlign w:val="bottom"/>
          </w:tcPr>
          <w:p w14:paraId="4EF7E219" w14:textId="4ECA700D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65,5</w:t>
            </w:r>
          </w:p>
        </w:tc>
        <w:tc>
          <w:tcPr>
            <w:tcW w:w="1134" w:type="dxa"/>
            <w:vAlign w:val="bottom"/>
          </w:tcPr>
          <w:p w14:paraId="16A9B1CD" w14:textId="02138182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99,0</w:t>
            </w:r>
          </w:p>
        </w:tc>
      </w:tr>
      <w:tr w:rsidR="00AD0ADD" w:rsidRPr="00EC67F8" w14:paraId="702A6CC9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0E1E0FD0" w14:textId="77777777"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Столы </w:t>
            </w:r>
            <w:proofErr w:type="gramStart"/>
            <w:r w:rsidRPr="00EC67F8">
              <w:rPr>
                <w:b/>
                <w:sz w:val="20"/>
              </w:rPr>
              <w:t>кухонные,  для</w:t>
            </w:r>
            <w:proofErr w:type="gramEnd"/>
            <w:r w:rsidRPr="00EC67F8">
              <w:rPr>
                <w:b/>
                <w:sz w:val="20"/>
              </w:rPr>
              <w:t xml:space="preserve"> столовой и гостиной, шт.</w:t>
            </w:r>
          </w:p>
        </w:tc>
        <w:tc>
          <w:tcPr>
            <w:tcW w:w="1168" w:type="dxa"/>
            <w:vAlign w:val="bottom"/>
          </w:tcPr>
          <w:p w14:paraId="3251672B" w14:textId="02879216"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945</w:t>
            </w:r>
          </w:p>
        </w:tc>
        <w:tc>
          <w:tcPr>
            <w:tcW w:w="1134" w:type="dxa"/>
            <w:vAlign w:val="bottom"/>
          </w:tcPr>
          <w:p w14:paraId="77EFB6D5" w14:textId="527121D8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152,9</w:t>
            </w:r>
          </w:p>
        </w:tc>
        <w:tc>
          <w:tcPr>
            <w:tcW w:w="1100" w:type="dxa"/>
            <w:vAlign w:val="bottom"/>
          </w:tcPr>
          <w:p w14:paraId="4245FDE5" w14:textId="0FB56CFF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192,2</w:t>
            </w:r>
          </w:p>
        </w:tc>
        <w:tc>
          <w:tcPr>
            <w:tcW w:w="1134" w:type="dxa"/>
            <w:vAlign w:val="bottom"/>
          </w:tcPr>
          <w:p w14:paraId="1229FF0E" w14:textId="65743877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162,3</w:t>
            </w:r>
          </w:p>
        </w:tc>
      </w:tr>
      <w:tr w:rsidR="00AD0ADD" w:rsidRPr="00EC67F8" w14:paraId="0D0DFF1E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269C5DC5" w14:textId="77777777"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 xml:space="preserve">Шкафы </w:t>
            </w:r>
            <w:proofErr w:type="gramStart"/>
            <w:r w:rsidRPr="00EC67F8">
              <w:rPr>
                <w:b/>
                <w:sz w:val="20"/>
              </w:rPr>
              <w:t>кухонные,  для</w:t>
            </w:r>
            <w:proofErr w:type="gramEnd"/>
            <w:r w:rsidRPr="00EC67F8">
              <w:rPr>
                <w:b/>
                <w:sz w:val="20"/>
              </w:rPr>
              <w:t xml:space="preserve"> спальни,</w:t>
            </w:r>
            <w:r w:rsidRPr="00EC67F8">
              <w:rPr>
                <w:b/>
                <w:sz w:val="20"/>
              </w:rPr>
              <w:br/>
              <w:t>столовой и гостиной, шт.</w:t>
            </w:r>
          </w:p>
        </w:tc>
        <w:tc>
          <w:tcPr>
            <w:tcW w:w="1168" w:type="dxa"/>
            <w:vAlign w:val="bottom"/>
          </w:tcPr>
          <w:p w14:paraId="57C6270E" w14:textId="41F201C3"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3055</w:t>
            </w:r>
          </w:p>
        </w:tc>
        <w:tc>
          <w:tcPr>
            <w:tcW w:w="1134" w:type="dxa"/>
            <w:vAlign w:val="bottom"/>
          </w:tcPr>
          <w:p w14:paraId="67D531C7" w14:textId="67CD040A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181,1</w:t>
            </w:r>
          </w:p>
        </w:tc>
        <w:tc>
          <w:tcPr>
            <w:tcW w:w="1100" w:type="dxa"/>
            <w:vAlign w:val="bottom"/>
          </w:tcPr>
          <w:p w14:paraId="78E39C7F" w14:textId="68F5E6F0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98,3</w:t>
            </w:r>
          </w:p>
        </w:tc>
        <w:tc>
          <w:tcPr>
            <w:tcW w:w="1134" w:type="dxa"/>
            <w:vAlign w:val="bottom"/>
          </w:tcPr>
          <w:p w14:paraId="4EF7A1FB" w14:textId="4A308FE3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95,5</w:t>
            </w:r>
          </w:p>
        </w:tc>
      </w:tr>
      <w:tr w:rsidR="00AD0ADD" w:rsidRPr="00EC67F8" w14:paraId="02DE23E6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6D00C8B5" w14:textId="3F0E314E"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Мебель деревянная для спальни, столовой</w:t>
            </w:r>
            <w:r>
              <w:rPr>
                <w:b/>
                <w:sz w:val="20"/>
              </w:rPr>
              <w:br/>
            </w:r>
            <w:r w:rsidRPr="00EC67F8">
              <w:rPr>
                <w:b/>
                <w:sz w:val="20"/>
              </w:rPr>
              <w:t>и гостиной, тыс. рублей</w:t>
            </w:r>
          </w:p>
        </w:tc>
        <w:tc>
          <w:tcPr>
            <w:tcW w:w="1168" w:type="dxa"/>
            <w:vAlign w:val="bottom"/>
          </w:tcPr>
          <w:p w14:paraId="5220CB67" w14:textId="387089E9"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40580,6</w:t>
            </w:r>
          </w:p>
        </w:tc>
        <w:tc>
          <w:tcPr>
            <w:tcW w:w="1134" w:type="dxa"/>
            <w:vAlign w:val="bottom"/>
          </w:tcPr>
          <w:p w14:paraId="4F280DCD" w14:textId="2B3B17F3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125,5</w:t>
            </w:r>
          </w:p>
        </w:tc>
        <w:tc>
          <w:tcPr>
            <w:tcW w:w="1100" w:type="dxa"/>
            <w:vAlign w:val="bottom"/>
          </w:tcPr>
          <w:p w14:paraId="4EA65414" w14:textId="04DCA5AE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115,7</w:t>
            </w:r>
          </w:p>
        </w:tc>
        <w:tc>
          <w:tcPr>
            <w:tcW w:w="1134" w:type="dxa"/>
            <w:vAlign w:val="bottom"/>
          </w:tcPr>
          <w:p w14:paraId="5DF45E9A" w14:textId="0BD7EACD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86,1</w:t>
            </w:r>
          </w:p>
        </w:tc>
      </w:tr>
      <w:tr w:rsidR="00AD0ADD" w:rsidRPr="00EC67F8" w14:paraId="29F4D655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1F13DBE3" w14:textId="77777777"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Кровати деревянные, шт.</w:t>
            </w:r>
          </w:p>
        </w:tc>
        <w:tc>
          <w:tcPr>
            <w:tcW w:w="1168" w:type="dxa"/>
            <w:vAlign w:val="bottom"/>
          </w:tcPr>
          <w:p w14:paraId="57E7692F" w14:textId="38EAB4E1"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63BB191F" w14:textId="2404AB60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95,2</w:t>
            </w:r>
          </w:p>
        </w:tc>
        <w:tc>
          <w:tcPr>
            <w:tcW w:w="1100" w:type="dxa"/>
            <w:vAlign w:val="bottom"/>
          </w:tcPr>
          <w:p w14:paraId="1BBFAD6E" w14:textId="4BDEA42C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90,0</w:t>
            </w:r>
          </w:p>
        </w:tc>
        <w:tc>
          <w:tcPr>
            <w:tcW w:w="1134" w:type="dxa"/>
            <w:vAlign w:val="bottom"/>
          </w:tcPr>
          <w:p w14:paraId="236D0F68" w14:textId="21863A16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112,5</w:t>
            </w:r>
          </w:p>
        </w:tc>
      </w:tr>
      <w:tr w:rsidR="00AD0ADD" w:rsidRPr="00EC67F8" w14:paraId="542E4071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30CF54A5" w14:textId="77777777"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Диваны, софы, кушетки с деревянным каркасом, трансформируемые в кровати, шт.</w:t>
            </w:r>
          </w:p>
        </w:tc>
        <w:tc>
          <w:tcPr>
            <w:tcW w:w="1168" w:type="dxa"/>
            <w:vAlign w:val="bottom"/>
          </w:tcPr>
          <w:p w14:paraId="1CEF08A6" w14:textId="00D5BC15"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192B7F74" w14:textId="7EB9F01A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99,0</w:t>
            </w:r>
          </w:p>
        </w:tc>
        <w:tc>
          <w:tcPr>
            <w:tcW w:w="1100" w:type="dxa"/>
            <w:vAlign w:val="bottom"/>
          </w:tcPr>
          <w:p w14:paraId="34C552FE" w14:textId="49B4D4AB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99,2</w:t>
            </w:r>
          </w:p>
        </w:tc>
        <w:tc>
          <w:tcPr>
            <w:tcW w:w="1134" w:type="dxa"/>
            <w:vAlign w:val="bottom"/>
          </w:tcPr>
          <w:p w14:paraId="110DA98D" w14:textId="3B40E54A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85,6</w:t>
            </w:r>
          </w:p>
        </w:tc>
      </w:tr>
      <w:tr w:rsidR="00943750" w:rsidRPr="00EC67F8" w14:paraId="5F073B93" w14:textId="77777777" w:rsidTr="00C922DF">
        <w:trPr>
          <w:trHeight w:val="283"/>
          <w:jc w:val="center"/>
        </w:trPr>
        <w:tc>
          <w:tcPr>
            <w:tcW w:w="9072" w:type="dxa"/>
            <w:gridSpan w:val="5"/>
            <w:vAlign w:val="center"/>
          </w:tcPr>
          <w:p w14:paraId="0D6B0E10" w14:textId="77777777" w:rsidR="00943750" w:rsidRPr="00EC67F8" w:rsidRDefault="00943750" w:rsidP="00C922DF">
            <w:pPr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Производство прочих готовых изделий</w:t>
            </w:r>
          </w:p>
        </w:tc>
      </w:tr>
      <w:tr w:rsidR="00AD0ADD" w:rsidRPr="00EC67F8" w14:paraId="2CAFDFCE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33856659" w14:textId="77777777"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Изделия ювелирные и их части;</w:t>
            </w:r>
            <w:r w:rsidRPr="00EC67F8">
              <w:rPr>
                <w:b/>
                <w:sz w:val="20"/>
              </w:rPr>
              <w:br/>
              <w:t>ювелирные изделия из золота или ювелирные</w:t>
            </w:r>
            <w:r w:rsidRPr="00EC67F8">
              <w:rPr>
                <w:b/>
                <w:sz w:val="20"/>
              </w:rPr>
              <w:br/>
              <w:t>изделия из серебра и их части, тыс. рублей</w:t>
            </w:r>
          </w:p>
        </w:tc>
        <w:tc>
          <w:tcPr>
            <w:tcW w:w="1168" w:type="dxa"/>
            <w:vAlign w:val="bottom"/>
          </w:tcPr>
          <w:p w14:paraId="1FB4260C" w14:textId="021A296A"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5D24594C" w14:textId="41707C7D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67,0</w:t>
            </w:r>
          </w:p>
        </w:tc>
        <w:tc>
          <w:tcPr>
            <w:tcW w:w="1100" w:type="dxa"/>
            <w:vAlign w:val="bottom"/>
          </w:tcPr>
          <w:p w14:paraId="5682A8A0" w14:textId="14A7FBA7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92,3</w:t>
            </w:r>
          </w:p>
        </w:tc>
        <w:tc>
          <w:tcPr>
            <w:tcW w:w="1134" w:type="dxa"/>
            <w:vAlign w:val="bottom"/>
          </w:tcPr>
          <w:p w14:paraId="6D8BF12B" w14:textId="12C9BFCA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117,2</w:t>
            </w:r>
          </w:p>
        </w:tc>
      </w:tr>
      <w:tr w:rsidR="00AD0ADD" w:rsidRPr="00EC67F8" w14:paraId="4C84DDD0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7229ABF0" w14:textId="77777777" w:rsidR="00AD0ADD" w:rsidRPr="00EC67F8" w:rsidRDefault="00AD0ADD" w:rsidP="00AD0ADD">
            <w:pPr>
              <w:ind w:right="-57"/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Инструменты и оборудование медицинские,</w:t>
            </w:r>
            <w:r w:rsidRPr="00EC67F8">
              <w:rPr>
                <w:b/>
                <w:sz w:val="20"/>
              </w:rPr>
              <w:br/>
              <w:t>тыс. рублей</w:t>
            </w:r>
          </w:p>
        </w:tc>
        <w:tc>
          <w:tcPr>
            <w:tcW w:w="1168" w:type="dxa"/>
            <w:vAlign w:val="bottom"/>
          </w:tcPr>
          <w:p w14:paraId="43B608AE" w14:textId="0E5454FA"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…</w:t>
            </w:r>
          </w:p>
        </w:tc>
        <w:tc>
          <w:tcPr>
            <w:tcW w:w="1134" w:type="dxa"/>
            <w:vAlign w:val="bottom"/>
          </w:tcPr>
          <w:p w14:paraId="3977C3AB" w14:textId="1CAAAC94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00" w:type="dxa"/>
            <w:vAlign w:val="bottom"/>
          </w:tcPr>
          <w:p w14:paraId="429A4366" w14:textId="7B80E10E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100,0</w:t>
            </w:r>
          </w:p>
        </w:tc>
        <w:tc>
          <w:tcPr>
            <w:tcW w:w="1134" w:type="dxa"/>
            <w:vAlign w:val="bottom"/>
          </w:tcPr>
          <w:p w14:paraId="33187673" w14:textId="28028460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10,9</w:t>
            </w:r>
          </w:p>
        </w:tc>
      </w:tr>
      <w:tr w:rsidR="00943750" w:rsidRPr="00EC67F8" w14:paraId="10EB1BC0" w14:textId="77777777" w:rsidTr="00C922DF">
        <w:trPr>
          <w:trHeight w:val="283"/>
          <w:jc w:val="center"/>
        </w:trPr>
        <w:tc>
          <w:tcPr>
            <w:tcW w:w="9072" w:type="dxa"/>
            <w:gridSpan w:val="5"/>
          </w:tcPr>
          <w:p w14:paraId="203E4BB5" w14:textId="77777777" w:rsidR="00943750" w:rsidRPr="00EC67F8" w:rsidRDefault="00943750" w:rsidP="00C922DF">
            <w:pPr>
              <w:ind w:right="113"/>
              <w:jc w:val="center"/>
              <w:rPr>
                <w:sz w:val="20"/>
              </w:rPr>
            </w:pPr>
            <w:r w:rsidRPr="00EC67F8">
              <w:rPr>
                <w:b/>
                <w:sz w:val="20"/>
              </w:rPr>
              <w:t>Обеспечение электрической энергией, газом и паром; кондиционирование воздуха</w:t>
            </w:r>
          </w:p>
        </w:tc>
      </w:tr>
      <w:tr w:rsidR="00AD0ADD" w:rsidRPr="00EC67F8" w14:paraId="5D8A139F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269442AF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Электроэнергия, млн кВт-ч</w:t>
            </w:r>
          </w:p>
        </w:tc>
        <w:tc>
          <w:tcPr>
            <w:tcW w:w="1168" w:type="dxa"/>
            <w:vAlign w:val="bottom"/>
          </w:tcPr>
          <w:p w14:paraId="20CEF451" w14:textId="71E0E397"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3012,1</w:t>
            </w:r>
          </w:p>
        </w:tc>
        <w:tc>
          <w:tcPr>
            <w:tcW w:w="1134" w:type="dxa"/>
            <w:vAlign w:val="bottom"/>
          </w:tcPr>
          <w:p w14:paraId="3E7F7881" w14:textId="0ACE5A24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97,5</w:t>
            </w:r>
          </w:p>
        </w:tc>
        <w:tc>
          <w:tcPr>
            <w:tcW w:w="1100" w:type="dxa"/>
            <w:vAlign w:val="bottom"/>
          </w:tcPr>
          <w:p w14:paraId="3B3EC5BB" w14:textId="1903AF0C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111,6</w:t>
            </w:r>
          </w:p>
        </w:tc>
        <w:tc>
          <w:tcPr>
            <w:tcW w:w="1134" w:type="dxa"/>
            <w:vAlign w:val="bottom"/>
          </w:tcPr>
          <w:p w14:paraId="72345ABE" w14:textId="05D2315B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91,6</w:t>
            </w:r>
          </w:p>
        </w:tc>
      </w:tr>
      <w:tr w:rsidR="00AD0ADD" w:rsidRPr="003B096E" w14:paraId="3A505A26" w14:textId="77777777" w:rsidTr="00C922DF">
        <w:trPr>
          <w:trHeight w:val="227"/>
          <w:jc w:val="center"/>
        </w:trPr>
        <w:tc>
          <w:tcPr>
            <w:tcW w:w="4536" w:type="dxa"/>
            <w:vAlign w:val="bottom"/>
          </w:tcPr>
          <w:p w14:paraId="151FAA7C" w14:textId="77777777" w:rsidR="00AD0ADD" w:rsidRPr="00EC67F8" w:rsidRDefault="00AD0ADD" w:rsidP="00AD0ADD">
            <w:pPr>
              <w:jc w:val="left"/>
              <w:rPr>
                <w:b/>
                <w:sz w:val="20"/>
              </w:rPr>
            </w:pPr>
            <w:r w:rsidRPr="00EC67F8">
              <w:rPr>
                <w:b/>
                <w:sz w:val="20"/>
              </w:rPr>
              <w:t>Пар и горячая вода, тыс. Гкал</w:t>
            </w:r>
          </w:p>
        </w:tc>
        <w:tc>
          <w:tcPr>
            <w:tcW w:w="1168" w:type="dxa"/>
            <w:vAlign w:val="bottom"/>
          </w:tcPr>
          <w:p w14:paraId="7ADC03DA" w14:textId="29D1C5C8" w:rsidR="00AD0ADD" w:rsidRPr="0087261F" w:rsidRDefault="00AD0ADD" w:rsidP="00AD0ADD">
            <w:pPr>
              <w:ind w:right="113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7807,3</w:t>
            </w:r>
          </w:p>
        </w:tc>
        <w:tc>
          <w:tcPr>
            <w:tcW w:w="1134" w:type="dxa"/>
            <w:vAlign w:val="bottom"/>
          </w:tcPr>
          <w:p w14:paraId="658CB3DC" w14:textId="025B23B2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88,7</w:t>
            </w:r>
          </w:p>
        </w:tc>
        <w:tc>
          <w:tcPr>
            <w:tcW w:w="1100" w:type="dxa"/>
            <w:vAlign w:val="bottom"/>
          </w:tcPr>
          <w:p w14:paraId="61DCEDE4" w14:textId="0E22A77C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83,8</w:t>
            </w:r>
          </w:p>
        </w:tc>
        <w:tc>
          <w:tcPr>
            <w:tcW w:w="1134" w:type="dxa"/>
            <w:vAlign w:val="bottom"/>
          </w:tcPr>
          <w:p w14:paraId="739F1E0A" w14:textId="5F978568" w:rsidR="00AD0ADD" w:rsidRPr="0087261F" w:rsidRDefault="00AD0ADD" w:rsidP="00AD0ADD">
            <w:pPr>
              <w:ind w:right="227" w:firstLineChars="100" w:firstLine="200"/>
              <w:jc w:val="right"/>
              <w:rPr>
                <w:b/>
                <w:bCs/>
                <w:color w:val="000000"/>
                <w:sz w:val="20"/>
                <w:highlight w:val="yellow"/>
              </w:rPr>
            </w:pPr>
            <w:r w:rsidRPr="00842289">
              <w:rPr>
                <w:b/>
                <w:bCs/>
                <w:color w:val="000000"/>
                <w:sz w:val="20"/>
              </w:rPr>
              <w:t>97,5</w:t>
            </w:r>
          </w:p>
        </w:tc>
      </w:tr>
    </w:tbl>
    <w:p w14:paraId="379F28AA" w14:textId="77777777" w:rsidR="00943750" w:rsidRPr="00014C15" w:rsidRDefault="00943750" w:rsidP="00943750">
      <w:pPr>
        <w:rPr>
          <w:sz w:val="4"/>
          <w:szCs w:val="4"/>
        </w:rPr>
      </w:pPr>
      <w:bookmarkStart w:id="400" w:name="_Toc385585668"/>
      <w:bookmarkEnd w:id="400"/>
    </w:p>
    <w:p w14:paraId="022F4C82" w14:textId="77777777" w:rsidR="0089389C" w:rsidRDefault="0089389C">
      <w:pPr>
        <w:jc w:val="left"/>
        <w:rPr>
          <w:sz w:val="20"/>
        </w:rPr>
      </w:pPr>
      <w:r>
        <w:rPr>
          <w:sz w:val="20"/>
        </w:rPr>
        <w:br w:type="page"/>
      </w:r>
    </w:p>
    <w:p w14:paraId="783BD6A6" w14:textId="6A1351A0" w:rsidR="0031223F" w:rsidRPr="00BB5EE5" w:rsidRDefault="0031223F" w:rsidP="00BD0BD2">
      <w:pPr>
        <w:jc w:val="right"/>
        <w:rPr>
          <w:sz w:val="20"/>
        </w:rPr>
      </w:pPr>
      <w:r w:rsidRPr="00BB5EE5">
        <w:rPr>
          <w:sz w:val="20"/>
        </w:rPr>
        <w:lastRenderedPageBreak/>
        <w:t>Приложение 2</w:t>
      </w:r>
    </w:p>
    <w:p w14:paraId="2AA6A09B" w14:textId="3B896711" w:rsidR="0031223F" w:rsidRPr="00686BD5" w:rsidRDefault="0031223F" w:rsidP="007A45FF">
      <w:pPr>
        <w:pStyle w:val="3"/>
        <w:spacing w:before="240" w:after="240"/>
      </w:pPr>
      <w:bookmarkStart w:id="401" w:name="_Toc493779814"/>
      <w:bookmarkStart w:id="402" w:name="_Toc181256007"/>
      <w:r w:rsidRPr="00686BD5">
        <w:t xml:space="preserve">Средние цены и тарифы </w:t>
      </w:r>
      <w:r w:rsidR="00FD7024">
        <w:br/>
      </w:r>
      <w:r w:rsidRPr="00686BD5">
        <w:t>на потребительские товары и услуги</w:t>
      </w:r>
      <w:r w:rsidRPr="00686BD5">
        <w:br/>
      </w:r>
      <w:r w:rsidRPr="00D05A4A">
        <w:t xml:space="preserve">на </w:t>
      </w:r>
      <w:bookmarkEnd w:id="401"/>
      <w:r w:rsidR="00AD0ADD">
        <w:t>30</w:t>
      </w:r>
      <w:r w:rsidR="00EB4B5E" w:rsidRPr="00D05A4A">
        <w:t xml:space="preserve"> </w:t>
      </w:r>
      <w:r w:rsidR="00AD0ADD">
        <w:t>сентября</w:t>
      </w:r>
      <w:r w:rsidR="00DE4EDE" w:rsidRPr="00D05A4A">
        <w:t xml:space="preserve"> </w:t>
      </w:r>
      <w:r w:rsidR="004D0E88" w:rsidRPr="00D05A4A">
        <w:t>20</w:t>
      </w:r>
      <w:r w:rsidR="00804706" w:rsidRPr="00D05A4A">
        <w:t>24</w:t>
      </w:r>
      <w:r w:rsidR="004D0E88" w:rsidRPr="00D05A4A">
        <w:t xml:space="preserve"> </w:t>
      </w:r>
      <w:r w:rsidRPr="00D05A4A">
        <w:t>года</w:t>
      </w:r>
      <w:bookmarkEnd w:id="402"/>
    </w:p>
    <w:p w14:paraId="556C2F5A" w14:textId="77777777" w:rsidR="0031223F" w:rsidRPr="00686BD5" w:rsidRDefault="0031223F" w:rsidP="0031223F">
      <w:pPr>
        <w:spacing w:after="60"/>
        <w:jc w:val="right"/>
        <w:rPr>
          <w:b/>
          <w:sz w:val="20"/>
        </w:rPr>
      </w:pPr>
      <w:r w:rsidRPr="00686BD5">
        <w:rPr>
          <w:b/>
          <w:sz w:val="20"/>
        </w:rPr>
        <w:t>рублей за килограмм</w:t>
      </w:r>
    </w:p>
    <w:tbl>
      <w:tblPr>
        <w:tblW w:w="90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47"/>
        <w:gridCol w:w="2124"/>
      </w:tblGrid>
      <w:tr w:rsidR="00884A78" w:rsidRPr="0025412F" w14:paraId="7A45E35D" w14:textId="77777777" w:rsidTr="00FE691B">
        <w:trPr>
          <w:trHeight w:val="454"/>
          <w:jc w:val="center"/>
        </w:trPr>
        <w:tc>
          <w:tcPr>
            <w:tcW w:w="6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16FC1" w14:textId="77777777" w:rsidR="00884A78" w:rsidRPr="0025412F" w:rsidRDefault="00884A78" w:rsidP="00FE691B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Наименование товара (услуги)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913B5" w14:textId="77777777" w:rsidR="00884A78" w:rsidRPr="0025412F" w:rsidRDefault="00884A78" w:rsidP="00FE691B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Средняя цена</w:t>
            </w:r>
          </w:p>
        </w:tc>
      </w:tr>
      <w:tr w:rsidR="00AD0ADD" w:rsidRPr="0025412F" w14:paraId="0853D5F2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630541B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Говядина (кроме бескостного мяса)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76A3F" w14:textId="2BCA6693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548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86</w:t>
            </w:r>
          </w:p>
        </w:tc>
      </w:tr>
      <w:tr w:rsidR="00AD0ADD" w:rsidRPr="0025412F" w14:paraId="02BA142D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3435D57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Свинина (кроме бескостного мяса)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07D78" w14:textId="0BE1ABE7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325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22</w:t>
            </w:r>
          </w:p>
        </w:tc>
      </w:tr>
      <w:tr w:rsidR="00AD0ADD" w:rsidRPr="0025412F" w14:paraId="49F39069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7A4C2F0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Баранина (кроме бескостного мяса)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D73AB2" w14:textId="03C82B10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704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31</w:t>
            </w:r>
          </w:p>
        </w:tc>
      </w:tr>
      <w:tr w:rsidR="00AD0ADD" w:rsidRPr="0025412F" w14:paraId="71352838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FF7EC81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Куры охлажденные и мороженые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8DAF9" w14:textId="042CA9CC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219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29</w:t>
            </w:r>
          </w:p>
        </w:tc>
      </w:tr>
      <w:tr w:rsidR="00AD0ADD" w:rsidRPr="0025412F" w14:paraId="6ACC8C08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F54DB2A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Сосиски, сардельки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8A69D" w14:textId="3D67C8BC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452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78</w:t>
            </w:r>
          </w:p>
        </w:tc>
      </w:tr>
      <w:tr w:rsidR="00AD0ADD" w:rsidRPr="0025412F" w14:paraId="79D0D78E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424F52F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 xml:space="preserve">Колбаса </w:t>
            </w:r>
            <w:proofErr w:type="spellStart"/>
            <w:r w:rsidRPr="0025412F">
              <w:rPr>
                <w:b/>
                <w:color w:val="000000"/>
                <w:sz w:val="20"/>
              </w:rPr>
              <w:t>полукопченая</w:t>
            </w:r>
            <w:proofErr w:type="spellEnd"/>
            <w:r w:rsidRPr="0025412F">
              <w:rPr>
                <w:b/>
                <w:color w:val="000000"/>
                <w:sz w:val="20"/>
              </w:rPr>
              <w:t xml:space="preserve"> и варено-копченая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EE3AA" w14:textId="19FEE90C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601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97</w:t>
            </w:r>
          </w:p>
        </w:tc>
      </w:tr>
      <w:tr w:rsidR="00AD0ADD" w:rsidRPr="0025412F" w14:paraId="3838CB8A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BEA6AE1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Колбаса вареная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32329" w14:textId="0CED03F2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479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15</w:t>
            </w:r>
          </w:p>
        </w:tc>
      </w:tr>
      <w:tr w:rsidR="00AD0ADD" w:rsidRPr="0025412F" w14:paraId="16F6D348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5E53955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Консервы мясные для детского питания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567AA" w14:textId="2036D47C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1087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22</w:t>
            </w:r>
          </w:p>
        </w:tc>
      </w:tr>
      <w:tr w:rsidR="00AD0ADD" w:rsidRPr="0025412F" w14:paraId="4E8E5E71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61421A3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Рыба мороженая неразделанная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5B31B3" w14:textId="0C53FBA1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234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09</w:t>
            </w:r>
          </w:p>
        </w:tc>
      </w:tr>
      <w:tr w:rsidR="00AD0ADD" w:rsidRPr="0025412F" w14:paraId="510A62B9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6C9FAA7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Масло сливочное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1BE32" w14:textId="64797480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900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94</w:t>
            </w:r>
          </w:p>
        </w:tc>
      </w:tr>
      <w:tr w:rsidR="00AD0ADD" w:rsidRPr="0025412F" w14:paraId="5B6C9665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67A35E4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Масло подсолнечное,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227C5" w14:textId="54A16C99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140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89</w:t>
            </w:r>
          </w:p>
        </w:tc>
      </w:tr>
      <w:tr w:rsidR="00AD0ADD" w:rsidRPr="0025412F" w14:paraId="6ED75025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FD274C2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Маргарин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D62F08" w14:textId="7D397435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232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83</w:t>
            </w:r>
          </w:p>
        </w:tc>
      </w:tr>
      <w:tr w:rsidR="00AD0ADD" w:rsidRPr="0025412F" w14:paraId="7076BF14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52AA097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Молоко питьевое цельное пастеризованное 2,5-3,2% жирности,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F9227" w14:textId="583424BF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81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30</w:t>
            </w:r>
          </w:p>
        </w:tc>
      </w:tr>
      <w:tr w:rsidR="00AD0ADD" w:rsidRPr="0025412F" w14:paraId="60422FD2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68D4519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Молоко питьевое цельное стерилизованное 2,5-3,2% жирности,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09A09" w14:textId="3F60FC0F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96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46</w:t>
            </w:r>
          </w:p>
        </w:tc>
      </w:tr>
      <w:tr w:rsidR="00AD0ADD" w:rsidRPr="0025412F" w14:paraId="222AA225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6318259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Сметана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2823A" w14:textId="0C960F6A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276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07</w:t>
            </w:r>
          </w:p>
        </w:tc>
      </w:tr>
      <w:tr w:rsidR="00AD0ADD" w:rsidRPr="0025412F" w14:paraId="2892BE12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89B2C53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Творог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03F8C" w14:textId="0F6953C8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395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24</w:t>
            </w:r>
          </w:p>
        </w:tc>
      </w:tr>
      <w:tr w:rsidR="00AD0ADD" w:rsidRPr="0025412F" w14:paraId="256E4B55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09274B5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Смеси сухие молочные для детского питания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41820" w14:textId="18EE0733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999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22</w:t>
            </w:r>
          </w:p>
        </w:tc>
      </w:tr>
      <w:tr w:rsidR="00AD0ADD" w:rsidRPr="0025412F" w14:paraId="494B35DB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34CCF34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Сыры твердые, полутвердые и мягкие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5B0C5" w14:textId="7C8CBAAC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757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78</w:t>
            </w:r>
          </w:p>
        </w:tc>
      </w:tr>
      <w:tr w:rsidR="00AD0ADD" w:rsidRPr="0025412F" w14:paraId="08C0337E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55DE68D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Консервы овощные для детского питания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2A0D0" w14:textId="2D774072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637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21</w:t>
            </w:r>
          </w:p>
        </w:tc>
      </w:tr>
      <w:tr w:rsidR="00AD0ADD" w:rsidRPr="0025412F" w14:paraId="331654BC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08419C7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Консервы фруктово-ягодные для детского питания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B930" w14:textId="63C1BD3D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474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45</w:t>
            </w:r>
          </w:p>
        </w:tc>
      </w:tr>
      <w:tr w:rsidR="00AD0ADD" w:rsidRPr="0025412F" w14:paraId="0ABA7C7F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ABD7228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Яйца куриные, 10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15BC5" w14:textId="18FC27C8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109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05</w:t>
            </w:r>
          </w:p>
        </w:tc>
      </w:tr>
      <w:tr w:rsidR="00AD0ADD" w:rsidRPr="0025412F" w14:paraId="7DD589BF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F46C524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Сахар-песок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5C7F9" w14:textId="2F2DA188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73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12</w:t>
            </w:r>
          </w:p>
        </w:tc>
      </w:tr>
      <w:tr w:rsidR="00AD0ADD" w:rsidRPr="0025412F" w14:paraId="51044D4F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41272FB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Печенье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1ADC5" w14:textId="3F1C74BD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262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32</w:t>
            </w:r>
          </w:p>
        </w:tc>
      </w:tr>
      <w:tr w:rsidR="00AD0ADD" w:rsidRPr="0025412F" w14:paraId="2D36FE34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D16BB5F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Чай черный байховый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F0606" w14:textId="317B25F5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1213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58</w:t>
            </w:r>
          </w:p>
        </w:tc>
      </w:tr>
      <w:tr w:rsidR="00AD0ADD" w:rsidRPr="0025412F" w14:paraId="54B6757F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C2EB8E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Соль поваренная пищевая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3782F" w14:textId="33B28E1F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16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81</w:t>
            </w:r>
          </w:p>
        </w:tc>
      </w:tr>
      <w:tr w:rsidR="00AD0ADD" w:rsidRPr="0025412F" w14:paraId="35AF783F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6C65B7B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Мука пшеничная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06F6D" w14:textId="61BE211D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62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27</w:t>
            </w:r>
          </w:p>
        </w:tc>
      </w:tr>
      <w:tr w:rsidR="00AD0ADD" w:rsidRPr="0025412F" w14:paraId="0247AC37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7A4E5F3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Хлеб из ржаной муки и из смеси муки ржаной и пшеничной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1665AE" w14:textId="39A7A4D5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75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81</w:t>
            </w:r>
          </w:p>
        </w:tc>
      </w:tr>
      <w:tr w:rsidR="00AD0ADD" w:rsidRPr="0025412F" w14:paraId="251BC72F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2A671F4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Хлеб и булочные изделия из пшеничной муки различных сортов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E6B6C" w14:textId="02C0BCBD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71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33</w:t>
            </w:r>
          </w:p>
        </w:tc>
      </w:tr>
      <w:tr w:rsidR="00AD0ADD" w:rsidRPr="0025412F" w14:paraId="60D312F5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5B50B59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Рис шлифованный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134CA" w14:textId="464DADCA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122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36</w:t>
            </w:r>
          </w:p>
        </w:tc>
      </w:tr>
      <w:tr w:rsidR="00AD0ADD" w:rsidRPr="0025412F" w14:paraId="0BAC0830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C8B184C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Пшено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FE68A" w14:textId="7D57A82A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59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61</w:t>
            </w:r>
          </w:p>
        </w:tc>
      </w:tr>
      <w:tr w:rsidR="00AD0ADD" w:rsidRPr="0025412F" w14:paraId="6B158C27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1C2DAEC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Крупа гречневая-ядрица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58680" w14:textId="43CDADB1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82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50</w:t>
            </w:r>
          </w:p>
        </w:tc>
      </w:tr>
      <w:tr w:rsidR="00AD0ADD" w:rsidRPr="0025412F" w14:paraId="00F14104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4AEA217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Вермишель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D11D1" w14:textId="76FBA116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112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86</w:t>
            </w:r>
          </w:p>
        </w:tc>
      </w:tr>
      <w:tr w:rsidR="00AD0ADD" w:rsidRPr="0025412F" w14:paraId="2C49D29E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257F1DF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Макаронные изделия из пшеничной муки высшего сорта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6D36D" w14:textId="2A0FC7D9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128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71</w:t>
            </w:r>
          </w:p>
        </w:tc>
      </w:tr>
      <w:tr w:rsidR="00AD0ADD" w:rsidRPr="0025412F" w14:paraId="3941F173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721BEF5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Картофель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A78263" w14:textId="5A9F2BC5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42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80</w:t>
            </w:r>
          </w:p>
        </w:tc>
      </w:tr>
      <w:tr w:rsidR="00AD0ADD" w:rsidRPr="0025412F" w14:paraId="2051B14F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1D88851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Капуста белокочанная свежая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26676" w14:textId="030D850D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44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55</w:t>
            </w:r>
          </w:p>
        </w:tc>
      </w:tr>
      <w:tr w:rsidR="00AD0ADD" w:rsidRPr="0025412F" w14:paraId="7B84CD1D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90BE183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Лук репчатый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7592C" w14:textId="37E1D0D0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36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20</w:t>
            </w:r>
          </w:p>
        </w:tc>
      </w:tr>
      <w:tr w:rsidR="00AD0ADD" w:rsidRPr="0025412F" w14:paraId="5413067E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BDD376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Свекла столовая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62E81" w14:textId="4B3B5080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46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38</w:t>
            </w:r>
          </w:p>
        </w:tc>
      </w:tr>
      <w:tr w:rsidR="00AD0ADD" w:rsidRPr="0025412F" w14:paraId="5992727E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8ED04E2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Морковь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14EA2" w14:textId="44C1F9EE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49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02</w:t>
            </w:r>
          </w:p>
        </w:tc>
      </w:tr>
      <w:tr w:rsidR="00AD0ADD" w:rsidRPr="0025412F" w14:paraId="69F549B3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23F3D37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Огурцы свежие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C40F9" w14:textId="2710150B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100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67</w:t>
            </w:r>
          </w:p>
        </w:tc>
      </w:tr>
      <w:tr w:rsidR="00AD0ADD" w:rsidRPr="0025412F" w14:paraId="34FB66E2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2194F8B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Помидоры свежие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0D301C" w14:textId="4A5B9B36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129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14</w:t>
            </w:r>
          </w:p>
        </w:tc>
      </w:tr>
      <w:tr w:rsidR="00AD0ADD" w:rsidRPr="0025412F" w14:paraId="4ED2A2E9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BA6CC3C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Яблоки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F5F55C" w14:textId="34716A79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126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65</w:t>
            </w:r>
          </w:p>
        </w:tc>
      </w:tr>
      <w:tr w:rsidR="00AD0ADD" w:rsidRPr="0025412F" w14:paraId="3C7A2543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C0B258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Бананы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68A72" w14:textId="0A3F6C57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135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08</w:t>
            </w:r>
          </w:p>
        </w:tc>
      </w:tr>
      <w:tr w:rsidR="00AD0ADD" w:rsidRPr="0025412F" w14:paraId="55A5FC71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4F450C2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Водка крепостью 40% об. спирта и выше,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AFF04" w14:textId="392A5EDA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747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05</w:t>
            </w:r>
          </w:p>
        </w:tc>
      </w:tr>
      <w:tr w:rsidR="00AD0ADD" w:rsidRPr="0025412F" w14:paraId="35CF2D1D" w14:textId="77777777" w:rsidTr="00D95875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BD25989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 xml:space="preserve">Обед в столовой, кафе, закусочной (кроме столовой в организации), </w:t>
            </w:r>
            <w:r w:rsidRPr="0025412F">
              <w:rPr>
                <w:b/>
                <w:color w:val="000000"/>
                <w:sz w:val="20"/>
              </w:rPr>
              <w:br/>
              <w:t>на одного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C1B87C" w14:textId="06F1161A" w:rsidR="00AD0ADD" w:rsidRDefault="00AD0ADD" w:rsidP="00D95875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391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54</w:t>
            </w:r>
          </w:p>
        </w:tc>
      </w:tr>
      <w:tr w:rsidR="00AD0ADD" w:rsidRPr="0025412F" w14:paraId="75283047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802709F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Брюки для детей школьного возраста из джинсовой ткани,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A781B7" w14:textId="41CE27B7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1397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54</w:t>
            </w:r>
          </w:p>
        </w:tc>
      </w:tr>
      <w:tr w:rsidR="00AD0ADD" w:rsidRPr="0025412F" w14:paraId="2AB90F27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1D11C17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Пеленки для новорожденных,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F616A" w14:textId="6B475721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295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23</w:t>
            </w:r>
          </w:p>
        </w:tc>
      </w:tr>
      <w:tr w:rsidR="00AD0ADD" w:rsidRPr="0025412F" w14:paraId="7B3EA11F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8871786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Костюм спортивный для детей школьного возраста,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E26AE" w14:textId="676D7D72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2176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75</w:t>
            </w:r>
          </w:p>
        </w:tc>
      </w:tr>
      <w:tr w:rsidR="00AD0ADD" w:rsidRPr="0025412F" w14:paraId="131BA4B3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CB82025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Майка, футболка мужская бельевая,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B5E4EA" w14:textId="36A48546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327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63</w:t>
            </w:r>
          </w:p>
        </w:tc>
      </w:tr>
      <w:tr w:rsidR="00AD0ADD" w:rsidRPr="0025412F" w14:paraId="5CA32712" w14:textId="77777777" w:rsidTr="0081247A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68A29A4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Футболка детская,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C3E6A" w14:textId="00580212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392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84</w:t>
            </w:r>
          </w:p>
        </w:tc>
      </w:tr>
    </w:tbl>
    <w:p w14:paraId="7A1ED113" w14:textId="77777777" w:rsidR="00FD7024" w:rsidRPr="00FD7024" w:rsidRDefault="00FD7024" w:rsidP="00FD7024">
      <w:pPr>
        <w:spacing w:after="200"/>
        <w:jc w:val="right"/>
        <w:rPr>
          <w:sz w:val="20"/>
        </w:rPr>
      </w:pPr>
      <w:r>
        <w:rPr>
          <w:sz w:val="20"/>
        </w:rPr>
        <w:lastRenderedPageBreak/>
        <w:t>Продолжение приложения 2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7"/>
        <w:gridCol w:w="2124"/>
      </w:tblGrid>
      <w:tr w:rsidR="00FD7024" w:rsidRPr="0025412F" w14:paraId="543FEDEA" w14:textId="77777777" w:rsidTr="00FD7024">
        <w:trPr>
          <w:trHeight w:val="454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47C98E" w14:textId="77777777" w:rsidR="00FD7024" w:rsidRPr="0025412F" w:rsidRDefault="00FD7024" w:rsidP="0083070D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Наименование товара (услуги)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C059B" w14:textId="77777777" w:rsidR="00FD7024" w:rsidRPr="0025412F" w:rsidRDefault="00FD7024" w:rsidP="0083070D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Средняя цена</w:t>
            </w:r>
          </w:p>
        </w:tc>
      </w:tr>
      <w:tr w:rsidR="00AD0ADD" w:rsidRPr="0025412F" w14:paraId="0EA50D12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3970559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Носки мужские, пара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4EAEB" w14:textId="7EE25B43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97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74</w:t>
            </w:r>
          </w:p>
        </w:tc>
      </w:tr>
      <w:tr w:rsidR="00AD0ADD" w:rsidRPr="0025412F" w14:paraId="65791B1A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CF31AE4" w14:textId="77777777" w:rsidR="00AD0ADD" w:rsidRPr="0025412F" w:rsidRDefault="00AD0ADD" w:rsidP="00AD0ADD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Колготки женские эластичные,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B953D" w14:textId="7CB73FC4" w:rsidR="00AD0ADD" w:rsidRDefault="00AD0ADD" w:rsidP="00AD0ADD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297</w:t>
            </w:r>
            <w:r>
              <w:rPr>
                <w:b/>
                <w:sz w:val="20"/>
              </w:rPr>
              <w:t>,</w:t>
            </w:r>
            <w:r w:rsidRPr="00D2247E">
              <w:rPr>
                <w:b/>
                <w:sz w:val="20"/>
              </w:rPr>
              <w:t>06</w:t>
            </w:r>
          </w:p>
        </w:tc>
      </w:tr>
      <w:tr w:rsidR="001155C3" w:rsidRPr="0025412F" w14:paraId="53428C21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2119B65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Кроссовые туфли для детей, пара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36190" w14:textId="3DA07822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1931,41</w:t>
            </w:r>
          </w:p>
        </w:tc>
      </w:tr>
      <w:tr w:rsidR="001155C3" w:rsidRPr="0025412F" w14:paraId="1BEC576B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06BE62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Кроссовые туфли для взрослых, пара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27AC4" w14:textId="7D57D443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3188,73</w:t>
            </w:r>
          </w:p>
        </w:tc>
      </w:tr>
      <w:tr w:rsidR="001155C3" w:rsidRPr="0025412F" w14:paraId="6C19AF1B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4E26FC6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Мыло хозяйственное, 200 г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6D8D9" w14:textId="4D24E8D8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73,19</w:t>
            </w:r>
          </w:p>
        </w:tc>
      </w:tr>
      <w:tr w:rsidR="001155C3" w:rsidRPr="0025412F" w14:paraId="54C921A4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05F9A71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Порошок стиральный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4AFCD" w14:textId="1A6B84A0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191,84</w:t>
            </w:r>
          </w:p>
        </w:tc>
      </w:tr>
      <w:tr w:rsidR="001155C3" w:rsidRPr="0025412F" w14:paraId="02961C3B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31C6612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Мыло туалетное, 100 г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4A40B" w14:textId="03488B07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67,13</w:t>
            </w:r>
          </w:p>
        </w:tc>
      </w:tr>
      <w:tr w:rsidR="001155C3" w:rsidRPr="0025412F" w14:paraId="755FFC7D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3C5BBEE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Шампунь, 250 мл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771A7" w14:textId="50F5566E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192,55</w:t>
            </w:r>
          </w:p>
        </w:tc>
      </w:tr>
      <w:tr w:rsidR="001155C3" w:rsidRPr="0025412F" w14:paraId="0064D783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E664C08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Паста зубная, 100 г (100 мл)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FBC3A" w14:textId="2BB523F4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161,81</w:t>
            </w:r>
          </w:p>
        </w:tc>
      </w:tr>
      <w:tr w:rsidR="001155C3" w:rsidRPr="0025412F" w14:paraId="48790629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7AC7948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Щетка зубная,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59DF1" w14:textId="7B0C3B48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128,14</w:t>
            </w:r>
          </w:p>
        </w:tc>
      </w:tr>
      <w:tr w:rsidR="001155C3" w:rsidRPr="0025412F" w14:paraId="49387D2B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5EE240A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Сигареты с фильтром, пачка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988F8" w14:textId="2570FE53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182,27</w:t>
            </w:r>
          </w:p>
        </w:tc>
      </w:tr>
      <w:tr w:rsidR="001155C3" w:rsidRPr="0025412F" w14:paraId="676D87CB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726A3D4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Спички, коробок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7C140" w14:textId="03B2E046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3,04</w:t>
            </w:r>
          </w:p>
        </w:tc>
      </w:tr>
      <w:tr w:rsidR="001155C3" w:rsidRPr="0025412F" w14:paraId="0E3DA918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FFF64E3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Электропылесос напольный,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E591E" w14:textId="7A6B6780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7787,23</w:t>
            </w:r>
          </w:p>
        </w:tc>
      </w:tr>
      <w:tr w:rsidR="001155C3" w:rsidRPr="0025412F" w14:paraId="0F68DBCC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E8CC559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Бумага туалетная, рулон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BDA0D" w14:textId="00A39C2A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23,02</w:t>
            </w:r>
          </w:p>
        </w:tc>
      </w:tr>
      <w:tr w:rsidR="001155C3" w:rsidRPr="0025412F" w14:paraId="40795654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4C4E7FE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Прокладки женские гигиенические, 10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4CEAB" w14:textId="70312DCE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99,50</w:t>
            </w:r>
          </w:p>
        </w:tc>
      </w:tr>
      <w:tr w:rsidR="001155C3" w:rsidRPr="0025412F" w14:paraId="671C9CA3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9F1B70D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Подгузники детские бумажные, 10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81BBB" w14:textId="73AD27C2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229,30</w:t>
            </w:r>
          </w:p>
        </w:tc>
      </w:tr>
      <w:tr w:rsidR="001155C3" w:rsidRPr="0025412F" w14:paraId="79558465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FB212E6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Телевизор,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BDACA" w14:textId="7A2D6A21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33636,70</w:t>
            </w:r>
          </w:p>
        </w:tc>
      </w:tr>
      <w:tr w:rsidR="001155C3" w:rsidRPr="0025412F" w14:paraId="237107DB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0C51133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Смартфон,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31AAC5" w14:textId="24B47608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10869,74</w:t>
            </w:r>
          </w:p>
        </w:tc>
      </w:tr>
      <w:tr w:rsidR="001155C3" w:rsidRPr="0025412F" w14:paraId="70FFC5C8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47308E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Доска обрезная,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E99D1" w14:textId="18063F29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19656,59</w:t>
            </w:r>
          </w:p>
        </w:tc>
      </w:tr>
      <w:tr w:rsidR="001155C3" w:rsidRPr="0025412F" w14:paraId="484CFCE2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538836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Плиты древесностружечные, ориентированно-стружечные,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2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D5183" w14:textId="3AFD3430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376,17</w:t>
            </w:r>
          </w:p>
        </w:tc>
      </w:tr>
      <w:tr w:rsidR="001155C3" w:rsidRPr="0025412F" w14:paraId="144F3D1B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C8E5254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Легковой автомобиль отечественный новый,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92D65" w14:textId="76D46CBB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1234626,59</w:t>
            </w:r>
          </w:p>
        </w:tc>
      </w:tr>
      <w:tr w:rsidR="001155C3" w:rsidRPr="0025412F" w14:paraId="62760527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EE7FE3D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Легковой автомобиль иностранной марки новый,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1444C" w14:textId="41B3094C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2268678,41</w:t>
            </w:r>
          </w:p>
        </w:tc>
      </w:tr>
      <w:tr w:rsidR="001155C3" w:rsidRPr="0025412F" w14:paraId="304C302D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4B0986F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Дизельное топливо,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4D069" w14:textId="043FFDD4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64,48</w:t>
            </w:r>
          </w:p>
        </w:tc>
      </w:tr>
      <w:tr w:rsidR="001155C3" w:rsidRPr="0025412F" w14:paraId="2495752D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E0F4A1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Бензин автомобильный,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5ACDD" w14:textId="68A86CC4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59,14</w:t>
            </w:r>
          </w:p>
        </w:tc>
      </w:tr>
      <w:tr w:rsidR="001155C3" w:rsidRPr="0025412F" w14:paraId="345DE311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4BCFF7D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Бензин автомобильный марки АИ-92,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A22478" w14:textId="58C7F6A7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54,28</w:t>
            </w:r>
          </w:p>
        </w:tc>
      </w:tr>
      <w:tr w:rsidR="001155C3" w:rsidRPr="0025412F" w14:paraId="3C87E189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0DCC3FE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Бензин автомобильный марки АИ-95,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79F53" w14:textId="7AFC8224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59,21</w:t>
            </w:r>
          </w:p>
        </w:tc>
      </w:tr>
      <w:tr w:rsidR="001155C3" w:rsidRPr="0025412F" w14:paraId="75981E1F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3E408F5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Бензин автомобильный марки АИ-98 и выше, 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386C1C" w14:textId="231220BC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76,29</w:t>
            </w:r>
          </w:p>
        </w:tc>
      </w:tr>
      <w:tr w:rsidR="001155C3" w:rsidRPr="0025412F" w14:paraId="6541BA2E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7C8950E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proofErr w:type="spellStart"/>
            <w:r w:rsidRPr="0025412F">
              <w:rPr>
                <w:b/>
                <w:color w:val="000000"/>
                <w:sz w:val="20"/>
              </w:rPr>
              <w:t>Метамизол</w:t>
            </w:r>
            <w:proofErr w:type="spellEnd"/>
            <w:r w:rsidRPr="0025412F">
              <w:rPr>
                <w:b/>
                <w:color w:val="000000"/>
                <w:sz w:val="20"/>
              </w:rPr>
              <w:t xml:space="preserve"> натрия (Анальгин отечественный), 500 мг,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B156D" w14:textId="5734A6DD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29,18</w:t>
            </w:r>
          </w:p>
        </w:tc>
      </w:tr>
      <w:tr w:rsidR="001155C3" w:rsidRPr="0025412F" w14:paraId="7414C190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259070C5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Комбинированные анальгетики,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30B49" w14:textId="01FCC2D2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131,26</w:t>
            </w:r>
          </w:p>
        </w:tc>
      </w:tr>
      <w:tr w:rsidR="001155C3" w:rsidRPr="0025412F" w14:paraId="47BE350D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B52AD8B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proofErr w:type="spellStart"/>
            <w:r w:rsidRPr="0025412F">
              <w:rPr>
                <w:b/>
                <w:color w:val="000000"/>
                <w:sz w:val="20"/>
              </w:rPr>
              <w:t>Нимесулид</w:t>
            </w:r>
            <w:proofErr w:type="spellEnd"/>
            <w:r w:rsidRPr="0025412F">
              <w:rPr>
                <w:b/>
                <w:color w:val="000000"/>
                <w:sz w:val="20"/>
              </w:rPr>
              <w:t>, 100 мг,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88DA2" w14:textId="735FA9B1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135,86</w:t>
            </w:r>
          </w:p>
        </w:tc>
      </w:tr>
      <w:tr w:rsidR="001155C3" w:rsidRPr="0025412F" w14:paraId="5F1510E7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7060C36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Корвалол, 25 мл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F614F" w14:textId="2060A6B8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47,58</w:t>
            </w:r>
          </w:p>
        </w:tc>
      </w:tr>
      <w:tr w:rsidR="001155C3" w:rsidRPr="0025412F" w14:paraId="4EE1F8E4" w14:textId="77777777" w:rsidTr="00D95875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6365BD6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proofErr w:type="spellStart"/>
            <w:r w:rsidRPr="0025412F">
              <w:rPr>
                <w:b/>
                <w:color w:val="000000"/>
                <w:sz w:val="20"/>
              </w:rPr>
              <w:t>Левомеколь</w:t>
            </w:r>
            <w:proofErr w:type="spellEnd"/>
            <w:r w:rsidRPr="0025412F">
              <w:rPr>
                <w:b/>
                <w:color w:val="000000"/>
                <w:sz w:val="20"/>
              </w:rPr>
              <w:t>, мазь, 40 г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E0C7E" w14:textId="1768D31B" w:rsidR="001155C3" w:rsidRDefault="001155C3" w:rsidP="00D95875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227,78</w:t>
            </w:r>
          </w:p>
        </w:tc>
      </w:tr>
      <w:tr w:rsidR="001155C3" w:rsidRPr="0025412F" w14:paraId="0D38E689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4E1628BB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Валидол, 60 мг,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568F9" w14:textId="1F6DA6C1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42,80</w:t>
            </w:r>
          </w:p>
        </w:tc>
      </w:tr>
      <w:tr w:rsidR="001155C3" w:rsidRPr="0025412F" w14:paraId="546C2740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5AF0D396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proofErr w:type="spellStart"/>
            <w:r w:rsidRPr="0025412F">
              <w:rPr>
                <w:b/>
                <w:color w:val="000000"/>
                <w:sz w:val="20"/>
              </w:rPr>
              <w:t>Аллохол</w:t>
            </w:r>
            <w:proofErr w:type="spellEnd"/>
            <w:r w:rsidRPr="0025412F">
              <w:rPr>
                <w:b/>
                <w:color w:val="000000"/>
                <w:sz w:val="20"/>
              </w:rPr>
              <w:t>, 50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1F5B6" w14:textId="225921D4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111,28</w:t>
            </w:r>
          </w:p>
        </w:tc>
      </w:tr>
      <w:tr w:rsidR="001155C3" w:rsidRPr="0025412F" w14:paraId="3102996B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2A9DD0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proofErr w:type="spellStart"/>
            <w:r w:rsidRPr="0025412F">
              <w:rPr>
                <w:b/>
                <w:color w:val="000000"/>
                <w:sz w:val="20"/>
              </w:rPr>
              <w:t>Ренгалин</w:t>
            </w:r>
            <w:proofErr w:type="spellEnd"/>
            <w:r w:rsidRPr="0025412F">
              <w:rPr>
                <w:b/>
                <w:color w:val="000000"/>
                <w:sz w:val="20"/>
              </w:rPr>
              <w:t>, 10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50D0F" w14:textId="7DCA56C1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348,05</w:t>
            </w:r>
          </w:p>
        </w:tc>
      </w:tr>
      <w:tr w:rsidR="001155C3" w:rsidRPr="0025412F" w14:paraId="06B3D572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C474B7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proofErr w:type="spellStart"/>
            <w:r w:rsidRPr="0025412F">
              <w:rPr>
                <w:b/>
                <w:color w:val="000000"/>
                <w:sz w:val="20"/>
              </w:rPr>
              <w:t>Эргоферон</w:t>
            </w:r>
            <w:proofErr w:type="spellEnd"/>
            <w:r w:rsidRPr="0025412F">
              <w:rPr>
                <w:b/>
                <w:color w:val="000000"/>
                <w:sz w:val="20"/>
              </w:rPr>
              <w:t>, 20 таблеток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E6EF7" w14:textId="004467EF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622,18</w:t>
            </w:r>
          </w:p>
        </w:tc>
      </w:tr>
      <w:tr w:rsidR="001155C3" w:rsidRPr="0025412F" w14:paraId="00C44286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C10367A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Поливитамины, 10 шт.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6CBC6" w14:textId="3F43C0CF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128,96</w:t>
            </w:r>
          </w:p>
        </w:tc>
      </w:tr>
      <w:tr w:rsidR="001155C3" w:rsidRPr="0025412F" w14:paraId="372A20DD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438CF1F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Сухие корма для домашних животных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E93D6" w14:textId="6D497CF8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248,46</w:t>
            </w:r>
          </w:p>
        </w:tc>
      </w:tr>
      <w:tr w:rsidR="001155C3" w:rsidRPr="0025412F" w14:paraId="59BABB8C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3B879F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Ремонт телевизоров, услуга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EB9CD" w14:textId="7D1D295B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2549,05</w:t>
            </w:r>
          </w:p>
        </w:tc>
      </w:tr>
      <w:tr w:rsidR="001155C3" w:rsidRPr="0025412F" w14:paraId="03AC7055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B9CE09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Мойка легкового автомобиля, услуга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2229DA" w14:textId="42F7DA76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764,70</w:t>
            </w:r>
          </w:p>
        </w:tc>
      </w:tr>
      <w:tr w:rsidR="001155C3" w:rsidRPr="0025412F" w14:paraId="01D7A6D0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5E2215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Стрижка модельная в женском зале, услуга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4E31C1" w14:textId="35AD8FE6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550,26</w:t>
            </w:r>
          </w:p>
        </w:tc>
      </w:tr>
      <w:tr w:rsidR="001155C3" w:rsidRPr="0025412F" w14:paraId="434CD71A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272A0A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Стрижка модельная в мужском зале, услуга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84AF7A" w14:textId="78D497C0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461,68</w:t>
            </w:r>
          </w:p>
        </w:tc>
      </w:tr>
      <w:tr w:rsidR="001155C3" w:rsidRPr="0025412F" w14:paraId="2709B968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75E4DCFB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Проезд в городском автобусе, поездка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FE6F89" w14:textId="26B13198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30,56</w:t>
            </w:r>
          </w:p>
        </w:tc>
      </w:tr>
      <w:tr w:rsidR="001155C3" w:rsidRPr="0025412F" w14:paraId="2E1FAFA0" w14:textId="77777777" w:rsidTr="00D95875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1A8E11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 xml:space="preserve">Полет в салоне экономического класса самолета, </w:t>
            </w:r>
            <w:r w:rsidRPr="0025412F">
              <w:rPr>
                <w:b/>
                <w:color w:val="000000"/>
                <w:sz w:val="20"/>
              </w:rPr>
              <w:br/>
              <w:t>в расчете на 1000 км пути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4C9005D" w14:textId="01BD2C6D" w:rsidR="001155C3" w:rsidRDefault="001155C3" w:rsidP="00D95875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6749,17</w:t>
            </w:r>
          </w:p>
        </w:tc>
      </w:tr>
      <w:tr w:rsidR="001155C3" w:rsidRPr="0025412F" w14:paraId="48C0755D" w14:textId="77777777" w:rsidTr="00D95875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0A15DAD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 xml:space="preserve">Плата за жилье в домах государственного </w:t>
            </w:r>
            <w:r w:rsidRPr="0025412F">
              <w:rPr>
                <w:b/>
                <w:color w:val="000000"/>
                <w:sz w:val="20"/>
              </w:rPr>
              <w:br/>
              <w:t>и муниципального жилищных фондов,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2</w:t>
            </w:r>
            <w:r w:rsidRPr="0025412F">
              <w:rPr>
                <w:b/>
                <w:color w:val="000000"/>
                <w:sz w:val="20"/>
              </w:rPr>
              <w:t xml:space="preserve"> общей площади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937371" w14:textId="213A2174" w:rsidR="001155C3" w:rsidRDefault="001155C3" w:rsidP="00D95875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16,36</w:t>
            </w:r>
          </w:p>
        </w:tc>
      </w:tr>
      <w:tr w:rsidR="001155C3" w:rsidRPr="0025412F" w14:paraId="6BBF4346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635D49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Отопление,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2</w:t>
            </w:r>
            <w:r w:rsidRPr="0025412F">
              <w:rPr>
                <w:b/>
                <w:color w:val="000000"/>
                <w:sz w:val="20"/>
              </w:rPr>
              <w:t xml:space="preserve"> общей площади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E6D98" w14:textId="114CEE3B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69,24</w:t>
            </w:r>
          </w:p>
        </w:tc>
      </w:tr>
      <w:tr w:rsidR="001155C3" w:rsidRPr="0025412F" w14:paraId="56DC527C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384B35E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Отопление, Гкал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1D605" w14:textId="183F94F3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2464,85</w:t>
            </w:r>
          </w:p>
        </w:tc>
      </w:tr>
      <w:tr w:rsidR="001155C3" w:rsidRPr="0025412F" w14:paraId="68DC93E3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5542A0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Водоснабжение холодное и водоотведение, месяц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9DD53" w14:textId="2BB823B6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607,73</w:t>
            </w:r>
          </w:p>
        </w:tc>
      </w:tr>
      <w:tr w:rsidR="001155C3" w:rsidRPr="0025412F" w14:paraId="6C404D11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1226A64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Водоснабжение холодное,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872FE" w14:textId="4C56CE61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32,68</w:t>
            </w:r>
          </w:p>
        </w:tc>
      </w:tr>
      <w:tr w:rsidR="001155C3" w:rsidRPr="0025412F" w14:paraId="2F07152F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D97A5C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Водоотведение,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81EEC" w14:textId="3CC1A823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38,13</w:t>
            </w:r>
          </w:p>
        </w:tc>
      </w:tr>
      <w:tr w:rsidR="001155C3" w:rsidRPr="0025412F" w14:paraId="233190C3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DC4708F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Водоснабжение горячее, месяц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EF88A" w14:textId="2448A58C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598,29</w:t>
            </w:r>
          </w:p>
        </w:tc>
      </w:tr>
      <w:tr w:rsidR="001155C3" w:rsidRPr="0025412F" w14:paraId="33D74A4E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8B5F62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Водоснабжение горячее,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70492" w14:textId="3123EAFC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192,99</w:t>
            </w:r>
          </w:p>
        </w:tc>
      </w:tr>
      <w:tr w:rsidR="001155C3" w:rsidRPr="0025412F" w14:paraId="5C8E9835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4A5013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Газ сжиженный, м</w:t>
            </w:r>
            <w:r w:rsidRPr="0025412F">
              <w:rPr>
                <w:b/>
                <w:color w:val="000000"/>
                <w:sz w:val="20"/>
                <w:vertAlign w:val="superscript"/>
              </w:rPr>
              <w:t>3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EDC84" w14:textId="2A6BDC8F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123,56</w:t>
            </w:r>
          </w:p>
        </w:tc>
      </w:tr>
      <w:tr w:rsidR="001155C3" w:rsidRPr="0025412F" w14:paraId="0D09F889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720497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Услуги по снабжению электроэнергией, 100 кВт-ч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6FECD" w14:textId="1E1FC245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583,21</w:t>
            </w:r>
          </w:p>
        </w:tc>
      </w:tr>
    </w:tbl>
    <w:p w14:paraId="52904F20" w14:textId="77777777" w:rsidR="00FD7024" w:rsidRPr="00FD7024" w:rsidRDefault="00FD7024" w:rsidP="00FD7024">
      <w:pPr>
        <w:spacing w:after="200"/>
        <w:jc w:val="right"/>
        <w:rPr>
          <w:sz w:val="20"/>
        </w:rPr>
      </w:pPr>
      <w:r>
        <w:rPr>
          <w:sz w:val="20"/>
        </w:rPr>
        <w:lastRenderedPageBreak/>
        <w:t>Продолжение приложения 2</w:t>
      </w:r>
    </w:p>
    <w:tbl>
      <w:tblPr>
        <w:tblW w:w="907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947"/>
        <w:gridCol w:w="2124"/>
      </w:tblGrid>
      <w:tr w:rsidR="00FD7024" w:rsidRPr="0025412F" w14:paraId="0F8FD8AF" w14:textId="77777777" w:rsidTr="00FD7024">
        <w:trPr>
          <w:trHeight w:val="454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850AD" w14:textId="77777777" w:rsidR="00FD7024" w:rsidRPr="0025412F" w:rsidRDefault="00FD7024" w:rsidP="0083070D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Наименование товара (услуги)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7BAC5A" w14:textId="77777777" w:rsidR="00FD7024" w:rsidRPr="0025412F" w:rsidRDefault="00FD7024" w:rsidP="0083070D">
            <w:pPr>
              <w:jc w:val="center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Средняя цена</w:t>
            </w:r>
          </w:p>
        </w:tc>
      </w:tr>
      <w:tr w:rsidR="001155C3" w:rsidRPr="0025412F" w14:paraId="01D410E8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1C7858D7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гостинице 1* или в мотеле,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4EA79" w14:textId="2C409937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874,88</w:t>
            </w:r>
          </w:p>
        </w:tc>
      </w:tr>
      <w:tr w:rsidR="001155C3" w:rsidRPr="0025412F" w14:paraId="05C08B4C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F994BCE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гостинице 2*,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DE82A" w14:textId="26776DCC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1563,16</w:t>
            </w:r>
          </w:p>
        </w:tc>
      </w:tr>
      <w:tr w:rsidR="001155C3" w:rsidRPr="0025412F" w14:paraId="6D74FA95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AC95C9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гостинице 3*,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B1C2E" w14:textId="18C42D41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1967,06</w:t>
            </w:r>
          </w:p>
        </w:tc>
      </w:tr>
      <w:tr w:rsidR="001155C3" w:rsidRPr="0025412F" w14:paraId="00B603C0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3BBE1938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гостинице 4*-5*,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5330" w14:textId="4190D3B9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2977,34</w:t>
            </w:r>
          </w:p>
        </w:tc>
      </w:tr>
      <w:tr w:rsidR="001155C3" w:rsidRPr="0025412F" w14:paraId="756A2C88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61BA8FC6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Проживание в хостеле, сутки с человека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A9385" w14:textId="531A8485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736,54</w:t>
            </w:r>
          </w:p>
        </w:tc>
      </w:tr>
      <w:tr w:rsidR="001155C3" w:rsidRPr="005E6CDA" w14:paraId="60A35027" w14:textId="77777777" w:rsidTr="0081247A">
        <w:trPr>
          <w:trHeight w:val="227"/>
          <w:jc w:val="center"/>
        </w:trPr>
        <w:tc>
          <w:tcPr>
            <w:tcW w:w="6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14:paraId="053B47BC" w14:textId="77777777" w:rsidR="001155C3" w:rsidRPr="0025412F" w:rsidRDefault="001155C3" w:rsidP="001155C3">
            <w:pPr>
              <w:jc w:val="left"/>
              <w:rPr>
                <w:b/>
                <w:color w:val="000000"/>
                <w:sz w:val="20"/>
              </w:rPr>
            </w:pPr>
            <w:r w:rsidRPr="0025412F">
              <w:rPr>
                <w:b/>
                <w:color w:val="000000"/>
                <w:sz w:val="20"/>
              </w:rPr>
              <w:t>Санаторий, день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BA12E" w14:textId="25697FC1" w:rsidR="001155C3" w:rsidRDefault="001155C3" w:rsidP="001155C3">
            <w:pPr>
              <w:ind w:right="454"/>
              <w:jc w:val="right"/>
              <w:rPr>
                <w:b/>
                <w:sz w:val="20"/>
              </w:rPr>
            </w:pPr>
            <w:r w:rsidRPr="00D2247E">
              <w:rPr>
                <w:b/>
                <w:sz w:val="20"/>
              </w:rPr>
              <w:t>5750,70</w:t>
            </w:r>
          </w:p>
        </w:tc>
      </w:tr>
      <w:bookmarkEnd w:id="397"/>
    </w:tbl>
    <w:p w14:paraId="7446DE54" w14:textId="77777777" w:rsidR="00607B4E" w:rsidRPr="00DE413A" w:rsidRDefault="00607B4E" w:rsidP="00191D34">
      <w:pPr>
        <w:spacing w:before="120"/>
        <w:ind w:left="425" w:hanging="85"/>
        <w:rPr>
          <w:b/>
          <w:sz w:val="20"/>
          <w:lang w:val="en-US"/>
        </w:rPr>
        <w:sectPr w:rsidR="00607B4E" w:rsidRPr="00DE413A" w:rsidSect="00BE270D">
          <w:headerReference w:type="even" r:id="rId26"/>
          <w:headerReference w:type="default" r:id="rId27"/>
          <w:pgSz w:w="11906" w:h="16838" w:code="9"/>
          <w:pgMar w:top="1276" w:right="1418" w:bottom="1134" w:left="1418" w:header="720" w:footer="720" w:gutter="0"/>
          <w:cols w:space="720"/>
          <w:docGrid w:linePitch="326"/>
        </w:sectPr>
      </w:pPr>
    </w:p>
    <w:p w14:paraId="5DCC2783" w14:textId="77777777" w:rsidR="00547763" w:rsidRPr="00FB7401" w:rsidRDefault="00547763" w:rsidP="00C76FA1">
      <w:pPr>
        <w:spacing w:before="2520"/>
        <w:jc w:val="center"/>
        <w:rPr>
          <w:b/>
          <w:sz w:val="32"/>
          <w:szCs w:val="32"/>
        </w:rPr>
      </w:pPr>
      <w:bookmarkStart w:id="403" w:name="_Hlk176354697"/>
      <w:bookmarkEnd w:id="399"/>
      <w:r>
        <w:rPr>
          <w:b/>
          <w:sz w:val="32"/>
          <w:szCs w:val="32"/>
        </w:rPr>
        <w:lastRenderedPageBreak/>
        <w:t>Социально-</w:t>
      </w:r>
      <w:r w:rsidRPr="00FB7401">
        <w:rPr>
          <w:b/>
          <w:sz w:val="32"/>
          <w:szCs w:val="32"/>
        </w:rPr>
        <w:t>экономическо</w:t>
      </w:r>
      <w:r>
        <w:rPr>
          <w:b/>
          <w:sz w:val="32"/>
          <w:szCs w:val="32"/>
        </w:rPr>
        <w:t>е</w:t>
      </w:r>
      <w:r w:rsidRPr="00FB7401">
        <w:rPr>
          <w:b/>
          <w:sz w:val="32"/>
          <w:szCs w:val="32"/>
        </w:rPr>
        <w:t xml:space="preserve"> положени</w:t>
      </w:r>
      <w:r>
        <w:rPr>
          <w:b/>
          <w:sz w:val="32"/>
          <w:szCs w:val="32"/>
        </w:rPr>
        <w:t>е</w:t>
      </w:r>
      <w:r>
        <w:rPr>
          <w:b/>
          <w:sz w:val="32"/>
          <w:szCs w:val="32"/>
        </w:rPr>
        <w:br/>
      </w:r>
      <w:r w:rsidRPr="00FB7401">
        <w:rPr>
          <w:b/>
          <w:sz w:val="32"/>
          <w:szCs w:val="32"/>
        </w:rPr>
        <w:t>Астраханской области</w:t>
      </w:r>
    </w:p>
    <w:p w14:paraId="7C14B51D" w14:textId="77777777" w:rsidR="00547763" w:rsidRPr="00FB7401" w:rsidRDefault="00547763" w:rsidP="00547763">
      <w:pPr>
        <w:spacing w:before="240"/>
        <w:jc w:val="center"/>
        <w:rPr>
          <w:b/>
          <w:sz w:val="36"/>
          <w:szCs w:val="36"/>
        </w:rPr>
      </w:pPr>
      <w:r w:rsidRPr="00FB7401">
        <w:rPr>
          <w:b/>
          <w:sz w:val="36"/>
          <w:szCs w:val="36"/>
        </w:rPr>
        <w:t>Доклад</w:t>
      </w:r>
    </w:p>
    <w:p w14:paraId="41750249" w14:textId="77777777" w:rsidR="00547763" w:rsidRPr="00FB7401" w:rsidRDefault="00547763" w:rsidP="00547763">
      <w:pPr>
        <w:spacing w:before="2880"/>
        <w:jc w:val="center"/>
        <w:rPr>
          <w:b/>
          <w:sz w:val="28"/>
          <w:szCs w:val="28"/>
        </w:rPr>
      </w:pPr>
      <w:r w:rsidRPr="00FB7401">
        <w:rPr>
          <w:b/>
          <w:sz w:val="28"/>
          <w:szCs w:val="28"/>
        </w:rPr>
        <w:t>Ответственный за выпуск:</w:t>
      </w:r>
    </w:p>
    <w:p w14:paraId="40E581F6" w14:textId="77777777" w:rsidR="00547763" w:rsidRPr="00FB7401" w:rsidRDefault="00547763" w:rsidP="00547763">
      <w:pPr>
        <w:spacing w:before="240"/>
        <w:jc w:val="center"/>
        <w:rPr>
          <w:b/>
          <w:sz w:val="28"/>
          <w:szCs w:val="28"/>
        </w:rPr>
      </w:pPr>
      <w:r w:rsidRPr="00FB7401">
        <w:rPr>
          <w:b/>
          <w:sz w:val="28"/>
          <w:szCs w:val="28"/>
        </w:rPr>
        <w:t>Отдел сводных статистических р</w:t>
      </w:r>
      <w:r>
        <w:rPr>
          <w:b/>
          <w:sz w:val="28"/>
          <w:szCs w:val="28"/>
        </w:rPr>
        <w:t>абот</w:t>
      </w:r>
      <w:r>
        <w:rPr>
          <w:b/>
          <w:sz w:val="28"/>
          <w:szCs w:val="28"/>
        </w:rPr>
        <w:br/>
      </w:r>
      <w:r w:rsidRPr="00FB7401">
        <w:rPr>
          <w:b/>
          <w:sz w:val="28"/>
          <w:szCs w:val="28"/>
        </w:rPr>
        <w:t>и общес</w:t>
      </w:r>
      <w:r>
        <w:rPr>
          <w:b/>
          <w:sz w:val="28"/>
          <w:szCs w:val="28"/>
        </w:rPr>
        <w:t>твенны</w:t>
      </w:r>
      <w:r w:rsidRPr="00FB7401">
        <w:rPr>
          <w:b/>
          <w:sz w:val="28"/>
          <w:szCs w:val="28"/>
        </w:rPr>
        <w:t>х св</w:t>
      </w:r>
      <w:r>
        <w:rPr>
          <w:b/>
          <w:sz w:val="28"/>
          <w:szCs w:val="28"/>
        </w:rPr>
        <w:t>язей</w:t>
      </w:r>
    </w:p>
    <w:p w14:paraId="3FB7933C" w14:textId="0A68C7A0" w:rsidR="00547763" w:rsidRPr="00053B1C" w:rsidRDefault="002D6C45" w:rsidP="00547763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Т.С. Бороденко</w:t>
      </w:r>
    </w:p>
    <w:p w14:paraId="0098289C" w14:textId="4EC54BF0" w:rsidR="00547763" w:rsidRPr="00B47E1B" w:rsidRDefault="00547763" w:rsidP="00547763">
      <w:pPr>
        <w:jc w:val="center"/>
        <w:rPr>
          <w:b/>
          <w:sz w:val="28"/>
          <w:szCs w:val="28"/>
        </w:rPr>
      </w:pPr>
      <w:r w:rsidRPr="00053B1C">
        <w:rPr>
          <w:b/>
          <w:sz w:val="28"/>
          <w:szCs w:val="28"/>
        </w:rPr>
        <w:t>тел. 39-45-</w:t>
      </w:r>
      <w:r w:rsidR="00053B1C" w:rsidRPr="00053B1C">
        <w:rPr>
          <w:b/>
          <w:sz w:val="28"/>
          <w:szCs w:val="28"/>
        </w:rPr>
        <w:t>31</w:t>
      </w:r>
    </w:p>
    <w:p w14:paraId="685AAAE8" w14:textId="77777777" w:rsidR="00547763" w:rsidRPr="00834EA0" w:rsidRDefault="00547763" w:rsidP="00547763">
      <w:pPr>
        <w:spacing w:before="4920"/>
        <w:jc w:val="center"/>
        <w:rPr>
          <w:b/>
          <w:szCs w:val="24"/>
        </w:rPr>
      </w:pPr>
      <w:r w:rsidRPr="00834EA0">
        <w:rPr>
          <w:b/>
          <w:szCs w:val="24"/>
          <w:lang w:val="en-US"/>
        </w:rPr>
        <w:t>https</w:t>
      </w:r>
      <w:r w:rsidRPr="00834EA0">
        <w:rPr>
          <w:b/>
          <w:szCs w:val="24"/>
        </w:rPr>
        <w:t>://30.</w:t>
      </w:r>
      <w:proofErr w:type="spellStart"/>
      <w:r w:rsidRPr="00834EA0">
        <w:rPr>
          <w:b/>
          <w:szCs w:val="24"/>
          <w:lang w:val="en-US"/>
        </w:rPr>
        <w:t>rosstat</w:t>
      </w:r>
      <w:proofErr w:type="spellEnd"/>
      <w:r w:rsidRPr="00834EA0">
        <w:rPr>
          <w:b/>
          <w:szCs w:val="24"/>
        </w:rPr>
        <w:t>.</w:t>
      </w:r>
      <w:r w:rsidRPr="00834EA0">
        <w:rPr>
          <w:b/>
          <w:szCs w:val="24"/>
          <w:lang w:val="en-US"/>
        </w:rPr>
        <w:t>gov</w:t>
      </w:r>
      <w:r w:rsidRPr="00834EA0">
        <w:rPr>
          <w:b/>
          <w:szCs w:val="24"/>
        </w:rPr>
        <w:t>.</w:t>
      </w:r>
      <w:proofErr w:type="spellStart"/>
      <w:r w:rsidRPr="00834EA0">
        <w:rPr>
          <w:b/>
          <w:szCs w:val="24"/>
          <w:lang w:val="en-US"/>
        </w:rPr>
        <w:t>ru</w:t>
      </w:r>
      <w:proofErr w:type="spellEnd"/>
    </w:p>
    <w:p w14:paraId="795B75FF" w14:textId="01EDD110" w:rsidR="00E41235" w:rsidRPr="00CF27F1" w:rsidRDefault="00547763" w:rsidP="00547763">
      <w:pPr>
        <w:jc w:val="center"/>
        <w:rPr>
          <w:u w:val="single"/>
        </w:rPr>
      </w:pPr>
      <w:r w:rsidRPr="00834EA0">
        <w:rPr>
          <w:b/>
          <w:szCs w:val="24"/>
          <w:lang w:val="en-US"/>
        </w:rPr>
        <w:t>E</w:t>
      </w:r>
      <w:r w:rsidRPr="00834EA0">
        <w:rPr>
          <w:b/>
          <w:szCs w:val="24"/>
        </w:rPr>
        <w:t>-</w:t>
      </w:r>
      <w:r w:rsidRPr="00834EA0">
        <w:rPr>
          <w:b/>
          <w:szCs w:val="24"/>
          <w:lang w:val="en-US"/>
        </w:rPr>
        <w:t>mail</w:t>
      </w:r>
      <w:r w:rsidRPr="00834EA0">
        <w:rPr>
          <w:b/>
          <w:szCs w:val="24"/>
        </w:rPr>
        <w:t xml:space="preserve">: </w:t>
      </w:r>
      <w:hyperlink r:id="rId28" w:history="1">
        <w:r w:rsidRPr="004266AC">
          <w:rPr>
            <w:b/>
            <w:szCs w:val="24"/>
          </w:rPr>
          <w:t>30@rosstat.gov.ru</w:t>
        </w:r>
      </w:hyperlink>
      <w:bookmarkEnd w:id="403"/>
    </w:p>
    <w:sectPr w:rsidR="00E41235" w:rsidRPr="00CF27F1" w:rsidSect="00816525">
      <w:headerReference w:type="even" r:id="rId29"/>
      <w:headerReference w:type="default" r:id="rId30"/>
      <w:footerReference w:type="even" r:id="rId31"/>
      <w:footerReference w:type="default" r:id="rId32"/>
      <w:pgSz w:w="11906" w:h="16838" w:code="9"/>
      <w:pgMar w:top="1276" w:right="1418" w:bottom="1134" w:left="1418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5A6F6" w14:textId="77777777" w:rsidR="00977764" w:rsidRDefault="00977764" w:rsidP="00326D1C">
      <w:r>
        <w:separator/>
      </w:r>
    </w:p>
  </w:endnote>
  <w:endnote w:type="continuationSeparator" w:id="0">
    <w:p w14:paraId="7E2852A1" w14:textId="77777777" w:rsidR="00977764" w:rsidRDefault="00977764" w:rsidP="00326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ACE510" w14:textId="77777777" w:rsidR="009E1B3C" w:rsidRDefault="009E1B3C" w:rsidP="00DA35B8">
    <w:pPr>
      <w:pStyle w:val="ab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4FE095" w14:textId="77777777" w:rsidR="009E1B3C" w:rsidRDefault="009E1B3C" w:rsidP="00F25C98">
    <w:pPr>
      <w:pStyle w:val="ab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39C093" w14:textId="77777777" w:rsidR="009E1B3C" w:rsidRPr="003B5D13" w:rsidRDefault="009E1B3C" w:rsidP="004F0381">
    <w:pPr>
      <w:pStyle w:val="ab"/>
      <w:jc w:val="center"/>
      <w:rPr>
        <w:b/>
      </w:rPr>
    </w:pPr>
    <w:r w:rsidRPr="003B5D13">
      <w:rPr>
        <w:b/>
      </w:rPr>
      <w:fldChar w:fldCharType="begin"/>
    </w:r>
    <w:r w:rsidRPr="003B5D13">
      <w:rPr>
        <w:b/>
      </w:rPr>
      <w:instrText>PAGE   \* MERGEFORMAT</w:instrText>
    </w:r>
    <w:r w:rsidRPr="003B5D13">
      <w:rPr>
        <w:b/>
      </w:rPr>
      <w:fldChar w:fldCharType="separate"/>
    </w:r>
    <w:r>
      <w:rPr>
        <w:b/>
        <w:noProof/>
      </w:rPr>
      <w:t>42</w:t>
    </w:r>
    <w:r w:rsidRPr="003B5D13">
      <w:rPr>
        <w:b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E34650" w14:textId="77777777" w:rsidR="009E1B3C" w:rsidRPr="003B5D13" w:rsidRDefault="009E1B3C" w:rsidP="004F0381">
    <w:pPr>
      <w:pStyle w:val="ab"/>
      <w:jc w:val="center"/>
      <w:rPr>
        <w:b/>
      </w:rPr>
    </w:pPr>
    <w:r w:rsidRPr="003B5D13">
      <w:rPr>
        <w:b/>
      </w:rPr>
      <w:fldChar w:fldCharType="begin"/>
    </w:r>
    <w:r w:rsidRPr="003B5D13">
      <w:rPr>
        <w:b/>
      </w:rPr>
      <w:instrText>PAGE   \* MERGEFORMAT</w:instrText>
    </w:r>
    <w:r w:rsidRPr="003B5D13">
      <w:rPr>
        <w:b/>
      </w:rPr>
      <w:fldChar w:fldCharType="separate"/>
    </w:r>
    <w:r>
      <w:rPr>
        <w:b/>
        <w:noProof/>
      </w:rPr>
      <w:t>41</w:t>
    </w:r>
    <w:r w:rsidRPr="003B5D13">
      <w:rPr>
        <w:b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D133F5" w14:textId="77777777" w:rsidR="009E1B3C" w:rsidRPr="00353164" w:rsidRDefault="009E1B3C" w:rsidP="00353164">
    <w:pPr>
      <w:pStyle w:val="ab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1B68D4" w14:textId="77777777" w:rsidR="009E1B3C" w:rsidRPr="004F0381" w:rsidRDefault="009E1B3C" w:rsidP="004F0381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4ADB40" w14:textId="77777777" w:rsidR="00977764" w:rsidRDefault="00977764" w:rsidP="00326D1C">
      <w:r>
        <w:separator/>
      </w:r>
    </w:p>
  </w:footnote>
  <w:footnote w:type="continuationSeparator" w:id="0">
    <w:p w14:paraId="4867C99B" w14:textId="77777777" w:rsidR="00977764" w:rsidRDefault="00977764" w:rsidP="00326D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8A4DD" w14:textId="09DED317" w:rsidR="009E1B3C" w:rsidRPr="00565077" w:rsidRDefault="009E1B3C" w:rsidP="00565077">
    <w:pPr>
      <w:pStyle w:val="a6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19A42B" w14:textId="073AEAD9" w:rsidR="009E1B3C" w:rsidRPr="00AC5303" w:rsidRDefault="009E1B3C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49376" behindDoc="0" locked="0" layoutInCell="1" allowOverlap="1" wp14:anchorId="689A7F9B" wp14:editId="0A1E45D6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9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074B5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48352" behindDoc="0" locked="0" layoutInCell="1" allowOverlap="1" wp14:anchorId="4669E521" wp14:editId="6787FA47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0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78A44AD" id="AutoShape 27" o:spid="_x0000_s1026" type="#_x0000_t32" style="position:absolute;margin-left:-5.65pt;margin-top:15pt;width:459pt;height:0;flip:x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CGUkcN0gEAAIgD&#10;AAAOAAAAAAAAAAAAAAAAAC4CAABkcnMvZTJvRG9jLnhtbFBLAQItABQABgAIAAAAIQCwHSwK3QAA&#10;AAkBAAAPAAAAAAAAAAAAAAAAACwEAABkcnMvZG93bnJldi54bWxQSwUGAAAAAAQABADzAAAANgUA&#10;AAAA&#10;"/>
          </w:pict>
        </mc:Fallback>
      </mc:AlternateContent>
    </w:r>
    <w:r>
      <w:rPr>
        <w:sz w:val="20"/>
      </w:rPr>
      <w:t>Институциональные преобразования</w:t>
    </w:r>
  </w:p>
  <w:p w14:paraId="7FBBF45D" w14:textId="77777777" w:rsidR="009E1B3C" w:rsidRDefault="009E1B3C" w:rsidP="004506FD">
    <w:pPr>
      <w:jc w:val="right"/>
      <w:rPr>
        <w:sz w:val="20"/>
      </w:rPr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DA6C5A" w14:textId="55EF34C9" w:rsidR="009E1B3C" w:rsidRPr="00AC5303" w:rsidRDefault="009E1B3C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52448" behindDoc="0" locked="0" layoutInCell="1" allowOverlap="1" wp14:anchorId="4332BD9F" wp14:editId="0CA15C99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1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9DEFFD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CMPjGT0gEAAIg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51424" behindDoc="0" locked="0" layoutInCell="1" allowOverlap="1" wp14:anchorId="256A1946" wp14:editId="7258550A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68BD245" id="AutoShape 27" o:spid="_x0000_s1026" type="#_x0000_t32" style="position:absolute;margin-left:-5.65pt;margin-top:15pt;width:459pt;height:0;flip:x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qXryr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Цены</w:t>
    </w:r>
  </w:p>
  <w:p w14:paraId="7F7B95E7" w14:textId="77777777" w:rsidR="009E1B3C" w:rsidRDefault="009E1B3C" w:rsidP="004506FD">
    <w:pPr>
      <w:jc w:val="right"/>
      <w:rPr>
        <w:sz w:val="20"/>
      </w:rPr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8D2284" w14:textId="5A9C57F1" w:rsidR="009E1B3C" w:rsidRPr="00AC5303" w:rsidRDefault="009E1B3C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55520" behindDoc="0" locked="0" layoutInCell="1" allowOverlap="1" wp14:anchorId="318C0BDD" wp14:editId="64AFDAF3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3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C74976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oxaEM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54496" behindDoc="0" locked="0" layoutInCell="1" allowOverlap="1" wp14:anchorId="496F88EC" wp14:editId="56E4AE1C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4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32E16F1" id="AutoShape 27" o:spid="_x0000_s1026" type="#_x0000_t32" style="position:absolute;margin-left:-5.65pt;margin-top:15pt;width:459pt;height:0;flip:x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mQRcl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06564F">
      <w:rPr>
        <w:sz w:val="20"/>
      </w:rPr>
      <w:t xml:space="preserve"> </w:t>
    </w:r>
    <w:r>
      <w:rPr>
        <w:sz w:val="20"/>
      </w:rPr>
      <w:t>Финансовая деятельность организаций</w:t>
    </w:r>
  </w:p>
  <w:p w14:paraId="1271C480" w14:textId="77777777" w:rsidR="009E1B3C" w:rsidRDefault="009E1B3C" w:rsidP="004506FD">
    <w:pPr>
      <w:jc w:val="right"/>
      <w:rPr>
        <w:sz w:val="20"/>
      </w:rPr>
    </w:pPr>
  </w:p>
</w:hdr>
</file>

<file path=word/header1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EDCB7" w14:textId="79F15E66" w:rsidR="009E1B3C" w:rsidRDefault="009E1B3C" w:rsidP="004506FD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58592" behindDoc="0" locked="0" layoutInCell="1" allowOverlap="1" wp14:anchorId="38B6244F" wp14:editId="3E9BBDA5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5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21B86A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CTaCoJ0gEAAIg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57568" behindDoc="0" locked="0" layoutInCell="1" allowOverlap="1" wp14:anchorId="77C73FB3" wp14:editId="31E3B149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6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EFAE004" id="AutoShape 27" o:spid="_x0000_s1026" type="#_x0000_t32" style="position:absolute;margin-left:-5.65pt;margin-top:15pt;width:459pt;height:0;flip:x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tizpN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Социальная сфера</w:t>
    </w:r>
  </w:p>
</w:hdr>
</file>

<file path=word/header1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6762D9" w14:textId="547751FC" w:rsidR="009E1B3C" w:rsidRDefault="009E1B3C" w:rsidP="004506FD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61664" behindDoc="0" locked="0" layoutInCell="1" allowOverlap="1" wp14:anchorId="02480F87" wp14:editId="218868B7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0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436344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0uaiP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60640" behindDoc="0" locked="0" layoutInCell="1" allowOverlap="1" wp14:anchorId="0925F094" wp14:editId="0F8B1BCF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1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C0144F" id="AutoShape 27" o:spid="_x0000_s1026" type="#_x0000_t32" style="position:absolute;margin-left:-5.65pt;margin-top:15pt;width:459pt;height:0;flip:x;z-index:251760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2IrUo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Демография</w:t>
    </w:r>
  </w:p>
</w:hdr>
</file>

<file path=word/header1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E4B0A6" w14:textId="381AF064" w:rsidR="009E1B3C" w:rsidRDefault="009E1B3C" w:rsidP="00890B6A">
    <w:pPr>
      <w:jc w:val="lef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21728" behindDoc="0" locked="0" layoutInCell="1" allowOverlap="1" wp14:anchorId="191638DE" wp14:editId="049064CF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4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18286DC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1fe5H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20704" behindDoc="0" locked="0" layoutInCell="1" allowOverlap="1" wp14:anchorId="3278099B" wp14:editId="42153FD2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5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1F4056A7" id="AutoShape 27" o:spid="_x0000_s1026" type="#_x0000_t32" style="position:absolute;margin-left:-5.65pt;margin-top:15pt;width:459pt;height:0;flip:x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35vPg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С</w:t>
    </w:r>
    <w:r w:rsidRPr="00AC5303">
      <w:rPr>
        <w:sz w:val="20"/>
      </w:rPr>
      <w:t>оциально-экономическое положение Астраханской области</w:t>
    </w:r>
  </w:p>
</w:hdr>
</file>

<file path=word/header1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02E999" w14:textId="2E807747" w:rsidR="009E1B3C" w:rsidRPr="00AC5303" w:rsidRDefault="009E1B3C" w:rsidP="00890B6A">
    <w:pPr>
      <w:jc w:val="right"/>
      <w:rPr>
        <w:sz w:val="20"/>
      </w:rPr>
    </w:pPr>
    <w:r w:rsidRPr="006E3D1F">
      <w:rPr>
        <w:noProof/>
        <w:sz w:val="20"/>
      </w:rPr>
      <mc:AlternateContent>
        <mc:Choice Requires="wps">
          <w:drawing>
            <wp:anchor distT="0" distB="0" distL="114300" distR="114300" simplePos="0" relativeHeight="251691008" behindDoc="0" locked="0" layoutInCell="1" allowOverlap="1" wp14:anchorId="6400C981" wp14:editId="0D3F4457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7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F01DD4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vECfq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6E3D1F">
      <w:rPr>
        <w:noProof/>
        <w:sz w:val="20"/>
      </w:rPr>
      <mc:AlternateContent>
        <mc:Choice Requires="wps">
          <w:drawing>
            <wp:anchor distT="0" distB="0" distL="114300" distR="114300" simplePos="0" relativeHeight="251689984" behindDoc="0" locked="0" layoutInCell="1" allowOverlap="1" wp14:anchorId="4F2D755A" wp14:editId="1DFBDCEE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9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90C7817" id="AutoShape 27" o:spid="_x0000_s1026" type="#_x0000_t32" style="position:absolute;margin-left:-5.65pt;margin-top:15pt;width:459pt;height:0;flip:x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zu/iX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Приложения</w:t>
    </w:r>
  </w:p>
</w:hdr>
</file>

<file path=word/header1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886225" w14:textId="77777777" w:rsidR="009E1B3C" w:rsidRPr="00353164" w:rsidRDefault="009E1B3C" w:rsidP="00353164">
    <w:pPr>
      <w:pStyle w:val="a6"/>
    </w:pPr>
  </w:p>
</w:hdr>
</file>

<file path=word/header1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F9C16B" w14:textId="77777777" w:rsidR="009E1B3C" w:rsidRPr="00C76FA1" w:rsidRDefault="009E1B3C" w:rsidP="00C76FA1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63A2A" w14:textId="77777777" w:rsidR="009E1B3C" w:rsidRPr="00440594" w:rsidRDefault="009E1B3C" w:rsidP="00F610BA">
    <w:pPr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D98F6B" w14:textId="77777777" w:rsidR="009E1B3C" w:rsidRPr="006B702B" w:rsidRDefault="009E1B3C" w:rsidP="004506FD">
    <w:pPr>
      <w:jc w:val="right"/>
      <w:rPr>
        <w:sz w:val="20"/>
      </w:rPr>
    </w:pPr>
    <w:r w:rsidRPr="006B702B">
      <w:rPr>
        <w:noProof/>
        <w:sz w:val="20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35C7CCEC" wp14:editId="3E7D0983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7" name="AutoShape 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9C66E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4" o:spid="_x0000_s1026" type="#_x0000_t32" style="position:absolute;margin-left:-5.65pt;margin-top:15pt;width:459pt;height:0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W0HNENMBAACH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6B702B">
      <w:rPr>
        <w:noProof/>
        <w:sz w:val="20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26EAA09" wp14:editId="2D26A462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8" name="AutoShape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244C2FF" id="AutoShape 23" o:spid="_x0000_s1026" type="#_x0000_t32" style="position:absolute;margin-left:-5.65pt;margin-top:15pt;width:459pt;height:0;flip:x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Bq31j40gEAAIcD&#10;AAAOAAAAAAAAAAAAAAAAAC4CAABkcnMvZTJvRG9jLnhtbFBLAQItABQABgAIAAAAIQCwHSwK3QAA&#10;AAkBAAAPAAAAAAAAAAAAAAAAACwEAABkcnMvZG93bnJldi54bWxQSwUGAAAAAAQABADzAAAANgUA&#10;AAAA&#10;"/>
          </w:pict>
        </mc:Fallback>
      </mc:AlternateContent>
    </w:r>
    <w:r>
      <w:rPr>
        <w:sz w:val="20"/>
      </w:rPr>
      <w:t xml:space="preserve">Рынки </w:t>
    </w:r>
    <w:r w:rsidRPr="006B702B">
      <w:rPr>
        <w:sz w:val="20"/>
      </w:rPr>
      <w:t>товаров и услуг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97DA8F" w14:textId="0D3FE92F" w:rsidR="009E1B3C" w:rsidRPr="00247E2C" w:rsidRDefault="009E1B3C" w:rsidP="00083D58">
    <w:pPr>
      <w:jc w:val="left"/>
    </w:pPr>
    <w:r>
      <w:rPr>
        <w:sz w:val="20"/>
      </w:rPr>
      <w:t>С</w:t>
    </w:r>
    <w:r w:rsidRPr="00AC5303">
      <w:rPr>
        <w:sz w:val="20"/>
      </w:rPr>
      <w:t>оциально-экономическое положение Астраханской области</w: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15584" behindDoc="0" locked="0" layoutInCell="1" allowOverlap="1" wp14:anchorId="0DA88448" wp14:editId="14E779F4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8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56809A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CtTOXS0gEAAIg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14560" behindDoc="0" locked="0" layoutInCell="1" allowOverlap="1" wp14:anchorId="0F3E372C" wp14:editId="60D748EE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9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4515F1A" id="AutoShape 27" o:spid="_x0000_s1026" type="#_x0000_t32" style="position:absolute;margin-left:-5.65pt;margin-top:15pt;width:459pt;height:0;flip:x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pyCTTNMBAACI&#10;AwAADgAAAAAAAAAAAAAAAAAuAgAAZHJzL2Uyb0RvYy54bWxQSwECLQAUAAYACAAAACEAsB0sCt0A&#10;AAAJAQAADwAAAAAAAAAAAAAAAAAtBAAAZHJzL2Rvd25yZXYueG1sUEsFBgAAAAAEAAQA8wAAADcF&#10;AAAAAA==&#10;"/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B102769" w14:textId="5B720226" w:rsidR="009E1B3C" w:rsidRPr="00AC5303" w:rsidRDefault="009E1B3C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7088" behindDoc="0" locked="0" layoutInCell="1" allowOverlap="1" wp14:anchorId="03584CD5" wp14:editId="6D8841BF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4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865A08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Hy5agd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6064" behindDoc="0" locked="0" layoutInCell="1" allowOverlap="1" wp14:anchorId="1F4F2956" wp14:editId="3AF17FEA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5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0FBF8AE" id="AutoShape 27" o:spid="_x0000_s1026" type="#_x0000_t32" style="position:absolute;margin-left:-5.65pt;margin-top:15pt;width:459pt;height:0;flip:x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FUIsH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Рынки товаров и услуг</w:t>
    </w:r>
  </w:p>
  <w:p w14:paraId="25C4A0C4" w14:textId="77777777" w:rsidR="009E1B3C" w:rsidRDefault="009E1B3C" w:rsidP="004506FD">
    <w:pPr>
      <w:jc w:val="right"/>
      <w:rPr>
        <w:sz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384AAB" w14:textId="6E7CC68A" w:rsidR="009E1B3C" w:rsidRPr="00AC5303" w:rsidRDefault="009E1B3C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40160" behindDoc="0" locked="0" layoutInCell="1" allowOverlap="1" wp14:anchorId="2894B07A" wp14:editId="6B430DA9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1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8EDCB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AlCuzY0gEAAIc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9136" behindDoc="0" locked="0" layoutInCell="1" allowOverlap="1" wp14:anchorId="06700854" wp14:editId="12FC42C7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2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CA79F17" id="AutoShape 27" o:spid="_x0000_s1026" type="#_x0000_t32" style="position:absolute;margin-left:-5.65pt;margin-top:15pt;width:459pt;height:0;flip:x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AE4v5tMBAACH&#10;AwAADgAAAAAAAAAAAAAAAAAuAgAAZHJzL2Uyb0RvYy54bWxQSwECLQAUAAYACAAAACEAsB0sCt0A&#10;AAAJAQAADwAAAAAAAAAAAAAAAAAtBAAAZHJzL2Rvd25yZXYueG1sUEsFBgAAAAAEAAQA8wAAADcF&#10;AAAAAA==&#10;"/>
          </w:pict>
        </mc:Fallback>
      </mc:AlternateContent>
    </w:r>
    <w:r>
      <w:rPr>
        <w:sz w:val="20"/>
      </w:rPr>
      <w:t>Основные социальные и экономические показатели</w:t>
    </w:r>
  </w:p>
  <w:p w14:paraId="70953EBC" w14:textId="77777777" w:rsidR="009E1B3C" w:rsidRDefault="009E1B3C" w:rsidP="004506FD">
    <w:pPr>
      <w:jc w:val="right"/>
      <w:rPr>
        <w:sz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6364E8" w14:textId="778C8D63" w:rsidR="009E1B3C" w:rsidRPr="00AC5303" w:rsidRDefault="009E1B3C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43232" behindDoc="0" locked="0" layoutInCell="1" allowOverlap="1" wp14:anchorId="3E292090" wp14:editId="4AD30802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3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5934D66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AKIll40gEAAIc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42208" behindDoc="0" locked="0" layoutInCell="1" allowOverlap="1" wp14:anchorId="1CE70A72" wp14:editId="66888975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1BBE8F1" id="AutoShape 27" o:spid="_x0000_s1026" type="#_x0000_t32" style="position:absolute;margin-left:-5.65pt;margin-top:15pt;width:459pt;height:0;flip:x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MDCB3NMBAACH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06564F">
      <w:rPr>
        <w:sz w:val="20"/>
      </w:rPr>
      <w:t xml:space="preserve"> </w:t>
    </w:r>
    <w:r>
      <w:rPr>
        <w:sz w:val="20"/>
      </w:rPr>
      <w:t>Производство товаров и услуг</w:t>
    </w:r>
  </w:p>
  <w:p w14:paraId="5C22CD41" w14:textId="77777777" w:rsidR="009E1B3C" w:rsidRDefault="009E1B3C" w:rsidP="004506FD">
    <w:pPr>
      <w:jc w:val="right"/>
      <w:rPr>
        <w:sz w:val="20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1F961" w14:textId="13316FB4" w:rsidR="009E1B3C" w:rsidRDefault="009E1B3C" w:rsidP="00890B6A">
    <w:pPr>
      <w:jc w:val="lef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4016" behindDoc="0" locked="0" layoutInCell="1" allowOverlap="1" wp14:anchorId="51A4A84A" wp14:editId="34D90A08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2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0F530B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32992" behindDoc="0" locked="0" layoutInCell="1" allowOverlap="1" wp14:anchorId="0562A502" wp14:editId="3460F7DF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43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8B1B006" id="AutoShape 27" o:spid="_x0000_s1026" type="#_x0000_t32" style="position:absolute;margin-left:-5.65pt;margin-top:15pt;width:459pt;height:0;flip:x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"/>
          </w:pict>
        </mc:Fallback>
      </mc:AlternateContent>
    </w:r>
    <w:r>
      <w:rPr>
        <w:sz w:val="20"/>
      </w:rPr>
      <w:t>С</w:t>
    </w:r>
    <w:r w:rsidRPr="00AC5303">
      <w:rPr>
        <w:sz w:val="20"/>
      </w:rPr>
      <w:t>оциально-экономическое положение Астраханской области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AD53ED" w14:textId="0E0840E7" w:rsidR="009E1B3C" w:rsidRPr="00AC5303" w:rsidRDefault="009E1B3C" w:rsidP="00083D58">
    <w:pPr>
      <w:jc w:val="right"/>
      <w:rPr>
        <w:sz w:val="20"/>
      </w:rPr>
    </w:pP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46304" behindDoc="0" locked="0" layoutInCell="1" allowOverlap="1" wp14:anchorId="61464B48" wp14:editId="60C2EE9C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5" name="AutoShape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E6ED7E0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8" o:spid="_x0000_s1026" type="#_x0000_t32" style="position:absolute;margin-left:-5.65pt;margin-top:15pt;width:459pt;height:0;flip:x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A6XPdC0gEAAIcD&#10;AAAOAAAAAAAAAAAAAAAAAC4CAABkcnMvZTJvRG9jLnhtbFBLAQItABQABgAIAAAAIQCwHSwK3QAA&#10;AAkBAAAPAAAAAAAAAAAAAAAAACwEAABkcnMvZG93bnJldi54bWxQSwUGAAAAAAQABADzAAAANgUA&#10;AAAA&#10;"/>
          </w:pict>
        </mc:Fallback>
      </mc:AlternateContent>
    </w:r>
    <w:r w:rsidRPr="00BE270D">
      <w:rPr>
        <w:noProof/>
        <w:sz w:val="20"/>
      </w:rPr>
      <mc:AlternateContent>
        <mc:Choice Requires="wps">
          <w:drawing>
            <wp:anchor distT="0" distB="0" distL="114300" distR="114300" simplePos="0" relativeHeight="251745280" behindDoc="0" locked="0" layoutInCell="1" allowOverlap="1" wp14:anchorId="3148AE44" wp14:editId="4C522724">
              <wp:simplePos x="0" y="0"/>
              <wp:positionH relativeFrom="column">
                <wp:posOffset>-71755</wp:posOffset>
              </wp:positionH>
              <wp:positionV relativeFrom="paragraph">
                <wp:posOffset>190500</wp:posOffset>
              </wp:positionV>
              <wp:extent cx="5829300" cy="0"/>
              <wp:effectExtent l="0" t="0" r="0" b="0"/>
              <wp:wrapNone/>
              <wp:docPr id="6" name="AutoShape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582930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769F5BB" id="AutoShape 27" o:spid="_x0000_s1026" type="#_x0000_t32" style="position:absolute;margin-left:-5.65pt;margin-top:15pt;width:459pt;height:0;flip:x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"/>
          </w:pict>
        </mc:Fallback>
      </mc:AlternateContent>
    </w:r>
    <w:r>
      <w:rPr>
        <w:sz w:val="20"/>
      </w:rPr>
      <w:t>Рынки товаров и услуг</w:t>
    </w:r>
  </w:p>
  <w:p w14:paraId="66799497" w14:textId="77777777" w:rsidR="009E1B3C" w:rsidRDefault="009E1B3C" w:rsidP="004506FD">
    <w:pPr>
      <w:jc w:val="righ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pt;height:4.5pt;visibility:visible" o:gfxdata="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" o:bullet="t">
        <v:imagedata r:id="rId1" o:title="" croptop="-44199f" cropbottom="-61726f" cropleft="-1" cropright="-81265f"/>
        <o:lock v:ext="edit" aspectratio="f"/>
      </v:shape>
    </w:pict>
  </w:numPicBullet>
  <w:abstractNum w:abstractNumId="0" w15:restartNumberingAfterBreak="0">
    <w:nsid w:val="05A53ED0"/>
    <w:multiLevelType w:val="hybridMultilevel"/>
    <w:tmpl w:val="D26E5E50"/>
    <w:lvl w:ilvl="0" w:tplc="8F22AD5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563E27"/>
    <w:multiLevelType w:val="hybridMultilevel"/>
    <w:tmpl w:val="24D20D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B056E"/>
    <w:multiLevelType w:val="hybridMultilevel"/>
    <w:tmpl w:val="779AF366"/>
    <w:lvl w:ilvl="0" w:tplc="52807368">
      <w:start w:val="1"/>
      <w:numFmt w:val="decimal"/>
      <w:lvlText w:val="%1)"/>
      <w:lvlJc w:val="left"/>
      <w:pPr>
        <w:ind w:left="928" w:hanging="360"/>
      </w:pPr>
      <w:rPr>
        <w:rFonts w:hint="default"/>
        <w:b/>
        <w:sz w:val="18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 w15:restartNumberingAfterBreak="0">
    <w:nsid w:val="09EE0F5D"/>
    <w:multiLevelType w:val="hybridMultilevel"/>
    <w:tmpl w:val="31A636B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34668"/>
    <w:multiLevelType w:val="hybridMultilevel"/>
    <w:tmpl w:val="75BC521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642ABE"/>
    <w:multiLevelType w:val="hybridMultilevel"/>
    <w:tmpl w:val="A43CFA2C"/>
    <w:lvl w:ilvl="0" w:tplc="12C0B6A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89E0E9B"/>
    <w:multiLevelType w:val="hybridMultilevel"/>
    <w:tmpl w:val="04A231A4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D20C00"/>
    <w:multiLevelType w:val="hybridMultilevel"/>
    <w:tmpl w:val="F4ECA36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8617DF"/>
    <w:multiLevelType w:val="hybridMultilevel"/>
    <w:tmpl w:val="9EB65A2C"/>
    <w:lvl w:ilvl="0" w:tplc="C0482FCA">
      <w:start w:val="2018"/>
      <w:numFmt w:val="decimal"/>
      <w:lvlText w:val="%1"/>
      <w:lvlJc w:val="left"/>
      <w:pPr>
        <w:ind w:left="70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 w15:restartNumberingAfterBreak="0">
    <w:nsid w:val="492E3F00"/>
    <w:multiLevelType w:val="hybridMultilevel"/>
    <w:tmpl w:val="4D4CAD30"/>
    <w:lvl w:ilvl="0" w:tplc="FFFFFFFF">
      <w:start w:val="1"/>
      <w:numFmt w:val="decimal"/>
      <w:lvlText w:val="%1)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137"/>
        </w:tabs>
        <w:ind w:left="113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57"/>
        </w:tabs>
        <w:ind w:left="185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77"/>
        </w:tabs>
        <w:ind w:left="257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97"/>
        </w:tabs>
        <w:ind w:left="329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17"/>
        </w:tabs>
        <w:ind w:left="401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37"/>
        </w:tabs>
        <w:ind w:left="473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57"/>
        </w:tabs>
        <w:ind w:left="545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77"/>
        </w:tabs>
        <w:ind w:left="6177" w:hanging="180"/>
      </w:pPr>
    </w:lvl>
  </w:abstractNum>
  <w:abstractNum w:abstractNumId="10" w15:restartNumberingAfterBreak="0">
    <w:nsid w:val="531B7625"/>
    <w:multiLevelType w:val="hybridMultilevel"/>
    <w:tmpl w:val="848080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6526156"/>
    <w:multiLevelType w:val="hybridMultilevel"/>
    <w:tmpl w:val="CF2EAD0C"/>
    <w:lvl w:ilvl="0" w:tplc="1B9478A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2" w15:restartNumberingAfterBreak="0">
    <w:nsid w:val="599E5234"/>
    <w:multiLevelType w:val="hybridMultilevel"/>
    <w:tmpl w:val="3D844B6E"/>
    <w:lvl w:ilvl="0" w:tplc="78A833D8">
      <w:start w:val="2019"/>
      <w:numFmt w:val="decimal"/>
      <w:lvlText w:val="%1"/>
      <w:lvlJc w:val="left"/>
      <w:pPr>
        <w:ind w:left="70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3" w15:restartNumberingAfterBreak="0">
    <w:nsid w:val="61793C68"/>
    <w:multiLevelType w:val="hybridMultilevel"/>
    <w:tmpl w:val="4E6ACC56"/>
    <w:lvl w:ilvl="0" w:tplc="019ACA30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4" w15:restartNumberingAfterBreak="0">
    <w:nsid w:val="6C3611AA"/>
    <w:multiLevelType w:val="hybridMultilevel"/>
    <w:tmpl w:val="A10A857C"/>
    <w:lvl w:ilvl="0" w:tplc="1ADCC852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6C612229"/>
    <w:multiLevelType w:val="hybridMultilevel"/>
    <w:tmpl w:val="788E74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F344E3"/>
    <w:multiLevelType w:val="hybridMultilevel"/>
    <w:tmpl w:val="0FA8FB38"/>
    <w:lvl w:ilvl="0" w:tplc="22A68426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7" w15:restartNumberingAfterBreak="0">
    <w:nsid w:val="74EC6239"/>
    <w:multiLevelType w:val="hybridMultilevel"/>
    <w:tmpl w:val="1EC82FDC"/>
    <w:lvl w:ilvl="0" w:tplc="5BEAB0B8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497698"/>
    <w:multiLevelType w:val="hybridMultilevel"/>
    <w:tmpl w:val="F93E63F4"/>
    <w:lvl w:ilvl="0" w:tplc="051E94FC">
      <w:start w:val="1"/>
      <w:numFmt w:val="decimal"/>
      <w:lvlText w:val="%1)"/>
      <w:lvlJc w:val="left"/>
      <w:pPr>
        <w:ind w:left="70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19" w15:restartNumberingAfterBreak="0">
    <w:nsid w:val="7B0A7047"/>
    <w:multiLevelType w:val="hybridMultilevel"/>
    <w:tmpl w:val="3D74D450"/>
    <w:lvl w:ilvl="0" w:tplc="6CFA5012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0" w15:restartNumberingAfterBreak="0">
    <w:nsid w:val="7BC61BC1"/>
    <w:multiLevelType w:val="hybridMultilevel"/>
    <w:tmpl w:val="A398676A"/>
    <w:lvl w:ilvl="0" w:tplc="7CD6C290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0" w:hanging="360"/>
      </w:pPr>
    </w:lvl>
    <w:lvl w:ilvl="2" w:tplc="0419001B" w:tentative="1">
      <w:start w:val="1"/>
      <w:numFmt w:val="lowerRoman"/>
      <w:lvlText w:val="%3."/>
      <w:lvlJc w:val="right"/>
      <w:pPr>
        <w:ind w:left="1890" w:hanging="180"/>
      </w:pPr>
    </w:lvl>
    <w:lvl w:ilvl="3" w:tplc="0419000F" w:tentative="1">
      <w:start w:val="1"/>
      <w:numFmt w:val="decimal"/>
      <w:lvlText w:val="%4."/>
      <w:lvlJc w:val="left"/>
      <w:pPr>
        <w:ind w:left="2610" w:hanging="360"/>
      </w:pPr>
    </w:lvl>
    <w:lvl w:ilvl="4" w:tplc="04190019" w:tentative="1">
      <w:start w:val="1"/>
      <w:numFmt w:val="lowerLetter"/>
      <w:lvlText w:val="%5."/>
      <w:lvlJc w:val="left"/>
      <w:pPr>
        <w:ind w:left="3330" w:hanging="360"/>
      </w:pPr>
    </w:lvl>
    <w:lvl w:ilvl="5" w:tplc="0419001B" w:tentative="1">
      <w:start w:val="1"/>
      <w:numFmt w:val="lowerRoman"/>
      <w:lvlText w:val="%6."/>
      <w:lvlJc w:val="right"/>
      <w:pPr>
        <w:ind w:left="4050" w:hanging="180"/>
      </w:pPr>
    </w:lvl>
    <w:lvl w:ilvl="6" w:tplc="0419000F" w:tentative="1">
      <w:start w:val="1"/>
      <w:numFmt w:val="decimal"/>
      <w:lvlText w:val="%7."/>
      <w:lvlJc w:val="left"/>
      <w:pPr>
        <w:ind w:left="4770" w:hanging="360"/>
      </w:pPr>
    </w:lvl>
    <w:lvl w:ilvl="7" w:tplc="04190019" w:tentative="1">
      <w:start w:val="1"/>
      <w:numFmt w:val="lowerLetter"/>
      <w:lvlText w:val="%8."/>
      <w:lvlJc w:val="left"/>
      <w:pPr>
        <w:ind w:left="5490" w:hanging="360"/>
      </w:pPr>
    </w:lvl>
    <w:lvl w:ilvl="8" w:tplc="041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1" w15:restartNumberingAfterBreak="0">
    <w:nsid w:val="7D991CF9"/>
    <w:multiLevelType w:val="hybridMultilevel"/>
    <w:tmpl w:val="29D2BB6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D61BB7"/>
    <w:multiLevelType w:val="hybridMultilevel"/>
    <w:tmpl w:val="9F74ADC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6"/>
  </w:num>
  <w:num w:numId="4">
    <w:abstractNumId w:val="19"/>
  </w:num>
  <w:num w:numId="5">
    <w:abstractNumId w:val="2"/>
  </w:num>
  <w:num w:numId="6">
    <w:abstractNumId w:val="22"/>
  </w:num>
  <w:num w:numId="7">
    <w:abstractNumId w:val="21"/>
  </w:num>
  <w:num w:numId="8">
    <w:abstractNumId w:val="6"/>
  </w:num>
  <w:num w:numId="9">
    <w:abstractNumId w:val="4"/>
  </w:num>
  <w:num w:numId="10">
    <w:abstractNumId w:val="11"/>
  </w:num>
  <w:num w:numId="11">
    <w:abstractNumId w:val="13"/>
  </w:num>
  <w:num w:numId="12">
    <w:abstractNumId w:val="3"/>
  </w:num>
  <w:num w:numId="13">
    <w:abstractNumId w:val="9"/>
  </w:num>
  <w:num w:numId="14">
    <w:abstractNumId w:val="0"/>
  </w:num>
  <w:num w:numId="15">
    <w:abstractNumId w:val="17"/>
  </w:num>
  <w:num w:numId="16">
    <w:abstractNumId w:val="8"/>
  </w:num>
  <w:num w:numId="17">
    <w:abstractNumId w:val="18"/>
  </w:num>
  <w:num w:numId="18">
    <w:abstractNumId w:val="12"/>
  </w:num>
  <w:num w:numId="19">
    <w:abstractNumId w:val="20"/>
  </w:num>
  <w:num w:numId="20">
    <w:abstractNumId w:val="14"/>
  </w:num>
  <w:num w:numId="21">
    <w:abstractNumId w:val="10"/>
  </w:num>
  <w:num w:numId="22">
    <w:abstractNumId w:val="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evenAndOddHeaders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360C"/>
    <w:rsid w:val="00000176"/>
    <w:rsid w:val="000003AB"/>
    <w:rsid w:val="000004A1"/>
    <w:rsid w:val="00000818"/>
    <w:rsid w:val="00000EE3"/>
    <w:rsid w:val="0000132B"/>
    <w:rsid w:val="0000143D"/>
    <w:rsid w:val="00001455"/>
    <w:rsid w:val="000014D3"/>
    <w:rsid w:val="000019BF"/>
    <w:rsid w:val="00001AC3"/>
    <w:rsid w:val="00001D87"/>
    <w:rsid w:val="00002046"/>
    <w:rsid w:val="0000208F"/>
    <w:rsid w:val="00002238"/>
    <w:rsid w:val="00002253"/>
    <w:rsid w:val="00002314"/>
    <w:rsid w:val="000028BB"/>
    <w:rsid w:val="00002910"/>
    <w:rsid w:val="000029A9"/>
    <w:rsid w:val="000029C2"/>
    <w:rsid w:val="00002A26"/>
    <w:rsid w:val="00002D3B"/>
    <w:rsid w:val="000032C9"/>
    <w:rsid w:val="00003400"/>
    <w:rsid w:val="0000374C"/>
    <w:rsid w:val="00003823"/>
    <w:rsid w:val="00003DEE"/>
    <w:rsid w:val="00004285"/>
    <w:rsid w:val="0000431A"/>
    <w:rsid w:val="00004A6C"/>
    <w:rsid w:val="00004E0F"/>
    <w:rsid w:val="0000513C"/>
    <w:rsid w:val="000052F0"/>
    <w:rsid w:val="00005534"/>
    <w:rsid w:val="000055DE"/>
    <w:rsid w:val="00005FC0"/>
    <w:rsid w:val="00006155"/>
    <w:rsid w:val="0000637B"/>
    <w:rsid w:val="000065B8"/>
    <w:rsid w:val="00006A4C"/>
    <w:rsid w:val="00006E33"/>
    <w:rsid w:val="000070D9"/>
    <w:rsid w:val="00007242"/>
    <w:rsid w:val="00007284"/>
    <w:rsid w:val="0000754A"/>
    <w:rsid w:val="0000772E"/>
    <w:rsid w:val="00007C9B"/>
    <w:rsid w:val="0001000E"/>
    <w:rsid w:val="0001026F"/>
    <w:rsid w:val="0001039D"/>
    <w:rsid w:val="000103D0"/>
    <w:rsid w:val="00011066"/>
    <w:rsid w:val="000110E8"/>
    <w:rsid w:val="00011189"/>
    <w:rsid w:val="000115EB"/>
    <w:rsid w:val="00011887"/>
    <w:rsid w:val="00011FBD"/>
    <w:rsid w:val="00012664"/>
    <w:rsid w:val="000128E8"/>
    <w:rsid w:val="00012A46"/>
    <w:rsid w:val="00012BF7"/>
    <w:rsid w:val="0001303D"/>
    <w:rsid w:val="00013554"/>
    <w:rsid w:val="00013567"/>
    <w:rsid w:val="00014120"/>
    <w:rsid w:val="000141CD"/>
    <w:rsid w:val="00014470"/>
    <w:rsid w:val="00014FAC"/>
    <w:rsid w:val="00015068"/>
    <w:rsid w:val="00015207"/>
    <w:rsid w:val="000156E1"/>
    <w:rsid w:val="0001573D"/>
    <w:rsid w:val="00015A20"/>
    <w:rsid w:val="00015C5D"/>
    <w:rsid w:val="000160C4"/>
    <w:rsid w:val="000161D4"/>
    <w:rsid w:val="0001646C"/>
    <w:rsid w:val="000165E5"/>
    <w:rsid w:val="00016663"/>
    <w:rsid w:val="000167DF"/>
    <w:rsid w:val="00016C8C"/>
    <w:rsid w:val="00016D5D"/>
    <w:rsid w:val="00016F72"/>
    <w:rsid w:val="000173A8"/>
    <w:rsid w:val="000174E6"/>
    <w:rsid w:val="00017890"/>
    <w:rsid w:val="00017F36"/>
    <w:rsid w:val="0002086B"/>
    <w:rsid w:val="00020AB7"/>
    <w:rsid w:val="00020E6E"/>
    <w:rsid w:val="000210DE"/>
    <w:rsid w:val="00021178"/>
    <w:rsid w:val="000216D1"/>
    <w:rsid w:val="000216E5"/>
    <w:rsid w:val="0002181E"/>
    <w:rsid w:val="00021907"/>
    <w:rsid w:val="00022812"/>
    <w:rsid w:val="00022A3C"/>
    <w:rsid w:val="00022EBA"/>
    <w:rsid w:val="00022F75"/>
    <w:rsid w:val="000231E9"/>
    <w:rsid w:val="000235C0"/>
    <w:rsid w:val="00023617"/>
    <w:rsid w:val="000237DC"/>
    <w:rsid w:val="000246EC"/>
    <w:rsid w:val="0002484F"/>
    <w:rsid w:val="00024E90"/>
    <w:rsid w:val="00024F91"/>
    <w:rsid w:val="00025665"/>
    <w:rsid w:val="00025813"/>
    <w:rsid w:val="00025C4D"/>
    <w:rsid w:val="000261C8"/>
    <w:rsid w:val="00026327"/>
    <w:rsid w:val="00026841"/>
    <w:rsid w:val="00026BC7"/>
    <w:rsid w:val="00026CDB"/>
    <w:rsid w:val="00026CF2"/>
    <w:rsid w:val="00027101"/>
    <w:rsid w:val="00027176"/>
    <w:rsid w:val="000277BB"/>
    <w:rsid w:val="000277EF"/>
    <w:rsid w:val="00027C21"/>
    <w:rsid w:val="00027C37"/>
    <w:rsid w:val="0003070B"/>
    <w:rsid w:val="00030724"/>
    <w:rsid w:val="00030A21"/>
    <w:rsid w:val="00030F94"/>
    <w:rsid w:val="00030FDC"/>
    <w:rsid w:val="00031304"/>
    <w:rsid w:val="000314E8"/>
    <w:rsid w:val="000319C0"/>
    <w:rsid w:val="00031A3D"/>
    <w:rsid w:val="00031D5C"/>
    <w:rsid w:val="0003240D"/>
    <w:rsid w:val="00032F70"/>
    <w:rsid w:val="00033398"/>
    <w:rsid w:val="00033C94"/>
    <w:rsid w:val="00033D1D"/>
    <w:rsid w:val="00033F78"/>
    <w:rsid w:val="00034473"/>
    <w:rsid w:val="000345E5"/>
    <w:rsid w:val="00034A63"/>
    <w:rsid w:val="00034F27"/>
    <w:rsid w:val="0003501F"/>
    <w:rsid w:val="000350C0"/>
    <w:rsid w:val="00035120"/>
    <w:rsid w:val="000351A2"/>
    <w:rsid w:val="00035500"/>
    <w:rsid w:val="000357AC"/>
    <w:rsid w:val="00036331"/>
    <w:rsid w:val="00036394"/>
    <w:rsid w:val="00036A1C"/>
    <w:rsid w:val="00036F48"/>
    <w:rsid w:val="0003716C"/>
    <w:rsid w:val="000372CE"/>
    <w:rsid w:val="000378F0"/>
    <w:rsid w:val="00037FB2"/>
    <w:rsid w:val="00040288"/>
    <w:rsid w:val="00040345"/>
    <w:rsid w:val="0004074F"/>
    <w:rsid w:val="000408FF"/>
    <w:rsid w:val="00041136"/>
    <w:rsid w:val="00041A8B"/>
    <w:rsid w:val="0004210D"/>
    <w:rsid w:val="00042695"/>
    <w:rsid w:val="00042744"/>
    <w:rsid w:val="00042890"/>
    <w:rsid w:val="00042927"/>
    <w:rsid w:val="00042943"/>
    <w:rsid w:val="000429D9"/>
    <w:rsid w:val="000429FE"/>
    <w:rsid w:val="00042D1C"/>
    <w:rsid w:val="00042D83"/>
    <w:rsid w:val="000431F4"/>
    <w:rsid w:val="0004338A"/>
    <w:rsid w:val="000437B8"/>
    <w:rsid w:val="00043B60"/>
    <w:rsid w:val="00043CE1"/>
    <w:rsid w:val="0004420D"/>
    <w:rsid w:val="000444DB"/>
    <w:rsid w:val="00044A6C"/>
    <w:rsid w:val="00044F7E"/>
    <w:rsid w:val="000454E7"/>
    <w:rsid w:val="00045848"/>
    <w:rsid w:val="000459A0"/>
    <w:rsid w:val="00045F2B"/>
    <w:rsid w:val="00046E64"/>
    <w:rsid w:val="00046EE4"/>
    <w:rsid w:val="000473EA"/>
    <w:rsid w:val="00047534"/>
    <w:rsid w:val="00047CAD"/>
    <w:rsid w:val="00050A9F"/>
    <w:rsid w:val="00050DE5"/>
    <w:rsid w:val="000512CC"/>
    <w:rsid w:val="00051516"/>
    <w:rsid w:val="0005162A"/>
    <w:rsid w:val="00051EBB"/>
    <w:rsid w:val="000524EE"/>
    <w:rsid w:val="00053078"/>
    <w:rsid w:val="000533DB"/>
    <w:rsid w:val="000536AB"/>
    <w:rsid w:val="00053878"/>
    <w:rsid w:val="00053A15"/>
    <w:rsid w:val="00053B1C"/>
    <w:rsid w:val="00053DF6"/>
    <w:rsid w:val="000542F3"/>
    <w:rsid w:val="0005509C"/>
    <w:rsid w:val="0005531B"/>
    <w:rsid w:val="0005549B"/>
    <w:rsid w:val="000554BF"/>
    <w:rsid w:val="00055685"/>
    <w:rsid w:val="00055AEB"/>
    <w:rsid w:val="00055E4D"/>
    <w:rsid w:val="000561F3"/>
    <w:rsid w:val="000563F3"/>
    <w:rsid w:val="00056530"/>
    <w:rsid w:val="00056A60"/>
    <w:rsid w:val="00056D49"/>
    <w:rsid w:val="00056F21"/>
    <w:rsid w:val="00056F8D"/>
    <w:rsid w:val="00057019"/>
    <w:rsid w:val="000573B4"/>
    <w:rsid w:val="00060830"/>
    <w:rsid w:val="00060F36"/>
    <w:rsid w:val="00061077"/>
    <w:rsid w:val="00061B11"/>
    <w:rsid w:val="000622DE"/>
    <w:rsid w:val="00062370"/>
    <w:rsid w:val="00062440"/>
    <w:rsid w:val="0006282C"/>
    <w:rsid w:val="00062A17"/>
    <w:rsid w:val="00062F15"/>
    <w:rsid w:val="00062F70"/>
    <w:rsid w:val="00063164"/>
    <w:rsid w:val="000633F9"/>
    <w:rsid w:val="000635BE"/>
    <w:rsid w:val="00063B8E"/>
    <w:rsid w:val="00063CFA"/>
    <w:rsid w:val="00063E64"/>
    <w:rsid w:val="00063F21"/>
    <w:rsid w:val="000645EE"/>
    <w:rsid w:val="000647B0"/>
    <w:rsid w:val="00064BEA"/>
    <w:rsid w:val="00064CF0"/>
    <w:rsid w:val="00065358"/>
    <w:rsid w:val="00065371"/>
    <w:rsid w:val="0006564F"/>
    <w:rsid w:val="000661DB"/>
    <w:rsid w:val="0006651C"/>
    <w:rsid w:val="00066C75"/>
    <w:rsid w:val="00067043"/>
    <w:rsid w:val="00067589"/>
    <w:rsid w:val="000676A6"/>
    <w:rsid w:val="000678A3"/>
    <w:rsid w:val="000678F8"/>
    <w:rsid w:val="00067A4D"/>
    <w:rsid w:val="00067AFA"/>
    <w:rsid w:val="00067C69"/>
    <w:rsid w:val="00070119"/>
    <w:rsid w:val="0007075F"/>
    <w:rsid w:val="00070AF3"/>
    <w:rsid w:val="00071398"/>
    <w:rsid w:val="000714BE"/>
    <w:rsid w:val="00071762"/>
    <w:rsid w:val="000719AE"/>
    <w:rsid w:val="00071A19"/>
    <w:rsid w:val="00071BD5"/>
    <w:rsid w:val="00072418"/>
    <w:rsid w:val="0007276F"/>
    <w:rsid w:val="000729E9"/>
    <w:rsid w:val="0007361F"/>
    <w:rsid w:val="00074029"/>
    <w:rsid w:val="00074055"/>
    <w:rsid w:val="000748F9"/>
    <w:rsid w:val="00074B4C"/>
    <w:rsid w:val="00074BC6"/>
    <w:rsid w:val="0007505C"/>
    <w:rsid w:val="00075769"/>
    <w:rsid w:val="000758A1"/>
    <w:rsid w:val="00075933"/>
    <w:rsid w:val="00075D1C"/>
    <w:rsid w:val="00075DC5"/>
    <w:rsid w:val="00075FB9"/>
    <w:rsid w:val="00076109"/>
    <w:rsid w:val="00076410"/>
    <w:rsid w:val="000771C1"/>
    <w:rsid w:val="0007732E"/>
    <w:rsid w:val="0008073A"/>
    <w:rsid w:val="0008076F"/>
    <w:rsid w:val="000807D1"/>
    <w:rsid w:val="00080C12"/>
    <w:rsid w:val="00080F47"/>
    <w:rsid w:val="00080FFD"/>
    <w:rsid w:val="00081F4E"/>
    <w:rsid w:val="000825C1"/>
    <w:rsid w:val="000829F3"/>
    <w:rsid w:val="00082AEB"/>
    <w:rsid w:val="00082F9C"/>
    <w:rsid w:val="00083375"/>
    <w:rsid w:val="000836FB"/>
    <w:rsid w:val="00083A17"/>
    <w:rsid w:val="00083C3C"/>
    <w:rsid w:val="00083D58"/>
    <w:rsid w:val="0008403A"/>
    <w:rsid w:val="00084397"/>
    <w:rsid w:val="0008452E"/>
    <w:rsid w:val="00084542"/>
    <w:rsid w:val="00084611"/>
    <w:rsid w:val="00084714"/>
    <w:rsid w:val="00084881"/>
    <w:rsid w:val="00084EE7"/>
    <w:rsid w:val="00085317"/>
    <w:rsid w:val="0008546F"/>
    <w:rsid w:val="00085965"/>
    <w:rsid w:val="00085A68"/>
    <w:rsid w:val="00085D12"/>
    <w:rsid w:val="00085D45"/>
    <w:rsid w:val="00085FA2"/>
    <w:rsid w:val="000872F8"/>
    <w:rsid w:val="0008747D"/>
    <w:rsid w:val="00087925"/>
    <w:rsid w:val="00090700"/>
    <w:rsid w:val="00090E5F"/>
    <w:rsid w:val="00090EA6"/>
    <w:rsid w:val="00091079"/>
    <w:rsid w:val="000911A7"/>
    <w:rsid w:val="00091697"/>
    <w:rsid w:val="0009170B"/>
    <w:rsid w:val="000918BD"/>
    <w:rsid w:val="000918EC"/>
    <w:rsid w:val="0009194F"/>
    <w:rsid w:val="00091E10"/>
    <w:rsid w:val="00091EE2"/>
    <w:rsid w:val="00092132"/>
    <w:rsid w:val="0009268D"/>
    <w:rsid w:val="00092A2B"/>
    <w:rsid w:val="00092A49"/>
    <w:rsid w:val="00092F09"/>
    <w:rsid w:val="00092FCD"/>
    <w:rsid w:val="00093093"/>
    <w:rsid w:val="00093147"/>
    <w:rsid w:val="000934BD"/>
    <w:rsid w:val="00093CD6"/>
    <w:rsid w:val="000943A1"/>
    <w:rsid w:val="0009455A"/>
    <w:rsid w:val="0009456D"/>
    <w:rsid w:val="00094D8C"/>
    <w:rsid w:val="00094FB1"/>
    <w:rsid w:val="00094FC8"/>
    <w:rsid w:val="000955C4"/>
    <w:rsid w:val="00095F84"/>
    <w:rsid w:val="000960C6"/>
    <w:rsid w:val="00096188"/>
    <w:rsid w:val="00096268"/>
    <w:rsid w:val="000966EB"/>
    <w:rsid w:val="00096804"/>
    <w:rsid w:val="00096814"/>
    <w:rsid w:val="00097109"/>
    <w:rsid w:val="0009745D"/>
    <w:rsid w:val="000978C0"/>
    <w:rsid w:val="00097D19"/>
    <w:rsid w:val="00097F2C"/>
    <w:rsid w:val="000A045C"/>
    <w:rsid w:val="000A1144"/>
    <w:rsid w:val="000A20D7"/>
    <w:rsid w:val="000A234E"/>
    <w:rsid w:val="000A23FD"/>
    <w:rsid w:val="000A2536"/>
    <w:rsid w:val="000A29B9"/>
    <w:rsid w:val="000A2AF0"/>
    <w:rsid w:val="000A2DB5"/>
    <w:rsid w:val="000A30F1"/>
    <w:rsid w:val="000A358D"/>
    <w:rsid w:val="000A37EB"/>
    <w:rsid w:val="000A39DA"/>
    <w:rsid w:val="000A4399"/>
    <w:rsid w:val="000A465F"/>
    <w:rsid w:val="000A4BB5"/>
    <w:rsid w:val="000A4FD5"/>
    <w:rsid w:val="000A51A7"/>
    <w:rsid w:val="000A5854"/>
    <w:rsid w:val="000A5C90"/>
    <w:rsid w:val="000A6332"/>
    <w:rsid w:val="000A6829"/>
    <w:rsid w:val="000A69DB"/>
    <w:rsid w:val="000A6A40"/>
    <w:rsid w:val="000A70CC"/>
    <w:rsid w:val="000A737B"/>
    <w:rsid w:val="000A738E"/>
    <w:rsid w:val="000A7634"/>
    <w:rsid w:val="000A7A59"/>
    <w:rsid w:val="000A7C84"/>
    <w:rsid w:val="000B00AE"/>
    <w:rsid w:val="000B04A2"/>
    <w:rsid w:val="000B0733"/>
    <w:rsid w:val="000B0993"/>
    <w:rsid w:val="000B0BE6"/>
    <w:rsid w:val="000B0D2C"/>
    <w:rsid w:val="000B129C"/>
    <w:rsid w:val="000B16AE"/>
    <w:rsid w:val="000B1D56"/>
    <w:rsid w:val="000B1E5D"/>
    <w:rsid w:val="000B1E7D"/>
    <w:rsid w:val="000B2E01"/>
    <w:rsid w:val="000B35DF"/>
    <w:rsid w:val="000B36F9"/>
    <w:rsid w:val="000B3883"/>
    <w:rsid w:val="000B4B7F"/>
    <w:rsid w:val="000B5015"/>
    <w:rsid w:val="000B51EF"/>
    <w:rsid w:val="000B57C0"/>
    <w:rsid w:val="000B5A34"/>
    <w:rsid w:val="000B5FCA"/>
    <w:rsid w:val="000B6460"/>
    <w:rsid w:val="000B651F"/>
    <w:rsid w:val="000B6544"/>
    <w:rsid w:val="000B6A5C"/>
    <w:rsid w:val="000B6C00"/>
    <w:rsid w:val="000B6C2E"/>
    <w:rsid w:val="000B7B96"/>
    <w:rsid w:val="000C0433"/>
    <w:rsid w:val="000C06BC"/>
    <w:rsid w:val="000C08EB"/>
    <w:rsid w:val="000C0AAC"/>
    <w:rsid w:val="000C0D6A"/>
    <w:rsid w:val="000C0FB5"/>
    <w:rsid w:val="000C1211"/>
    <w:rsid w:val="000C13E2"/>
    <w:rsid w:val="000C1818"/>
    <w:rsid w:val="000C1825"/>
    <w:rsid w:val="000C1C82"/>
    <w:rsid w:val="000C1C91"/>
    <w:rsid w:val="000C1EE2"/>
    <w:rsid w:val="000C1FBE"/>
    <w:rsid w:val="000C2098"/>
    <w:rsid w:val="000C21F0"/>
    <w:rsid w:val="000C271B"/>
    <w:rsid w:val="000C271E"/>
    <w:rsid w:val="000C27D0"/>
    <w:rsid w:val="000C2D89"/>
    <w:rsid w:val="000C3473"/>
    <w:rsid w:val="000C35AF"/>
    <w:rsid w:val="000C3E3E"/>
    <w:rsid w:val="000C4239"/>
    <w:rsid w:val="000C4440"/>
    <w:rsid w:val="000C45DA"/>
    <w:rsid w:val="000C46A7"/>
    <w:rsid w:val="000C497C"/>
    <w:rsid w:val="000C4C5C"/>
    <w:rsid w:val="000C4E0E"/>
    <w:rsid w:val="000C53E5"/>
    <w:rsid w:val="000C5516"/>
    <w:rsid w:val="000C59A9"/>
    <w:rsid w:val="000C5CB4"/>
    <w:rsid w:val="000C61FB"/>
    <w:rsid w:val="000C6657"/>
    <w:rsid w:val="000C6A48"/>
    <w:rsid w:val="000C712B"/>
    <w:rsid w:val="000C716E"/>
    <w:rsid w:val="000C79B9"/>
    <w:rsid w:val="000D07BA"/>
    <w:rsid w:val="000D0BD8"/>
    <w:rsid w:val="000D0FDC"/>
    <w:rsid w:val="000D10BB"/>
    <w:rsid w:val="000D10C6"/>
    <w:rsid w:val="000D1BD2"/>
    <w:rsid w:val="000D1E0A"/>
    <w:rsid w:val="000D2215"/>
    <w:rsid w:val="000D2288"/>
    <w:rsid w:val="000D2436"/>
    <w:rsid w:val="000D254D"/>
    <w:rsid w:val="000D2751"/>
    <w:rsid w:val="000D2C2A"/>
    <w:rsid w:val="000D2CFB"/>
    <w:rsid w:val="000D30A8"/>
    <w:rsid w:val="000D30C7"/>
    <w:rsid w:val="000D3126"/>
    <w:rsid w:val="000D3268"/>
    <w:rsid w:val="000D4FFB"/>
    <w:rsid w:val="000D51FB"/>
    <w:rsid w:val="000D5292"/>
    <w:rsid w:val="000D52AF"/>
    <w:rsid w:val="000D54CC"/>
    <w:rsid w:val="000D5836"/>
    <w:rsid w:val="000D5B55"/>
    <w:rsid w:val="000D5BFE"/>
    <w:rsid w:val="000D62F5"/>
    <w:rsid w:val="000D7019"/>
    <w:rsid w:val="000D7068"/>
    <w:rsid w:val="000D73CD"/>
    <w:rsid w:val="000D784B"/>
    <w:rsid w:val="000D78C2"/>
    <w:rsid w:val="000D78D6"/>
    <w:rsid w:val="000D7BAB"/>
    <w:rsid w:val="000D7BB0"/>
    <w:rsid w:val="000D7C16"/>
    <w:rsid w:val="000D7D47"/>
    <w:rsid w:val="000D7E64"/>
    <w:rsid w:val="000D7E8A"/>
    <w:rsid w:val="000D7F47"/>
    <w:rsid w:val="000D7FB8"/>
    <w:rsid w:val="000E043A"/>
    <w:rsid w:val="000E05B4"/>
    <w:rsid w:val="000E0893"/>
    <w:rsid w:val="000E08BA"/>
    <w:rsid w:val="000E1133"/>
    <w:rsid w:val="000E149B"/>
    <w:rsid w:val="000E1509"/>
    <w:rsid w:val="000E1D41"/>
    <w:rsid w:val="000E2525"/>
    <w:rsid w:val="000E31FC"/>
    <w:rsid w:val="000E3229"/>
    <w:rsid w:val="000E34A1"/>
    <w:rsid w:val="000E39B4"/>
    <w:rsid w:val="000E3AA1"/>
    <w:rsid w:val="000E4043"/>
    <w:rsid w:val="000E43EF"/>
    <w:rsid w:val="000E4755"/>
    <w:rsid w:val="000E4C08"/>
    <w:rsid w:val="000E4C34"/>
    <w:rsid w:val="000E53F4"/>
    <w:rsid w:val="000E54CD"/>
    <w:rsid w:val="000E5839"/>
    <w:rsid w:val="000E5B41"/>
    <w:rsid w:val="000E5DAB"/>
    <w:rsid w:val="000E60D2"/>
    <w:rsid w:val="000E64A0"/>
    <w:rsid w:val="000E6C17"/>
    <w:rsid w:val="000E6F5B"/>
    <w:rsid w:val="000E703E"/>
    <w:rsid w:val="000E7085"/>
    <w:rsid w:val="000E718C"/>
    <w:rsid w:val="000E7372"/>
    <w:rsid w:val="000E7C70"/>
    <w:rsid w:val="000E7FAB"/>
    <w:rsid w:val="000F039F"/>
    <w:rsid w:val="000F0C6A"/>
    <w:rsid w:val="000F0D78"/>
    <w:rsid w:val="000F0F62"/>
    <w:rsid w:val="000F1360"/>
    <w:rsid w:val="000F13E2"/>
    <w:rsid w:val="000F13F8"/>
    <w:rsid w:val="000F1B23"/>
    <w:rsid w:val="000F1F53"/>
    <w:rsid w:val="000F1FDE"/>
    <w:rsid w:val="000F2017"/>
    <w:rsid w:val="000F272B"/>
    <w:rsid w:val="000F3268"/>
    <w:rsid w:val="000F4320"/>
    <w:rsid w:val="000F43BF"/>
    <w:rsid w:val="000F45E8"/>
    <w:rsid w:val="000F4EA1"/>
    <w:rsid w:val="000F4FB7"/>
    <w:rsid w:val="000F51DF"/>
    <w:rsid w:val="000F527D"/>
    <w:rsid w:val="000F57A5"/>
    <w:rsid w:val="000F5E2F"/>
    <w:rsid w:val="000F66E5"/>
    <w:rsid w:val="000F68E0"/>
    <w:rsid w:val="000F6C68"/>
    <w:rsid w:val="000F6EA3"/>
    <w:rsid w:val="000F7156"/>
    <w:rsid w:val="000F7EFB"/>
    <w:rsid w:val="00100032"/>
    <w:rsid w:val="0010010E"/>
    <w:rsid w:val="001001CE"/>
    <w:rsid w:val="00100562"/>
    <w:rsid w:val="001005DD"/>
    <w:rsid w:val="0010064A"/>
    <w:rsid w:val="0010109E"/>
    <w:rsid w:val="001010C4"/>
    <w:rsid w:val="00101942"/>
    <w:rsid w:val="00101C27"/>
    <w:rsid w:val="00101F83"/>
    <w:rsid w:val="0010215F"/>
    <w:rsid w:val="00102270"/>
    <w:rsid w:val="001024B8"/>
    <w:rsid w:val="001027DD"/>
    <w:rsid w:val="00102CEC"/>
    <w:rsid w:val="001032CB"/>
    <w:rsid w:val="001034E2"/>
    <w:rsid w:val="00103528"/>
    <w:rsid w:val="001037C5"/>
    <w:rsid w:val="00103877"/>
    <w:rsid w:val="00104292"/>
    <w:rsid w:val="001049A8"/>
    <w:rsid w:val="00104DA7"/>
    <w:rsid w:val="00104F85"/>
    <w:rsid w:val="0010504C"/>
    <w:rsid w:val="00105081"/>
    <w:rsid w:val="001054BC"/>
    <w:rsid w:val="0010580B"/>
    <w:rsid w:val="00106546"/>
    <w:rsid w:val="00106802"/>
    <w:rsid w:val="00106BA9"/>
    <w:rsid w:val="00106C22"/>
    <w:rsid w:val="0011046B"/>
    <w:rsid w:val="0011052F"/>
    <w:rsid w:val="0011094F"/>
    <w:rsid w:val="00110B1A"/>
    <w:rsid w:val="00110C65"/>
    <w:rsid w:val="00110DAF"/>
    <w:rsid w:val="001112A2"/>
    <w:rsid w:val="001112BC"/>
    <w:rsid w:val="001114FD"/>
    <w:rsid w:val="00111510"/>
    <w:rsid w:val="00111C88"/>
    <w:rsid w:val="00111D6B"/>
    <w:rsid w:val="00111EDC"/>
    <w:rsid w:val="00111F5C"/>
    <w:rsid w:val="00112698"/>
    <w:rsid w:val="001126B2"/>
    <w:rsid w:val="001126F1"/>
    <w:rsid w:val="001129B7"/>
    <w:rsid w:val="00112A96"/>
    <w:rsid w:val="00112F2E"/>
    <w:rsid w:val="001130A9"/>
    <w:rsid w:val="00113124"/>
    <w:rsid w:val="0011320E"/>
    <w:rsid w:val="00113253"/>
    <w:rsid w:val="00113826"/>
    <w:rsid w:val="001138E9"/>
    <w:rsid w:val="00113ACA"/>
    <w:rsid w:val="00113FA1"/>
    <w:rsid w:val="001142C6"/>
    <w:rsid w:val="001143E0"/>
    <w:rsid w:val="001149E8"/>
    <w:rsid w:val="00114EAD"/>
    <w:rsid w:val="00114FAC"/>
    <w:rsid w:val="0011535A"/>
    <w:rsid w:val="001155C3"/>
    <w:rsid w:val="0011649A"/>
    <w:rsid w:val="00116A00"/>
    <w:rsid w:val="0011702E"/>
    <w:rsid w:val="0011781B"/>
    <w:rsid w:val="00117919"/>
    <w:rsid w:val="00117F83"/>
    <w:rsid w:val="0012026E"/>
    <w:rsid w:val="001203C8"/>
    <w:rsid w:val="0012073E"/>
    <w:rsid w:val="00120774"/>
    <w:rsid w:val="00120A3E"/>
    <w:rsid w:val="00120D12"/>
    <w:rsid w:val="00120E6A"/>
    <w:rsid w:val="0012120B"/>
    <w:rsid w:val="00121A75"/>
    <w:rsid w:val="00121D13"/>
    <w:rsid w:val="00122065"/>
    <w:rsid w:val="001222F6"/>
    <w:rsid w:val="00122C57"/>
    <w:rsid w:val="00122C96"/>
    <w:rsid w:val="00122D47"/>
    <w:rsid w:val="001232A6"/>
    <w:rsid w:val="0012340F"/>
    <w:rsid w:val="00123485"/>
    <w:rsid w:val="00123631"/>
    <w:rsid w:val="0012369E"/>
    <w:rsid w:val="00123F28"/>
    <w:rsid w:val="00124088"/>
    <w:rsid w:val="00124A7F"/>
    <w:rsid w:val="00124AD7"/>
    <w:rsid w:val="001250B6"/>
    <w:rsid w:val="0012542A"/>
    <w:rsid w:val="001255AC"/>
    <w:rsid w:val="00125E3D"/>
    <w:rsid w:val="00125E7A"/>
    <w:rsid w:val="0012617B"/>
    <w:rsid w:val="00126302"/>
    <w:rsid w:val="00126C54"/>
    <w:rsid w:val="0012784C"/>
    <w:rsid w:val="00127B5A"/>
    <w:rsid w:val="00127DCF"/>
    <w:rsid w:val="00130089"/>
    <w:rsid w:val="00130319"/>
    <w:rsid w:val="00130656"/>
    <w:rsid w:val="00130866"/>
    <w:rsid w:val="00130FD5"/>
    <w:rsid w:val="0013142F"/>
    <w:rsid w:val="00131628"/>
    <w:rsid w:val="001320F5"/>
    <w:rsid w:val="001322B4"/>
    <w:rsid w:val="001325E1"/>
    <w:rsid w:val="001325FB"/>
    <w:rsid w:val="001329BA"/>
    <w:rsid w:val="001329BB"/>
    <w:rsid w:val="00132B56"/>
    <w:rsid w:val="001331CD"/>
    <w:rsid w:val="001334D4"/>
    <w:rsid w:val="001337F5"/>
    <w:rsid w:val="00133A15"/>
    <w:rsid w:val="001340B7"/>
    <w:rsid w:val="001342EF"/>
    <w:rsid w:val="001344F2"/>
    <w:rsid w:val="00134971"/>
    <w:rsid w:val="00134D32"/>
    <w:rsid w:val="00134D48"/>
    <w:rsid w:val="00134E99"/>
    <w:rsid w:val="00134ECE"/>
    <w:rsid w:val="00135070"/>
    <w:rsid w:val="001359A5"/>
    <w:rsid w:val="00135AB1"/>
    <w:rsid w:val="00135C01"/>
    <w:rsid w:val="00135DB8"/>
    <w:rsid w:val="00135E50"/>
    <w:rsid w:val="00135E8C"/>
    <w:rsid w:val="001361CC"/>
    <w:rsid w:val="00136242"/>
    <w:rsid w:val="0013676E"/>
    <w:rsid w:val="00136E58"/>
    <w:rsid w:val="001375CA"/>
    <w:rsid w:val="00137764"/>
    <w:rsid w:val="00137D89"/>
    <w:rsid w:val="00137DCE"/>
    <w:rsid w:val="00137DF7"/>
    <w:rsid w:val="00140115"/>
    <w:rsid w:val="001401D8"/>
    <w:rsid w:val="001403BF"/>
    <w:rsid w:val="001404B0"/>
    <w:rsid w:val="00140601"/>
    <w:rsid w:val="00140C8D"/>
    <w:rsid w:val="00140E94"/>
    <w:rsid w:val="00141583"/>
    <w:rsid w:val="001415E9"/>
    <w:rsid w:val="00141AF7"/>
    <w:rsid w:val="0014203F"/>
    <w:rsid w:val="00142096"/>
    <w:rsid w:val="0014222B"/>
    <w:rsid w:val="001422F5"/>
    <w:rsid w:val="00142CD5"/>
    <w:rsid w:val="001431AB"/>
    <w:rsid w:val="001432FA"/>
    <w:rsid w:val="00143351"/>
    <w:rsid w:val="001434F5"/>
    <w:rsid w:val="00143B3F"/>
    <w:rsid w:val="00143DD2"/>
    <w:rsid w:val="00143E3B"/>
    <w:rsid w:val="001440BE"/>
    <w:rsid w:val="001441A5"/>
    <w:rsid w:val="00144827"/>
    <w:rsid w:val="0014533E"/>
    <w:rsid w:val="00145844"/>
    <w:rsid w:val="00145941"/>
    <w:rsid w:val="00145A12"/>
    <w:rsid w:val="00145C1E"/>
    <w:rsid w:val="001463DC"/>
    <w:rsid w:val="00146469"/>
    <w:rsid w:val="00146A86"/>
    <w:rsid w:val="00146A8B"/>
    <w:rsid w:val="0014717F"/>
    <w:rsid w:val="001471CD"/>
    <w:rsid w:val="00147222"/>
    <w:rsid w:val="00147794"/>
    <w:rsid w:val="00147BE1"/>
    <w:rsid w:val="00147C32"/>
    <w:rsid w:val="00147CC3"/>
    <w:rsid w:val="001501F9"/>
    <w:rsid w:val="00150417"/>
    <w:rsid w:val="00150617"/>
    <w:rsid w:val="00150742"/>
    <w:rsid w:val="001510F1"/>
    <w:rsid w:val="00151128"/>
    <w:rsid w:val="00151210"/>
    <w:rsid w:val="00151872"/>
    <w:rsid w:val="0015193C"/>
    <w:rsid w:val="00151D86"/>
    <w:rsid w:val="00151FB0"/>
    <w:rsid w:val="001521FA"/>
    <w:rsid w:val="00153072"/>
    <w:rsid w:val="001538A6"/>
    <w:rsid w:val="00153A66"/>
    <w:rsid w:val="00153DD2"/>
    <w:rsid w:val="00153EDC"/>
    <w:rsid w:val="00153EEE"/>
    <w:rsid w:val="00153F7F"/>
    <w:rsid w:val="001541C5"/>
    <w:rsid w:val="001545E9"/>
    <w:rsid w:val="0015466A"/>
    <w:rsid w:val="001549AC"/>
    <w:rsid w:val="00154D5D"/>
    <w:rsid w:val="00155407"/>
    <w:rsid w:val="001559DD"/>
    <w:rsid w:val="00155A7C"/>
    <w:rsid w:val="00155E8A"/>
    <w:rsid w:val="00156CF0"/>
    <w:rsid w:val="0015736F"/>
    <w:rsid w:val="0015796A"/>
    <w:rsid w:val="0016029F"/>
    <w:rsid w:val="00160429"/>
    <w:rsid w:val="00160599"/>
    <w:rsid w:val="001606B3"/>
    <w:rsid w:val="00161ADA"/>
    <w:rsid w:val="00161CB0"/>
    <w:rsid w:val="001625AC"/>
    <w:rsid w:val="00162C3D"/>
    <w:rsid w:val="00162EDB"/>
    <w:rsid w:val="00162EDE"/>
    <w:rsid w:val="001633E8"/>
    <w:rsid w:val="0016357B"/>
    <w:rsid w:val="00163D69"/>
    <w:rsid w:val="00163DDC"/>
    <w:rsid w:val="00163F8E"/>
    <w:rsid w:val="0016444B"/>
    <w:rsid w:val="00165497"/>
    <w:rsid w:val="00165649"/>
    <w:rsid w:val="001658C3"/>
    <w:rsid w:val="00165926"/>
    <w:rsid w:val="00165C3A"/>
    <w:rsid w:val="00165C75"/>
    <w:rsid w:val="00165DE9"/>
    <w:rsid w:val="00165DFE"/>
    <w:rsid w:val="00165EFF"/>
    <w:rsid w:val="00165F33"/>
    <w:rsid w:val="00166135"/>
    <w:rsid w:val="00166184"/>
    <w:rsid w:val="00166224"/>
    <w:rsid w:val="0016625A"/>
    <w:rsid w:val="0016628E"/>
    <w:rsid w:val="0016640C"/>
    <w:rsid w:val="00166562"/>
    <w:rsid w:val="0016672F"/>
    <w:rsid w:val="00166817"/>
    <w:rsid w:val="00166B1B"/>
    <w:rsid w:val="001676BC"/>
    <w:rsid w:val="00167B36"/>
    <w:rsid w:val="00167D3C"/>
    <w:rsid w:val="00170161"/>
    <w:rsid w:val="001701C7"/>
    <w:rsid w:val="00170539"/>
    <w:rsid w:val="00170804"/>
    <w:rsid w:val="00170AF2"/>
    <w:rsid w:val="00170DB9"/>
    <w:rsid w:val="001710BB"/>
    <w:rsid w:val="0017113E"/>
    <w:rsid w:val="00171206"/>
    <w:rsid w:val="00171236"/>
    <w:rsid w:val="00171260"/>
    <w:rsid w:val="001712D3"/>
    <w:rsid w:val="00171766"/>
    <w:rsid w:val="00172314"/>
    <w:rsid w:val="0017258B"/>
    <w:rsid w:val="00172A35"/>
    <w:rsid w:val="00172A7A"/>
    <w:rsid w:val="00172D7C"/>
    <w:rsid w:val="00173164"/>
    <w:rsid w:val="001737CC"/>
    <w:rsid w:val="0017386A"/>
    <w:rsid w:val="00174066"/>
    <w:rsid w:val="00174408"/>
    <w:rsid w:val="001746C1"/>
    <w:rsid w:val="001748F9"/>
    <w:rsid w:val="001749EC"/>
    <w:rsid w:val="00175546"/>
    <w:rsid w:val="00175979"/>
    <w:rsid w:val="00175B43"/>
    <w:rsid w:val="00175F53"/>
    <w:rsid w:val="0017643E"/>
    <w:rsid w:val="001767A9"/>
    <w:rsid w:val="001767AC"/>
    <w:rsid w:val="00176ECF"/>
    <w:rsid w:val="00176F44"/>
    <w:rsid w:val="001770DC"/>
    <w:rsid w:val="001775AF"/>
    <w:rsid w:val="001777C0"/>
    <w:rsid w:val="001778BC"/>
    <w:rsid w:val="00177A4E"/>
    <w:rsid w:val="00177BF3"/>
    <w:rsid w:val="00180060"/>
    <w:rsid w:val="001807C2"/>
    <w:rsid w:val="00180942"/>
    <w:rsid w:val="001809FF"/>
    <w:rsid w:val="00180A7C"/>
    <w:rsid w:val="00180F7D"/>
    <w:rsid w:val="001822CD"/>
    <w:rsid w:val="001824A7"/>
    <w:rsid w:val="00182549"/>
    <w:rsid w:val="00183312"/>
    <w:rsid w:val="001833BF"/>
    <w:rsid w:val="0018350A"/>
    <w:rsid w:val="00183F41"/>
    <w:rsid w:val="00183F8C"/>
    <w:rsid w:val="001842BA"/>
    <w:rsid w:val="001844B8"/>
    <w:rsid w:val="00184640"/>
    <w:rsid w:val="00184BF4"/>
    <w:rsid w:val="001850CB"/>
    <w:rsid w:val="00185A0A"/>
    <w:rsid w:val="00185D69"/>
    <w:rsid w:val="00185F92"/>
    <w:rsid w:val="00186066"/>
    <w:rsid w:val="00186320"/>
    <w:rsid w:val="00186639"/>
    <w:rsid w:val="00186833"/>
    <w:rsid w:val="00186AA1"/>
    <w:rsid w:val="00186B87"/>
    <w:rsid w:val="00187174"/>
    <w:rsid w:val="00187425"/>
    <w:rsid w:val="001875AA"/>
    <w:rsid w:val="001876D4"/>
    <w:rsid w:val="001879AB"/>
    <w:rsid w:val="0019012B"/>
    <w:rsid w:val="001904C0"/>
    <w:rsid w:val="00190CA9"/>
    <w:rsid w:val="00190D3F"/>
    <w:rsid w:val="001913B8"/>
    <w:rsid w:val="0019159F"/>
    <w:rsid w:val="001918B6"/>
    <w:rsid w:val="00191D00"/>
    <w:rsid w:val="00191D34"/>
    <w:rsid w:val="001921A9"/>
    <w:rsid w:val="001922B2"/>
    <w:rsid w:val="0019236F"/>
    <w:rsid w:val="0019243E"/>
    <w:rsid w:val="001926FC"/>
    <w:rsid w:val="00192CFC"/>
    <w:rsid w:val="00192F3F"/>
    <w:rsid w:val="00193490"/>
    <w:rsid w:val="0019366E"/>
    <w:rsid w:val="001938EF"/>
    <w:rsid w:val="001943AE"/>
    <w:rsid w:val="001943E0"/>
    <w:rsid w:val="00194682"/>
    <w:rsid w:val="001949CF"/>
    <w:rsid w:val="00194E5A"/>
    <w:rsid w:val="001951A2"/>
    <w:rsid w:val="001951E9"/>
    <w:rsid w:val="001955AA"/>
    <w:rsid w:val="00195963"/>
    <w:rsid w:val="001964DA"/>
    <w:rsid w:val="00196679"/>
    <w:rsid w:val="00196713"/>
    <w:rsid w:val="00196866"/>
    <w:rsid w:val="00196BE2"/>
    <w:rsid w:val="00196CAA"/>
    <w:rsid w:val="00196E45"/>
    <w:rsid w:val="00196F92"/>
    <w:rsid w:val="00196FEE"/>
    <w:rsid w:val="001972CC"/>
    <w:rsid w:val="001974BC"/>
    <w:rsid w:val="00197A2C"/>
    <w:rsid w:val="00197F19"/>
    <w:rsid w:val="00197F7D"/>
    <w:rsid w:val="001A0089"/>
    <w:rsid w:val="001A04DC"/>
    <w:rsid w:val="001A0891"/>
    <w:rsid w:val="001A09B7"/>
    <w:rsid w:val="001A0CF9"/>
    <w:rsid w:val="001A0FBD"/>
    <w:rsid w:val="001A133E"/>
    <w:rsid w:val="001A14EB"/>
    <w:rsid w:val="001A1DB5"/>
    <w:rsid w:val="001A2063"/>
    <w:rsid w:val="001A2465"/>
    <w:rsid w:val="001A2873"/>
    <w:rsid w:val="001A2C58"/>
    <w:rsid w:val="001A2DF8"/>
    <w:rsid w:val="001A3138"/>
    <w:rsid w:val="001A31B2"/>
    <w:rsid w:val="001A31E8"/>
    <w:rsid w:val="001A32E1"/>
    <w:rsid w:val="001A3C12"/>
    <w:rsid w:val="001A4385"/>
    <w:rsid w:val="001A4572"/>
    <w:rsid w:val="001A4725"/>
    <w:rsid w:val="001A4B60"/>
    <w:rsid w:val="001A4C18"/>
    <w:rsid w:val="001A5812"/>
    <w:rsid w:val="001A5A66"/>
    <w:rsid w:val="001A5BA7"/>
    <w:rsid w:val="001A5C3A"/>
    <w:rsid w:val="001A5EA3"/>
    <w:rsid w:val="001A64B3"/>
    <w:rsid w:val="001A694A"/>
    <w:rsid w:val="001A6971"/>
    <w:rsid w:val="001A6E7B"/>
    <w:rsid w:val="001A7425"/>
    <w:rsid w:val="001A7A27"/>
    <w:rsid w:val="001A7A8B"/>
    <w:rsid w:val="001A7B46"/>
    <w:rsid w:val="001A7BCB"/>
    <w:rsid w:val="001A7D74"/>
    <w:rsid w:val="001B01A0"/>
    <w:rsid w:val="001B0E0B"/>
    <w:rsid w:val="001B0E87"/>
    <w:rsid w:val="001B11B7"/>
    <w:rsid w:val="001B1544"/>
    <w:rsid w:val="001B1940"/>
    <w:rsid w:val="001B2389"/>
    <w:rsid w:val="001B2E54"/>
    <w:rsid w:val="001B2F37"/>
    <w:rsid w:val="001B2F5E"/>
    <w:rsid w:val="001B374E"/>
    <w:rsid w:val="001B3806"/>
    <w:rsid w:val="001B3F1F"/>
    <w:rsid w:val="001B42AA"/>
    <w:rsid w:val="001B42B9"/>
    <w:rsid w:val="001B4A7B"/>
    <w:rsid w:val="001B4B02"/>
    <w:rsid w:val="001B4F54"/>
    <w:rsid w:val="001B4FA4"/>
    <w:rsid w:val="001B5A5D"/>
    <w:rsid w:val="001B5FA1"/>
    <w:rsid w:val="001B6043"/>
    <w:rsid w:val="001B68B0"/>
    <w:rsid w:val="001B6B35"/>
    <w:rsid w:val="001B703C"/>
    <w:rsid w:val="001B7282"/>
    <w:rsid w:val="001B72F5"/>
    <w:rsid w:val="001B7FE3"/>
    <w:rsid w:val="001C038B"/>
    <w:rsid w:val="001C06B7"/>
    <w:rsid w:val="001C10E3"/>
    <w:rsid w:val="001C139D"/>
    <w:rsid w:val="001C1474"/>
    <w:rsid w:val="001C15B8"/>
    <w:rsid w:val="001C1AF2"/>
    <w:rsid w:val="001C1EC2"/>
    <w:rsid w:val="001C227D"/>
    <w:rsid w:val="001C257D"/>
    <w:rsid w:val="001C2653"/>
    <w:rsid w:val="001C2B16"/>
    <w:rsid w:val="001C2D65"/>
    <w:rsid w:val="001C330D"/>
    <w:rsid w:val="001C35EA"/>
    <w:rsid w:val="001C38FE"/>
    <w:rsid w:val="001C3B0E"/>
    <w:rsid w:val="001C3D70"/>
    <w:rsid w:val="001C3E75"/>
    <w:rsid w:val="001C4CDC"/>
    <w:rsid w:val="001C4FC7"/>
    <w:rsid w:val="001C5197"/>
    <w:rsid w:val="001C5357"/>
    <w:rsid w:val="001C547C"/>
    <w:rsid w:val="001C54AA"/>
    <w:rsid w:val="001C580F"/>
    <w:rsid w:val="001C5989"/>
    <w:rsid w:val="001C5AE8"/>
    <w:rsid w:val="001C5B84"/>
    <w:rsid w:val="001C600B"/>
    <w:rsid w:val="001C666E"/>
    <w:rsid w:val="001C6A21"/>
    <w:rsid w:val="001C6BB7"/>
    <w:rsid w:val="001C6EEC"/>
    <w:rsid w:val="001C7023"/>
    <w:rsid w:val="001C744D"/>
    <w:rsid w:val="001C7728"/>
    <w:rsid w:val="001C7C85"/>
    <w:rsid w:val="001C7CEB"/>
    <w:rsid w:val="001D01A2"/>
    <w:rsid w:val="001D04FA"/>
    <w:rsid w:val="001D0782"/>
    <w:rsid w:val="001D08DF"/>
    <w:rsid w:val="001D0D34"/>
    <w:rsid w:val="001D13AA"/>
    <w:rsid w:val="001D149A"/>
    <w:rsid w:val="001D1614"/>
    <w:rsid w:val="001D1ED4"/>
    <w:rsid w:val="001D201B"/>
    <w:rsid w:val="001D222C"/>
    <w:rsid w:val="001D24D4"/>
    <w:rsid w:val="001D2B5A"/>
    <w:rsid w:val="001D2C26"/>
    <w:rsid w:val="001D2D05"/>
    <w:rsid w:val="001D2D8A"/>
    <w:rsid w:val="001D31B3"/>
    <w:rsid w:val="001D3B3D"/>
    <w:rsid w:val="001D4595"/>
    <w:rsid w:val="001D4A88"/>
    <w:rsid w:val="001D4D1C"/>
    <w:rsid w:val="001D4DCC"/>
    <w:rsid w:val="001D50F4"/>
    <w:rsid w:val="001D55BE"/>
    <w:rsid w:val="001D5F89"/>
    <w:rsid w:val="001D606C"/>
    <w:rsid w:val="001D6506"/>
    <w:rsid w:val="001D6525"/>
    <w:rsid w:val="001D6778"/>
    <w:rsid w:val="001D6CD6"/>
    <w:rsid w:val="001D7C01"/>
    <w:rsid w:val="001D7C20"/>
    <w:rsid w:val="001D7DBF"/>
    <w:rsid w:val="001D7FA4"/>
    <w:rsid w:val="001E02B6"/>
    <w:rsid w:val="001E09A0"/>
    <w:rsid w:val="001E0DAE"/>
    <w:rsid w:val="001E0E73"/>
    <w:rsid w:val="001E11B8"/>
    <w:rsid w:val="001E1ACA"/>
    <w:rsid w:val="001E2115"/>
    <w:rsid w:val="001E242D"/>
    <w:rsid w:val="001E25C8"/>
    <w:rsid w:val="001E2A37"/>
    <w:rsid w:val="001E2BFF"/>
    <w:rsid w:val="001E2C63"/>
    <w:rsid w:val="001E2C72"/>
    <w:rsid w:val="001E32CB"/>
    <w:rsid w:val="001E35E2"/>
    <w:rsid w:val="001E35E7"/>
    <w:rsid w:val="001E3B66"/>
    <w:rsid w:val="001E3CAE"/>
    <w:rsid w:val="001E47AD"/>
    <w:rsid w:val="001E482D"/>
    <w:rsid w:val="001E4A32"/>
    <w:rsid w:val="001E4C36"/>
    <w:rsid w:val="001E4DA5"/>
    <w:rsid w:val="001E4EDB"/>
    <w:rsid w:val="001E4FEF"/>
    <w:rsid w:val="001E54C1"/>
    <w:rsid w:val="001E59BF"/>
    <w:rsid w:val="001E5AA0"/>
    <w:rsid w:val="001E5EAA"/>
    <w:rsid w:val="001E62AC"/>
    <w:rsid w:val="001E664B"/>
    <w:rsid w:val="001E6890"/>
    <w:rsid w:val="001E6A51"/>
    <w:rsid w:val="001E6DA5"/>
    <w:rsid w:val="001E702E"/>
    <w:rsid w:val="001E75DA"/>
    <w:rsid w:val="001E7CD2"/>
    <w:rsid w:val="001F0083"/>
    <w:rsid w:val="001F031B"/>
    <w:rsid w:val="001F0546"/>
    <w:rsid w:val="001F05A8"/>
    <w:rsid w:val="001F06FE"/>
    <w:rsid w:val="001F095B"/>
    <w:rsid w:val="001F0AC0"/>
    <w:rsid w:val="001F0F3C"/>
    <w:rsid w:val="001F13FB"/>
    <w:rsid w:val="001F1478"/>
    <w:rsid w:val="001F1540"/>
    <w:rsid w:val="001F184D"/>
    <w:rsid w:val="001F1983"/>
    <w:rsid w:val="001F1A20"/>
    <w:rsid w:val="001F202A"/>
    <w:rsid w:val="001F210C"/>
    <w:rsid w:val="001F269A"/>
    <w:rsid w:val="001F2759"/>
    <w:rsid w:val="001F28E3"/>
    <w:rsid w:val="001F2AFC"/>
    <w:rsid w:val="001F2F3C"/>
    <w:rsid w:val="001F30B1"/>
    <w:rsid w:val="001F34C8"/>
    <w:rsid w:val="001F37BD"/>
    <w:rsid w:val="001F3C7A"/>
    <w:rsid w:val="001F3CC0"/>
    <w:rsid w:val="001F3CF7"/>
    <w:rsid w:val="001F4063"/>
    <w:rsid w:val="001F4565"/>
    <w:rsid w:val="001F45C6"/>
    <w:rsid w:val="001F4ABE"/>
    <w:rsid w:val="001F4CEC"/>
    <w:rsid w:val="001F578A"/>
    <w:rsid w:val="001F5A42"/>
    <w:rsid w:val="001F5E3A"/>
    <w:rsid w:val="001F5F05"/>
    <w:rsid w:val="001F60CE"/>
    <w:rsid w:val="001F6288"/>
    <w:rsid w:val="001F6713"/>
    <w:rsid w:val="001F67D2"/>
    <w:rsid w:val="001F6BAE"/>
    <w:rsid w:val="001F6CA9"/>
    <w:rsid w:val="001F7177"/>
    <w:rsid w:val="001F74E5"/>
    <w:rsid w:val="001F7516"/>
    <w:rsid w:val="001F7521"/>
    <w:rsid w:val="001F765D"/>
    <w:rsid w:val="001F77E5"/>
    <w:rsid w:val="001F7812"/>
    <w:rsid w:val="001F7942"/>
    <w:rsid w:val="001F79ED"/>
    <w:rsid w:val="001F7ED6"/>
    <w:rsid w:val="002003A0"/>
    <w:rsid w:val="002007EA"/>
    <w:rsid w:val="00201094"/>
    <w:rsid w:val="00201B30"/>
    <w:rsid w:val="00201E05"/>
    <w:rsid w:val="0020201D"/>
    <w:rsid w:val="00202408"/>
    <w:rsid w:val="00202E7D"/>
    <w:rsid w:val="00202F25"/>
    <w:rsid w:val="00203385"/>
    <w:rsid w:val="00203736"/>
    <w:rsid w:val="002037D2"/>
    <w:rsid w:val="00203C51"/>
    <w:rsid w:val="00203D4D"/>
    <w:rsid w:val="00203F82"/>
    <w:rsid w:val="002040C2"/>
    <w:rsid w:val="00204103"/>
    <w:rsid w:val="0020484B"/>
    <w:rsid w:val="00204975"/>
    <w:rsid w:val="00204BB5"/>
    <w:rsid w:val="002050DE"/>
    <w:rsid w:val="002050F2"/>
    <w:rsid w:val="00205767"/>
    <w:rsid w:val="0020612F"/>
    <w:rsid w:val="0020651C"/>
    <w:rsid w:val="0020680D"/>
    <w:rsid w:val="00206903"/>
    <w:rsid w:val="00206B41"/>
    <w:rsid w:val="00206F2D"/>
    <w:rsid w:val="00206F88"/>
    <w:rsid w:val="00207233"/>
    <w:rsid w:val="00207301"/>
    <w:rsid w:val="002076CE"/>
    <w:rsid w:val="00207767"/>
    <w:rsid w:val="00207C69"/>
    <w:rsid w:val="00210178"/>
    <w:rsid w:val="002101C6"/>
    <w:rsid w:val="00210445"/>
    <w:rsid w:val="002105AB"/>
    <w:rsid w:val="002106D4"/>
    <w:rsid w:val="00210D02"/>
    <w:rsid w:val="00210D9A"/>
    <w:rsid w:val="00211510"/>
    <w:rsid w:val="002118C4"/>
    <w:rsid w:val="00211B04"/>
    <w:rsid w:val="00211E20"/>
    <w:rsid w:val="00211F0B"/>
    <w:rsid w:val="0021228C"/>
    <w:rsid w:val="002128CD"/>
    <w:rsid w:val="002129F8"/>
    <w:rsid w:val="00212AD3"/>
    <w:rsid w:val="00212F70"/>
    <w:rsid w:val="00212F84"/>
    <w:rsid w:val="0021346F"/>
    <w:rsid w:val="002135E8"/>
    <w:rsid w:val="0021378E"/>
    <w:rsid w:val="00213BBF"/>
    <w:rsid w:val="00213CCF"/>
    <w:rsid w:val="00213ED2"/>
    <w:rsid w:val="00213EE4"/>
    <w:rsid w:val="00214290"/>
    <w:rsid w:val="0021485B"/>
    <w:rsid w:val="00214DF9"/>
    <w:rsid w:val="00214E1C"/>
    <w:rsid w:val="002153AF"/>
    <w:rsid w:val="00215E8F"/>
    <w:rsid w:val="0021606D"/>
    <w:rsid w:val="0021615A"/>
    <w:rsid w:val="00216B1E"/>
    <w:rsid w:val="00216E8B"/>
    <w:rsid w:val="0021713C"/>
    <w:rsid w:val="00217693"/>
    <w:rsid w:val="00217B91"/>
    <w:rsid w:val="00217C5B"/>
    <w:rsid w:val="00220269"/>
    <w:rsid w:val="0022076D"/>
    <w:rsid w:val="00220907"/>
    <w:rsid w:val="00220DFB"/>
    <w:rsid w:val="00220F41"/>
    <w:rsid w:val="00220F7C"/>
    <w:rsid w:val="002212FA"/>
    <w:rsid w:val="00221928"/>
    <w:rsid w:val="002221C3"/>
    <w:rsid w:val="002227F0"/>
    <w:rsid w:val="0022283C"/>
    <w:rsid w:val="00222CD8"/>
    <w:rsid w:val="00222D88"/>
    <w:rsid w:val="0022302D"/>
    <w:rsid w:val="00224177"/>
    <w:rsid w:val="00224486"/>
    <w:rsid w:val="00224743"/>
    <w:rsid w:val="002249C0"/>
    <w:rsid w:val="002257C2"/>
    <w:rsid w:val="002264EC"/>
    <w:rsid w:val="002264F7"/>
    <w:rsid w:val="00226573"/>
    <w:rsid w:val="002265BD"/>
    <w:rsid w:val="00226C48"/>
    <w:rsid w:val="00226F94"/>
    <w:rsid w:val="002271D7"/>
    <w:rsid w:val="00227404"/>
    <w:rsid w:val="00227899"/>
    <w:rsid w:val="00227A42"/>
    <w:rsid w:val="00227FCE"/>
    <w:rsid w:val="002301C2"/>
    <w:rsid w:val="00230441"/>
    <w:rsid w:val="00230B09"/>
    <w:rsid w:val="00230C47"/>
    <w:rsid w:val="00231ED9"/>
    <w:rsid w:val="00232700"/>
    <w:rsid w:val="002328B3"/>
    <w:rsid w:val="002329BA"/>
    <w:rsid w:val="00232DC6"/>
    <w:rsid w:val="00233133"/>
    <w:rsid w:val="002333D4"/>
    <w:rsid w:val="002335C6"/>
    <w:rsid w:val="00233FFA"/>
    <w:rsid w:val="00234286"/>
    <w:rsid w:val="002342FE"/>
    <w:rsid w:val="002345BD"/>
    <w:rsid w:val="0023487F"/>
    <w:rsid w:val="00234A91"/>
    <w:rsid w:val="00234E5B"/>
    <w:rsid w:val="00234F38"/>
    <w:rsid w:val="0023547B"/>
    <w:rsid w:val="002358EB"/>
    <w:rsid w:val="00235A0F"/>
    <w:rsid w:val="00235BEB"/>
    <w:rsid w:val="00235D71"/>
    <w:rsid w:val="00235FDB"/>
    <w:rsid w:val="00236341"/>
    <w:rsid w:val="00236417"/>
    <w:rsid w:val="00236599"/>
    <w:rsid w:val="0023695F"/>
    <w:rsid w:val="0023697A"/>
    <w:rsid w:val="00236AC3"/>
    <w:rsid w:val="00236F72"/>
    <w:rsid w:val="00237343"/>
    <w:rsid w:val="002378EC"/>
    <w:rsid w:val="00237AEC"/>
    <w:rsid w:val="00237D23"/>
    <w:rsid w:val="002400DB"/>
    <w:rsid w:val="00240761"/>
    <w:rsid w:val="002408BD"/>
    <w:rsid w:val="00240943"/>
    <w:rsid w:val="002409E6"/>
    <w:rsid w:val="00240C1B"/>
    <w:rsid w:val="00240D48"/>
    <w:rsid w:val="0024105A"/>
    <w:rsid w:val="0024111F"/>
    <w:rsid w:val="0024128F"/>
    <w:rsid w:val="00241783"/>
    <w:rsid w:val="00241B89"/>
    <w:rsid w:val="00241D56"/>
    <w:rsid w:val="00241F4A"/>
    <w:rsid w:val="0024284B"/>
    <w:rsid w:val="00242AD3"/>
    <w:rsid w:val="002433E7"/>
    <w:rsid w:val="00243615"/>
    <w:rsid w:val="00243D7A"/>
    <w:rsid w:val="00243EC1"/>
    <w:rsid w:val="0024413D"/>
    <w:rsid w:val="002441D7"/>
    <w:rsid w:val="0024421D"/>
    <w:rsid w:val="00244273"/>
    <w:rsid w:val="002443AE"/>
    <w:rsid w:val="00244708"/>
    <w:rsid w:val="00244709"/>
    <w:rsid w:val="00244970"/>
    <w:rsid w:val="00244975"/>
    <w:rsid w:val="002453CF"/>
    <w:rsid w:val="0024546B"/>
    <w:rsid w:val="002455DA"/>
    <w:rsid w:val="002459C6"/>
    <w:rsid w:val="00245C5C"/>
    <w:rsid w:val="00245F7C"/>
    <w:rsid w:val="00246297"/>
    <w:rsid w:val="00246E3F"/>
    <w:rsid w:val="00247236"/>
    <w:rsid w:val="00247D35"/>
    <w:rsid w:val="00247E1B"/>
    <w:rsid w:val="00247E2C"/>
    <w:rsid w:val="0025021A"/>
    <w:rsid w:val="00250921"/>
    <w:rsid w:val="00250F18"/>
    <w:rsid w:val="00251508"/>
    <w:rsid w:val="0025170B"/>
    <w:rsid w:val="00251AAD"/>
    <w:rsid w:val="00251D52"/>
    <w:rsid w:val="00251FB0"/>
    <w:rsid w:val="00252419"/>
    <w:rsid w:val="00252E63"/>
    <w:rsid w:val="00252E82"/>
    <w:rsid w:val="002530C8"/>
    <w:rsid w:val="0025321F"/>
    <w:rsid w:val="00253420"/>
    <w:rsid w:val="00253510"/>
    <w:rsid w:val="00253B44"/>
    <w:rsid w:val="00253E22"/>
    <w:rsid w:val="00253F2E"/>
    <w:rsid w:val="00254CF7"/>
    <w:rsid w:val="002551EE"/>
    <w:rsid w:val="002557FD"/>
    <w:rsid w:val="00255E40"/>
    <w:rsid w:val="00255EF3"/>
    <w:rsid w:val="0025612A"/>
    <w:rsid w:val="00256177"/>
    <w:rsid w:val="00256316"/>
    <w:rsid w:val="0025679F"/>
    <w:rsid w:val="002568D5"/>
    <w:rsid w:val="00256C2D"/>
    <w:rsid w:val="00256F35"/>
    <w:rsid w:val="00256FC6"/>
    <w:rsid w:val="002574E9"/>
    <w:rsid w:val="0025759A"/>
    <w:rsid w:val="00257AB6"/>
    <w:rsid w:val="00260224"/>
    <w:rsid w:val="00260C9D"/>
    <w:rsid w:val="00261233"/>
    <w:rsid w:val="00261824"/>
    <w:rsid w:val="00261B9B"/>
    <w:rsid w:val="00261CE5"/>
    <w:rsid w:val="00261D33"/>
    <w:rsid w:val="00261E2A"/>
    <w:rsid w:val="00261EED"/>
    <w:rsid w:val="00262170"/>
    <w:rsid w:val="00262A31"/>
    <w:rsid w:val="00262A65"/>
    <w:rsid w:val="00262B26"/>
    <w:rsid w:val="00262B8D"/>
    <w:rsid w:val="00262BF3"/>
    <w:rsid w:val="00262D5C"/>
    <w:rsid w:val="00262D73"/>
    <w:rsid w:val="00262E68"/>
    <w:rsid w:val="0026307E"/>
    <w:rsid w:val="00263496"/>
    <w:rsid w:val="00263F44"/>
    <w:rsid w:val="0026406F"/>
    <w:rsid w:val="002640A9"/>
    <w:rsid w:val="002643E7"/>
    <w:rsid w:val="00264653"/>
    <w:rsid w:val="002647E2"/>
    <w:rsid w:val="00264AA7"/>
    <w:rsid w:val="00264D6E"/>
    <w:rsid w:val="00264E86"/>
    <w:rsid w:val="0026519F"/>
    <w:rsid w:val="002656CE"/>
    <w:rsid w:val="00265A1D"/>
    <w:rsid w:val="00265AC2"/>
    <w:rsid w:val="00265F6C"/>
    <w:rsid w:val="002664A9"/>
    <w:rsid w:val="002665BA"/>
    <w:rsid w:val="002665C4"/>
    <w:rsid w:val="0026675F"/>
    <w:rsid w:val="00266CFC"/>
    <w:rsid w:val="00266D23"/>
    <w:rsid w:val="00266FB9"/>
    <w:rsid w:val="00267294"/>
    <w:rsid w:val="0026772A"/>
    <w:rsid w:val="0026789E"/>
    <w:rsid w:val="0026793D"/>
    <w:rsid w:val="002708A2"/>
    <w:rsid w:val="002711AB"/>
    <w:rsid w:val="00271207"/>
    <w:rsid w:val="00271407"/>
    <w:rsid w:val="00271666"/>
    <w:rsid w:val="00271AE8"/>
    <w:rsid w:val="00271CBC"/>
    <w:rsid w:val="00271D7C"/>
    <w:rsid w:val="00272071"/>
    <w:rsid w:val="002725FA"/>
    <w:rsid w:val="00272773"/>
    <w:rsid w:val="002729DB"/>
    <w:rsid w:val="00272AE7"/>
    <w:rsid w:val="00272FC5"/>
    <w:rsid w:val="00273242"/>
    <w:rsid w:val="0027330A"/>
    <w:rsid w:val="00273356"/>
    <w:rsid w:val="00273411"/>
    <w:rsid w:val="00273968"/>
    <w:rsid w:val="00273B17"/>
    <w:rsid w:val="00273B30"/>
    <w:rsid w:val="00273B56"/>
    <w:rsid w:val="00273E19"/>
    <w:rsid w:val="0027402D"/>
    <w:rsid w:val="00274CAF"/>
    <w:rsid w:val="00275361"/>
    <w:rsid w:val="0027573A"/>
    <w:rsid w:val="0027582D"/>
    <w:rsid w:val="00275F3B"/>
    <w:rsid w:val="00275F46"/>
    <w:rsid w:val="00275F99"/>
    <w:rsid w:val="002760B1"/>
    <w:rsid w:val="00276118"/>
    <w:rsid w:val="00276130"/>
    <w:rsid w:val="0027654A"/>
    <w:rsid w:val="00276696"/>
    <w:rsid w:val="00276BAF"/>
    <w:rsid w:val="00277097"/>
    <w:rsid w:val="00277127"/>
    <w:rsid w:val="00277661"/>
    <w:rsid w:val="00277A61"/>
    <w:rsid w:val="00277AC7"/>
    <w:rsid w:val="00277FAB"/>
    <w:rsid w:val="0028014A"/>
    <w:rsid w:val="0028055A"/>
    <w:rsid w:val="00280679"/>
    <w:rsid w:val="002806C0"/>
    <w:rsid w:val="00280AE3"/>
    <w:rsid w:val="00280E0E"/>
    <w:rsid w:val="00281719"/>
    <w:rsid w:val="0028189B"/>
    <w:rsid w:val="00281C29"/>
    <w:rsid w:val="00281DE4"/>
    <w:rsid w:val="0028225A"/>
    <w:rsid w:val="002823D7"/>
    <w:rsid w:val="00282A1E"/>
    <w:rsid w:val="00283705"/>
    <w:rsid w:val="00283CBB"/>
    <w:rsid w:val="00284100"/>
    <w:rsid w:val="00284401"/>
    <w:rsid w:val="00284BFB"/>
    <w:rsid w:val="00285B26"/>
    <w:rsid w:val="00285EBF"/>
    <w:rsid w:val="00286435"/>
    <w:rsid w:val="0028676F"/>
    <w:rsid w:val="00286C5D"/>
    <w:rsid w:val="00286E66"/>
    <w:rsid w:val="0028709A"/>
    <w:rsid w:val="00287310"/>
    <w:rsid w:val="002874CC"/>
    <w:rsid w:val="002877AC"/>
    <w:rsid w:val="00287936"/>
    <w:rsid w:val="00287E69"/>
    <w:rsid w:val="00290428"/>
    <w:rsid w:val="0029051A"/>
    <w:rsid w:val="0029065F"/>
    <w:rsid w:val="0029070E"/>
    <w:rsid w:val="00290F7E"/>
    <w:rsid w:val="002912CC"/>
    <w:rsid w:val="00291311"/>
    <w:rsid w:val="00291436"/>
    <w:rsid w:val="002915B6"/>
    <w:rsid w:val="002915F4"/>
    <w:rsid w:val="00291B47"/>
    <w:rsid w:val="00292039"/>
    <w:rsid w:val="0029206B"/>
    <w:rsid w:val="002921B9"/>
    <w:rsid w:val="002921C5"/>
    <w:rsid w:val="00292B85"/>
    <w:rsid w:val="00292BD9"/>
    <w:rsid w:val="00292FDB"/>
    <w:rsid w:val="002932E9"/>
    <w:rsid w:val="00293532"/>
    <w:rsid w:val="00293696"/>
    <w:rsid w:val="00293ACA"/>
    <w:rsid w:val="00293EF6"/>
    <w:rsid w:val="002943A5"/>
    <w:rsid w:val="00295408"/>
    <w:rsid w:val="002954E9"/>
    <w:rsid w:val="00295861"/>
    <w:rsid w:val="0029596B"/>
    <w:rsid w:val="00295B72"/>
    <w:rsid w:val="00295C71"/>
    <w:rsid w:val="002961F2"/>
    <w:rsid w:val="002963C5"/>
    <w:rsid w:val="00296600"/>
    <w:rsid w:val="00296ADB"/>
    <w:rsid w:val="002971E1"/>
    <w:rsid w:val="00297937"/>
    <w:rsid w:val="002A03E1"/>
    <w:rsid w:val="002A03F6"/>
    <w:rsid w:val="002A0FBC"/>
    <w:rsid w:val="002A166E"/>
    <w:rsid w:val="002A16E3"/>
    <w:rsid w:val="002A1720"/>
    <w:rsid w:val="002A1AD4"/>
    <w:rsid w:val="002A1E12"/>
    <w:rsid w:val="002A2233"/>
    <w:rsid w:val="002A2352"/>
    <w:rsid w:val="002A2B99"/>
    <w:rsid w:val="002A32A0"/>
    <w:rsid w:val="002A34E0"/>
    <w:rsid w:val="002A34E7"/>
    <w:rsid w:val="002A3A9B"/>
    <w:rsid w:val="002A3BD7"/>
    <w:rsid w:val="002A3EA5"/>
    <w:rsid w:val="002A4431"/>
    <w:rsid w:val="002A44BC"/>
    <w:rsid w:val="002A4756"/>
    <w:rsid w:val="002A4B7A"/>
    <w:rsid w:val="002A5040"/>
    <w:rsid w:val="002A5547"/>
    <w:rsid w:val="002A5970"/>
    <w:rsid w:val="002A5C54"/>
    <w:rsid w:val="002A5CDA"/>
    <w:rsid w:val="002A5CE7"/>
    <w:rsid w:val="002A5D49"/>
    <w:rsid w:val="002A5EC0"/>
    <w:rsid w:val="002A613D"/>
    <w:rsid w:val="002A66F4"/>
    <w:rsid w:val="002A685D"/>
    <w:rsid w:val="002A6916"/>
    <w:rsid w:val="002A6D74"/>
    <w:rsid w:val="002A70EF"/>
    <w:rsid w:val="002A7141"/>
    <w:rsid w:val="002A7723"/>
    <w:rsid w:val="002A7894"/>
    <w:rsid w:val="002B0273"/>
    <w:rsid w:val="002B0551"/>
    <w:rsid w:val="002B0657"/>
    <w:rsid w:val="002B0A1A"/>
    <w:rsid w:val="002B118B"/>
    <w:rsid w:val="002B13AC"/>
    <w:rsid w:val="002B13DD"/>
    <w:rsid w:val="002B1EB0"/>
    <w:rsid w:val="002B1EBA"/>
    <w:rsid w:val="002B2275"/>
    <w:rsid w:val="002B2399"/>
    <w:rsid w:val="002B2B30"/>
    <w:rsid w:val="002B327A"/>
    <w:rsid w:val="002B3CFF"/>
    <w:rsid w:val="002B3D54"/>
    <w:rsid w:val="002B41C0"/>
    <w:rsid w:val="002B4328"/>
    <w:rsid w:val="002B4BAF"/>
    <w:rsid w:val="002B5245"/>
    <w:rsid w:val="002B54E7"/>
    <w:rsid w:val="002B56A3"/>
    <w:rsid w:val="002B59A1"/>
    <w:rsid w:val="002B5A08"/>
    <w:rsid w:val="002B5C11"/>
    <w:rsid w:val="002B600E"/>
    <w:rsid w:val="002B65B8"/>
    <w:rsid w:val="002B74CD"/>
    <w:rsid w:val="002B7562"/>
    <w:rsid w:val="002B7894"/>
    <w:rsid w:val="002B78B3"/>
    <w:rsid w:val="002B79E3"/>
    <w:rsid w:val="002B7BF3"/>
    <w:rsid w:val="002B7C96"/>
    <w:rsid w:val="002B7D40"/>
    <w:rsid w:val="002B7F5D"/>
    <w:rsid w:val="002C0373"/>
    <w:rsid w:val="002C044E"/>
    <w:rsid w:val="002C04DD"/>
    <w:rsid w:val="002C0B99"/>
    <w:rsid w:val="002C0FB2"/>
    <w:rsid w:val="002C11A2"/>
    <w:rsid w:val="002C11C2"/>
    <w:rsid w:val="002C120E"/>
    <w:rsid w:val="002C173E"/>
    <w:rsid w:val="002C1ED7"/>
    <w:rsid w:val="002C2106"/>
    <w:rsid w:val="002C2EAE"/>
    <w:rsid w:val="002C35EA"/>
    <w:rsid w:val="002C3858"/>
    <w:rsid w:val="002C3E5C"/>
    <w:rsid w:val="002C4027"/>
    <w:rsid w:val="002C440C"/>
    <w:rsid w:val="002C44FD"/>
    <w:rsid w:val="002C47C9"/>
    <w:rsid w:val="002C4B73"/>
    <w:rsid w:val="002C4E18"/>
    <w:rsid w:val="002C4F1E"/>
    <w:rsid w:val="002C527A"/>
    <w:rsid w:val="002C58F7"/>
    <w:rsid w:val="002C5E73"/>
    <w:rsid w:val="002C5F41"/>
    <w:rsid w:val="002C638A"/>
    <w:rsid w:val="002C649E"/>
    <w:rsid w:val="002C6711"/>
    <w:rsid w:val="002C70B6"/>
    <w:rsid w:val="002C74A5"/>
    <w:rsid w:val="002C7663"/>
    <w:rsid w:val="002C76B4"/>
    <w:rsid w:val="002C76DD"/>
    <w:rsid w:val="002C7C00"/>
    <w:rsid w:val="002C7F26"/>
    <w:rsid w:val="002C7FC2"/>
    <w:rsid w:val="002D0208"/>
    <w:rsid w:val="002D039B"/>
    <w:rsid w:val="002D0CDD"/>
    <w:rsid w:val="002D1356"/>
    <w:rsid w:val="002D18CF"/>
    <w:rsid w:val="002D1D72"/>
    <w:rsid w:val="002D1F10"/>
    <w:rsid w:val="002D1F4A"/>
    <w:rsid w:val="002D25E3"/>
    <w:rsid w:val="002D2AD8"/>
    <w:rsid w:val="002D2B83"/>
    <w:rsid w:val="002D2E92"/>
    <w:rsid w:val="002D3A05"/>
    <w:rsid w:val="002D3AC8"/>
    <w:rsid w:val="002D3B9E"/>
    <w:rsid w:val="002D3BF1"/>
    <w:rsid w:val="002D42AA"/>
    <w:rsid w:val="002D4841"/>
    <w:rsid w:val="002D4B7E"/>
    <w:rsid w:val="002D4E8D"/>
    <w:rsid w:val="002D5094"/>
    <w:rsid w:val="002D53C3"/>
    <w:rsid w:val="002D5536"/>
    <w:rsid w:val="002D5703"/>
    <w:rsid w:val="002D57C8"/>
    <w:rsid w:val="002D584A"/>
    <w:rsid w:val="002D59CD"/>
    <w:rsid w:val="002D5D53"/>
    <w:rsid w:val="002D5FA0"/>
    <w:rsid w:val="002D6133"/>
    <w:rsid w:val="002D6147"/>
    <w:rsid w:val="002D6513"/>
    <w:rsid w:val="002D6C45"/>
    <w:rsid w:val="002D6FDE"/>
    <w:rsid w:val="002D7021"/>
    <w:rsid w:val="002D770E"/>
    <w:rsid w:val="002D77A8"/>
    <w:rsid w:val="002D7843"/>
    <w:rsid w:val="002D7895"/>
    <w:rsid w:val="002D790A"/>
    <w:rsid w:val="002D7D2B"/>
    <w:rsid w:val="002E01C0"/>
    <w:rsid w:val="002E01F7"/>
    <w:rsid w:val="002E03BB"/>
    <w:rsid w:val="002E1220"/>
    <w:rsid w:val="002E1505"/>
    <w:rsid w:val="002E151A"/>
    <w:rsid w:val="002E159A"/>
    <w:rsid w:val="002E1750"/>
    <w:rsid w:val="002E1823"/>
    <w:rsid w:val="002E18E7"/>
    <w:rsid w:val="002E192F"/>
    <w:rsid w:val="002E1CA0"/>
    <w:rsid w:val="002E1EDA"/>
    <w:rsid w:val="002E3089"/>
    <w:rsid w:val="002E33A9"/>
    <w:rsid w:val="002E3828"/>
    <w:rsid w:val="002E3B34"/>
    <w:rsid w:val="002E409C"/>
    <w:rsid w:val="002E443B"/>
    <w:rsid w:val="002E459B"/>
    <w:rsid w:val="002E4800"/>
    <w:rsid w:val="002E4936"/>
    <w:rsid w:val="002E5384"/>
    <w:rsid w:val="002E5974"/>
    <w:rsid w:val="002E5AE2"/>
    <w:rsid w:val="002E602F"/>
    <w:rsid w:val="002E630A"/>
    <w:rsid w:val="002E72B6"/>
    <w:rsid w:val="002E7376"/>
    <w:rsid w:val="002E73E1"/>
    <w:rsid w:val="002E7A14"/>
    <w:rsid w:val="002E7AC4"/>
    <w:rsid w:val="002E7B09"/>
    <w:rsid w:val="002E7CCD"/>
    <w:rsid w:val="002E7FB1"/>
    <w:rsid w:val="002F0A64"/>
    <w:rsid w:val="002F0ADA"/>
    <w:rsid w:val="002F0E44"/>
    <w:rsid w:val="002F0EB1"/>
    <w:rsid w:val="002F1094"/>
    <w:rsid w:val="002F1158"/>
    <w:rsid w:val="002F19FE"/>
    <w:rsid w:val="002F1B2D"/>
    <w:rsid w:val="002F1C07"/>
    <w:rsid w:val="002F1EAA"/>
    <w:rsid w:val="002F26AE"/>
    <w:rsid w:val="002F2B51"/>
    <w:rsid w:val="002F2BE0"/>
    <w:rsid w:val="002F36C4"/>
    <w:rsid w:val="002F373D"/>
    <w:rsid w:val="002F375B"/>
    <w:rsid w:val="002F3A3E"/>
    <w:rsid w:val="002F3BA3"/>
    <w:rsid w:val="002F3CFC"/>
    <w:rsid w:val="002F3F05"/>
    <w:rsid w:val="002F419D"/>
    <w:rsid w:val="002F41EA"/>
    <w:rsid w:val="002F41EC"/>
    <w:rsid w:val="002F4931"/>
    <w:rsid w:val="002F4934"/>
    <w:rsid w:val="002F4E1D"/>
    <w:rsid w:val="002F4F8A"/>
    <w:rsid w:val="002F526B"/>
    <w:rsid w:val="002F52CE"/>
    <w:rsid w:val="002F57A2"/>
    <w:rsid w:val="002F57E1"/>
    <w:rsid w:val="002F649F"/>
    <w:rsid w:val="002F6710"/>
    <w:rsid w:val="002F69B9"/>
    <w:rsid w:val="002F6EA2"/>
    <w:rsid w:val="002F70E5"/>
    <w:rsid w:val="002F70E8"/>
    <w:rsid w:val="002F79D7"/>
    <w:rsid w:val="002F79FB"/>
    <w:rsid w:val="002F7B76"/>
    <w:rsid w:val="002F7EAB"/>
    <w:rsid w:val="0030064C"/>
    <w:rsid w:val="003007E0"/>
    <w:rsid w:val="003008DA"/>
    <w:rsid w:val="00300C49"/>
    <w:rsid w:val="00300E46"/>
    <w:rsid w:val="00301045"/>
    <w:rsid w:val="00301920"/>
    <w:rsid w:val="00301A0F"/>
    <w:rsid w:val="00301D5A"/>
    <w:rsid w:val="00302A4E"/>
    <w:rsid w:val="00302EEF"/>
    <w:rsid w:val="00303042"/>
    <w:rsid w:val="0030365F"/>
    <w:rsid w:val="003043AF"/>
    <w:rsid w:val="003047E7"/>
    <w:rsid w:val="00304822"/>
    <w:rsid w:val="00304959"/>
    <w:rsid w:val="00304D14"/>
    <w:rsid w:val="00304D78"/>
    <w:rsid w:val="00305089"/>
    <w:rsid w:val="00305165"/>
    <w:rsid w:val="0030520F"/>
    <w:rsid w:val="00305249"/>
    <w:rsid w:val="00305A46"/>
    <w:rsid w:val="00305A83"/>
    <w:rsid w:val="003062D6"/>
    <w:rsid w:val="00306A5A"/>
    <w:rsid w:val="00306AB1"/>
    <w:rsid w:val="00306C4A"/>
    <w:rsid w:val="00306CB6"/>
    <w:rsid w:val="00307147"/>
    <w:rsid w:val="00307327"/>
    <w:rsid w:val="00307660"/>
    <w:rsid w:val="0030771E"/>
    <w:rsid w:val="00307BAD"/>
    <w:rsid w:val="00307CA9"/>
    <w:rsid w:val="00307D16"/>
    <w:rsid w:val="00307FE3"/>
    <w:rsid w:val="003105B3"/>
    <w:rsid w:val="00310DBD"/>
    <w:rsid w:val="0031115A"/>
    <w:rsid w:val="003112E0"/>
    <w:rsid w:val="003116A1"/>
    <w:rsid w:val="003118A7"/>
    <w:rsid w:val="003119B6"/>
    <w:rsid w:val="00311D10"/>
    <w:rsid w:val="00311EC1"/>
    <w:rsid w:val="00312001"/>
    <w:rsid w:val="0031223F"/>
    <w:rsid w:val="00312309"/>
    <w:rsid w:val="00312456"/>
    <w:rsid w:val="00312710"/>
    <w:rsid w:val="003129F7"/>
    <w:rsid w:val="00312C0C"/>
    <w:rsid w:val="00312EA5"/>
    <w:rsid w:val="00313167"/>
    <w:rsid w:val="00313A5C"/>
    <w:rsid w:val="003143AF"/>
    <w:rsid w:val="00314697"/>
    <w:rsid w:val="003146CF"/>
    <w:rsid w:val="003147BA"/>
    <w:rsid w:val="003149DA"/>
    <w:rsid w:val="00314AC3"/>
    <w:rsid w:val="00315467"/>
    <w:rsid w:val="00315B4D"/>
    <w:rsid w:val="0031662E"/>
    <w:rsid w:val="00316D12"/>
    <w:rsid w:val="00316D68"/>
    <w:rsid w:val="00316DEB"/>
    <w:rsid w:val="00316EC9"/>
    <w:rsid w:val="0031752D"/>
    <w:rsid w:val="00317E01"/>
    <w:rsid w:val="00317E53"/>
    <w:rsid w:val="00317E5A"/>
    <w:rsid w:val="003200C8"/>
    <w:rsid w:val="003200E1"/>
    <w:rsid w:val="003201CC"/>
    <w:rsid w:val="0032127C"/>
    <w:rsid w:val="00321599"/>
    <w:rsid w:val="003216C6"/>
    <w:rsid w:val="00321B50"/>
    <w:rsid w:val="00321E9E"/>
    <w:rsid w:val="003220E8"/>
    <w:rsid w:val="00322548"/>
    <w:rsid w:val="00322662"/>
    <w:rsid w:val="00322B63"/>
    <w:rsid w:val="00323556"/>
    <w:rsid w:val="00323891"/>
    <w:rsid w:val="00323BCC"/>
    <w:rsid w:val="00323E5D"/>
    <w:rsid w:val="00323ECE"/>
    <w:rsid w:val="003241A1"/>
    <w:rsid w:val="00324310"/>
    <w:rsid w:val="0032459F"/>
    <w:rsid w:val="00324CD6"/>
    <w:rsid w:val="00325113"/>
    <w:rsid w:val="00325160"/>
    <w:rsid w:val="003251CD"/>
    <w:rsid w:val="00325A39"/>
    <w:rsid w:val="00325D2D"/>
    <w:rsid w:val="003261AB"/>
    <w:rsid w:val="003268A7"/>
    <w:rsid w:val="00326C93"/>
    <w:rsid w:val="00326D1C"/>
    <w:rsid w:val="003270F8"/>
    <w:rsid w:val="00327279"/>
    <w:rsid w:val="00327A90"/>
    <w:rsid w:val="00327CAF"/>
    <w:rsid w:val="00327E87"/>
    <w:rsid w:val="003303D5"/>
    <w:rsid w:val="003304D9"/>
    <w:rsid w:val="00330687"/>
    <w:rsid w:val="00330917"/>
    <w:rsid w:val="0033115F"/>
    <w:rsid w:val="00331545"/>
    <w:rsid w:val="003317F3"/>
    <w:rsid w:val="00331A4D"/>
    <w:rsid w:val="00331C7A"/>
    <w:rsid w:val="0033205E"/>
    <w:rsid w:val="0033218D"/>
    <w:rsid w:val="00332668"/>
    <w:rsid w:val="00332F25"/>
    <w:rsid w:val="00333621"/>
    <w:rsid w:val="0033427A"/>
    <w:rsid w:val="003343C5"/>
    <w:rsid w:val="00334724"/>
    <w:rsid w:val="00334843"/>
    <w:rsid w:val="00334887"/>
    <w:rsid w:val="003348BA"/>
    <w:rsid w:val="00334A16"/>
    <w:rsid w:val="00334D2C"/>
    <w:rsid w:val="00334EB2"/>
    <w:rsid w:val="003351E3"/>
    <w:rsid w:val="003352AE"/>
    <w:rsid w:val="003355A4"/>
    <w:rsid w:val="00335B18"/>
    <w:rsid w:val="00335C7D"/>
    <w:rsid w:val="00335F4B"/>
    <w:rsid w:val="003365B4"/>
    <w:rsid w:val="00336C6D"/>
    <w:rsid w:val="00336CF7"/>
    <w:rsid w:val="00336E17"/>
    <w:rsid w:val="00336EFF"/>
    <w:rsid w:val="00336FAC"/>
    <w:rsid w:val="00337412"/>
    <w:rsid w:val="00337730"/>
    <w:rsid w:val="00337817"/>
    <w:rsid w:val="00337EC5"/>
    <w:rsid w:val="003408BF"/>
    <w:rsid w:val="00340B2B"/>
    <w:rsid w:val="00341550"/>
    <w:rsid w:val="00341BCF"/>
    <w:rsid w:val="00341DC0"/>
    <w:rsid w:val="00341E60"/>
    <w:rsid w:val="003420E5"/>
    <w:rsid w:val="00342224"/>
    <w:rsid w:val="003424CE"/>
    <w:rsid w:val="00342562"/>
    <w:rsid w:val="003425FA"/>
    <w:rsid w:val="00342893"/>
    <w:rsid w:val="003429AF"/>
    <w:rsid w:val="00342E2B"/>
    <w:rsid w:val="00343062"/>
    <w:rsid w:val="003430D0"/>
    <w:rsid w:val="0034312C"/>
    <w:rsid w:val="00343313"/>
    <w:rsid w:val="003433A2"/>
    <w:rsid w:val="003434F5"/>
    <w:rsid w:val="00343A7C"/>
    <w:rsid w:val="00343B0C"/>
    <w:rsid w:val="00343BCB"/>
    <w:rsid w:val="00343D1A"/>
    <w:rsid w:val="003440C5"/>
    <w:rsid w:val="003441C7"/>
    <w:rsid w:val="0034452F"/>
    <w:rsid w:val="003445AF"/>
    <w:rsid w:val="00344991"/>
    <w:rsid w:val="00344BC2"/>
    <w:rsid w:val="003453A1"/>
    <w:rsid w:val="0034557A"/>
    <w:rsid w:val="00345749"/>
    <w:rsid w:val="00345903"/>
    <w:rsid w:val="00345C38"/>
    <w:rsid w:val="003461D6"/>
    <w:rsid w:val="00346319"/>
    <w:rsid w:val="00346EC1"/>
    <w:rsid w:val="003476CA"/>
    <w:rsid w:val="0034778D"/>
    <w:rsid w:val="003478FB"/>
    <w:rsid w:val="00347950"/>
    <w:rsid w:val="0034797D"/>
    <w:rsid w:val="00347B24"/>
    <w:rsid w:val="003505F5"/>
    <w:rsid w:val="003507D5"/>
    <w:rsid w:val="00351477"/>
    <w:rsid w:val="00351FBA"/>
    <w:rsid w:val="00351FF2"/>
    <w:rsid w:val="00352125"/>
    <w:rsid w:val="00352359"/>
    <w:rsid w:val="00352398"/>
    <w:rsid w:val="003527EA"/>
    <w:rsid w:val="00352807"/>
    <w:rsid w:val="00352BB5"/>
    <w:rsid w:val="00352BFD"/>
    <w:rsid w:val="00352D47"/>
    <w:rsid w:val="00353164"/>
    <w:rsid w:val="003531CF"/>
    <w:rsid w:val="003533B8"/>
    <w:rsid w:val="00353C10"/>
    <w:rsid w:val="00353C6F"/>
    <w:rsid w:val="00353D81"/>
    <w:rsid w:val="00354049"/>
    <w:rsid w:val="00354475"/>
    <w:rsid w:val="003545E5"/>
    <w:rsid w:val="00354A92"/>
    <w:rsid w:val="0035500B"/>
    <w:rsid w:val="003557D2"/>
    <w:rsid w:val="00355A13"/>
    <w:rsid w:val="00355ABD"/>
    <w:rsid w:val="00355AE4"/>
    <w:rsid w:val="00355BF1"/>
    <w:rsid w:val="00356016"/>
    <w:rsid w:val="003561F9"/>
    <w:rsid w:val="003568DE"/>
    <w:rsid w:val="00356AFB"/>
    <w:rsid w:val="00356B3F"/>
    <w:rsid w:val="00356D81"/>
    <w:rsid w:val="003570CC"/>
    <w:rsid w:val="003577EE"/>
    <w:rsid w:val="00357BD0"/>
    <w:rsid w:val="00357E51"/>
    <w:rsid w:val="003600B7"/>
    <w:rsid w:val="00360113"/>
    <w:rsid w:val="0036012D"/>
    <w:rsid w:val="003609C1"/>
    <w:rsid w:val="00360CD5"/>
    <w:rsid w:val="00361052"/>
    <w:rsid w:val="00361395"/>
    <w:rsid w:val="0036195C"/>
    <w:rsid w:val="00361E88"/>
    <w:rsid w:val="00362469"/>
    <w:rsid w:val="00362DA1"/>
    <w:rsid w:val="003635E0"/>
    <w:rsid w:val="00363CFF"/>
    <w:rsid w:val="003646C2"/>
    <w:rsid w:val="003646D0"/>
    <w:rsid w:val="00364C49"/>
    <w:rsid w:val="00364E58"/>
    <w:rsid w:val="00364FB3"/>
    <w:rsid w:val="0036518B"/>
    <w:rsid w:val="003655D7"/>
    <w:rsid w:val="00366945"/>
    <w:rsid w:val="00367C16"/>
    <w:rsid w:val="00367D89"/>
    <w:rsid w:val="0037018D"/>
    <w:rsid w:val="0037019B"/>
    <w:rsid w:val="00370756"/>
    <w:rsid w:val="00370AC4"/>
    <w:rsid w:val="00370C55"/>
    <w:rsid w:val="00370D23"/>
    <w:rsid w:val="00371218"/>
    <w:rsid w:val="00371B6F"/>
    <w:rsid w:val="00371E2F"/>
    <w:rsid w:val="003722B9"/>
    <w:rsid w:val="003727C4"/>
    <w:rsid w:val="00372BD2"/>
    <w:rsid w:val="00372D13"/>
    <w:rsid w:val="00372DA8"/>
    <w:rsid w:val="00373119"/>
    <w:rsid w:val="00373895"/>
    <w:rsid w:val="00373BB8"/>
    <w:rsid w:val="00373FAE"/>
    <w:rsid w:val="003741D0"/>
    <w:rsid w:val="003745D2"/>
    <w:rsid w:val="003745E4"/>
    <w:rsid w:val="00374696"/>
    <w:rsid w:val="00374931"/>
    <w:rsid w:val="00374A0C"/>
    <w:rsid w:val="00374A3E"/>
    <w:rsid w:val="00374DAA"/>
    <w:rsid w:val="00374F4C"/>
    <w:rsid w:val="00375045"/>
    <w:rsid w:val="00375710"/>
    <w:rsid w:val="003758BE"/>
    <w:rsid w:val="003759B2"/>
    <w:rsid w:val="003759BF"/>
    <w:rsid w:val="00375AF1"/>
    <w:rsid w:val="003763CB"/>
    <w:rsid w:val="00376854"/>
    <w:rsid w:val="00376ABE"/>
    <w:rsid w:val="00376C10"/>
    <w:rsid w:val="00376F6A"/>
    <w:rsid w:val="003771BB"/>
    <w:rsid w:val="00377B65"/>
    <w:rsid w:val="00377BC4"/>
    <w:rsid w:val="00377EA5"/>
    <w:rsid w:val="00380027"/>
    <w:rsid w:val="0038012C"/>
    <w:rsid w:val="0038022A"/>
    <w:rsid w:val="003802F1"/>
    <w:rsid w:val="00380415"/>
    <w:rsid w:val="003809DA"/>
    <w:rsid w:val="00380B90"/>
    <w:rsid w:val="00380D2C"/>
    <w:rsid w:val="00380EC5"/>
    <w:rsid w:val="0038125D"/>
    <w:rsid w:val="003817E1"/>
    <w:rsid w:val="00381AC8"/>
    <w:rsid w:val="00381ACE"/>
    <w:rsid w:val="00381AFD"/>
    <w:rsid w:val="00381DBF"/>
    <w:rsid w:val="00382181"/>
    <w:rsid w:val="00382665"/>
    <w:rsid w:val="00382C22"/>
    <w:rsid w:val="00382CAA"/>
    <w:rsid w:val="003831F0"/>
    <w:rsid w:val="00383391"/>
    <w:rsid w:val="00383448"/>
    <w:rsid w:val="00383659"/>
    <w:rsid w:val="00383844"/>
    <w:rsid w:val="00383962"/>
    <w:rsid w:val="00383A93"/>
    <w:rsid w:val="00383AD3"/>
    <w:rsid w:val="003840EC"/>
    <w:rsid w:val="00384458"/>
    <w:rsid w:val="00384BBE"/>
    <w:rsid w:val="0038584C"/>
    <w:rsid w:val="00385E25"/>
    <w:rsid w:val="003865EB"/>
    <w:rsid w:val="003866CE"/>
    <w:rsid w:val="00386983"/>
    <w:rsid w:val="00386C1C"/>
    <w:rsid w:val="0038756D"/>
    <w:rsid w:val="00387600"/>
    <w:rsid w:val="00390052"/>
    <w:rsid w:val="00390CF2"/>
    <w:rsid w:val="003911C6"/>
    <w:rsid w:val="00391ACC"/>
    <w:rsid w:val="00391F7F"/>
    <w:rsid w:val="0039201D"/>
    <w:rsid w:val="00392634"/>
    <w:rsid w:val="00392B56"/>
    <w:rsid w:val="00392F05"/>
    <w:rsid w:val="003931FE"/>
    <w:rsid w:val="00393201"/>
    <w:rsid w:val="0039331C"/>
    <w:rsid w:val="0039365C"/>
    <w:rsid w:val="00393B39"/>
    <w:rsid w:val="00393D94"/>
    <w:rsid w:val="00393E0F"/>
    <w:rsid w:val="003941DB"/>
    <w:rsid w:val="00394649"/>
    <w:rsid w:val="00394AAB"/>
    <w:rsid w:val="00394CC7"/>
    <w:rsid w:val="00395327"/>
    <w:rsid w:val="0039539E"/>
    <w:rsid w:val="003954DD"/>
    <w:rsid w:val="00395BCE"/>
    <w:rsid w:val="00395C50"/>
    <w:rsid w:val="00395F1C"/>
    <w:rsid w:val="00396771"/>
    <w:rsid w:val="00396A5D"/>
    <w:rsid w:val="00396C85"/>
    <w:rsid w:val="00396EF4"/>
    <w:rsid w:val="003970CF"/>
    <w:rsid w:val="0039747B"/>
    <w:rsid w:val="0039748E"/>
    <w:rsid w:val="003975AA"/>
    <w:rsid w:val="0039769F"/>
    <w:rsid w:val="003977A1"/>
    <w:rsid w:val="00397BDE"/>
    <w:rsid w:val="00397CA5"/>
    <w:rsid w:val="003A00EB"/>
    <w:rsid w:val="003A0D01"/>
    <w:rsid w:val="003A13D8"/>
    <w:rsid w:val="003A1670"/>
    <w:rsid w:val="003A1D05"/>
    <w:rsid w:val="003A2E05"/>
    <w:rsid w:val="003A2FBD"/>
    <w:rsid w:val="003A3A6E"/>
    <w:rsid w:val="003A3AA1"/>
    <w:rsid w:val="003A411E"/>
    <w:rsid w:val="003A441B"/>
    <w:rsid w:val="003A49BA"/>
    <w:rsid w:val="003A4D69"/>
    <w:rsid w:val="003A4F6C"/>
    <w:rsid w:val="003A53E7"/>
    <w:rsid w:val="003A5455"/>
    <w:rsid w:val="003A54BC"/>
    <w:rsid w:val="003A5F67"/>
    <w:rsid w:val="003A637E"/>
    <w:rsid w:val="003A64C0"/>
    <w:rsid w:val="003A656C"/>
    <w:rsid w:val="003A694B"/>
    <w:rsid w:val="003A7066"/>
    <w:rsid w:val="003A746E"/>
    <w:rsid w:val="003A7621"/>
    <w:rsid w:val="003A77A0"/>
    <w:rsid w:val="003A796A"/>
    <w:rsid w:val="003A7978"/>
    <w:rsid w:val="003A7A7A"/>
    <w:rsid w:val="003A7C7C"/>
    <w:rsid w:val="003A7CD1"/>
    <w:rsid w:val="003A7D15"/>
    <w:rsid w:val="003B01FF"/>
    <w:rsid w:val="003B0229"/>
    <w:rsid w:val="003B036E"/>
    <w:rsid w:val="003B09C9"/>
    <w:rsid w:val="003B0B08"/>
    <w:rsid w:val="003B0DAF"/>
    <w:rsid w:val="003B131C"/>
    <w:rsid w:val="003B20BB"/>
    <w:rsid w:val="003B2657"/>
    <w:rsid w:val="003B321B"/>
    <w:rsid w:val="003B380B"/>
    <w:rsid w:val="003B435F"/>
    <w:rsid w:val="003B4C27"/>
    <w:rsid w:val="003B52B1"/>
    <w:rsid w:val="003B536F"/>
    <w:rsid w:val="003B580F"/>
    <w:rsid w:val="003B597A"/>
    <w:rsid w:val="003B5D13"/>
    <w:rsid w:val="003B5F47"/>
    <w:rsid w:val="003B5FCA"/>
    <w:rsid w:val="003B668C"/>
    <w:rsid w:val="003B66B6"/>
    <w:rsid w:val="003B6847"/>
    <w:rsid w:val="003B6DFC"/>
    <w:rsid w:val="003B6F38"/>
    <w:rsid w:val="003B719B"/>
    <w:rsid w:val="003B73B8"/>
    <w:rsid w:val="003B7428"/>
    <w:rsid w:val="003C0148"/>
    <w:rsid w:val="003C01E5"/>
    <w:rsid w:val="003C068D"/>
    <w:rsid w:val="003C0799"/>
    <w:rsid w:val="003C079D"/>
    <w:rsid w:val="003C0B8A"/>
    <w:rsid w:val="003C0C28"/>
    <w:rsid w:val="003C115E"/>
    <w:rsid w:val="003C12BA"/>
    <w:rsid w:val="003C151C"/>
    <w:rsid w:val="003C16BF"/>
    <w:rsid w:val="003C203F"/>
    <w:rsid w:val="003C226D"/>
    <w:rsid w:val="003C243A"/>
    <w:rsid w:val="003C27BB"/>
    <w:rsid w:val="003C2DBF"/>
    <w:rsid w:val="003C2FB4"/>
    <w:rsid w:val="003C302D"/>
    <w:rsid w:val="003C3306"/>
    <w:rsid w:val="003C36C9"/>
    <w:rsid w:val="003C3A54"/>
    <w:rsid w:val="003C3C2B"/>
    <w:rsid w:val="003C3EEC"/>
    <w:rsid w:val="003C4413"/>
    <w:rsid w:val="003C4AC4"/>
    <w:rsid w:val="003C5A58"/>
    <w:rsid w:val="003C5E5D"/>
    <w:rsid w:val="003C686B"/>
    <w:rsid w:val="003C68C8"/>
    <w:rsid w:val="003C6A48"/>
    <w:rsid w:val="003C70C6"/>
    <w:rsid w:val="003C75DF"/>
    <w:rsid w:val="003C7984"/>
    <w:rsid w:val="003C7B39"/>
    <w:rsid w:val="003C7E2D"/>
    <w:rsid w:val="003C7EF2"/>
    <w:rsid w:val="003D0801"/>
    <w:rsid w:val="003D0ACC"/>
    <w:rsid w:val="003D112A"/>
    <w:rsid w:val="003D1322"/>
    <w:rsid w:val="003D13B3"/>
    <w:rsid w:val="003D13CD"/>
    <w:rsid w:val="003D148B"/>
    <w:rsid w:val="003D14B7"/>
    <w:rsid w:val="003D1532"/>
    <w:rsid w:val="003D17B8"/>
    <w:rsid w:val="003D1BA0"/>
    <w:rsid w:val="003D1D50"/>
    <w:rsid w:val="003D2155"/>
    <w:rsid w:val="003D23E3"/>
    <w:rsid w:val="003D272C"/>
    <w:rsid w:val="003D283A"/>
    <w:rsid w:val="003D28C0"/>
    <w:rsid w:val="003D294A"/>
    <w:rsid w:val="003D2F78"/>
    <w:rsid w:val="003D31E7"/>
    <w:rsid w:val="003D355F"/>
    <w:rsid w:val="003D3D3D"/>
    <w:rsid w:val="003D3EB0"/>
    <w:rsid w:val="003D4445"/>
    <w:rsid w:val="003D48AE"/>
    <w:rsid w:val="003D4BF1"/>
    <w:rsid w:val="003D5140"/>
    <w:rsid w:val="003D54EB"/>
    <w:rsid w:val="003D594E"/>
    <w:rsid w:val="003D5996"/>
    <w:rsid w:val="003D5A4C"/>
    <w:rsid w:val="003D5A5B"/>
    <w:rsid w:val="003D5B89"/>
    <w:rsid w:val="003D5FBC"/>
    <w:rsid w:val="003D6186"/>
    <w:rsid w:val="003D6396"/>
    <w:rsid w:val="003D672C"/>
    <w:rsid w:val="003D6D87"/>
    <w:rsid w:val="003D6FAA"/>
    <w:rsid w:val="003D7333"/>
    <w:rsid w:val="003D756C"/>
    <w:rsid w:val="003D77C6"/>
    <w:rsid w:val="003E0466"/>
    <w:rsid w:val="003E084F"/>
    <w:rsid w:val="003E0891"/>
    <w:rsid w:val="003E0CA3"/>
    <w:rsid w:val="003E11D2"/>
    <w:rsid w:val="003E1343"/>
    <w:rsid w:val="003E142F"/>
    <w:rsid w:val="003E15CC"/>
    <w:rsid w:val="003E1E1B"/>
    <w:rsid w:val="003E22B2"/>
    <w:rsid w:val="003E2545"/>
    <w:rsid w:val="003E2676"/>
    <w:rsid w:val="003E2694"/>
    <w:rsid w:val="003E2BC5"/>
    <w:rsid w:val="003E2E75"/>
    <w:rsid w:val="003E30EA"/>
    <w:rsid w:val="003E3431"/>
    <w:rsid w:val="003E3575"/>
    <w:rsid w:val="003E3A7D"/>
    <w:rsid w:val="003E3AA1"/>
    <w:rsid w:val="003E3D18"/>
    <w:rsid w:val="003E46B5"/>
    <w:rsid w:val="003E4C15"/>
    <w:rsid w:val="003E4DF3"/>
    <w:rsid w:val="003E4E4F"/>
    <w:rsid w:val="003E52D1"/>
    <w:rsid w:val="003E561F"/>
    <w:rsid w:val="003E5BCD"/>
    <w:rsid w:val="003E5D59"/>
    <w:rsid w:val="003E665E"/>
    <w:rsid w:val="003E6732"/>
    <w:rsid w:val="003E69FB"/>
    <w:rsid w:val="003E6B3D"/>
    <w:rsid w:val="003E70C6"/>
    <w:rsid w:val="003E710A"/>
    <w:rsid w:val="003E7463"/>
    <w:rsid w:val="003E7604"/>
    <w:rsid w:val="003F06B8"/>
    <w:rsid w:val="003F1332"/>
    <w:rsid w:val="003F161E"/>
    <w:rsid w:val="003F18FC"/>
    <w:rsid w:val="003F239D"/>
    <w:rsid w:val="003F252D"/>
    <w:rsid w:val="003F2B5E"/>
    <w:rsid w:val="003F2BAE"/>
    <w:rsid w:val="003F327F"/>
    <w:rsid w:val="003F35FD"/>
    <w:rsid w:val="003F36A0"/>
    <w:rsid w:val="003F3746"/>
    <w:rsid w:val="003F3EF8"/>
    <w:rsid w:val="003F40CA"/>
    <w:rsid w:val="003F40EA"/>
    <w:rsid w:val="003F431D"/>
    <w:rsid w:val="003F499D"/>
    <w:rsid w:val="003F4D2B"/>
    <w:rsid w:val="003F4F1D"/>
    <w:rsid w:val="003F5430"/>
    <w:rsid w:val="003F57AF"/>
    <w:rsid w:val="003F605F"/>
    <w:rsid w:val="003F653B"/>
    <w:rsid w:val="003F6729"/>
    <w:rsid w:val="003F69F7"/>
    <w:rsid w:val="003F6D1D"/>
    <w:rsid w:val="003F7B4C"/>
    <w:rsid w:val="003F7F2B"/>
    <w:rsid w:val="004005E3"/>
    <w:rsid w:val="004005FA"/>
    <w:rsid w:val="00400AC1"/>
    <w:rsid w:val="004012B6"/>
    <w:rsid w:val="00401516"/>
    <w:rsid w:val="00401AFD"/>
    <w:rsid w:val="00401B74"/>
    <w:rsid w:val="00401CF2"/>
    <w:rsid w:val="00401CF6"/>
    <w:rsid w:val="00401E86"/>
    <w:rsid w:val="00401F26"/>
    <w:rsid w:val="0040217D"/>
    <w:rsid w:val="0040253C"/>
    <w:rsid w:val="0040255D"/>
    <w:rsid w:val="00402623"/>
    <w:rsid w:val="00402A19"/>
    <w:rsid w:val="0040375D"/>
    <w:rsid w:val="00403B9D"/>
    <w:rsid w:val="00404083"/>
    <w:rsid w:val="004042D1"/>
    <w:rsid w:val="0040433C"/>
    <w:rsid w:val="004046B4"/>
    <w:rsid w:val="004061B8"/>
    <w:rsid w:val="004062F3"/>
    <w:rsid w:val="004063BD"/>
    <w:rsid w:val="00406585"/>
    <w:rsid w:val="00406CD7"/>
    <w:rsid w:val="0040707C"/>
    <w:rsid w:val="004071F5"/>
    <w:rsid w:val="00407953"/>
    <w:rsid w:val="00407C2C"/>
    <w:rsid w:val="00407E29"/>
    <w:rsid w:val="00410556"/>
    <w:rsid w:val="00410927"/>
    <w:rsid w:val="00411338"/>
    <w:rsid w:val="00411394"/>
    <w:rsid w:val="004113EB"/>
    <w:rsid w:val="004114DF"/>
    <w:rsid w:val="0041154A"/>
    <w:rsid w:val="00411821"/>
    <w:rsid w:val="00411929"/>
    <w:rsid w:val="004119BB"/>
    <w:rsid w:val="00411CC1"/>
    <w:rsid w:val="004126FD"/>
    <w:rsid w:val="004128B3"/>
    <w:rsid w:val="0041298A"/>
    <w:rsid w:val="004132B0"/>
    <w:rsid w:val="0041336A"/>
    <w:rsid w:val="00413C32"/>
    <w:rsid w:val="0041430E"/>
    <w:rsid w:val="004146AE"/>
    <w:rsid w:val="00414991"/>
    <w:rsid w:val="00415F2A"/>
    <w:rsid w:val="0041617F"/>
    <w:rsid w:val="00416320"/>
    <w:rsid w:val="0041659F"/>
    <w:rsid w:val="004166AC"/>
    <w:rsid w:val="00416874"/>
    <w:rsid w:val="00416A31"/>
    <w:rsid w:val="004170E5"/>
    <w:rsid w:val="00417434"/>
    <w:rsid w:val="0041751E"/>
    <w:rsid w:val="00417772"/>
    <w:rsid w:val="004178A9"/>
    <w:rsid w:val="00417A87"/>
    <w:rsid w:val="00417C52"/>
    <w:rsid w:val="00417C8F"/>
    <w:rsid w:val="00417FA6"/>
    <w:rsid w:val="00420AC6"/>
    <w:rsid w:val="0042109B"/>
    <w:rsid w:val="00421A18"/>
    <w:rsid w:val="00421B08"/>
    <w:rsid w:val="00421C5D"/>
    <w:rsid w:val="00421E3D"/>
    <w:rsid w:val="00422388"/>
    <w:rsid w:val="0042241F"/>
    <w:rsid w:val="004226C5"/>
    <w:rsid w:val="004228D6"/>
    <w:rsid w:val="00422A84"/>
    <w:rsid w:val="00423195"/>
    <w:rsid w:val="00423396"/>
    <w:rsid w:val="0042354E"/>
    <w:rsid w:val="0042354F"/>
    <w:rsid w:val="004235BE"/>
    <w:rsid w:val="004238DF"/>
    <w:rsid w:val="004239F3"/>
    <w:rsid w:val="00423CF5"/>
    <w:rsid w:val="00423E3E"/>
    <w:rsid w:val="00424020"/>
    <w:rsid w:val="00424760"/>
    <w:rsid w:val="00424B8C"/>
    <w:rsid w:val="00424C21"/>
    <w:rsid w:val="00424EFE"/>
    <w:rsid w:val="00424F76"/>
    <w:rsid w:val="00425761"/>
    <w:rsid w:val="00425E7F"/>
    <w:rsid w:val="00426054"/>
    <w:rsid w:val="004264AA"/>
    <w:rsid w:val="00426824"/>
    <w:rsid w:val="00426AE8"/>
    <w:rsid w:val="00426D12"/>
    <w:rsid w:val="00426DC3"/>
    <w:rsid w:val="004271E6"/>
    <w:rsid w:val="0042755E"/>
    <w:rsid w:val="00427916"/>
    <w:rsid w:val="00427AE3"/>
    <w:rsid w:val="00427BB8"/>
    <w:rsid w:val="00427C85"/>
    <w:rsid w:val="00427EDD"/>
    <w:rsid w:val="00427F7E"/>
    <w:rsid w:val="004300A2"/>
    <w:rsid w:val="004300B4"/>
    <w:rsid w:val="0043018A"/>
    <w:rsid w:val="00430330"/>
    <w:rsid w:val="0043056E"/>
    <w:rsid w:val="00430583"/>
    <w:rsid w:val="004306B8"/>
    <w:rsid w:val="004316B3"/>
    <w:rsid w:val="004316E0"/>
    <w:rsid w:val="004318CB"/>
    <w:rsid w:val="004319D6"/>
    <w:rsid w:val="00431D5E"/>
    <w:rsid w:val="00431DDD"/>
    <w:rsid w:val="00431EB8"/>
    <w:rsid w:val="00431FF2"/>
    <w:rsid w:val="004324DB"/>
    <w:rsid w:val="0043256E"/>
    <w:rsid w:val="004325C3"/>
    <w:rsid w:val="00432ACA"/>
    <w:rsid w:val="00432FF7"/>
    <w:rsid w:val="0043322D"/>
    <w:rsid w:val="004332A7"/>
    <w:rsid w:val="0043377A"/>
    <w:rsid w:val="00433F21"/>
    <w:rsid w:val="00434025"/>
    <w:rsid w:val="00434151"/>
    <w:rsid w:val="00434887"/>
    <w:rsid w:val="004349D2"/>
    <w:rsid w:val="00434FC0"/>
    <w:rsid w:val="00434FE7"/>
    <w:rsid w:val="00435408"/>
    <w:rsid w:val="00435615"/>
    <w:rsid w:val="004357A5"/>
    <w:rsid w:val="0043590B"/>
    <w:rsid w:val="004359E5"/>
    <w:rsid w:val="00435A65"/>
    <w:rsid w:val="00435DB1"/>
    <w:rsid w:val="00436130"/>
    <w:rsid w:val="00436BC1"/>
    <w:rsid w:val="00437072"/>
    <w:rsid w:val="00437921"/>
    <w:rsid w:val="00437BB7"/>
    <w:rsid w:val="00437C52"/>
    <w:rsid w:val="00437DC5"/>
    <w:rsid w:val="00440228"/>
    <w:rsid w:val="00440594"/>
    <w:rsid w:val="0044064A"/>
    <w:rsid w:val="0044098A"/>
    <w:rsid w:val="00440C87"/>
    <w:rsid w:val="00440C8E"/>
    <w:rsid w:val="0044101D"/>
    <w:rsid w:val="0044107E"/>
    <w:rsid w:val="00441173"/>
    <w:rsid w:val="004413CA"/>
    <w:rsid w:val="004417F5"/>
    <w:rsid w:val="00441DCB"/>
    <w:rsid w:val="00441F16"/>
    <w:rsid w:val="004420BF"/>
    <w:rsid w:val="004420EF"/>
    <w:rsid w:val="0044247C"/>
    <w:rsid w:val="004427B0"/>
    <w:rsid w:val="0044280C"/>
    <w:rsid w:val="00442CBC"/>
    <w:rsid w:val="004433C1"/>
    <w:rsid w:val="00443803"/>
    <w:rsid w:val="00443992"/>
    <w:rsid w:val="00443CA0"/>
    <w:rsid w:val="00443F49"/>
    <w:rsid w:val="004440FA"/>
    <w:rsid w:val="004445A7"/>
    <w:rsid w:val="0044463D"/>
    <w:rsid w:val="00444C06"/>
    <w:rsid w:val="004453ED"/>
    <w:rsid w:val="0044551A"/>
    <w:rsid w:val="00445A61"/>
    <w:rsid w:val="00445E09"/>
    <w:rsid w:val="00445FD9"/>
    <w:rsid w:val="004461A3"/>
    <w:rsid w:val="00446683"/>
    <w:rsid w:val="004467E2"/>
    <w:rsid w:val="00446A0D"/>
    <w:rsid w:val="00446F59"/>
    <w:rsid w:val="00447190"/>
    <w:rsid w:val="0044756B"/>
    <w:rsid w:val="00447997"/>
    <w:rsid w:val="004479FD"/>
    <w:rsid w:val="00447BB3"/>
    <w:rsid w:val="00447C01"/>
    <w:rsid w:val="00447D7F"/>
    <w:rsid w:val="00447E39"/>
    <w:rsid w:val="0045059F"/>
    <w:rsid w:val="004506FD"/>
    <w:rsid w:val="0045090F"/>
    <w:rsid w:val="00450923"/>
    <w:rsid w:val="00450C9B"/>
    <w:rsid w:val="00450CBA"/>
    <w:rsid w:val="00451010"/>
    <w:rsid w:val="0045107D"/>
    <w:rsid w:val="00451179"/>
    <w:rsid w:val="004512CE"/>
    <w:rsid w:val="004522EE"/>
    <w:rsid w:val="00452916"/>
    <w:rsid w:val="00452958"/>
    <w:rsid w:val="00452AB0"/>
    <w:rsid w:val="00452EEC"/>
    <w:rsid w:val="00453053"/>
    <w:rsid w:val="004531E4"/>
    <w:rsid w:val="0045339F"/>
    <w:rsid w:val="00453895"/>
    <w:rsid w:val="004538B3"/>
    <w:rsid w:val="00453CC9"/>
    <w:rsid w:val="00453E46"/>
    <w:rsid w:val="00454002"/>
    <w:rsid w:val="00454176"/>
    <w:rsid w:val="0045503B"/>
    <w:rsid w:val="004556A5"/>
    <w:rsid w:val="0045586C"/>
    <w:rsid w:val="00455913"/>
    <w:rsid w:val="00455AE4"/>
    <w:rsid w:val="00455B01"/>
    <w:rsid w:val="00455BB6"/>
    <w:rsid w:val="00455D2D"/>
    <w:rsid w:val="00455E5B"/>
    <w:rsid w:val="0045611E"/>
    <w:rsid w:val="004562C4"/>
    <w:rsid w:val="004565D2"/>
    <w:rsid w:val="004565D6"/>
    <w:rsid w:val="004569D4"/>
    <w:rsid w:val="00456A4A"/>
    <w:rsid w:val="00456EE5"/>
    <w:rsid w:val="00456EF1"/>
    <w:rsid w:val="0045713C"/>
    <w:rsid w:val="0045720B"/>
    <w:rsid w:val="00457587"/>
    <w:rsid w:val="004578A5"/>
    <w:rsid w:val="00457B32"/>
    <w:rsid w:val="00460251"/>
    <w:rsid w:val="00460263"/>
    <w:rsid w:val="00460A9F"/>
    <w:rsid w:val="00460AB2"/>
    <w:rsid w:val="00460B40"/>
    <w:rsid w:val="00460B84"/>
    <w:rsid w:val="00460B98"/>
    <w:rsid w:val="00460C52"/>
    <w:rsid w:val="0046120B"/>
    <w:rsid w:val="00461226"/>
    <w:rsid w:val="004613FA"/>
    <w:rsid w:val="004615E4"/>
    <w:rsid w:val="0046186D"/>
    <w:rsid w:val="00462248"/>
    <w:rsid w:val="0046250A"/>
    <w:rsid w:val="004627FA"/>
    <w:rsid w:val="0046290A"/>
    <w:rsid w:val="00462DF3"/>
    <w:rsid w:val="004631F8"/>
    <w:rsid w:val="0046328E"/>
    <w:rsid w:val="00463493"/>
    <w:rsid w:val="0046355F"/>
    <w:rsid w:val="004635C3"/>
    <w:rsid w:val="00463662"/>
    <w:rsid w:val="00463782"/>
    <w:rsid w:val="0046389F"/>
    <w:rsid w:val="004638D9"/>
    <w:rsid w:val="00463A32"/>
    <w:rsid w:val="00464063"/>
    <w:rsid w:val="0046409E"/>
    <w:rsid w:val="0046429A"/>
    <w:rsid w:val="00464572"/>
    <w:rsid w:val="00464B05"/>
    <w:rsid w:val="004650D0"/>
    <w:rsid w:val="00465439"/>
    <w:rsid w:val="0046577A"/>
    <w:rsid w:val="00465A43"/>
    <w:rsid w:val="00465ED5"/>
    <w:rsid w:val="00466C71"/>
    <w:rsid w:val="00466FAD"/>
    <w:rsid w:val="0046724C"/>
    <w:rsid w:val="00467469"/>
    <w:rsid w:val="00467531"/>
    <w:rsid w:val="00467701"/>
    <w:rsid w:val="00467AA4"/>
    <w:rsid w:val="004700A7"/>
    <w:rsid w:val="004704CA"/>
    <w:rsid w:val="00470646"/>
    <w:rsid w:val="00470739"/>
    <w:rsid w:val="004707AF"/>
    <w:rsid w:val="0047091E"/>
    <w:rsid w:val="00470F35"/>
    <w:rsid w:val="004713D2"/>
    <w:rsid w:val="004713FB"/>
    <w:rsid w:val="00471744"/>
    <w:rsid w:val="00471AD8"/>
    <w:rsid w:val="00471CCC"/>
    <w:rsid w:val="00471CE1"/>
    <w:rsid w:val="00471EEB"/>
    <w:rsid w:val="004720ED"/>
    <w:rsid w:val="00472377"/>
    <w:rsid w:val="004725B2"/>
    <w:rsid w:val="004729E0"/>
    <w:rsid w:val="00472AE5"/>
    <w:rsid w:val="004730AA"/>
    <w:rsid w:val="00473669"/>
    <w:rsid w:val="004738B2"/>
    <w:rsid w:val="00473AEB"/>
    <w:rsid w:val="00473E13"/>
    <w:rsid w:val="00474101"/>
    <w:rsid w:val="00474233"/>
    <w:rsid w:val="0047443C"/>
    <w:rsid w:val="0047473D"/>
    <w:rsid w:val="00474B23"/>
    <w:rsid w:val="00474D5D"/>
    <w:rsid w:val="00474DAC"/>
    <w:rsid w:val="00474EEC"/>
    <w:rsid w:val="00475625"/>
    <w:rsid w:val="0047576D"/>
    <w:rsid w:val="0047596A"/>
    <w:rsid w:val="00475AF3"/>
    <w:rsid w:val="00475AFE"/>
    <w:rsid w:val="0047615B"/>
    <w:rsid w:val="00476502"/>
    <w:rsid w:val="004769AD"/>
    <w:rsid w:val="00476A5A"/>
    <w:rsid w:val="004771EA"/>
    <w:rsid w:val="00477239"/>
    <w:rsid w:val="0047749F"/>
    <w:rsid w:val="004774A6"/>
    <w:rsid w:val="0047771D"/>
    <w:rsid w:val="00477F3D"/>
    <w:rsid w:val="00480864"/>
    <w:rsid w:val="00480BAB"/>
    <w:rsid w:val="00481029"/>
    <w:rsid w:val="004811D9"/>
    <w:rsid w:val="0048120A"/>
    <w:rsid w:val="00481BCF"/>
    <w:rsid w:val="00482146"/>
    <w:rsid w:val="004828C1"/>
    <w:rsid w:val="00482ED7"/>
    <w:rsid w:val="00483480"/>
    <w:rsid w:val="004837D8"/>
    <w:rsid w:val="004838BB"/>
    <w:rsid w:val="00483A0F"/>
    <w:rsid w:val="00483C22"/>
    <w:rsid w:val="00483F65"/>
    <w:rsid w:val="00484191"/>
    <w:rsid w:val="004844C6"/>
    <w:rsid w:val="00484598"/>
    <w:rsid w:val="004846C6"/>
    <w:rsid w:val="00484E05"/>
    <w:rsid w:val="00485253"/>
    <w:rsid w:val="004856F4"/>
    <w:rsid w:val="00485DE8"/>
    <w:rsid w:val="00485F7B"/>
    <w:rsid w:val="00486315"/>
    <w:rsid w:val="00486363"/>
    <w:rsid w:val="00486651"/>
    <w:rsid w:val="00486755"/>
    <w:rsid w:val="00486761"/>
    <w:rsid w:val="0048685B"/>
    <w:rsid w:val="0048694B"/>
    <w:rsid w:val="00486AD4"/>
    <w:rsid w:val="00486ADA"/>
    <w:rsid w:val="00486D90"/>
    <w:rsid w:val="00486DD6"/>
    <w:rsid w:val="00486E59"/>
    <w:rsid w:val="0048706E"/>
    <w:rsid w:val="00487082"/>
    <w:rsid w:val="0048714F"/>
    <w:rsid w:val="004874CB"/>
    <w:rsid w:val="0048781A"/>
    <w:rsid w:val="00487B8B"/>
    <w:rsid w:val="00487DAC"/>
    <w:rsid w:val="004909A0"/>
    <w:rsid w:val="00490C12"/>
    <w:rsid w:val="004918A8"/>
    <w:rsid w:val="00491C38"/>
    <w:rsid w:val="00491CCC"/>
    <w:rsid w:val="004927C8"/>
    <w:rsid w:val="00492963"/>
    <w:rsid w:val="00492AE7"/>
    <w:rsid w:val="00493252"/>
    <w:rsid w:val="004932A2"/>
    <w:rsid w:val="00493831"/>
    <w:rsid w:val="004940D0"/>
    <w:rsid w:val="004941A0"/>
    <w:rsid w:val="00494288"/>
    <w:rsid w:val="004943DD"/>
    <w:rsid w:val="00494CB3"/>
    <w:rsid w:val="00494E19"/>
    <w:rsid w:val="00495167"/>
    <w:rsid w:val="004953CC"/>
    <w:rsid w:val="0049570C"/>
    <w:rsid w:val="00495EA7"/>
    <w:rsid w:val="00495EC6"/>
    <w:rsid w:val="0049600B"/>
    <w:rsid w:val="004963AF"/>
    <w:rsid w:val="004963F3"/>
    <w:rsid w:val="0049645D"/>
    <w:rsid w:val="00496498"/>
    <w:rsid w:val="004966CD"/>
    <w:rsid w:val="004967FA"/>
    <w:rsid w:val="00496BA9"/>
    <w:rsid w:val="00497392"/>
    <w:rsid w:val="004978B5"/>
    <w:rsid w:val="004A0155"/>
    <w:rsid w:val="004A0380"/>
    <w:rsid w:val="004A0528"/>
    <w:rsid w:val="004A0693"/>
    <w:rsid w:val="004A076C"/>
    <w:rsid w:val="004A099D"/>
    <w:rsid w:val="004A0F31"/>
    <w:rsid w:val="004A1190"/>
    <w:rsid w:val="004A15BA"/>
    <w:rsid w:val="004A17D3"/>
    <w:rsid w:val="004A1BC2"/>
    <w:rsid w:val="004A1FD1"/>
    <w:rsid w:val="004A2A65"/>
    <w:rsid w:val="004A2EB4"/>
    <w:rsid w:val="004A3093"/>
    <w:rsid w:val="004A3727"/>
    <w:rsid w:val="004A38CE"/>
    <w:rsid w:val="004A3A8A"/>
    <w:rsid w:val="004A3CD4"/>
    <w:rsid w:val="004A3E25"/>
    <w:rsid w:val="004A40EC"/>
    <w:rsid w:val="004A42D6"/>
    <w:rsid w:val="004A43AC"/>
    <w:rsid w:val="004A44A9"/>
    <w:rsid w:val="004A46F0"/>
    <w:rsid w:val="004A4721"/>
    <w:rsid w:val="004A4DE6"/>
    <w:rsid w:val="004A539E"/>
    <w:rsid w:val="004A5856"/>
    <w:rsid w:val="004A5AB9"/>
    <w:rsid w:val="004A5C9E"/>
    <w:rsid w:val="004A6138"/>
    <w:rsid w:val="004A65C8"/>
    <w:rsid w:val="004A677C"/>
    <w:rsid w:val="004A6B0A"/>
    <w:rsid w:val="004A7229"/>
    <w:rsid w:val="004A73BC"/>
    <w:rsid w:val="004A747F"/>
    <w:rsid w:val="004A7547"/>
    <w:rsid w:val="004B06FB"/>
    <w:rsid w:val="004B132A"/>
    <w:rsid w:val="004B13F3"/>
    <w:rsid w:val="004B16C0"/>
    <w:rsid w:val="004B1999"/>
    <w:rsid w:val="004B1E17"/>
    <w:rsid w:val="004B27CA"/>
    <w:rsid w:val="004B2988"/>
    <w:rsid w:val="004B2E48"/>
    <w:rsid w:val="004B2F04"/>
    <w:rsid w:val="004B313E"/>
    <w:rsid w:val="004B3422"/>
    <w:rsid w:val="004B3AC5"/>
    <w:rsid w:val="004B44AA"/>
    <w:rsid w:val="004B47A8"/>
    <w:rsid w:val="004B4965"/>
    <w:rsid w:val="004B5406"/>
    <w:rsid w:val="004B54AD"/>
    <w:rsid w:val="004B55B9"/>
    <w:rsid w:val="004B5B10"/>
    <w:rsid w:val="004B5BE2"/>
    <w:rsid w:val="004B62EC"/>
    <w:rsid w:val="004B6632"/>
    <w:rsid w:val="004B66AB"/>
    <w:rsid w:val="004B6711"/>
    <w:rsid w:val="004B67D8"/>
    <w:rsid w:val="004B686D"/>
    <w:rsid w:val="004B6C0B"/>
    <w:rsid w:val="004B6CCF"/>
    <w:rsid w:val="004B6D41"/>
    <w:rsid w:val="004B7035"/>
    <w:rsid w:val="004B744A"/>
    <w:rsid w:val="004B7D2D"/>
    <w:rsid w:val="004B7D38"/>
    <w:rsid w:val="004B7DD4"/>
    <w:rsid w:val="004C047F"/>
    <w:rsid w:val="004C0988"/>
    <w:rsid w:val="004C09ED"/>
    <w:rsid w:val="004C0A79"/>
    <w:rsid w:val="004C0C3C"/>
    <w:rsid w:val="004C12B1"/>
    <w:rsid w:val="004C13E0"/>
    <w:rsid w:val="004C1688"/>
    <w:rsid w:val="004C16FD"/>
    <w:rsid w:val="004C17DF"/>
    <w:rsid w:val="004C1BD1"/>
    <w:rsid w:val="004C1E55"/>
    <w:rsid w:val="004C212F"/>
    <w:rsid w:val="004C2357"/>
    <w:rsid w:val="004C2613"/>
    <w:rsid w:val="004C26E4"/>
    <w:rsid w:val="004C2B96"/>
    <w:rsid w:val="004C2F24"/>
    <w:rsid w:val="004C2FD4"/>
    <w:rsid w:val="004C3039"/>
    <w:rsid w:val="004C338E"/>
    <w:rsid w:val="004C3517"/>
    <w:rsid w:val="004C37EF"/>
    <w:rsid w:val="004C37F3"/>
    <w:rsid w:val="004C38CF"/>
    <w:rsid w:val="004C3BF5"/>
    <w:rsid w:val="004C403C"/>
    <w:rsid w:val="004C4408"/>
    <w:rsid w:val="004C55DD"/>
    <w:rsid w:val="004C5A84"/>
    <w:rsid w:val="004C5DBC"/>
    <w:rsid w:val="004C5E1B"/>
    <w:rsid w:val="004C5EB2"/>
    <w:rsid w:val="004C6292"/>
    <w:rsid w:val="004C6439"/>
    <w:rsid w:val="004C6639"/>
    <w:rsid w:val="004C6A2C"/>
    <w:rsid w:val="004C6AF5"/>
    <w:rsid w:val="004C6FD7"/>
    <w:rsid w:val="004C727F"/>
    <w:rsid w:val="004C730D"/>
    <w:rsid w:val="004C7521"/>
    <w:rsid w:val="004C7558"/>
    <w:rsid w:val="004C76C8"/>
    <w:rsid w:val="004C7C39"/>
    <w:rsid w:val="004C7E30"/>
    <w:rsid w:val="004D0092"/>
    <w:rsid w:val="004D0208"/>
    <w:rsid w:val="004D02CC"/>
    <w:rsid w:val="004D04D2"/>
    <w:rsid w:val="004D0504"/>
    <w:rsid w:val="004D066B"/>
    <w:rsid w:val="004D0AE2"/>
    <w:rsid w:val="004D0BE9"/>
    <w:rsid w:val="004D0C2C"/>
    <w:rsid w:val="004D0E88"/>
    <w:rsid w:val="004D0F01"/>
    <w:rsid w:val="004D14C5"/>
    <w:rsid w:val="004D1808"/>
    <w:rsid w:val="004D1BDE"/>
    <w:rsid w:val="004D1DB4"/>
    <w:rsid w:val="004D1E8D"/>
    <w:rsid w:val="004D2830"/>
    <w:rsid w:val="004D2AD9"/>
    <w:rsid w:val="004D2C6D"/>
    <w:rsid w:val="004D2E08"/>
    <w:rsid w:val="004D3507"/>
    <w:rsid w:val="004D35D2"/>
    <w:rsid w:val="004D35DF"/>
    <w:rsid w:val="004D3E2E"/>
    <w:rsid w:val="004D3F2D"/>
    <w:rsid w:val="004D3F4B"/>
    <w:rsid w:val="004D47DB"/>
    <w:rsid w:val="004D4861"/>
    <w:rsid w:val="004D4B0D"/>
    <w:rsid w:val="004D4ECB"/>
    <w:rsid w:val="004D50FF"/>
    <w:rsid w:val="004D543C"/>
    <w:rsid w:val="004D5780"/>
    <w:rsid w:val="004D5869"/>
    <w:rsid w:val="004D5A9A"/>
    <w:rsid w:val="004D5C81"/>
    <w:rsid w:val="004D5F5E"/>
    <w:rsid w:val="004D6518"/>
    <w:rsid w:val="004D685E"/>
    <w:rsid w:val="004D6A2E"/>
    <w:rsid w:val="004D6CD9"/>
    <w:rsid w:val="004D6D3F"/>
    <w:rsid w:val="004D7245"/>
    <w:rsid w:val="004D76EF"/>
    <w:rsid w:val="004D79C1"/>
    <w:rsid w:val="004D7B19"/>
    <w:rsid w:val="004D7C67"/>
    <w:rsid w:val="004D7D4E"/>
    <w:rsid w:val="004D7FA2"/>
    <w:rsid w:val="004E00C8"/>
    <w:rsid w:val="004E0D7F"/>
    <w:rsid w:val="004E1336"/>
    <w:rsid w:val="004E185C"/>
    <w:rsid w:val="004E1C39"/>
    <w:rsid w:val="004E1DED"/>
    <w:rsid w:val="004E3081"/>
    <w:rsid w:val="004E311E"/>
    <w:rsid w:val="004E3400"/>
    <w:rsid w:val="004E3420"/>
    <w:rsid w:val="004E371D"/>
    <w:rsid w:val="004E3782"/>
    <w:rsid w:val="004E3AFA"/>
    <w:rsid w:val="004E3BEE"/>
    <w:rsid w:val="004E3C82"/>
    <w:rsid w:val="004E40CE"/>
    <w:rsid w:val="004E4580"/>
    <w:rsid w:val="004E4EB9"/>
    <w:rsid w:val="004E4F4F"/>
    <w:rsid w:val="004E5499"/>
    <w:rsid w:val="004E55B3"/>
    <w:rsid w:val="004E57CB"/>
    <w:rsid w:val="004E5F05"/>
    <w:rsid w:val="004E600D"/>
    <w:rsid w:val="004E61D1"/>
    <w:rsid w:val="004E623F"/>
    <w:rsid w:val="004E67B0"/>
    <w:rsid w:val="004E6A75"/>
    <w:rsid w:val="004E728C"/>
    <w:rsid w:val="004E759A"/>
    <w:rsid w:val="004E79E2"/>
    <w:rsid w:val="004E7BB0"/>
    <w:rsid w:val="004E7D2C"/>
    <w:rsid w:val="004E7E2C"/>
    <w:rsid w:val="004F00AA"/>
    <w:rsid w:val="004F0381"/>
    <w:rsid w:val="004F0737"/>
    <w:rsid w:val="004F10BD"/>
    <w:rsid w:val="004F12BF"/>
    <w:rsid w:val="004F1354"/>
    <w:rsid w:val="004F14F0"/>
    <w:rsid w:val="004F1511"/>
    <w:rsid w:val="004F17C0"/>
    <w:rsid w:val="004F19D2"/>
    <w:rsid w:val="004F1BDD"/>
    <w:rsid w:val="004F1F9C"/>
    <w:rsid w:val="004F214E"/>
    <w:rsid w:val="004F23D8"/>
    <w:rsid w:val="004F2509"/>
    <w:rsid w:val="004F2673"/>
    <w:rsid w:val="004F2749"/>
    <w:rsid w:val="004F2D6D"/>
    <w:rsid w:val="004F2EEE"/>
    <w:rsid w:val="004F311A"/>
    <w:rsid w:val="004F326C"/>
    <w:rsid w:val="004F3360"/>
    <w:rsid w:val="004F3518"/>
    <w:rsid w:val="004F3B0D"/>
    <w:rsid w:val="004F3B6A"/>
    <w:rsid w:val="004F3DB7"/>
    <w:rsid w:val="004F3ECA"/>
    <w:rsid w:val="004F437C"/>
    <w:rsid w:val="004F48F9"/>
    <w:rsid w:val="004F4BB8"/>
    <w:rsid w:val="004F50BC"/>
    <w:rsid w:val="004F518A"/>
    <w:rsid w:val="004F5928"/>
    <w:rsid w:val="004F595D"/>
    <w:rsid w:val="004F59A2"/>
    <w:rsid w:val="004F5B36"/>
    <w:rsid w:val="004F5C3E"/>
    <w:rsid w:val="004F5C79"/>
    <w:rsid w:val="004F5E7C"/>
    <w:rsid w:val="004F6147"/>
    <w:rsid w:val="004F6228"/>
    <w:rsid w:val="004F6251"/>
    <w:rsid w:val="004F62DE"/>
    <w:rsid w:val="004F6429"/>
    <w:rsid w:val="004F6614"/>
    <w:rsid w:val="004F662A"/>
    <w:rsid w:val="004F69E8"/>
    <w:rsid w:val="004F6F1B"/>
    <w:rsid w:val="004F75E3"/>
    <w:rsid w:val="004F76E5"/>
    <w:rsid w:val="004F778B"/>
    <w:rsid w:val="004F7911"/>
    <w:rsid w:val="004F7DA7"/>
    <w:rsid w:val="0050002E"/>
    <w:rsid w:val="00500546"/>
    <w:rsid w:val="005005C5"/>
    <w:rsid w:val="0050062B"/>
    <w:rsid w:val="0050063A"/>
    <w:rsid w:val="00500883"/>
    <w:rsid w:val="00500E97"/>
    <w:rsid w:val="005013CE"/>
    <w:rsid w:val="005017B0"/>
    <w:rsid w:val="00501D64"/>
    <w:rsid w:val="00501D71"/>
    <w:rsid w:val="00501FEF"/>
    <w:rsid w:val="00502913"/>
    <w:rsid w:val="00502DF6"/>
    <w:rsid w:val="00502EFE"/>
    <w:rsid w:val="00503C12"/>
    <w:rsid w:val="00503C46"/>
    <w:rsid w:val="005046DD"/>
    <w:rsid w:val="00504C6E"/>
    <w:rsid w:val="00504DA6"/>
    <w:rsid w:val="005050FE"/>
    <w:rsid w:val="00505137"/>
    <w:rsid w:val="00505345"/>
    <w:rsid w:val="005053C9"/>
    <w:rsid w:val="00505DF0"/>
    <w:rsid w:val="00506179"/>
    <w:rsid w:val="00506594"/>
    <w:rsid w:val="0050682C"/>
    <w:rsid w:val="0050762B"/>
    <w:rsid w:val="00507A46"/>
    <w:rsid w:val="00510660"/>
    <w:rsid w:val="0051098A"/>
    <w:rsid w:val="00511759"/>
    <w:rsid w:val="005119AD"/>
    <w:rsid w:val="00511A54"/>
    <w:rsid w:val="005120B0"/>
    <w:rsid w:val="0051220B"/>
    <w:rsid w:val="00512439"/>
    <w:rsid w:val="005124DE"/>
    <w:rsid w:val="00512736"/>
    <w:rsid w:val="00512902"/>
    <w:rsid w:val="00512BEC"/>
    <w:rsid w:val="00512F9A"/>
    <w:rsid w:val="00513591"/>
    <w:rsid w:val="005136D2"/>
    <w:rsid w:val="005137D1"/>
    <w:rsid w:val="00513ADC"/>
    <w:rsid w:val="00513B22"/>
    <w:rsid w:val="00513BDE"/>
    <w:rsid w:val="00513DDF"/>
    <w:rsid w:val="0051400C"/>
    <w:rsid w:val="00514362"/>
    <w:rsid w:val="005143E5"/>
    <w:rsid w:val="00514405"/>
    <w:rsid w:val="005149AC"/>
    <w:rsid w:val="00514CE5"/>
    <w:rsid w:val="0051504A"/>
    <w:rsid w:val="0051533D"/>
    <w:rsid w:val="0051555F"/>
    <w:rsid w:val="00515AE3"/>
    <w:rsid w:val="00515D80"/>
    <w:rsid w:val="00515EC5"/>
    <w:rsid w:val="0051605F"/>
    <w:rsid w:val="00516220"/>
    <w:rsid w:val="005166DB"/>
    <w:rsid w:val="00516CC4"/>
    <w:rsid w:val="00517209"/>
    <w:rsid w:val="005177BE"/>
    <w:rsid w:val="00517A10"/>
    <w:rsid w:val="00517B1D"/>
    <w:rsid w:val="00520516"/>
    <w:rsid w:val="00520740"/>
    <w:rsid w:val="00520856"/>
    <w:rsid w:val="00521743"/>
    <w:rsid w:val="005219EE"/>
    <w:rsid w:val="00521F0F"/>
    <w:rsid w:val="00522027"/>
    <w:rsid w:val="005227F6"/>
    <w:rsid w:val="00522B4D"/>
    <w:rsid w:val="00522E37"/>
    <w:rsid w:val="00522F0D"/>
    <w:rsid w:val="00523040"/>
    <w:rsid w:val="0052355C"/>
    <w:rsid w:val="005249AF"/>
    <w:rsid w:val="00524B95"/>
    <w:rsid w:val="00524EB7"/>
    <w:rsid w:val="0052501F"/>
    <w:rsid w:val="00525338"/>
    <w:rsid w:val="0052562D"/>
    <w:rsid w:val="0052564E"/>
    <w:rsid w:val="00525716"/>
    <w:rsid w:val="00525A5D"/>
    <w:rsid w:val="00525AC0"/>
    <w:rsid w:val="00525E78"/>
    <w:rsid w:val="005260A0"/>
    <w:rsid w:val="005264F7"/>
    <w:rsid w:val="00526769"/>
    <w:rsid w:val="00526EFE"/>
    <w:rsid w:val="00527DEF"/>
    <w:rsid w:val="00527E4A"/>
    <w:rsid w:val="00530B76"/>
    <w:rsid w:val="00530DF9"/>
    <w:rsid w:val="00530FCF"/>
    <w:rsid w:val="0053176D"/>
    <w:rsid w:val="00531A5F"/>
    <w:rsid w:val="00531C4D"/>
    <w:rsid w:val="00531EFF"/>
    <w:rsid w:val="00531F78"/>
    <w:rsid w:val="005320CE"/>
    <w:rsid w:val="00532259"/>
    <w:rsid w:val="005322BB"/>
    <w:rsid w:val="00532432"/>
    <w:rsid w:val="00532692"/>
    <w:rsid w:val="00532759"/>
    <w:rsid w:val="00532840"/>
    <w:rsid w:val="005328DE"/>
    <w:rsid w:val="005328FF"/>
    <w:rsid w:val="0053318A"/>
    <w:rsid w:val="00533500"/>
    <w:rsid w:val="00533779"/>
    <w:rsid w:val="005340E9"/>
    <w:rsid w:val="00534AA8"/>
    <w:rsid w:val="00534DE9"/>
    <w:rsid w:val="00534FA5"/>
    <w:rsid w:val="00535423"/>
    <w:rsid w:val="00535ABB"/>
    <w:rsid w:val="005366B9"/>
    <w:rsid w:val="00536E7D"/>
    <w:rsid w:val="00536EBD"/>
    <w:rsid w:val="00537123"/>
    <w:rsid w:val="0053727C"/>
    <w:rsid w:val="00537BF5"/>
    <w:rsid w:val="00537F8C"/>
    <w:rsid w:val="00540173"/>
    <w:rsid w:val="00540206"/>
    <w:rsid w:val="005404A9"/>
    <w:rsid w:val="00540B92"/>
    <w:rsid w:val="00540CE5"/>
    <w:rsid w:val="00541079"/>
    <w:rsid w:val="0054119D"/>
    <w:rsid w:val="00541348"/>
    <w:rsid w:val="005417A0"/>
    <w:rsid w:val="0054187F"/>
    <w:rsid w:val="00541994"/>
    <w:rsid w:val="0054199F"/>
    <w:rsid w:val="00541DA5"/>
    <w:rsid w:val="00541E4D"/>
    <w:rsid w:val="0054202E"/>
    <w:rsid w:val="00542D72"/>
    <w:rsid w:val="00542EFC"/>
    <w:rsid w:val="0054306B"/>
    <w:rsid w:val="00543235"/>
    <w:rsid w:val="005434E1"/>
    <w:rsid w:val="005437E0"/>
    <w:rsid w:val="00543980"/>
    <w:rsid w:val="00543B39"/>
    <w:rsid w:val="00543B8A"/>
    <w:rsid w:val="00543C45"/>
    <w:rsid w:val="00543D88"/>
    <w:rsid w:val="0054425E"/>
    <w:rsid w:val="00544448"/>
    <w:rsid w:val="0054454C"/>
    <w:rsid w:val="00544591"/>
    <w:rsid w:val="0054487B"/>
    <w:rsid w:val="005448AC"/>
    <w:rsid w:val="00544B45"/>
    <w:rsid w:val="00544CAC"/>
    <w:rsid w:val="00544D58"/>
    <w:rsid w:val="00544EBA"/>
    <w:rsid w:val="0054544A"/>
    <w:rsid w:val="0054567C"/>
    <w:rsid w:val="005457F5"/>
    <w:rsid w:val="0054633D"/>
    <w:rsid w:val="00546708"/>
    <w:rsid w:val="00546B2A"/>
    <w:rsid w:val="00547283"/>
    <w:rsid w:val="0054756C"/>
    <w:rsid w:val="00547763"/>
    <w:rsid w:val="00547BBA"/>
    <w:rsid w:val="00547CCB"/>
    <w:rsid w:val="00547E15"/>
    <w:rsid w:val="00550189"/>
    <w:rsid w:val="005502FC"/>
    <w:rsid w:val="005508AE"/>
    <w:rsid w:val="00550BAD"/>
    <w:rsid w:val="00550EA9"/>
    <w:rsid w:val="00551442"/>
    <w:rsid w:val="005514B5"/>
    <w:rsid w:val="005514ED"/>
    <w:rsid w:val="005515E1"/>
    <w:rsid w:val="00551C17"/>
    <w:rsid w:val="00551EDB"/>
    <w:rsid w:val="00551FC8"/>
    <w:rsid w:val="005524E1"/>
    <w:rsid w:val="00552AF3"/>
    <w:rsid w:val="005530AA"/>
    <w:rsid w:val="005530F0"/>
    <w:rsid w:val="00553817"/>
    <w:rsid w:val="005538BB"/>
    <w:rsid w:val="00553BA3"/>
    <w:rsid w:val="00553E66"/>
    <w:rsid w:val="00553F6C"/>
    <w:rsid w:val="00554357"/>
    <w:rsid w:val="005544D6"/>
    <w:rsid w:val="0055459A"/>
    <w:rsid w:val="00554716"/>
    <w:rsid w:val="00554722"/>
    <w:rsid w:val="00554B87"/>
    <w:rsid w:val="00554F00"/>
    <w:rsid w:val="00554F7A"/>
    <w:rsid w:val="00555178"/>
    <w:rsid w:val="005558A8"/>
    <w:rsid w:val="00555B3B"/>
    <w:rsid w:val="00555B98"/>
    <w:rsid w:val="00555CC8"/>
    <w:rsid w:val="00555D61"/>
    <w:rsid w:val="00555E53"/>
    <w:rsid w:val="0055608A"/>
    <w:rsid w:val="00556109"/>
    <w:rsid w:val="00556430"/>
    <w:rsid w:val="00556461"/>
    <w:rsid w:val="00556691"/>
    <w:rsid w:val="00556BFA"/>
    <w:rsid w:val="00556F2E"/>
    <w:rsid w:val="00556FBE"/>
    <w:rsid w:val="005570AC"/>
    <w:rsid w:val="005576B1"/>
    <w:rsid w:val="0055770A"/>
    <w:rsid w:val="00557780"/>
    <w:rsid w:val="00557BBE"/>
    <w:rsid w:val="005602C0"/>
    <w:rsid w:val="005604CD"/>
    <w:rsid w:val="00561177"/>
    <w:rsid w:val="005612FF"/>
    <w:rsid w:val="00561EE1"/>
    <w:rsid w:val="00561F18"/>
    <w:rsid w:val="0056200E"/>
    <w:rsid w:val="005624AC"/>
    <w:rsid w:val="00562897"/>
    <w:rsid w:val="005631F1"/>
    <w:rsid w:val="00563386"/>
    <w:rsid w:val="0056339E"/>
    <w:rsid w:val="00564295"/>
    <w:rsid w:val="00564870"/>
    <w:rsid w:val="00564883"/>
    <w:rsid w:val="00564DB1"/>
    <w:rsid w:val="00565077"/>
    <w:rsid w:val="00565407"/>
    <w:rsid w:val="00565656"/>
    <w:rsid w:val="00565AA7"/>
    <w:rsid w:val="00565B24"/>
    <w:rsid w:val="00565D52"/>
    <w:rsid w:val="0056645C"/>
    <w:rsid w:val="005664EC"/>
    <w:rsid w:val="005664FC"/>
    <w:rsid w:val="005666B8"/>
    <w:rsid w:val="005668C5"/>
    <w:rsid w:val="00566DA2"/>
    <w:rsid w:val="00567620"/>
    <w:rsid w:val="00567822"/>
    <w:rsid w:val="00567C8D"/>
    <w:rsid w:val="00567F3E"/>
    <w:rsid w:val="00567FA9"/>
    <w:rsid w:val="00570722"/>
    <w:rsid w:val="00570A8F"/>
    <w:rsid w:val="005711D5"/>
    <w:rsid w:val="005714B0"/>
    <w:rsid w:val="005718AE"/>
    <w:rsid w:val="005718F6"/>
    <w:rsid w:val="0057192A"/>
    <w:rsid w:val="00571A82"/>
    <w:rsid w:val="00571F02"/>
    <w:rsid w:val="005720F3"/>
    <w:rsid w:val="005725D6"/>
    <w:rsid w:val="00572A3A"/>
    <w:rsid w:val="00573353"/>
    <w:rsid w:val="00573531"/>
    <w:rsid w:val="0057360B"/>
    <w:rsid w:val="00573B55"/>
    <w:rsid w:val="00573CD6"/>
    <w:rsid w:val="00573E47"/>
    <w:rsid w:val="00574346"/>
    <w:rsid w:val="0057446B"/>
    <w:rsid w:val="005744B4"/>
    <w:rsid w:val="00574735"/>
    <w:rsid w:val="00574A9E"/>
    <w:rsid w:val="00575535"/>
    <w:rsid w:val="0057568D"/>
    <w:rsid w:val="00575863"/>
    <w:rsid w:val="00575C92"/>
    <w:rsid w:val="005767C5"/>
    <w:rsid w:val="0057691D"/>
    <w:rsid w:val="00576DDF"/>
    <w:rsid w:val="00576E0B"/>
    <w:rsid w:val="00576E75"/>
    <w:rsid w:val="005770F9"/>
    <w:rsid w:val="005771F4"/>
    <w:rsid w:val="00577342"/>
    <w:rsid w:val="005775C4"/>
    <w:rsid w:val="00577F9B"/>
    <w:rsid w:val="00577FDA"/>
    <w:rsid w:val="00580D69"/>
    <w:rsid w:val="005811A2"/>
    <w:rsid w:val="005813D4"/>
    <w:rsid w:val="005816E0"/>
    <w:rsid w:val="00581A83"/>
    <w:rsid w:val="00582078"/>
    <w:rsid w:val="00582271"/>
    <w:rsid w:val="005824C0"/>
    <w:rsid w:val="005826E8"/>
    <w:rsid w:val="00582956"/>
    <w:rsid w:val="00582B26"/>
    <w:rsid w:val="00582B7B"/>
    <w:rsid w:val="00582FFA"/>
    <w:rsid w:val="00583679"/>
    <w:rsid w:val="005839EB"/>
    <w:rsid w:val="00583BB6"/>
    <w:rsid w:val="00583CFE"/>
    <w:rsid w:val="00583EDA"/>
    <w:rsid w:val="005844D3"/>
    <w:rsid w:val="0058466B"/>
    <w:rsid w:val="00584CE5"/>
    <w:rsid w:val="005850FA"/>
    <w:rsid w:val="00585629"/>
    <w:rsid w:val="0058572F"/>
    <w:rsid w:val="0058578A"/>
    <w:rsid w:val="005858E8"/>
    <w:rsid w:val="0058597A"/>
    <w:rsid w:val="00585989"/>
    <w:rsid w:val="00585BF2"/>
    <w:rsid w:val="00585C40"/>
    <w:rsid w:val="00585CB9"/>
    <w:rsid w:val="00585CDC"/>
    <w:rsid w:val="00585D57"/>
    <w:rsid w:val="00585EE6"/>
    <w:rsid w:val="0058614B"/>
    <w:rsid w:val="00586225"/>
    <w:rsid w:val="005864B0"/>
    <w:rsid w:val="0058690A"/>
    <w:rsid w:val="00586A39"/>
    <w:rsid w:val="00586F77"/>
    <w:rsid w:val="00587143"/>
    <w:rsid w:val="00587673"/>
    <w:rsid w:val="00587D9C"/>
    <w:rsid w:val="005900A0"/>
    <w:rsid w:val="0059010E"/>
    <w:rsid w:val="0059092C"/>
    <w:rsid w:val="00591670"/>
    <w:rsid w:val="00591808"/>
    <w:rsid w:val="00591C8C"/>
    <w:rsid w:val="005921F1"/>
    <w:rsid w:val="005924A4"/>
    <w:rsid w:val="005924B8"/>
    <w:rsid w:val="00592BB0"/>
    <w:rsid w:val="00592E89"/>
    <w:rsid w:val="00593062"/>
    <w:rsid w:val="0059332B"/>
    <w:rsid w:val="005934EB"/>
    <w:rsid w:val="0059355A"/>
    <w:rsid w:val="00593659"/>
    <w:rsid w:val="005938EA"/>
    <w:rsid w:val="00593CD6"/>
    <w:rsid w:val="00593D1F"/>
    <w:rsid w:val="00593DA1"/>
    <w:rsid w:val="005945A1"/>
    <w:rsid w:val="0059469A"/>
    <w:rsid w:val="005952A6"/>
    <w:rsid w:val="00595365"/>
    <w:rsid w:val="005958DD"/>
    <w:rsid w:val="00595BBE"/>
    <w:rsid w:val="00595C52"/>
    <w:rsid w:val="00595DC5"/>
    <w:rsid w:val="005961DD"/>
    <w:rsid w:val="005963A4"/>
    <w:rsid w:val="005963CF"/>
    <w:rsid w:val="00596693"/>
    <w:rsid w:val="005969BC"/>
    <w:rsid w:val="00596A39"/>
    <w:rsid w:val="00596CBA"/>
    <w:rsid w:val="00596E4C"/>
    <w:rsid w:val="00596FA8"/>
    <w:rsid w:val="0059763E"/>
    <w:rsid w:val="00597FB9"/>
    <w:rsid w:val="005A0D64"/>
    <w:rsid w:val="005A10AD"/>
    <w:rsid w:val="005A16FA"/>
    <w:rsid w:val="005A1E0C"/>
    <w:rsid w:val="005A212B"/>
    <w:rsid w:val="005A29A8"/>
    <w:rsid w:val="005A2F88"/>
    <w:rsid w:val="005A3274"/>
    <w:rsid w:val="005A36BD"/>
    <w:rsid w:val="005A3771"/>
    <w:rsid w:val="005A3C87"/>
    <w:rsid w:val="005A4090"/>
    <w:rsid w:val="005A4668"/>
    <w:rsid w:val="005A51F0"/>
    <w:rsid w:val="005A53C6"/>
    <w:rsid w:val="005A5B54"/>
    <w:rsid w:val="005A648B"/>
    <w:rsid w:val="005A66EF"/>
    <w:rsid w:val="005A684F"/>
    <w:rsid w:val="005A698E"/>
    <w:rsid w:val="005A6C75"/>
    <w:rsid w:val="005A6F6C"/>
    <w:rsid w:val="005A7332"/>
    <w:rsid w:val="005A73D0"/>
    <w:rsid w:val="005A74F8"/>
    <w:rsid w:val="005A782C"/>
    <w:rsid w:val="005A7B1D"/>
    <w:rsid w:val="005A7DE2"/>
    <w:rsid w:val="005B0289"/>
    <w:rsid w:val="005B0833"/>
    <w:rsid w:val="005B15E4"/>
    <w:rsid w:val="005B1C0C"/>
    <w:rsid w:val="005B246C"/>
    <w:rsid w:val="005B261C"/>
    <w:rsid w:val="005B28FF"/>
    <w:rsid w:val="005B2924"/>
    <w:rsid w:val="005B2C38"/>
    <w:rsid w:val="005B2CFC"/>
    <w:rsid w:val="005B3541"/>
    <w:rsid w:val="005B3707"/>
    <w:rsid w:val="005B3741"/>
    <w:rsid w:val="005B3939"/>
    <w:rsid w:val="005B3A0C"/>
    <w:rsid w:val="005B3CE0"/>
    <w:rsid w:val="005B41CC"/>
    <w:rsid w:val="005B43AE"/>
    <w:rsid w:val="005B48CA"/>
    <w:rsid w:val="005B4ECF"/>
    <w:rsid w:val="005B4FBF"/>
    <w:rsid w:val="005B50ED"/>
    <w:rsid w:val="005B5648"/>
    <w:rsid w:val="005B59DE"/>
    <w:rsid w:val="005B5E31"/>
    <w:rsid w:val="005B6215"/>
    <w:rsid w:val="005B62A4"/>
    <w:rsid w:val="005B67B1"/>
    <w:rsid w:val="005B6A2F"/>
    <w:rsid w:val="005B7295"/>
    <w:rsid w:val="005B78CB"/>
    <w:rsid w:val="005B7E50"/>
    <w:rsid w:val="005C00AB"/>
    <w:rsid w:val="005C052A"/>
    <w:rsid w:val="005C084D"/>
    <w:rsid w:val="005C0B80"/>
    <w:rsid w:val="005C0BF8"/>
    <w:rsid w:val="005C0E1C"/>
    <w:rsid w:val="005C188F"/>
    <w:rsid w:val="005C1B51"/>
    <w:rsid w:val="005C1D67"/>
    <w:rsid w:val="005C1EAA"/>
    <w:rsid w:val="005C1ECC"/>
    <w:rsid w:val="005C217B"/>
    <w:rsid w:val="005C221B"/>
    <w:rsid w:val="005C2414"/>
    <w:rsid w:val="005C2787"/>
    <w:rsid w:val="005C292A"/>
    <w:rsid w:val="005C2C26"/>
    <w:rsid w:val="005C2C36"/>
    <w:rsid w:val="005C2FED"/>
    <w:rsid w:val="005C31D6"/>
    <w:rsid w:val="005C329E"/>
    <w:rsid w:val="005C3374"/>
    <w:rsid w:val="005C40BF"/>
    <w:rsid w:val="005C4674"/>
    <w:rsid w:val="005C47CB"/>
    <w:rsid w:val="005C4C36"/>
    <w:rsid w:val="005C4C5B"/>
    <w:rsid w:val="005C4DD6"/>
    <w:rsid w:val="005C4E79"/>
    <w:rsid w:val="005C5038"/>
    <w:rsid w:val="005C5068"/>
    <w:rsid w:val="005C54C4"/>
    <w:rsid w:val="005C598C"/>
    <w:rsid w:val="005C5E8E"/>
    <w:rsid w:val="005C661C"/>
    <w:rsid w:val="005C69D3"/>
    <w:rsid w:val="005C754E"/>
    <w:rsid w:val="005C7BC3"/>
    <w:rsid w:val="005C7F7A"/>
    <w:rsid w:val="005D0267"/>
    <w:rsid w:val="005D0678"/>
    <w:rsid w:val="005D07B3"/>
    <w:rsid w:val="005D13EC"/>
    <w:rsid w:val="005D17FD"/>
    <w:rsid w:val="005D1DB1"/>
    <w:rsid w:val="005D1EF7"/>
    <w:rsid w:val="005D2BDD"/>
    <w:rsid w:val="005D2ED8"/>
    <w:rsid w:val="005D38DC"/>
    <w:rsid w:val="005D39A3"/>
    <w:rsid w:val="005D39B7"/>
    <w:rsid w:val="005D3C41"/>
    <w:rsid w:val="005D41C6"/>
    <w:rsid w:val="005D4232"/>
    <w:rsid w:val="005D4387"/>
    <w:rsid w:val="005D4E5E"/>
    <w:rsid w:val="005D5CC6"/>
    <w:rsid w:val="005D68CD"/>
    <w:rsid w:val="005D6F48"/>
    <w:rsid w:val="005D6FF6"/>
    <w:rsid w:val="005D76D5"/>
    <w:rsid w:val="005D77D3"/>
    <w:rsid w:val="005D78A1"/>
    <w:rsid w:val="005D7C30"/>
    <w:rsid w:val="005D7C61"/>
    <w:rsid w:val="005D7DC9"/>
    <w:rsid w:val="005D7F73"/>
    <w:rsid w:val="005E0071"/>
    <w:rsid w:val="005E0705"/>
    <w:rsid w:val="005E0E08"/>
    <w:rsid w:val="005E10F1"/>
    <w:rsid w:val="005E118E"/>
    <w:rsid w:val="005E11D7"/>
    <w:rsid w:val="005E1EE5"/>
    <w:rsid w:val="005E20C3"/>
    <w:rsid w:val="005E23CC"/>
    <w:rsid w:val="005E2841"/>
    <w:rsid w:val="005E2A77"/>
    <w:rsid w:val="005E2D3C"/>
    <w:rsid w:val="005E307A"/>
    <w:rsid w:val="005E32B0"/>
    <w:rsid w:val="005E3618"/>
    <w:rsid w:val="005E3635"/>
    <w:rsid w:val="005E37CE"/>
    <w:rsid w:val="005E3E39"/>
    <w:rsid w:val="005E3F8A"/>
    <w:rsid w:val="005E406B"/>
    <w:rsid w:val="005E41D4"/>
    <w:rsid w:val="005E46BD"/>
    <w:rsid w:val="005E486A"/>
    <w:rsid w:val="005E48D0"/>
    <w:rsid w:val="005E4B49"/>
    <w:rsid w:val="005E4C7F"/>
    <w:rsid w:val="005E4C82"/>
    <w:rsid w:val="005E5064"/>
    <w:rsid w:val="005E52B1"/>
    <w:rsid w:val="005E57DC"/>
    <w:rsid w:val="005E5BB4"/>
    <w:rsid w:val="005E5BD9"/>
    <w:rsid w:val="005E6261"/>
    <w:rsid w:val="005E7052"/>
    <w:rsid w:val="005E73A5"/>
    <w:rsid w:val="005E7715"/>
    <w:rsid w:val="005E784A"/>
    <w:rsid w:val="005E79F0"/>
    <w:rsid w:val="005F0156"/>
    <w:rsid w:val="005F036C"/>
    <w:rsid w:val="005F0726"/>
    <w:rsid w:val="005F08A5"/>
    <w:rsid w:val="005F0917"/>
    <w:rsid w:val="005F0987"/>
    <w:rsid w:val="005F0F56"/>
    <w:rsid w:val="005F1315"/>
    <w:rsid w:val="005F1A3F"/>
    <w:rsid w:val="005F1C9A"/>
    <w:rsid w:val="005F1E15"/>
    <w:rsid w:val="005F1F42"/>
    <w:rsid w:val="005F2854"/>
    <w:rsid w:val="005F2954"/>
    <w:rsid w:val="005F3184"/>
    <w:rsid w:val="005F367E"/>
    <w:rsid w:val="005F38C8"/>
    <w:rsid w:val="005F459D"/>
    <w:rsid w:val="005F4764"/>
    <w:rsid w:val="005F4766"/>
    <w:rsid w:val="005F4D26"/>
    <w:rsid w:val="005F5192"/>
    <w:rsid w:val="005F529D"/>
    <w:rsid w:val="005F52A2"/>
    <w:rsid w:val="005F53ED"/>
    <w:rsid w:val="005F586C"/>
    <w:rsid w:val="005F59A0"/>
    <w:rsid w:val="005F5E54"/>
    <w:rsid w:val="005F5F45"/>
    <w:rsid w:val="005F5FB5"/>
    <w:rsid w:val="005F67B3"/>
    <w:rsid w:val="005F69FF"/>
    <w:rsid w:val="005F6ACE"/>
    <w:rsid w:val="005F6AE7"/>
    <w:rsid w:val="005F6FBE"/>
    <w:rsid w:val="005F7638"/>
    <w:rsid w:val="005F76DE"/>
    <w:rsid w:val="005F77C7"/>
    <w:rsid w:val="005F77FA"/>
    <w:rsid w:val="005F78A9"/>
    <w:rsid w:val="005F794E"/>
    <w:rsid w:val="005F79E2"/>
    <w:rsid w:val="005F7BDD"/>
    <w:rsid w:val="005F7F9E"/>
    <w:rsid w:val="00600175"/>
    <w:rsid w:val="006001CD"/>
    <w:rsid w:val="006003F1"/>
    <w:rsid w:val="006004E8"/>
    <w:rsid w:val="00600690"/>
    <w:rsid w:val="006006D2"/>
    <w:rsid w:val="00600C67"/>
    <w:rsid w:val="006010A1"/>
    <w:rsid w:val="0060151F"/>
    <w:rsid w:val="00601794"/>
    <w:rsid w:val="00601996"/>
    <w:rsid w:val="00601A29"/>
    <w:rsid w:val="00601C93"/>
    <w:rsid w:val="00601CE2"/>
    <w:rsid w:val="00601D4C"/>
    <w:rsid w:val="00601D97"/>
    <w:rsid w:val="006023C6"/>
    <w:rsid w:val="006024AC"/>
    <w:rsid w:val="00602C4E"/>
    <w:rsid w:val="00602F4C"/>
    <w:rsid w:val="006032AB"/>
    <w:rsid w:val="0060387E"/>
    <w:rsid w:val="00603A5D"/>
    <w:rsid w:val="0060429A"/>
    <w:rsid w:val="00604603"/>
    <w:rsid w:val="006049A1"/>
    <w:rsid w:val="00605107"/>
    <w:rsid w:val="006051D4"/>
    <w:rsid w:val="00605A19"/>
    <w:rsid w:val="00605F96"/>
    <w:rsid w:val="0060619E"/>
    <w:rsid w:val="00606430"/>
    <w:rsid w:val="00606D64"/>
    <w:rsid w:val="00606E4F"/>
    <w:rsid w:val="00606FC3"/>
    <w:rsid w:val="0060721D"/>
    <w:rsid w:val="0060756D"/>
    <w:rsid w:val="00607A40"/>
    <w:rsid w:val="00607B4E"/>
    <w:rsid w:val="00610294"/>
    <w:rsid w:val="006104A1"/>
    <w:rsid w:val="006108CC"/>
    <w:rsid w:val="00611345"/>
    <w:rsid w:val="00611397"/>
    <w:rsid w:val="0061156E"/>
    <w:rsid w:val="00611888"/>
    <w:rsid w:val="00611BCE"/>
    <w:rsid w:val="00611C1C"/>
    <w:rsid w:val="00611F0E"/>
    <w:rsid w:val="00612068"/>
    <w:rsid w:val="00612086"/>
    <w:rsid w:val="0061297C"/>
    <w:rsid w:val="00612F12"/>
    <w:rsid w:val="00612F13"/>
    <w:rsid w:val="00612F20"/>
    <w:rsid w:val="00612FA7"/>
    <w:rsid w:val="00613066"/>
    <w:rsid w:val="006133A7"/>
    <w:rsid w:val="00613549"/>
    <w:rsid w:val="0061391A"/>
    <w:rsid w:val="00613A61"/>
    <w:rsid w:val="00613D15"/>
    <w:rsid w:val="006140D7"/>
    <w:rsid w:val="006144C9"/>
    <w:rsid w:val="00614B41"/>
    <w:rsid w:val="00614D3B"/>
    <w:rsid w:val="00615691"/>
    <w:rsid w:val="00615863"/>
    <w:rsid w:val="00615E24"/>
    <w:rsid w:val="00615EEC"/>
    <w:rsid w:val="006161B1"/>
    <w:rsid w:val="00616A95"/>
    <w:rsid w:val="00616B80"/>
    <w:rsid w:val="00616B96"/>
    <w:rsid w:val="00616CBF"/>
    <w:rsid w:val="00616EC9"/>
    <w:rsid w:val="006173B3"/>
    <w:rsid w:val="006175E0"/>
    <w:rsid w:val="006175FE"/>
    <w:rsid w:val="00617976"/>
    <w:rsid w:val="00617B1C"/>
    <w:rsid w:val="006202B1"/>
    <w:rsid w:val="006202F5"/>
    <w:rsid w:val="006203B4"/>
    <w:rsid w:val="00620732"/>
    <w:rsid w:val="00620CA2"/>
    <w:rsid w:val="00620ED1"/>
    <w:rsid w:val="006210D5"/>
    <w:rsid w:val="006214D3"/>
    <w:rsid w:val="00621B67"/>
    <w:rsid w:val="00621C14"/>
    <w:rsid w:val="00621C6E"/>
    <w:rsid w:val="00621DEB"/>
    <w:rsid w:val="00621EB9"/>
    <w:rsid w:val="006223F7"/>
    <w:rsid w:val="0062278C"/>
    <w:rsid w:val="006227A9"/>
    <w:rsid w:val="00622CAA"/>
    <w:rsid w:val="006230FF"/>
    <w:rsid w:val="0062335B"/>
    <w:rsid w:val="00623479"/>
    <w:rsid w:val="006236C0"/>
    <w:rsid w:val="00623B1D"/>
    <w:rsid w:val="00623EFB"/>
    <w:rsid w:val="006240FB"/>
    <w:rsid w:val="0062424A"/>
    <w:rsid w:val="006245F2"/>
    <w:rsid w:val="00624729"/>
    <w:rsid w:val="0062472A"/>
    <w:rsid w:val="00624887"/>
    <w:rsid w:val="00624B3B"/>
    <w:rsid w:val="00624DE7"/>
    <w:rsid w:val="006250AE"/>
    <w:rsid w:val="00625FCF"/>
    <w:rsid w:val="0062625E"/>
    <w:rsid w:val="006263EA"/>
    <w:rsid w:val="0062643B"/>
    <w:rsid w:val="0062646A"/>
    <w:rsid w:val="00626B88"/>
    <w:rsid w:val="006271A8"/>
    <w:rsid w:val="006276E7"/>
    <w:rsid w:val="006278BF"/>
    <w:rsid w:val="00627DDD"/>
    <w:rsid w:val="00627E9B"/>
    <w:rsid w:val="00630001"/>
    <w:rsid w:val="00630262"/>
    <w:rsid w:val="0063072B"/>
    <w:rsid w:val="0063078C"/>
    <w:rsid w:val="00630AAE"/>
    <w:rsid w:val="00630C58"/>
    <w:rsid w:val="00631022"/>
    <w:rsid w:val="006314FE"/>
    <w:rsid w:val="0063167C"/>
    <w:rsid w:val="0063174D"/>
    <w:rsid w:val="006319C2"/>
    <w:rsid w:val="00632091"/>
    <w:rsid w:val="00632225"/>
    <w:rsid w:val="00632326"/>
    <w:rsid w:val="00632790"/>
    <w:rsid w:val="006330EB"/>
    <w:rsid w:val="00633363"/>
    <w:rsid w:val="006334AB"/>
    <w:rsid w:val="00633514"/>
    <w:rsid w:val="006335EB"/>
    <w:rsid w:val="00633861"/>
    <w:rsid w:val="00633F01"/>
    <w:rsid w:val="00634318"/>
    <w:rsid w:val="00634824"/>
    <w:rsid w:val="00634A41"/>
    <w:rsid w:val="00634DB2"/>
    <w:rsid w:val="00634E76"/>
    <w:rsid w:val="00634E77"/>
    <w:rsid w:val="00634FB6"/>
    <w:rsid w:val="00635437"/>
    <w:rsid w:val="006354FF"/>
    <w:rsid w:val="00635764"/>
    <w:rsid w:val="0063577E"/>
    <w:rsid w:val="00635E37"/>
    <w:rsid w:val="00635F6D"/>
    <w:rsid w:val="00636317"/>
    <w:rsid w:val="00636734"/>
    <w:rsid w:val="00636CAD"/>
    <w:rsid w:val="00636CC6"/>
    <w:rsid w:val="00636DF0"/>
    <w:rsid w:val="00636F39"/>
    <w:rsid w:val="00637061"/>
    <w:rsid w:val="006370BE"/>
    <w:rsid w:val="00637105"/>
    <w:rsid w:val="00637791"/>
    <w:rsid w:val="00637F94"/>
    <w:rsid w:val="00640563"/>
    <w:rsid w:val="00640601"/>
    <w:rsid w:val="0064092C"/>
    <w:rsid w:val="00640C12"/>
    <w:rsid w:val="00640E04"/>
    <w:rsid w:val="00640EE4"/>
    <w:rsid w:val="00640F79"/>
    <w:rsid w:val="00641246"/>
    <w:rsid w:val="00641333"/>
    <w:rsid w:val="006413D0"/>
    <w:rsid w:val="006414D7"/>
    <w:rsid w:val="0064161D"/>
    <w:rsid w:val="006416F4"/>
    <w:rsid w:val="0064170A"/>
    <w:rsid w:val="006418C8"/>
    <w:rsid w:val="0064196B"/>
    <w:rsid w:val="006419F5"/>
    <w:rsid w:val="00641D06"/>
    <w:rsid w:val="00641EDC"/>
    <w:rsid w:val="00641F78"/>
    <w:rsid w:val="00642740"/>
    <w:rsid w:val="00642E88"/>
    <w:rsid w:val="00643167"/>
    <w:rsid w:val="006431D5"/>
    <w:rsid w:val="0064339E"/>
    <w:rsid w:val="00643488"/>
    <w:rsid w:val="006434E9"/>
    <w:rsid w:val="00643981"/>
    <w:rsid w:val="00643C58"/>
    <w:rsid w:val="0064405F"/>
    <w:rsid w:val="0064413D"/>
    <w:rsid w:val="00644532"/>
    <w:rsid w:val="006448D0"/>
    <w:rsid w:val="006453AC"/>
    <w:rsid w:val="006458E5"/>
    <w:rsid w:val="00645917"/>
    <w:rsid w:val="00646CDF"/>
    <w:rsid w:val="006471A1"/>
    <w:rsid w:val="0064759E"/>
    <w:rsid w:val="0064785D"/>
    <w:rsid w:val="006478E3"/>
    <w:rsid w:val="00647A4C"/>
    <w:rsid w:val="00647B7E"/>
    <w:rsid w:val="00650AFA"/>
    <w:rsid w:val="00650C95"/>
    <w:rsid w:val="00650E87"/>
    <w:rsid w:val="00650FF4"/>
    <w:rsid w:val="00651635"/>
    <w:rsid w:val="00651AAF"/>
    <w:rsid w:val="00651C9B"/>
    <w:rsid w:val="00652004"/>
    <w:rsid w:val="006526B1"/>
    <w:rsid w:val="006526D6"/>
    <w:rsid w:val="00652735"/>
    <w:rsid w:val="00652841"/>
    <w:rsid w:val="00652EAF"/>
    <w:rsid w:val="0065377A"/>
    <w:rsid w:val="00653818"/>
    <w:rsid w:val="00653877"/>
    <w:rsid w:val="00654639"/>
    <w:rsid w:val="006546CD"/>
    <w:rsid w:val="00654768"/>
    <w:rsid w:val="00654850"/>
    <w:rsid w:val="00655A8A"/>
    <w:rsid w:val="00655C4A"/>
    <w:rsid w:val="006560C7"/>
    <w:rsid w:val="00656F98"/>
    <w:rsid w:val="0065703A"/>
    <w:rsid w:val="0065703F"/>
    <w:rsid w:val="006572DE"/>
    <w:rsid w:val="00657722"/>
    <w:rsid w:val="00657A8F"/>
    <w:rsid w:val="00657BA8"/>
    <w:rsid w:val="00657E99"/>
    <w:rsid w:val="00657FEB"/>
    <w:rsid w:val="006603A4"/>
    <w:rsid w:val="00660482"/>
    <w:rsid w:val="006605F5"/>
    <w:rsid w:val="00660A8C"/>
    <w:rsid w:val="00660B80"/>
    <w:rsid w:val="00661089"/>
    <w:rsid w:val="00661501"/>
    <w:rsid w:val="00661606"/>
    <w:rsid w:val="006618C7"/>
    <w:rsid w:val="006619C6"/>
    <w:rsid w:val="00661D18"/>
    <w:rsid w:val="00661F4F"/>
    <w:rsid w:val="00662826"/>
    <w:rsid w:val="00662CDF"/>
    <w:rsid w:val="00662D3D"/>
    <w:rsid w:val="00662F0C"/>
    <w:rsid w:val="00662FC7"/>
    <w:rsid w:val="006634BB"/>
    <w:rsid w:val="00663660"/>
    <w:rsid w:val="00663D05"/>
    <w:rsid w:val="00663EC3"/>
    <w:rsid w:val="00663FAD"/>
    <w:rsid w:val="00664058"/>
    <w:rsid w:val="0066438E"/>
    <w:rsid w:val="00664487"/>
    <w:rsid w:val="00664561"/>
    <w:rsid w:val="00664779"/>
    <w:rsid w:val="00664998"/>
    <w:rsid w:val="00664DDC"/>
    <w:rsid w:val="00664F87"/>
    <w:rsid w:val="00665113"/>
    <w:rsid w:val="00665350"/>
    <w:rsid w:val="006658C6"/>
    <w:rsid w:val="00665A45"/>
    <w:rsid w:val="00665BD8"/>
    <w:rsid w:val="00665E9C"/>
    <w:rsid w:val="00666012"/>
    <w:rsid w:val="0066646F"/>
    <w:rsid w:val="00666A60"/>
    <w:rsid w:val="00666CD8"/>
    <w:rsid w:val="00666D97"/>
    <w:rsid w:val="00666DB9"/>
    <w:rsid w:val="00666F9D"/>
    <w:rsid w:val="006673A3"/>
    <w:rsid w:val="006674E9"/>
    <w:rsid w:val="00667A28"/>
    <w:rsid w:val="00667E2A"/>
    <w:rsid w:val="00670006"/>
    <w:rsid w:val="00670625"/>
    <w:rsid w:val="00670A76"/>
    <w:rsid w:val="00670DF8"/>
    <w:rsid w:val="00671030"/>
    <w:rsid w:val="006712D2"/>
    <w:rsid w:val="00671CF2"/>
    <w:rsid w:val="00671FBC"/>
    <w:rsid w:val="0067269B"/>
    <w:rsid w:val="00672931"/>
    <w:rsid w:val="00672F4D"/>
    <w:rsid w:val="0067307E"/>
    <w:rsid w:val="006734CC"/>
    <w:rsid w:val="00673866"/>
    <w:rsid w:val="006740B1"/>
    <w:rsid w:val="0067432B"/>
    <w:rsid w:val="00674583"/>
    <w:rsid w:val="00674721"/>
    <w:rsid w:val="0067515D"/>
    <w:rsid w:val="006753A8"/>
    <w:rsid w:val="00675AC8"/>
    <w:rsid w:val="00675CDA"/>
    <w:rsid w:val="00675EB1"/>
    <w:rsid w:val="00676085"/>
    <w:rsid w:val="006760C6"/>
    <w:rsid w:val="00676269"/>
    <w:rsid w:val="00676664"/>
    <w:rsid w:val="0067678C"/>
    <w:rsid w:val="00677092"/>
    <w:rsid w:val="00677170"/>
    <w:rsid w:val="006773AB"/>
    <w:rsid w:val="006775F0"/>
    <w:rsid w:val="00677A8B"/>
    <w:rsid w:val="00677AE3"/>
    <w:rsid w:val="00677BAC"/>
    <w:rsid w:val="00677BBD"/>
    <w:rsid w:val="0068011B"/>
    <w:rsid w:val="0068085F"/>
    <w:rsid w:val="00680875"/>
    <w:rsid w:val="00680E8B"/>
    <w:rsid w:val="006811B5"/>
    <w:rsid w:val="00681585"/>
    <w:rsid w:val="00681CC0"/>
    <w:rsid w:val="00681E7F"/>
    <w:rsid w:val="00681F3B"/>
    <w:rsid w:val="00682522"/>
    <w:rsid w:val="00683272"/>
    <w:rsid w:val="00683365"/>
    <w:rsid w:val="0068338C"/>
    <w:rsid w:val="00683F61"/>
    <w:rsid w:val="006843E9"/>
    <w:rsid w:val="0068448F"/>
    <w:rsid w:val="006845CC"/>
    <w:rsid w:val="006846CF"/>
    <w:rsid w:val="006848BB"/>
    <w:rsid w:val="00684AB3"/>
    <w:rsid w:val="00684B3F"/>
    <w:rsid w:val="00684D59"/>
    <w:rsid w:val="00685381"/>
    <w:rsid w:val="00685A33"/>
    <w:rsid w:val="00685A3D"/>
    <w:rsid w:val="0068619D"/>
    <w:rsid w:val="00686F56"/>
    <w:rsid w:val="00686F5B"/>
    <w:rsid w:val="006872FA"/>
    <w:rsid w:val="00687471"/>
    <w:rsid w:val="006877FC"/>
    <w:rsid w:val="0068797C"/>
    <w:rsid w:val="0069018A"/>
    <w:rsid w:val="0069058D"/>
    <w:rsid w:val="006906DF"/>
    <w:rsid w:val="00690709"/>
    <w:rsid w:val="00690865"/>
    <w:rsid w:val="00690AC5"/>
    <w:rsid w:val="00690DA6"/>
    <w:rsid w:val="00691220"/>
    <w:rsid w:val="00691661"/>
    <w:rsid w:val="00691B26"/>
    <w:rsid w:val="00691BAA"/>
    <w:rsid w:val="00691BB2"/>
    <w:rsid w:val="00691C56"/>
    <w:rsid w:val="00692302"/>
    <w:rsid w:val="00692591"/>
    <w:rsid w:val="006928AB"/>
    <w:rsid w:val="00692A75"/>
    <w:rsid w:val="00692AC0"/>
    <w:rsid w:val="00692C00"/>
    <w:rsid w:val="00692C8D"/>
    <w:rsid w:val="00692CF3"/>
    <w:rsid w:val="00692E6A"/>
    <w:rsid w:val="00692EEF"/>
    <w:rsid w:val="00692FC6"/>
    <w:rsid w:val="00693001"/>
    <w:rsid w:val="006932A9"/>
    <w:rsid w:val="00693318"/>
    <w:rsid w:val="00693D98"/>
    <w:rsid w:val="00693E70"/>
    <w:rsid w:val="00694022"/>
    <w:rsid w:val="006943CF"/>
    <w:rsid w:val="00694628"/>
    <w:rsid w:val="0069511D"/>
    <w:rsid w:val="00695282"/>
    <w:rsid w:val="0069550E"/>
    <w:rsid w:val="0069576C"/>
    <w:rsid w:val="00695D35"/>
    <w:rsid w:val="006963C0"/>
    <w:rsid w:val="00696F78"/>
    <w:rsid w:val="00697219"/>
    <w:rsid w:val="00697346"/>
    <w:rsid w:val="0069767C"/>
    <w:rsid w:val="00697933"/>
    <w:rsid w:val="00697C2A"/>
    <w:rsid w:val="00697EB4"/>
    <w:rsid w:val="00697FA8"/>
    <w:rsid w:val="006A0023"/>
    <w:rsid w:val="006A012B"/>
    <w:rsid w:val="006A025A"/>
    <w:rsid w:val="006A0360"/>
    <w:rsid w:val="006A04C0"/>
    <w:rsid w:val="006A062D"/>
    <w:rsid w:val="006A0844"/>
    <w:rsid w:val="006A0F59"/>
    <w:rsid w:val="006A12AF"/>
    <w:rsid w:val="006A13FB"/>
    <w:rsid w:val="006A1858"/>
    <w:rsid w:val="006A1BAC"/>
    <w:rsid w:val="006A1FC6"/>
    <w:rsid w:val="006A229E"/>
    <w:rsid w:val="006A22E9"/>
    <w:rsid w:val="006A25AE"/>
    <w:rsid w:val="006A26AA"/>
    <w:rsid w:val="006A2804"/>
    <w:rsid w:val="006A3337"/>
    <w:rsid w:val="006A3345"/>
    <w:rsid w:val="006A33BA"/>
    <w:rsid w:val="006A35D6"/>
    <w:rsid w:val="006A3A28"/>
    <w:rsid w:val="006A3E52"/>
    <w:rsid w:val="006A3F27"/>
    <w:rsid w:val="006A4A9F"/>
    <w:rsid w:val="006A50BD"/>
    <w:rsid w:val="006A50EB"/>
    <w:rsid w:val="006A5685"/>
    <w:rsid w:val="006A59A1"/>
    <w:rsid w:val="006A5F3C"/>
    <w:rsid w:val="006A614A"/>
    <w:rsid w:val="006A633E"/>
    <w:rsid w:val="006A6569"/>
    <w:rsid w:val="006A6983"/>
    <w:rsid w:val="006A6EB8"/>
    <w:rsid w:val="006A79F4"/>
    <w:rsid w:val="006B04EA"/>
    <w:rsid w:val="006B077B"/>
    <w:rsid w:val="006B0A59"/>
    <w:rsid w:val="006B0C36"/>
    <w:rsid w:val="006B0E0A"/>
    <w:rsid w:val="006B0F9C"/>
    <w:rsid w:val="006B19D7"/>
    <w:rsid w:val="006B1B39"/>
    <w:rsid w:val="006B204F"/>
    <w:rsid w:val="006B2087"/>
    <w:rsid w:val="006B2384"/>
    <w:rsid w:val="006B250E"/>
    <w:rsid w:val="006B2A0B"/>
    <w:rsid w:val="006B2A16"/>
    <w:rsid w:val="006B31D8"/>
    <w:rsid w:val="006B3873"/>
    <w:rsid w:val="006B38D4"/>
    <w:rsid w:val="006B3D8C"/>
    <w:rsid w:val="006B4010"/>
    <w:rsid w:val="006B4581"/>
    <w:rsid w:val="006B4D82"/>
    <w:rsid w:val="006B5774"/>
    <w:rsid w:val="006B5865"/>
    <w:rsid w:val="006B58AC"/>
    <w:rsid w:val="006B5A2C"/>
    <w:rsid w:val="006B5A33"/>
    <w:rsid w:val="006B5FA0"/>
    <w:rsid w:val="006B6110"/>
    <w:rsid w:val="006B65C8"/>
    <w:rsid w:val="006B6FAE"/>
    <w:rsid w:val="006B702B"/>
    <w:rsid w:val="006B70F2"/>
    <w:rsid w:val="006B78F3"/>
    <w:rsid w:val="006B7C11"/>
    <w:rsid w:val="006C0802"/>
    <w:rsid w:val="006C0EB7"/>
    <w:rsid w:val="006C119B"/>
    <w:rsid w:val="006C12A3"/>
    <w:rsid w:val="006C22D7"/>
    <w:rsid w:val="006C2335"/>
    <w:rsid w:val="006C2796"/>
    <w:rsid w:val="006C2941"/>
    <w:rsid w:val="006C2BD6"/>
    <w:rsid w:val="006C2D37"/>
    <w:rsid w:val="006C36F7"/>
    <w:rsid w:val="006C39C1"/>
    <w:rsid w:val="006C39FF"/>
    <w:rsid w:val="006C3EBF"/>
    <w:rsid w:val="006C3F9D"/>
    <w:rsid w:val="006C52AA"/>
    <w:rsid w:val="006C58B3"/>
    <w:rsid w:val="006C5C7B"/>
    <w:rsid w:val="006C5CF4"/>
    <w:rsid w:val="006C5EA4"/>
    <w:rsid w:val="006C5EFA"/>
    <w:rsid w:val="006C6505"/>
    <w:rsid w:val="006C66D8"/>
    <w:rsid w:val="006C695F"/>
    <w:rsid w:val="006C6C87"/>
    <w:rsid w:val="006C7309"/>
    <w:rsid w:val="006C7320"/>
    <w:rsid w:val="006C7702"/>
    <w:rsid w:val="006C7819"/>
    <w:rsid w:val="006D072C"/>
    <w:rsid w:val="006D0853"/>
    <w:rsid w:val="006D0921"/>
    <w:rsid w:val="006D0C4A"/>
    <w:rsid w:val="006D0C7E"/>
    <w:rsid w:val="006D142B"/>
    <w:rsid w:val="006D18AA"/>
    <w:rsid w:val="006D1922"/>
    <w:rsid w:val="006D1D73"/>
    <w:rsid w:val="006D1F8C"/>
    <w:rsid w:val="006D2194"/>
    <w:rsid w:val="006D22E9"/>
    <w:rsid w:val="006D2309"/>
    <w:rsid w:val="006D25BA"/>
    <w:rsid w:val="006D2AF7"/>
    <w:rsid w:val="006D2E90"/>
    <w:rsid w:val="006D2F73"/>
    <w:rsid w:val="006D3078"/>
    <w:rsid w:val="006D3173"/>
    <w:rsid w:val="006D319B"/>
    <w:rsid w:val="006D3342"/>
    <w:rsid w:val="006D34BB"/>
    <w:rsid w:val="006D3554"/>
    <w:rsid w:val="006D3686"/>
    <w:rsid w:val="006D3C9C"/>
    <w:rsid w:val="006D3DE5"/>
    <w:rsid w:val="006D3E2E"/>
    <w:rsid w:val="006D409B"/>
    <w:rsid w:val="006D411B"/>
    <w:rsid w:val="006D413B"/>
    <w:rsid w:val="006D41C5"/>
    <w:rsid w:val="006D4C1B"/>
    <w:rsid w:val="006D5B08"/>
    <w:rsid w:val="006D5CEC"/>
    <w:rsid w:val="006D5E50"/>
    <w:rsid w:val="006D5F1A"/>
    <w:rsid w:val="006D5F94"/>
    <w:rsid w:val="006D6353"/>
    <w:rsid w:val="006D6386"/>
    <w:rsid w:val="006D641E"/>
    <w:rsid w:val="006D6978"/>
    <w:rsid w:val="006D69CC"/>
    <w:rsid w:val="006D6EF6"/>
    <w:rsid w:val="006D7042"/>
    <w:rsid w:val="006D710E"/>
    <w:rsid w:val="006D748F"/>
    <w:rsid w:val="006D7981"/>
    <w:rsid w:val="006D7E3F"/>
    <w:rsid w:val="006E0A4F"/>
    <w:rsid w:val="006E0ADD"/>
    <w:rsid w:val="006E0DA8"/>
    <w:rsid w:val="006E12FB"/>
    <w:rsid w:val="006E13A7"/>
    <w:rsid w:val="006E1621"/>
    <w:rsid w:val="006E1B45"/>
    <w:rsid w:val="006E1F5C"/>
    <w:rsid w:val="006E23C0"/>
    <w:rsid w:val="006E2518"/>
    <w:rsid w:val="006E27B1"/>
    <w:rsid w:val="006E29E0"/>
    <w:rsid w:val="006E2B6C"/>
    <w:rsid w:val="006E2F9B"/>
    <w:rsid w:val="006E3317"/>
    <w:rsid w:val="006E3440"/>
    <w:rsid w:val="006E3D1F"/>
    <w:rsid w:val="006E4011"/>
    <w:rsid w:val="006E4103"/>
    <w:rsid w:val="006E41C9"/>
    <w:rsid w:val="006E44AB"/>
    <w:rsid w:val="006E45E4"/>
    <w:rsid w:val="006E4948"/>
    <w:rsid w:val="006E4B42"/>
    <w:rsid w:val="006E5219"/>
    <w:rsid w:val="006E5627"/>
    <w:rsid w:val="006E569F"/>
    <w:rsid w:val="006E5840"/>
    <w:rsid w:val="006E5C47"/>
    <w:rsid w:val="006E5D21"/>
    <w:rsid w:val="006E5DA3"/>
    <w:rsid w:val="006E5EB8"/>
    <w:rsid w:val="006E641C"/>
    <w:rsid w:val="006E65A3"/>
    <w:rsid w:val="006E6978"/>
    <w:rsid w:val="006E6BDA"/>
    <w:rsid w:val="006E7231"/>
    <w:rsid w:val="006E7395"/>
    <w:rsid w:val="006E75AF"/>
    <w:rsid w:val="006E79EC"/>
    <w:rsid w:val="006E7C67"/>
    <w:rsid w:val="006E7CD2"/>
    <w:rsid w:val="006E7E32"/>
    <w:rsid w:val="006F00B6"/>
    <w:rsid w:val="006F0696"/>
    <w:rsid w:val="006F06AC"/>
    <w:rsid w:val="006F0941"/>
    <w:rsid w:val="006F1308"/>
    <w:rsid w:val="006F147C"/>
    <w:rsid w:val="006F14A8"/>
    <w:rsid w:val="006F1585"/>
    <w:rsid w:val="006F1B9C"/>
    <w:rsid w:val="006F2401"/>
    <w:rsid w:val="006F24C6"/>
    <w:rsid w:val="006F37D7"/>
    <w:rsid w:val="006F3C2B"/>
    <w:rsid w:val="006F3FFA"/>
    <w:rsid w:val="006F4553"/>
    <w:rsid w:val="006F4A57"/>
    <w:rsid w:val="006F4CA4"/>
    <w:rsid w:val="006F4EF0"/>
    <w:rsid w:val="006F502B"/>
    <w:rsid w:val="006F51D9"/>
    <w:rsid w:val="006F5804"/>
    <w:rsid w:val="006F5812"/>
    <w:rsid w:val="006F5CB1"/>
    <w:rsid w:val="006F5D4D"/>
    <w:rsid w:val="006F5D96"/>
    <w:rsid w:val="006F5E87"/>
    <w:rsid w:val="006F61C1"/>
    <w:rsid w:val="006F6BAF"/>
    <w:rsid w:val="006F6FF1"/>
    <w:rsid w:val="006F7439"/>
    <w:rsid w:val="006F772E"/>
    <w:rsid w:val="006F7F3B"/>
    <w:rsid w:val="007000E8"/>
    <w:rsid w:val="007002BC"/>
    <w:rsid w:val="00700A85"/>
    <w:rsid w:val="0070109E"/>
    <w:rsid w:val="007010BF"/>
    <w:rsid w:val="007017CF"/>
    <w:rsid w:val="007021E2"/>
    <w:rsid w:val="00702543"/>
    <w:rsid w:val="00702C47"/>
    <w:rsid w:val="00702C5E"/>
    <w:rsid w:val="00702CBF"/>
    <w:rsid w:val="007036CD"/>
    <w:rsid w:val="007036D2"/>
    <w:rsid w:val="00703A49"/>
    <w:rsid w:val="007044D6"/>
    <w:rsid w:val="00704615"/>
    <w:rsid w:val="0070495D"/>
    <w:rsid w:val="00704A6F"/>
    <w:rsid w:val="00704CE9"/>
    <w:rsid w:val="007051D3"/>
    <w:rsid w:val="00705910"/>
    <w:rsid w:val="0070593B"/>
    <w:rsid w:val="00705BC1"/>
    <w:rsid w:val="00705DFE"/>
    <w:rsid w:val="00705EF2"/>
    <w:rsid w:val="00706261"/>
    <w:rsid w:val="0070655C"/>
    <w:rsid w:val="00706862"/>
    <w:rsid w:val="00707204"/>
    <w:rsid w:val="007072A6"/>
    <w:rsid w:val="0070765C"/>
    <w:rsid w:val="007079A3"/>
    <w:rsid w:val="007079A8"/>
    <w:rsid w:val="00707BDA"/>
    <w:rsid w:val="00707CA2"/>
    <w:rsid w:val="00710403"/>
    <w:rsid w:val="00710551"/>
    <w:rsid w:val="00710901"/>
    <w:rsid w:val="00710C37"/>
    <w:rsid w:val="00710C4C"/>
    <w:rsid w:val="00710EA3"/>
    <w:rsid w:val="00710FE5"/>
    <w:rsid w:val="0071140E"/>
    <w:rsid w:val="007115AB"/>
    <w:rsid w:val="007116DE"/>
    <w:rsid w:val="0071184E"/>
    <w:rsid w:val="00711873"/>
    <w:rsid w:val="0071194F"/>
    <w:rsid w:val="00711CD2"/>
    <w:rsid w:val="00711F3E"/>
    <w:rsid w:val="00711F87"/>
    <w:rsid w:val="00711FC7"/>
    <w:rsid w:val="00711FCA"/>
    <w:rsid w:val="00712AFB"/>
    <w:rsid w:val="00712C99"/>
    <w:rsid w:val="00712D19"/>
    <w:rsid w:val="00712DF4"/>
    <w:rsid w:val="00713318"/>
    <w:rsid w:val="00713438"/>
    <w:rsid w:val="0071390D"/>
    <w:rsid w:val="00713CB1"/>
    <w:rsid w:val="00713D56"/>
    <w:rsid w:val="007146C0"/>
    <w:rsid w:val="00714D28"/>
    <w:rsid w:val="007151E3"/>
    <w:rsid w:val="0071532B"/>
    <w:rsid w:val="007153D9"/>
    <w:rsid w:val="00716C4B"/>
    <w:rsid w:val="00717243"/>
    <w:rsid w:val="0071790D"/>
    <w:rsid w:val="00717A1B"/>
    <w:rsid w:val="00717C44"/>
    <w:rsid w:val="00717C6F"/>
    <w:rsid w:val="00717D75"/>
    <w:rsid w:val="00717FEA"/>
    <w:rsid w:val="0072006B"/>
    <w:rsid w:val="007203D8"/>
    <w:rsid w:val="00720404"/>
    <w:rsid w:val="007205A8"/>
    <w:rsid w:val="00720B47"/>
    <w:rsid w:val="00720B91"/>
    <w:rsid w:val="00721641"/>
    <w:rsid w:val="00721754"/>
    <w:rsid w:val="00721F07"/>
    <w:rsid w:val="00722046"/>
    <w:rsid w:val="0072225B"/>
    <w:rsid w:val="00722313"/>
    <w:rsid w:val="0072236F"/>
    <w:rsid w:val="00722639"/>
    <w:rsid w:val="007228D7"/>
    <w:rsid w:val="00722F8B"/>
    <w:rsid w:val="0072321F"/>
    <w:rsid w:val="007232CF"/>
    <w:rsid w:val="007234A2"/>
    <w:rsid w:val="007235AC"/>
    <w:rsid w:val="00723760"/>
    <w:rsid w:val="0072415E"/>
    <w:rsid w:val="007245B3"/>
    <w:rsid w:val="00724965"/>
    <w:rsid w:val="00724A75"/>
    <w:rsid w:val="00724DAE"/>
    <w:rsid w:val="00724DDB"/>
    <w:rsid w:val="00724F43"/>
    <w:rsid w:val="00725082"/>
    <w:rsid w:val="007252C6"/>
    <w:rsid w:val="0072530C"/>
    <w:rsid w:val="00725742"/>
    <w:rsid w:val="007258EC"/>
    <w:rsid w:val="00725A2C"/>
    <w:rsid w:val="00726DBA"/>
    <w:rsid w:val="00726F06"/>
    <w:rsid w:val="0072741E"/>
    <w:rsid w:val="007275F3"/>
    <w:rsid w:val="00727ADC"/>
    <w:rsid w:val="00727C3A"/>
    <w:rsid w:val="00730104"/>
    <w:rsid w:val="00730155"/>
    <w:rsid w:val="00730232"/>
    <w:rsid w:val="007303D1"/>
    <w:rsid w:val="0073131E"/>
    <w:rsid w:val="00731397"/>
    <w:rsid w:val="00731544"/>
    <w:rsid w:val="007315CB"/>
    <w:rsid w:val="007315EC"/>
    <w:rsid w:val="007318BD"/>
    <w:rsid w:val="00732002"/>
    <w:rsid w:val="007320A6"/>
    <w:rsid w:val="007320FF"/>
    <w:rsid w:val="00732684"/>
    <w:rsid w:val="00732693"/>
    <w:rsid w:val="00732AF3"/>
    <w:rsid w:val="00733038"/>
    <w:rsid w:val="007331DB"/>
    <w:rsid w:val="0073320B"/>
    <w:rsid w:val="0073378E"/>
    <w:rsid w:val="0073390D"/>
    <w:rsid w:val="00733FE6"/>
    <w:rsid w:val="0073411D"/>
    <w:rsid w:val="007348E1"/>
    <w:rsid w:val="00734BF8"/>
    <w:rsid w:val="007350CE"/>
    <w:rsid w:val="00735150"/>
    <w:rsid w:val="0073519F"/>
    <w:rsid w:val="0073550C"/>
    <w:rsid w:val="00735697"/>
    <w:rsid w:val="00735AEC"/>
    <w:rsid w:val="00735B8A"/>
    <w:rsid w:val="00735C19"/>
    <w:rsid w:val="007360A2"/>
    <w:rsid w:val="00736192"/>
    <w:rsid w:val="0073643E"/>
    <w:rsid w:val="007368BB"/>
    <w:rsid w:val="00736F49"/>
    <w:rsid w:val="00737179"/>
    <w:rsid w:val="0073725B"/>
    <w:rsid w:val="007373B8"/>
    <w:rsid w:val="0073796B"/>
    <w:rsid w:val="00737A71"/>
    <w:rsid w:val="00737E3E"/>
    <w:rsid w:val="00740144"/>
    <w:rsid w:val="0074043C"/>
    <w:rsid w:val="00740A75"/>
    <w:rsid w:val="007411FF"/>
    <w:rsid w:val="00741224"/>
    <w:rsid w:val="00741532"/>
    <w:rsid w:val="007415D0"/>
    <w:rsid w:val="00741D22"/>
    <w:rsid w:val="0074288F"/>
    <w:rsid w:val="00742939"/>
    <w:rsid w:val="00742A28"/>
    <w:rsid w:val="0074303C"/>
    <w:rsid w:val="0074325D"/>
    <w:rsid w:val="0074366D"/>
    <w:rsid w:val="00743A7F"/>
    <w:rsid w:val="00744203"/>
    <w:rsid w:val="00744689"/>
    <w:rsid w:val="00744AC7"/>
    <w:rsid w:val="00744B63"/>
    <w:rsid w:val="00744E1E"/>
    <w:rsid w:val="00745390"/>
    <w:rsid w:val="00745735"/>
    <w:rsid w:val="00745AA0"/>
    <w:rsid w:val="00745BFE"/>
    <w:rsid w:val="00745D4F"/>
    <w:rsid w:val="00745DC4"/>
    <w:rsid w:val="00745FCA"/>
    <w:rsid w:val="00746036"/>
    <w:rsid w:val="007460A3"/>
    <w:rsid w:val="00746483"/>
    <w:rsid w:val="0074682B"/>
    <w:rsid w:val="00746978"/>
    <w:rsid w:val="00746B68"/>
    <w:rsid w:val="00746FBD"/>
    <w:rsid w:val="007471BE"/>
    <w:rsid w:val="00747515"/>
    <w:rsid w:val="007479AE"/>
    <w:rsid w:val="00747D22"/>
    <w:rsid w:val="00747E5B"/>
    <w:rsid w:val="007504D6"/>
    <w:rsid w:val="00750516"/>
    <w:rsid w:val="007506CA"/>
    <w:rsid w:val="00750A7C"/>
    <w:rsid w:val="00750AF8"/>
    <w:rsid w:val="007510BA"/>
    <w:rsid w:val="007517C6"/>
    <w:rsid w:val="00751BCF"/>
    <w:rsid w:val="00751DC4"/>
    <w:rsid w:val="007526C2"/>
    <w:rsid w:val="00752B1C"/>
    <w:rsid w:val="00752BA8"/>
    <w:rsid w:val="00752F8E"/>
    <w:rsid w:val="007535F2"/>
    <w:rsid w:val="00753671"/>
    <w:rsid w:val="0075369B"/>
    <w:rsid w:val="007540F0"/>
    <w:rsid w:val="0075474D"/>
    <w:rsid w:val="007549BF"/>
    <w:rsid w:val="00754A7F"/>
    <w:rsid w:val="00754E8D"/>
    <w:rsid w:val="00755AB0"/>
    <w:rsid w:val="00755B7E"/>
    <w:rsid w:val="00755F3C"/>
    <w:rsid w:val="007564E3"/>
    <w:rsid w:val="00756AFB"/>
    <w:rsid w:val="0075734A"/>
    <w:rsid w:val="00757CFA"/>
    <w:rsid w:val="0076015F"/>
    <w:rsid w:val="0076085F"/>
    <w:rsid w:val="007608AA"/>
    <w:rsid w:val="00760977"/>
    <w:rsid w:val="007609C7"/>
    <w:rsid w:val="00760CC2"/>
    <w:rsid w:val="00760CD3"/>
    <w:rsid w:val="00760E3D"/>
    <w:rsid w:val="00761678"/>
    <w:rsid w:val="007618F7"/>
    <w:rsid w:val="00761BA1"/>
    <w:rsid w:val="00761D17"/>
    <w:rsid w:val="00761E74"/>
    <w:rsid w:val="00761F6F"/>
    <w:rsid w:val="00762854"/>
    <w:rsid w:val="00762A6D"/>
    <w:rsid w:val="00762DB3"/>
    <w:rsid w:val="00762EB1"/>
    <w:rsid w:val="00763143"/>
    <w:rsid w:val="00763463"/>
    <w:rsid w:val="00763E04"/>
    <w:rsid w:val="007642E3"/>
    <w:rsid w:val="007643BB"/>
    <w:rsid w:val="00764526"/>
    <w:rsid w:val="007646AB"/>
    <w:rsid w:val="0076473D"/>
    <w:rsid w:val="007649EB"/>
    <w:rsid w:val="00764A3E"/>
    <w:rsid w:val="00764B74"/>
    <w:rsid w:val="00764CF0"/>
    <w:rsid w:val="00764F26"/>
    <w:rsid w:val="00765450"/>
    <w:rsid w:val="007655E2"/>
    <w:rsid w:val="007656F2"/>
    <w:rsid w:val="0076575E"/>
    <w:rsid w:val="00765F03"/>
    <w:rsid w:val="0076624E"/>
    <w:rsid w:val="00766470"/>
    <w:rsid w:val="00766776"/>
    <w:rsid w:val="00766863"/>
    <w:rsid w:val="00766942"/>
    <w:rsid w:val="007669AC"/>
    <w:rsid w:val="007669FC"/>
    <w:rsid w:val="00766E53"/>
    <w:rsid w:val="0076722A"/>
    <w:rsid w:val="0076723E"/>
    <w:rsid w:val="0076765E"/>
    <w:rsid w:val="007678BB"/>
    <w:rsid w:val="00767F57"/>
    <w:rsid w:val="0077019A"/>
    <w:rsid w:val="007701F6"/>
    <w:rsid w:val="007708AF"/>
    <w:rsid w:val="00770BE4"/>
    <w:rsid w:val="00770C1C"/>
    <w:rsid w:val="00770F76"/>
    <w:rsid w:val="00771515"/>
    <w:rsid w:val="0077183B"/>
    <w:rsid w:val="007725DC"/>
    <w:rsid w:val="007726D3"/>
    <w:rsid w:val="0077296F"/>
    <w:rsid w:val="007729B0"/>
    <w:rsid w:val="00772A75"/>
    <w:rsid w:val="00772BEB"/>
    <w:rsid w:val="00772D58"/>
    <w:rsid w:val="00773774"/>
    <w:rsid w:val="00773E9D"/>
    <w:rsid w:val="00773FB4"/>
    <w:rsid w:val="007745B9"/>
    <w:rsid w:val="007750D6"/>
    <w:rsid w:val="0077582B"/>
    <w:rsid w:val="00775937"/>
    <w:rsid w:val="007759E0"/>
    <w:rsid w:val="00776467"/>
    <w:rsid w:val="0077684F"/>
    <w:rsid w:val="007768C6"/>
    <w:rsid w:val="00776D66"/>
    <w:rsid w:val="00776E9A"/>
    <w:rsid w:val="0077756B"/>
    <w:rsid w:val="007777BE"/>
    <w:rsid w:val="0077796E"/>
    <w:rsid w:val="00777A7B"/>
    <w:rsid w:val="00777DB6"/>
    <w:rsid w:val="00777E2A"/>
    <w:rsid w:val="0078077B"/>
    <w:rsid w:val="00780A0E"/>
    <w:rsid w:val="00780A1B"/>
    <w:rsid w:val="00780A8D"/>
    <w:rsid w:val="00780AE0"/>
    <w:rsid w:val="00780D61"/>
    <w:rsid w:val="00780E16"/>
    <w:rsid w:val="007818AD"/>
    <w:rsid w:val="00781951"/>
    <w:rsid w:val="00781C69"/>
    <w:rsid w:val="00781C86"/>
    <w:rsid w:val="00781D4D"/>
    <w:rsid w:val="00781FAE"/>
    <w:rsid w:val="007821B5"/>
    <w:rsid w:val="00782251"/>
    <w:rsid w:val="0078227D"/>
    <w:rsid w:val="0078238D"/>
    <w:rsid w:val="00782535"/>
    <w:rsid w:val="00782F05"/>
    <w:rsid w:val="00782FF8"/>
    <w:rsid w:val="00783140"/>
    <w:rsid w:val="0078331C"/>
    <w:rsid w:val="007835BC"/>
    <w:rsid w:val="00783624"/>
    <w:rsid w:val="0078378B"/>
    <w:rsid w:val="007837B9"/>
    <w:rsid w:val="007838E0"/>
    <w:rsid w:val="00783CB1"/>
    <w:rsid w:val="007840D9"/>
    <w:rsid w:val="007848B4"/>
    <w:rsid w:val="007848BF"/>
    <w:rsid w:val="007849A1"/>
    <w:rsid w:val="00784A3B"/>
    <w:rsid w:val="00784B27"/>
    <w:rsid w:val="00784CF1"/>
    <w:rsid w:val="0078508D"/>
    <w:rsid w:val="00785161"/>
    <w:rsid w:val="00785393"/>
    <w:rsid w:val="00785720"/>
    <w:rsid w:val="00785BE5"/>
    <w:rsid w:val="00785C2F"/>
    <w:rsid w:val="00785C8A"/>
    <w:rsid w:val="0078621A"/>
    <w:rsid w:val="00786C7A"/>
    <w:rsid w:val="00786D2E"/>
    <w:rsid w:val="00786DAE"/>
    <w:rsid w:val="007875BB"/>
    <w:rsid w:val="007879BB"/>
    <w:rsid w:val="0079005F"/>
    <w:rsid w:val="00790BBA"/>
    <w:rsid w:val="00790BC0"/>
    <w:rsid w:val="00790EE9"/>
    <w:rsid w:val="00791487"/>
    <w:rsid w:val="0079165C"/>
    <w:rsid w:val="0079183F"/>
    <w:rsid w:val="00791AE6"/>
    <w:rsid w:val="00791B34"/>
    <w:rsid w:val="007924E9"/>
    <w:rsid w:val="007927D8"/>
    <w:rsid w:val="00792825"/>
    <w:rsid w:val="00792D8F"/>
    <w:rsid w:val="00792FED"/>
    <w:rsid w:val="0079376E"/>
    <w:rsid w:val="00793A17"/>
    <w:rsid w:val="00794485"/>
    <w:rsid w:val="007945DA"/>
    <w:rsid w:val="00794B6E"/>
    <w:rsid w:val="00794D96"/>
    <w:rsid w:val="00795321"/>
    <w:rsid w:val="007954E0"/>
    <w:rsid w:val="00795F16"/>
    <w:rsid w:val="00796957"/>
    <w:rsid w:val="00796A2B"/>
    <w:rsid w:val="007970E6"/>
    <w:rsid w:val="00797156"/>
    <w:rsid w:val="007972A1"/>
    <w:rsid w:val="0079755C"/>
    <w:rsid w:val="007A00EA"/>
    <w:rsid w:val="007A0278"/>
    <w:rsid w:val="007A06D2"/>
    <w:rsid w:val="007A0CB6"/>
    <w:rsid w:val="007A1064"/>
    <w:rsid w:val="007A11F5"/>
    <w:rsid w:val="007A1381"/>
    <w:rsid w:val="007A1478"/>
    <w:rsid w:val="007A14FB"/>
    <w:rsid w:val="007A1AC0"/>
    <w:rsid w:val="007A1BFA"/>
    <w:rsid w:val="007A1F87"/>
    <w:rsid w:val="007A20F7"/>
    <w:rsid w:val="007A2223"/>
    <w:rsid w:val="007A2433"/>
    <w:rsid w:val="007A2644"/>
    <w:rsid w:val="007A26A1"/>
    <w:rsid w:val="007A2B05"/>
    <w:rsid w:val="007A35F8"/>
    <w:rsid w:val="007A36BE"/>
    <w:rsid w:val="007A3B43"/>
    <w:rsid w:val="007A3FEB"/>
    <w:rsid w:val="007A45FF"/>
    <w:rsid w:val="007A4889"/>
    <w:rsid w:val="007A4BBE"/>
    <w:rsid w:val="007A5AB0"/>
    <w:rsid w:val="007A60DC"/>
    <w:rsid w:val="007A61E5"/>
    <w:rsid w:val="007A63F5"/>
    <w:rsid w:val="007A6408"/>
    <w:rsid w:val="007A66D9"/>
    <w:rsid w:val="007A6839"/>
    <w:rsid w:val="007A6CCB"/>
    <w:rsid w:val="007A702E"/>
    <w:rsid w:val="007A70A8"/>
    <w:rsid w:val="007A717E"/>
    <w:rsid w:val="007A71BD"/>
    <w:rsid w:val="007A76B4"/>
    <w:rsid w:val="007A7D4D"/>
    <w:rsid w:val="007A7F96"/>
    <w:rsid w:val="007A7FD5"/>
    <w:rsid w:val="007B00EC"/>
    <w:rsid w:val="007B0789"/>
    <w:rsid w:val="007B087E"/>
    <w:rsid w:val="007B09AC"/>
    <w:rsid w:val="007B0E8D"/>
    <w:rsid w:val="007B116C"/>
    <w:rsid w:val="007B1535"/>
    <w:rsid w:val="007B15CC"/>
    <w:rsid w:val="007B2902"/>
    <w:rsid w:val="007B290E"/>
    <w:rsid w:val="007B2E4E"/>
    <w:rsid w:val="007B2F2E"/>
    <w:rsid w:val="007B32D8"/>
    <w:rsid w:val="007B340C"/>
    <w:rsid w:val="007B3501"/>
    <w:rsid w:val="007B35A5"/>
    <w:rsid w:val="007B3D81"/>
    <w:rsid w:val="007B4445"/>
    <w:rsid w:val="007B47AF"/>
    <w:rsid w:val="007B4A4F"/>
    <w:rsid w:val="007B5589"/>
    <w:rsid w:val="007B57A8"/>
    <w:rsid w:val="007B5890"/>
    <w:rsid w:val="007B58F0"/>
    <w:rsid w:val="007B6300"/>
    <w:rsid w:val="007B6CD7"/>
    <w:rsid w:val="007B72D3"/>
    <w:rsid w:val="007B74C0"/>
    <w:rsid w:val="007B78B9"/>
    <w:rsid w:val="007B7B5B"/>
    <w:rsid w:val="007B7BD2"/>
    <w:rsid w:val="007B7DCD"/>
    <w:rsid w:val="007C0433"/>
    <w:rsid w:val="007C0CCF"/>
    <w:rsid w:val="007C0DEC"/>
    <w:rsid w:val="007C0F36"/>
    <w:rsid w:val="007C0F6A"/>
    <w:rsid w:val="007C10BF"/>
    <w:rsid w:val="007C119D"/>
    <w:rsid w:val="007C21B8"/>
    <w:rsid w:val="007C2439"/>
    <w:rsid w:val="007C2752"/>
    <w:rsid w:val="007C2811"/>
    <w:rsid w:val="007C2D74"/>
    <w:rsid w:val="007C31ED"/>
    <w:rsid w:val="007C3500"/>
    <w:rsid w:val="007C3521"/>
    <w:rsid w:val="007C4A4A"/>
    <w:rsid w:val="007C4C65"/>
    <w:rsid w:val="007C51E6"/>
    <w:rsid w:val="007C59BC"/>
    <w:rsid w:val="007C5A4D"/>
    <w:rsid w:val="007C5D3E"/>
    <w:rsid w:val="007C63C2"/>
    <w:rsid w:val="007C641A"/>
    <w:rsid w:val="007C6568"/>
    <w:rsid w:val="007C6654"/>
    <w:rsid w:val="007C691B"/>
    <w:rsid w:val="007C6EA0"/>
    <w:rsid w:val="007C6F2D"/>
    <w:rsid w:val="007C71E2"/>
    <w:rsid w:val="007C7491"/>
    <w:rsid w:val="007C7A60"/>
    <w:rsid w:val="007D0242"/>
    <w:rsid w:val="007D09D8"/>
    <w:rsid w:val="007D0BD4"/>
    <w:rsid w:val="007D0F55"/>
    <w:rsid w:val="007D1856"/>
    <w:rsid w:val="007D1904"/>
    <w:rsid w:val="007D1E53"/>
    <w:rsid w:val="007D21AA"/>
    <w:rsid w:val="007D24D4"/>
    <w:rsid w:val="007D267E"/>
    <w:rsid w:val="007D2B26"/>
    <w:rsid w:val="007D2B31"/>
    <w:rsid w:val="007D2B98"/>
    <w:rsid w:val="007D2E8E"/>
    <w:rsid w:val="007D3E22"/>
    <w:rsid w:val="007D46CE"/>
    <w:rsid w:val="007D47DB"/>
    <w:rsid w:val="007D4DCE"/>
    <w:rsid w:val="007D50EC"/>
    <w:rsid w:val="007D5F03"/>
    <w:rsid w:val="007D60A5"/>
    <w:rsid w:val="007D64F0"/>
    <w:rsid w:val="007D6875"/>
    <w:rsid w:val="007D6CC4"/>
    <w:rsid w:val="007D6CF7"/>
    <w:rsid w:val="007D6F66"/>
    <w:rsid w:val="007D7012"/>
    <w:rsid w:val="007D7247"/>
    <w:rsid w:val="007D74D1"/>
    <w:rsid w:val="007D795A"/>
    <w:rsid w:val="007E0007"/>
    <w:rsid w:val="007E042C"/>
    <w:rsid w:val="007E0A24"/>
    <w:rsid w:val="007E0CE8"/>
    <w:rsid w:val="007E0E50"/>
    <w:rsid w:val="007E1198"/>
    <w:rsid w:val="007E11A7"/>
    <w:rsid w:val="007E1503"/>
    <w:rsid w:val="007E1510"/>
    <w:rsid w:val="007E1673"/>
    <w:rsid w:val="007E1A38"/>
    <w:rsid w:val="007E1B64"/>
    <w:rsid w:val="007E1F7C"/>
    <w:rsid w:val="007E2D43"/>
    <w:rsid w:val="007E2EE2"/>
    <w:rsid w:val="007E3644"/>
    <w:rsid w:val="007E38A0"/>
    <w:rsid w:val="007E3C25"/>
    <w:rsid w:val="007E3C2D"/>
    <w:rsid w:val="007E40CD"/>
    <w:rsid w:val="007E420E"/>
    <w:rsid w:val="007E4617"/>
    <w:rsid w:val="007E47FC"/>
    <w:rsid w:val="007E5475"/>
    <w:rsid w:val="007E548B"/>
    <w:rsid w:val="007E5B56"/>
    <w:rsid w:val="007E618E"/>
    <w:rsid w:val="007E6208"/>
    <w:rsid w:val="007E6C31"/>
    <w:rsid w:val="007E71C0"/>
    <w:rsid w:val="007E7B6B"/>
    <w:rsid w:val="007E7E03"/>
    <w:rsid w:val="007F00CC"/>
    <w:rsid w:val="007F040A"/>
    <w:rsid w:val="007F0434"/>
    <w:rsid w:val="007F06D8"/>
    <w:rsid w:val="007F07A3"/>
    <w:rsid w:val="007F0D6A"/>
    <w:rsid w:val="007F1374"/>
    <w:rsid w:val="007F1712"/>
    <w:rsid w:val="007F18C3"/>
    <w:rsid w:val="007F1A2B"/>
    <w:rsid w:val="007F229F"/>
    <w:rsid w:val="007F232F"/>
    <w:rsid w:val="007F290B"/>
    <w:rsid w:val="007F2953"/>
    <w:rsid w:val="007F2A7F"/>
    <w:rsid w:val="007F2B43"/>
    <w:rsid w:val="007F2BE4"/>
    <w:rsid w:val="007F2EE5"/>
    <w:rsid w:val="007F32CF"/>
    <w:rsid w:val="007F3346"/>
    <w:rsid w:val="007F342C"/>
    <w:rsid w:val="007F35F3"/>
    <w:rsid w:val="007F3F26"/>
    <w:rsid w:val="007F4325"/>
    <w:rsid w:val="007F44BE"/>
    <w:rsid w:val="007F4A1A"/>
    <w:rsid w:val="007F4A89"/>
    <w:rsid w:val="007F4C28"/>
    <w:rsid w:val="007F4E69"/>
    <w:rsid w:val="007F4FBA"/>
    <w:rsid w:val="007F5032"/>
    <w:rsid w:val="007F52C2"/>
    <w:rsid w:val="007F54DA"/>
    <w:rsid w:val="007F55B5"/>
    <w:rsid w:val="007F5971"/>
    <w:rsid w:val="007F5D22"/>
    <w:rsid w:val="007F5F01"/>
    <w:rsid w:val="007F631A"/>
    <w:rsid w:val="007F6442"/>
    <w:rsid w:val="007F6447"/>
    <w:rsid w:val="007F65DC"/>
    <w:rsid w:val="007F6A3A"/>
    <w:rsid w:val="007F703F"/>
    <w:rsid w:val="007F72E6"/>
    <w:rsid w:val="007F756E"/>
    <w:rsid w:val="007F766E"/>
    <w:rsid w:val="007F76D3"/>
    <w:rsid w:val="007F7B2A"/>
    <w:rsid w:val="007F7DAF"/>
    <w:rsid w:val="00800048"/>
    <w:rsid w:val="00800114"/>
    <w:rsid w:val="00800571"/>
    <w:rsid w:val="0080063F"/>
    <w:rsid w:val="00800694"/>
    <w:rsid w:val="0080080F"/>
    <w:rsid w:val="00800F49"/>
    <w:rsid w:val="00801120"/>
    <w:rsid w:val="00801163"/>
    <w:rsid w:val="00801A88"/>
    <w:rsid w:val="00801C16"/>
    <w:rsid w:val="00802085"/>
    <w:rsid w:val="00802434"/>
    <w:rsid w:val="008024EE"/>
    <w:rsid w:val="00802AFD"/>
    <w:rsid w:val="00802E3D"/>
    <w:rsid w:val="00802E98"/>
    <w:rsid w:val="00802F50"/>
    <w:rsid w:val="008035C5"/>
    <w:rsid w:val="00803A2A"/>
    <w:rsid w:val="00803EE4"/>
    <w:rsid w:val="00803F11"/>
    <w:rsid w:val="00804413"/>
    <w:rsid w:val="00804452"/>
    <w:rsid w:val="008045B6"/>
    <w:rsid w:val="008045EB"/>
    <w:rsid w:val="00804706"/>
    <w:rsid w:val="00804BD9"/>
    <w:rsid w:val="00804D00"/>
    <w:rsid w:val="008050F2"/>
    <w:rsid w:val="00805274"/>
    <w:rsid w:val="008052DB"/>
    <w:rsid w:val="008056C6"/>
    <w:rsid w:val="0080572B"/>
    <w:rsid w:val="008057D8"/>
    <w:rsid w:val="00805870"/>
    <w:rsid w:val="00805C2F"/>
    <w:rsid w:val="00805F05"/>
    <w:rsid w:val="00806186"/>
    <w:rsid w:val="0080679F"/>
    <w:rsid w:val="0080727A"/>
    <w:rsid w:val="0080737A"/>
    <w:rsid w:val="008074E2"/>
    <w:rsid w:val="00807AB4"/>
    <w:rsid w:val="00807B15"/>
    <w:rsid w:val="008100C6"/>
    <w:rsid w:val="008106C3"/>
    <w:rsid w:val="00810756"/>
    <w:rsid w:val="00810F57"/>
    <w:rsid w:val="0081172E"/>
    <w:rsid w:val="008119EE"/>
    <w:rsid w:val="00811A9E"/>
    <w:rsid w:val="00811D6B"/>
    <w:rsid w:val="0081247A"/>
    <w:rsid w:val="00812A91"/>
    <w:rsid w:val="00812B0E"/>
    <w:rsid w:val="00812E9B"/>
    <w:rsid w:val="00812F4A"/>
    <w:rsid w:val="008132C3"/>
    <w:rsid w:val="00813607"/>
    <w:rsid w:val="00813822"/>
    <w:rsid w:val="00813990"/>
    <w:rsid w:val="00813AEC"/>
    <w:rsid w:val="00813B34"/>
    <w:rsid w:val="00813D6E"/>
    <w:rsid w:val="00813ECB"/>
    <w:rsid w:val="008140D5"/>
    <w:rsid w:val="00814195"/>
    <w:rsid w:val="00814304"/>
    <w:rsid w:val="008143C6"/>
    <w:rsid w:val="0081449D"/>
    <w:rsid w:val="0081461C"/>
    <w:rsid w:val="00814725"/>
    <w:rsid w:val="008149B9"/>
    <w:rsid w:val="008150B0"/>
    <w:rsid w:val="00815267"/>
    <w:rsid w:val="00815A66"/>
    <w:rsid w:val="00815EE7"/>
    <w:rsid w:val="00816254"/>
    <w:rsid w:val="0081631A"/>
    <w:rsid w:val="00816525"/>
    <w:rsid w:val="0081657A"/>
    <w:rsid w:val="00816BA7"/>
    <w:rsid w:val="0081740A"/>
    <w:rsid w:val="00817E94"/>
    <w:rsid w:val="00817EA6"/>
    <w:rsid w:val="00820904"/>
    <w:rsid w:val="00820A51"/>
    <w:rsid w:val="00820D2C"/>
    <w:rsid w:val="00821416"/>
    <w:rsid w:val="008214AF"/>
    <w:rsid w:val="0082153A"/>
    <w:rsid w:val="008219A5"/>
    <w:rsid w:val="00821B45"/>
    <w:rsid w:val="00821D86"/>
    <w:rsid w:val="0082205B"/>
    <w:rsid w:val="008222E6"/>
    <w:rsid w:val="0082250A"/>
    <w:rsid w:val="0082250C"/>
    <w:rsid w:val="008234A3"/>
    <w:rsid w:val="008234A6"/>
    <w:rsid w:val="00823735"/>
    <w:rsid w:val="008239F9"/>
    <w:rsid w:val="00823A7D"/>
    <w:rsid w:val="00823BA6"/>
    <w:rsid w:val="00823C46"/>
    <w:rsid w:val="00823F5B"/>
    <w:rsid w:val="00824158"/>
    <w:rsid w:val="008241DB"/>
    <w:rsid w:val="0082511E"/>
    <w:rsid w:val="0082570E"/>
    <w:rsid w:val="00825B81"/>
    <w:rsid w:val="00826384"/>
    <w:rsid w:val="00826420"/>
    <w:rsid w:val="0082668A"/>
    <w:rsid w:val="00826839"/>
    <w:rsid w:val="00826D47"/>
    <w:rsid w:val="00826E91"/>
    <w:rsid w:val="00826F2C"/>
    <w:rsid w:val="00826F8F"/>
    <w:rsid w:val="00827A0D"/>
    <w:rsid w:val="00827B0B"/>
    <w:rsid w:val="00827C91"/>
    <w:rsid w:val="00827D9B"/>
    <w:rsid w:val="008303A7"/>
    <w:rsid w:val="0083070D"/>
    <w:rsid w:val="00830B45"/>
    <w:rsid w:val="00831873"/>
    <w:rsid w:val="0083194B"/>
    <w:rsid w:val="00831989"/>
    <w:rsid w:val="00831ACC"/>
    <w:rsid w:val="0083254D"/>
    <w:rsid w:val="008325F4"/>
    <w:rsid w:val="00832AED"/>
    <w:rsid w:val="008337DC"/>
    <w:rsid w:val="008337E7"/>
    <w:rsid w:val="00833BCB"/>
    <w:rsid w:val="00833CC1"/>
    <w:rsid w:val="008345DC"/>
    <w:rsid w:val="00834655"/>
    <w:rsid w:val="00834A50"/>
    <w:rsid w:val="00834D7C"/>
    <w:rsid w:val="00834DFB"/>
    <w:rsid w:val="00835144"/>
    <w:rsid w:val="00835379"/>
    <w:rsid w:val="00835499"/>
    <w:rsid w:val="008354AF"/>
    <w:rsid w:val="008354E9"/>
    <w:rsid w:val="00835870"/>
    <w:rsid w:val="00835D9B"/>
    <w:rsid w:val="00836228"/>
    <w:rsid w:val="008366EE"/>
    <w:rsid w:val="0083696A"/>
    <w:rsid w:val="008370A5"/>
    <w:rsid w:val="00837193"/>
    <w:rsid w:val="00837374"/>
    <w:rsid w:val="008377AE"/>
    <w:rsid w:val="008378EA"/>
    <w:rsid w:val="00837E08"/>
    <w:rsid w:val="00837E1D"/>
    <w:rsid w:val="00837E23"/>
    <w:rsid w:val="00837F5B"/>
    <w:rsid w:val="00837FAB"/>
    <w:rsid w:val="00840253"/>
    <w:rsid w:val="00840297"/>
    <w:rsid w:val="0084059E"/>
    <w:rsid w:val="008405AB"/>
    <w:rsid w:val="0084088C"/>
    <w:rsid w:val="00840AC7"/>
    <w:rsid w:val="00840C43"/>
    <w:rsid w:val="00840EB3"/>
    <w:rsid w:val="0084148F"/>
    <w:rsid w:val="008420CD"/>
    <w:rsid w:val="00842F66"/>
    <w:rsid w:val="00843044"/>
    <w:rsid w:val="00843535"/>
    <w:rsid w:val="0084381E"/>
    <w:rsid w:val="0084397A"/>
    <w:rsid w:val="00843B8C"/>
    <w:rsid w:val="00843DFD"/>
    <w:rsid w:val="00843EB8"/>
    <w:rsid w:val="0084467D"/>
    <w:rsid w:val="00844793"/>
    <w:rsid w:val="008454EC"/>
    <w:rsid w:val="0084554C"/>
    <w:rsid w:val="00845E71"/>
    <w:rsid w:val="00845FC5"/>
    <w:rsid w:val="00846196"/>
    <w:rsid w:val="008461A6"/>
    <w:rsid w:val="00846310"/>
    <w:rsid w:val="0084639E"/>
    <w:rsid w:val="00846723"/>
    <w:rsid w:val="008470B6"/>
    <w:rsid w:val="008475C7"/>
    <w:rsid w:val="008476A0"/>
    <w:rsid w:val="00847866"/>
    <w:rsid w:val="00847C67"/>
    <w:rsid w:val="008500CD"/>
    <w:rsid w:val="008503E7"/>
    <w:rsid w:val="00850768"/>
    <w:rsid w:val="00850C67"/>
    <w:rsid w:val="00850E5D"/>
    <w:rsid w:val="00850F72"/>
    <w:rsid w:val="00851128"/>
    <w:rsid w:val="008513B4"/>
    <w:rsid w:val="00851673"/>
    <w:rsid w:val="00851892"/>
    <w:rsid w:val="00851A7D"/>
    <w:rsid w:val="00851B3A"/>
    <w:rsid w:val="00851F32"/>
    <w:rsid w:val="00852356"/>
    <w:rsid w:val="00852410"/>
    <w:rsid w:val="00852549"/>
    <w:rsid w:val="00852565"/>
    <w:rsid w:val="008527CE"/>
    <w:rsid w:val="00852A08"/>
    <w:rsid w:val="00852E02"/>
    <w:rsid w:val="00852E77"/>
    <w:rsid w:val="00852F0A"/>
    <w:rsid w:val="008534A0"/>
    <w:rsid w:val="008534A7"/>
    <w:rsid w:val="00853549"/>
    <w:rsid w:val="008538BE"/>
    <w:rsid w:val="00853A34"/>
    <w:rsid w:val="00853E73"/>
    <w:rsid w:val="00854047"/>
    <w:rsid w:val="0085479D"/>
    <w:rsid w:val="0085513B"/>
    <w:rsid w:val="0085564C"/>
    <w:rsid w:val="00855B5D"/>
    <w:rsid w:val="0085600E"/>
    <w:rsid w:val="00856707"/>
    <w:rsid w:val="008573B6"/>
    <w:rsid w:val="00857ED9"/>
    <w:rsid w:val="00860472"/>
    <w:rsid w:val="00860789"/>
    <w:rsid w:val="00860C64"/>
    <w:rsid w:val="00861062"/>
    <w:rsid w:val="008612B3"/>
    <w:rsid w:val="008617E0"/>
    <w:rsid w:val="00861818"/>
    <w:rsid w:val="008619C0"/>
    <w:rsid w:val="00861AA1"/>
    <w:rsid w:val="00861EB3"/>
    <w:rsid w:val="00861F7B"/>
    <w:rsid w:val="00862442"/>
    <w:rsid w:val="00862472"/>
    <w:rsid w:val="0086256B"/>
    <w:rsid w:val="0086257B"/>
    <w:rsid w:val="0086261E"/>
    <w:rsid w:val="00862817"/>
    <w:rsid w:val="00862A02"/>
    <w:rsid w:val="00862D3F"/>
    <w:rsid w:val="00862FDF"/>
    <w:rsid w:val="00863043"/>
    <w:rsid w:val="00863618"/>
    <w:rsid w:val="008637EE"/>
    <w:rsid w:val="0086389C"/>
    <w:rsid w:val="00863C14"/>
    <w:rsid w:val="00864736"/>
    <w:rsid w:val="00865B8F"/>
    <w:rsid w:val="00865FB4"/>
    <w:rsid w:val="008660C4"/>
    <w:rsid w:val="008661B6"/>
    <w:rsid w:val="008665F8"/>
    <w:rsid w:val="008676D2"/>
    <w:rsid w:val="0086782F"/>
    <w:rsid w:val="008678EF"/>
    <w:rsid w:val="0087012B"/>
    <w:rsid w:val="008702A2"/>
    <w:rsid w:val="008703A0"/>
    <w:rsid w:val="00870C43"/>
    <w:rsid w:val="00871406"/>
    <w:rsid w:val="00871C06"/>
    <w:rsid w:val="00872085"/>
    <w:rsid w:val="0087261F"/>
    <w:rsid w:val="00872BAB"/>
    <w:rsid w:val="00872FF8"/>
    <w:rsid w:val="00873090"/>
    <w:rsid w:val="0087336D"/>
    <w:rsid w:val="008736F6"/>
    <w:rsid w:val="008737B2"/>
    <w:rsid w:val="00873873"/>
    <w:rsid w:val="00873EAA"/>
    <w:rsid w:val="0087401F"/>
    <w:rsid w:val="00874102"/>
    <w:rsid w:val="00874703"/>
    <w:rsid w:val="008749C6"/>
    <w:rsid w:val="00874EB7"/>
    <w:rsid w:val="008754B9"/>
    <w:rsid w:val="008762DD"/>
    <w:rsid w:val="0087658E"/>
    <w:rsid w:val="008766AE"/>
    <w:rsid w:val="008769D7"/>
    <w:rsid w:val="0087754A"/>
    <w:rsid w:val="008777D3"/>
    <w:rsid w:val="00877AA9"/>
    <w:rsid w:val="00877C8C"/>
    <w:rsid w:val="00880070"/>
    <w:rsid w:val="00880283"/>
    <w:rsid w:val="008802B4"/>
    <w:rsid w:val="008804FF"/>
    <w:rsid w:val="00880BF7"/>
    <w:rsid w:val="00880E7B"/>
    <w:rsid w:val="008810C6"/>
    <w:rsid w:val="00881340"/>
    <w:rsid w:val="00881666"/>
    <w:rsid w:val="00881C57"/>
    <w:rsid w:val="00881EF4"/>
    <w:rsid w:val="008824AB"/>
    <w:rsid w:val="00882579"/>
    <w:rsid w:val="00882716"/>
    <w:rsid w:val="00882793"/>
    <w:rsid w:val="0088293D"/>
    <w:rsid w:val="00882A95"/>
    <w:rsid w:val="008830C0"/>
    <w:rsid w:val="008831FF"/>
    <w:rsid w:val="0088327C"/>
    <w:rsid w:val="00883CE6"/>
    <w:rsid w:val="00883EB3"/>
    <w:rsid w:val="008841CC"/>
    <w:rsid w:val="008842E5"/>
    <w:rsid w:val="00884377"/>
    <w:rsid w:val="00884570"/>
    <w:rsid w:val="00884A78"/>
    <w:rsid w:val="00884B62"/>
    <w:rsid w:val="00884BE9"/>
    <w:rsid w:val="00884E13"/>
    <w:rsid w:val="00885011"/>
    <w:rsid w:val="008852F5"/>
    <w:rsid w:val="0088531A"/>
    <w:rsid w:val="0088531D"/>
    <w:rsid w:val="00885445"/>
    <w:rsid w:val="00885588"/>
    <w:rsid w:val="0088593F"/>
    <w:rsid w:val="008859E5"/>
    <w:rsid w:val="00885E70"/>
    <w:rsid w:val="008861CE"/>
    <w:rsid w:val="00886294"/>
    <w:rsid w:val="0088656A"/>
    <w:rsid w:val="00886957"/>
    <w:rsid w:val="00886B69"/>
    <w:rsid w:val="0088701A"/>
    <w:rsid w:val="0088733F"/>
    <w:rsid w:val="008875CB"/>
    <w:rsid w:val="0088771E"/>
    <w:rsid w:val="00887E13"/>
    <w:rsid w:val="00887E2A"/>
    <w:rsid w:val="00887F59"/>
    <w:rsid w:val="00890083"/>
    <w:rsid w:val="00890290"/>
    <w:rsid w:val="008903BB"/>
    <w:rsid w:val="0089048E"/>
    <w:rsid w:val="00890941"/>
    <w:rsid w:val="0089098D"/>
    <w:rsid w:val="00890B6A"/>
    <w:rsid w:val="00890E90"/>
    <w:rsid w:val="00890F05"/>
    <w:rsid w:val="00890F41"/>
    <w:rsid w:val="008910A9"/>
    <w:rsid w:val="008912EC"/>
    <w:rsid w:val="00891638"/>
    <w:rsid w:val="008916EB"/>
    <w:rsid w:val="00891A26"/>
    <w:rsid w:val="00891D19"/>
    <w:rsid w:val="00891D34"/>
    <w:rsid w:val="00891D89"/>
    <w:rsid w:val="00891DA0"/>
    <w:rsid w:val="00892157"/>
    <w:rsid w:val="00892191"/>
    <w:rsid w:val="008926C8"/>
    <w:rsid w:val="00892775"/>
    <w:rsid w:val="00892C15"/>
    <w:rsid w:val="00892D88"/>
    <w:rsid w:val="00892DB2"/>
    <w:rsid w:val="008930A0"/>
    <w:rsid w:val="00893553"/>
    <w:rsid w:val="008935E9"/>
    <w:rsid w:val="008935F4"/>
    <w:rsid w:val="0089389C"/>
    <w:rsid w:val="008944E7"/>
    <w:rsid w:val="00894C22"/>
    <w:rsid w:val="0089519C"/>
    <w:rsid w:val="00895839"/>
    <w:rsid w:val="00895AE1"/>
    <w:rsid w:val="00896283"/>
    <w:rsid w:val="00896753"/>
    <w:rsid w:val="00896A34"/>
    <w:rsid w:val="00897006"/>
    <w:rsid w:val="00897126"/>
    <w:rsid w:val="0089774C"/>
    <w:rsid w:val="00897B0D"/>
    <w:rsid w:val="00897FA5"/>
    <w:rsid w:val="008A02BB"/>
    <w:rsid w:val="008A0841"/>
    <w:rsid w:val="008A0874"/>
    <w:rsid w:val="008A095D"/>
    <w:rsid w:val="008A147A"/>
    <w:rsid w:val="008A157E"/>
    <w:rsid w:val="008A1641"/>
    <w:rsid w:val="008A1CCB"/>
    <w:rsid w:val="008A1ECD"/>
    <w:rsid w:val="008A228B"/>
    <w:rsid w:val="008A2782"/>
    <w:rsid w:val="008A2829"/>
    <w:rsid w:val="008A2B7C"/>
    <w:rsid w:val="008A2F39"/>
    <w:rsid w:val="008A3190"/>
    <w:rsid w:val="008A37B2"/>
    <w:rsid w:val="008A38FF"/>
    <w:rsid w:val="008A3A26"/>
    <w:rsid w:val="008A3BB4"/>
    <w:rsid w:val="008A514C"/>
    <w:rsid w:val="008A5A0B"/>
    <w:rsid w:val="008A5BBA"/>
    <w:rsid w:val="008A5CF3"/>
    <w:rsid w:val="008A6D46"/>
    <w:rsid w:val="008A73BD"/>
    <w:rsid w:val="008A73E3"/>
    <w:rsid w:val="008A7475"/>
    <w:rsid w:val="008A7F08"/>
    <w:rsid w:val="008B0099"/>
    <w:rsid w:val="008B00EF"/>
    <w:rsid w:val="008B01A4"/>
    <w:rsid w:val="008B01A7"/>
    <w:rsid w:val="008B0D3C"/>
    <w:rsid w:val="008B0ED2"/>
    <w:rsid w:val="008B1352"/>
    <w:rsid w:val="008B1C00"/>
    <w:rsid w:val="008B1D70"/>
    <w:rsid w:val="008B207A"/>
    <w:rsid w:val="008B219A"/>
    <w:rsid w:val="008B2573"/>
    <w:rsid w:val="008B26FD"/>
    <w:rsid w:val="008B2D2F"/>
    <w:rsid w:val="008B2FE2"/>
    <w:rsid w:val="008B3037"/>
    <w:rsid w:val="008B379D"/>
    <w:rsid w:val="008B3C08"/>
    <w:rsid w:val="008B3C16"/>
    <w:rsid w:val="008B3C92"/>
    <w:rsid w:val="008B40A5"/>
    <w:rsid w:val="008B5395"/>
    <w:rsid w:val="008B577C"/>
    <w:rsid w:val="008B58A4"/>
    <w:rsid w:val="008B5914"/>
    <w:rsid w:val="008B5BE2"/>
    <w:rsid w:val="008B5CD2"/>
    <w:rsid w:val="008B6155"/>
    <w:rsid w:val="008B69BF"/>
    <w:rsid w:val="008B6A11"/>
    <w:rsid w:val="008B7076"/>
    <w:rsid w:val="008B7438"/>
    <w:rsid w:val="008B754E"/>
    <w:rsid w:val="008B78CE"/>
    <w:rsid w:val="008B78DB"/>
    <w:rsid w:val="008B7C56"/>
    <w:rsid w:val="008C0197"/>
    <w:rsid w:val="008C027B"/>
    <w:rsid w:val="008C040A"/>
    <w:rsid w:val="008C0542"/>
    <w:rsid w:val="008C0FB5"/>
    <w:rsid w:val="008C154F"/>
    <w:rsid w:val="008C1661"/>
    <w:rsid w:val="008C1796"/>
    <w:rsid w:val="008C1E24"/>
    <w:rsid w:val="008C2198"/>
    <w:rsid w:val="008C2217"/>
    <w:rsid w:val="008C295D"/>
    <w:rsid w:val="008C308F"/>
    <w:rsid w:val="008C30FB"/>
    <w:rsid w:val="008C32BD"/>
    <w:rsid w:val="008C36B5"/>
    <w:rsid w:val="008C3C31"/>
    <w:rsid w:val="008C3C33"/>
    <w:rsid w:val="008C3E5B"/>
    <w:rsid w:val="008C4249"/>
    <w:rsid w:val="008C4946"/>
    <w:rsid w:val="008C4A66"/>
    <w:rsid w:val="008C5055"/>
    <w:rsid w:val="008C523B"/>
    <w:rsid w:val="008C52C8"/>
    <w:rsid w:val="008C52E6"/>
    <w:rsid w:val="008C531B"/>
    <w:rsid w:val="008C5759"/>
    <w:rsid w:val="008C5AA3"/>
    <w:rsid w:val="008C612A"/>
    <w:rsid w:val="008C6424"/>
    <w:rsid w:val="008C6874"/>
    <w:rsid w:val="008C6D94"/>
    <w:rsid w:val="008C7266"/>
    <w:rsid w:val="008C728D"/>
    <w:rsid w:val="008C741B"/>
    <w:rsid w:val="008C75C4"/>
    <w:rsid w:val="008C766A"/>
    <w:rsid w:val="008C77EC"/>
    <w:rsid w:val="008C78FD"/>
    <w:rsid w:val="008C7A8E"/>
    <w:rsid w:val="008D0116"/>
    <w:rsid w:val="008D0C43"/>
    <w:rsid w:val="008D0D7B"/>
    <w:rsid w:val="008D172D"/>
    <w:rsid w:val="008D205E"/>
    <w:rsid w:val="008D2235"/>
    <w:rsid w:val="008D2794"/>
    <w:rsid w:val="008D293D"/>
    <w:rsid w:val="008D34C8"/>
    <w:rsid w:val="008D360F"/>
    <w:rsid w:val="008D3A92"/>
    <w:rsid w:val="008D418D"/>
    <w:rsid w:val="008D44E6"/>
    <w:rsid w:val="008D46C3"/>
    <w:rsid w:val="008D4804"/>
    <w:rsid w:val="008D49F4"/>
    <w:rsid w:val="008D4A72"/>
    <w:rsid w:val="008D50C5"/>
    <w:rsid w:val="008D5430"/>
    <w:rsid w:val="008D57D5"/>
    <w:rsid w:val="008D5880"/>
    <w:rsid w:val="008D5A40"/>
    <w:rsid w:val="008D5B5F"/>
    <w:rsid w:val="008D62E2"/>
    <w:rsid w:val="008D64A0"/>
    <w:rsid w:val="008D6520"/>
    <w:rsid w:val="008D6649"/>
    <w:rsid w:val="008D6F9E"/>
    <w:rsid w:val="008D708B"/>
    <w:rsid w:val="008D7400"/>
    <w:rsid w:val="008D74FE"/>
    <w:rsid w:val="008D7837"/>
    <w:rsid w:val="008D7CCC"/>
    <w:rsid w:val="008D7E66"/>
    <w:rsid w:val="008E0062"/>
    <w:rsid w:val="008E01CE"/>
    <w:rsid w:val="008E032A"/>
    <w:rsid w:val="008E07AB"/>
    <w:rsid w:val="008E1AF5"/>
    <w:rsid w:val="008E298D"/>
    <w:rsid w:val="008E2F16"/>
    <w:rsid w:val="008E3413"/>
    <w:rsid w:val="008E35EA"/>
    <w:rsid w:val="008E3BCA"/>
    <w:rsid w:val="008E3D20"/>
    <w:rsid w:val="008E4780"/>
    <w:rsid w:val="008E4D1D"/>
    <w:rsid w:val="008E507C"/>
    <w:rsid w:val="008E5176"/>
    <w:rsid w:val="008E5573"/>
    <w:rsid w:val="008E5E3B"/>
    <w:rsid w:val="008E5E63"/>
    <w:rsid w:val="008E5F97"/>
    <w:rsid w:val="008E6032"/>
    <w:rsid w:val="008E63C0"/>
    <w:rsid w:val="008E69A0"/>
    <w:rsid w:val="008E6CEF"/>
    <w:rsid w:val="008E7286"/>
    <w:rsid w:val="008E77FB"/>
    <w:rsid w:val="008E78B8"/>
    <w:rsid w:val="008E7C93"/>
    <w:rsid w:val="008E7DB1"/>
    <w:rsid w:val="008F047B"/>
    <w:rsid w:val="008F04FD"/>
    <w:rsid w:val="008F0764"/>
    <w:rsid w:val="008F08C2"/>
    <w:rsid w:val="008F0B13"/>
    <w:rsid w:val="008F0E78"/>
    <w:rsid w:val="008F1387"/>
    <w:rsid w:val="008F1447"/>
    <w:rsid w:val="008F1BE9"/>
    <w:rsid w:val="008F1CF3"/>
    <w:rsid w:val="008F204F"/>
    <w:rsid w:val="008F2318"/>
    <w:rsid w:val="008F2BA9"/>
    <w:rsid w:val="008F2FD2"/>
    <w:rsid w:val="008F37A6"/>
    <w:rsid w:val="008F3EF7"/>
    <w:rsid w:val="008F40F5"/>
    <w:rsid w:val="008F4B26"/>
    <w:rsid w:val="008F4ECD"/>
    <w:rsid w:val="008F5622"/>
    <w:rsid w:val="008F5D78"/>
    <w:rsid w:val="008F5D8A"/>
    <w:rsid w:val="008F5ECF"/>
    <w:rsid w:val="008F6284"/>
    <w:rsid w:val="008F6D20"/>
    <w:rsid w:val="008F6F19"/>
    <w:rsid w:val="008F6F3A"/>
    <w:rsid w:val="008F6FEB"/>
    <w:rsid w:val="008F7566"/>
    <w:rsid w:val="008F77D0"/>
    <w:rsid w:val="008F78F6"/>
    <w:rsid w:val="008F7998"/>
    <w:rsid w:val="008F7B44"/>
    <w:rsid w:val="008F7CB5"/>
    <w:rsid w:val="008F7F52"/>
    <w:rsid w:val="00900091"/>
    <w:rsid w:val="00900526"/>
    <w:rsid w:val="00900646"/>
    <w:rsid w:val="00900754"/>
    <w:rsid w:val="00900986"/>
    <w:rsid w:val="00900A9E"/>
    <w:rsid w:val="0090133A"/>
    <w:rsid w:val="00901416"/>
    <w:rsid w:val="00901467"/>
    <w:rsid w:val="009014A0"/>
    <w:rsid w:val="00901549"/>
    <w:rsid w:val="0090183F"/>
    <w:rsid w:val="009018EF"/>
    <w:rsid w:val="00901929"/>
    <w:rsid w:val="00901973"/>
    <w:rsid w:val="00901F75"/>
    <w:rsid w:val="00901FD9"/>
    <w:rsid w:val="0090206C"/>
    <w:rsid w:val="009022C0"/>
    <w:rsid w:val="00902468"/>
    <w:rsid w:val="00902760"/>
    <w:rsid w:val="00902DA4"/>
    <w:rsid w:val="00903112"/>
    <w:rsid w:val="009033F0"/>
    <w:rsid w:val="009033FD"/>
    <w:rsid w:val="00903638"/>
    <w:rsid w:val="009038EE"/>
    <w:rsid w:val="00903974"/>
    <w:rsid w:val="00903CAD"/>
    <w:rsid w:val="009045BF"/>
    <w:rsid w:val="0090492E"/>
    <w:rsid w:val="00904AAE"/>
    <w:rsid w:val="00904DF4"/>
    <w:rsid w:val="009051DA"/>
    <w:rsid w:val="0090545D"/>
    <w:rsid w:val="009055FE"/>
    <w:rsid w:val="009057D9"/>
    <w:rsid w:val="00905944"/>
    <w:rsid w:val="00905EDD"/>
    <w:rsid w:val="009064B7"/>
    <w:rsid w:val="009067A3"/>
    <w:rsid w:val="00906808"/>
    <w:rsid w:val="00906AE8"/>
    <w:rsid w:val="00906F53"/>
    <w:rsid w:val="009074D8"/>
    <w:rsid w:val="0090750D"/>
    <w:rsid w:val="00907574"/>
    <w:rsid w:val="0091001A"/>
    <w:rsid w:val="0091008E"/>
    <w:rsid w:val="00910344"/>
    <w:rsid w:val="0091074C"/>
    <w:rsid w:val="00911221"/>
    <w:rsid w:val="00911480"/>
    <w:rsid w:val="0091186D"/>
    <w:rsid w:val="00911977"/>
    <w:rsid w:val="00911A5A"/>
    <w:rsid w:val="00911F30"/>
    <w:rsid w:val="00911F7E"/>
    <w:rsid w:val="0091273D"/>
    <w:rsid w:val="00912A90"/>
    <w:rsid w:val="00912AB1"/>
    <w:rsid w:val="009131F8"/>
    <w:rsid w:val="009132B0"/>
    <w:rsid w:val="00913657"/>
    <w:rsid w:val="00913E49"/>
    <w:rsid w:val="00914456"/>
    <w:rsid w:val="009144F6"/>
    <w:rsid w:val="00914541"/>
    <w:rsid w:val="009147E8"/>
    <w:rsid w:val="00914925"/>
    <w:rsid w:val="00914F3A"/>
    <w:rsid w:val="0091513C"/>
    <w:rsid w:val="009152DB"/>
    <w:rsid w:val="009153EA"/>
    <w:rsid w:val="0091592B"/>
    <w:rsid w:val="00915A75"/>
    <w:rsid w:val="00915A87"/>
    <w:rsid w:val="00915E68"/>
    <w:rsid w:val="0091621B"/>
    <w:rsid w:val="0091626C"/>
    <w:rsid w:val="009166F6"/>
    <w:rsid w:val="0091695B"/>
    <w:rsid w:val="00916E3D"/>
    <w:rsid w:val="00916F52"/>
    <w:rsid w:val="00917112"/>
    <w:rsid w:val="00917ADA"/>
    <w:rsid w:val="00917F32"/>
    <w:rsid w:val="009202C7"/>
    <w:rsid w:val="00920348"/>
    <w:rsid w:val="00920D8B"/>
    <w:rsid w:val="009213A4"/>
    <w:rsid w:val="0092181D"/>
    <w:rsid w:val="00921877"/>
    <w:rsid w:val="00921CAD"/>
    <w:rsid w:val="009221B0"/>
    <w:rsid w:val="00923D35"/>
    <w:rsid w:val="00923EF4"/>
    <w:rsid w:val="0092403E"/>
    <w:rsid w:val="0092404D"/>
    <w:rsid w:val="00924857"/>
    <w:rsid w:val="009253B9"/>
    <w:rsid w:val="0092559D"/>
    <w:rsid w:val="00925994"/>
    <w:rsid w:val="00925C6D"/>
    <w:rsid w:val="00925CA2"/>
    <w:rsid w:val="00925CD2"/>
    <w:rsid w:val="00925CF2"/>
    <w:rsid w:val="00926467"/>
    <w:rsid w:val="009274EA"/>
    <w:rsid w:val="009278AF"/>
    <w:rsid w:val="00927C46"/>
    <w:rsid w:val="00927EA3"/>
    <w:rsid w:val="0093003B"/>
    <w:rsid w:val="00930128"/>
    <w:rsid w:val="009301AC"/>
    <w:rsid w:val="009304A1"/>
    <w:rsid w:val="009306C6"/>
    <w:rsid w:val="00930C46"/>
    <w:rsid w:val="00930EE3"/>
    <w:rsid w:val="00931130"/>
    <w:rsid w:val="00931272"/>
    <w:rsid w:val="00931520"/>
    <w:rsid w:val="00931CEA"/>
    <w:rsid w:val="00931D88"/>
    <w:rsid w:val="00931FFD"/>
    <w:rsid w:val="009328D8"/>
    <w:rsid w:val="0093293F"/>
    <w:rsid w:val="00932986"/>
    <w:rsid w:val="00932CFF"/>
    <w:rsid w:val="00932EA9"/>
    <w:rsid w:val="00933406"/>
    <w:rsid w:val="00933746"/>
    <w:rsid w:val="00933A9A"/>
    <w:rsid w:val="00933BFE"/>
    <w:rsid w:val="00934145"/>
    <w:rsid w:val="0093419A"/>
    <w:rsid w:val="00934276"/>
    <w:rsid w:val="00934581"/>
    <w:rsid w:val="00934685"/>
    <w:rsid w:val="0093485C"/>
    <w:rsid w:val="009348CA"/>
    <w:rsid w:val="00934AD4"/>
    <w:rsid w:val="00934BE8"/>
    <w:rsid w:val="00934C81"/>
    <w:rsid w:val="00934CE1"/>
    <w:rsid w:val="00934E8F"/>
    <w:rsid w:val="0093506E"/>
    <w:rsid w:val="00935384"/>
    <w:rsid w:val="009353BD"/>
    <w:rsid w:val="009359BA"/>
    <w:rsid w:val="00935ECB"/>
    <w:rsid w:val="00936108"/>
    <w:rsid w:val="0093611A"/>
    <w:rsid w:val="009366B3"/>
    <w:rsid w:val="009368F5"/>
    <w:rsid w:val="00936C2A"/>
    <w:rsid w:val="00936D10"/>
    <w:rsid w:val="00936E0F"/>
    <w:rsid w:val="00936FEF"/>
    <w:rsid w:val="009376D8"/>
    <w:rsid w:val="00937DB2"/>
    <w:rsid w:val="00940311"/>
    <w:rsid w:val="00940679"/>
    <w:rsid w:val="009407E7"/>
    <w:rsid w:val="009409FF"/>
    <w:rsid w:val="00940A82"/>
    <w:rsid w:val="00940A90"/>
    <w:rsid w:val="00940E72"/>
    <w:rsid w:val="0094119C"/>
    <w:rsid w:val="00941263"/>
    <w:rsid w:val="00941A07"/>
    <w:rsid w:val="00941D24"/>
    <w:rsid w:val="00941D5F"/>
    <w:rsid w:val="00942339"/>
    <w:rsid w:val="00942343"/>
    <w:rsid w:val="00942783"/>
    <w:rsid w:val="00942D72"/>
    <w:rsid w:val="00942F28"/>
    <w:rsid w:val="00943238"/>
    <w:rsid w:val="0094330E"/>
    <w:rsid w:val="009433F2"/>
    <w:rsid w:val="00943750"/>
    <w:rsid w:val="00944137"/>
    <w:rsid w:val="009441DC"/>
    <w:rsid w:val="00944509"/>
    <w:rsid w:val="0094457C"/>
    <w:rsid w:val="00944FD8"/>
    <w:rsid w:val="009450BF"/>
    <w:rsid w:val="00945488"/>
    <w:rsid w:val="00945658"/>
    <w:rsid w:val="00945BA0"/>
    <w:rsid w:val="009460C3"/>
    <w:rsid w:val="0094680E"/>
    <w:rsid w:val="00946A46"/>
    <w:rsid w:val="00946C84"/>
    <w:rsid w:val="00946D6F"/>
    <w:rsid w:val="009473BF"/>
    <w:rsid w:val="009474FA"/>
    <w:rsid w:val="00947639"/>
    <w:rsid w:val="009478A1"/>
    <w:rsid w:val="00947AF5"/>
    <w:rsid w:val="00947B0F"/>
    <w:rsid w:val="00947CC3"/>
    <w:rsid w:val="00947D9C"/>
    <w:rsid w:val="00950307"/>
    <w:rsid w:val="0095046B"/>
    <w:rsid w:val="00950996"/>
    <w:rsid w:val="00951186"/>
    <w:rsid w:val="00951226"/>
    <w:rsid w:val="00951278"/>
    <w:rsid w:val="009512E8"/>
    <w:rsid w:val="00951445"/>
    <w:rsid w:val="0095152E"/>
    <w:rsid w:val="00951F6A"/>
    <w:rsid w:val="0095234A"/>
    <w:rsid w:val="0095263A"/>
    <w:rsid w:val="009533E9"/>
    <w:rsid w:val="009534A1"/>
    <w:rsid w:val="0095366D"/>
    <w:rsid w:val="00953715"/>
    <w:rsid w:val="0095374E"/>
    <w:rsid w:val="0095397A"/>
    <w:rsid w:val="00953BD6"/>
    <w:rsid w:val="00953EF7"/>
    <w:rsid w:val="009541E8"/>
    <w:rsid w:val="00954560"/>
    <w:rsid w:val="009545D4"/>
    <w:rsid w:val="00954ABD"/>
    <w:rsid w:val="009555AF"/>
    <w:rsid w:val="00955779"/>
    <w:rsid w:val="00955ABB"/>
    <w:rsid w:val="00955BD6"/>
    <w:rsid w:val="00955C7C"/>
    <w:rsid w:val="00956450"/>
    <w:rsid w:val="0095652E"/>
    <w:rsid w:val="009569DE"/>
    <w:rsid w:val="00956A54"/>
    <w:rsid w:val="0095740C"/>
    <w:rsid w:val="00957469"/>
    <w:rsid w:val="00957694"/>
    <w:rsid w:val="00957EA4"/>
    <w:rsid w:val="00957FEE"/>
    <w:rsid w:val="00960076"/>
    <w:rsid w:val="009600AE"/>
    <w:rsid w:val="00960294"/>
    <w:rsid w:val="00960427"/>
    <w:rsid w:val="0096065C"/>
    <w:rsid w:val="009606B5"/>
    <w:rsid w:val="009607A8"/>
    <w:rsid w:val="00960B8C"/>
    <w:rsid w:val="00960DB4"/>
    <w:rsid w:val="00960E27"/>
    <w:rsid w:val="0096123D"/>
    <w:rsid w:val="0096126C"/>
    <w:rsid w:val="009613D4"/>
    <w:rsid w:val="009615D8"/>
    <w:rsid w:val="009617B7"/>
    <w:rsid w:val="00961999"/>
    <w:rsid w:val="00961AAE"/>
    <w:rsid w:val="00961B04"/>
    <w:rsid w:val="0096208E"/>
    <w:rsid w:val="0096257C"/>
    <w:rsid w:val="0096281F"/>
    <w:rsid w:val="00962848"/>
    <w:rsid w:val="00962B58"/>
    <w:rsid w:val="00962F57"/>
    <w:rsid w:val="00962FE2"/>
    <w:rsid w:val="00963524"/>
    <w:rsid w:val="009635C9"/>
    <w:rsid w:val="00963686"/>
    <w:rsid w:val="009638F0"/>
    <w:rsid w:val="00963B52"/>
    <w:rsid w:val="00963BB0"/>
    <w:rsid w:val="00964166"/>
    <w:rsid w:val="00964190"/>
    <w:rsid w:val="009648D0"/>
    <w:rsid w:val="00965047"/>
    <w:rsid w:val="009651BE"/>
    <w:rsid w:val="00965330"/>
    <w:rsid w:val="00965670"/>
    <w:rsid w:val="00965798"/>
    <w:rsid w:val="00965BDF"/>
    <w:rsid w:val="00966A9E"/>
    <w:rsid w:val="009674EE"/>
    <w:rsid w:val="00967988"/>
    <w:rsid w:val="0097041A"/>
    <w:rsid w:val="00970453"/>
    <w:rsid w:val="009704A1"/>
    <w:rsid w:val="009706F7"/>
    <w:rsid w:val="00971112"/>
    <w:rsid w:val="009712A3"/>
    <w:rsid w:val="00971365"/>
    <w:rsid w:val="00971382"/>
    <w:rsid w:val="0097144B"/>
    <w:rsid w:val="00971773"/>
    <w:rsid w:val="0097181D"/>
    <w:rsid w:val="00971ACB"/>
    <w:rsid w:val="00971B66"/>
    <w:rsid w:val="00971ECA"/>
    <w:rsid w:val="0097246A"/>
    <w:rsid w:val="00972C54"/>
    <w:rsid w:val="00972EC8"/>
    <w:rsid w:val="00972F8F"/>
    <w:rsid w:val="009730B8"/>
    <w:rsid w:val="00973177"/>
    <w:rsid w:val="009731C6"/>
    <w:rsid w:val="00973527"/>
    <w:rsid w:val="0097389D"/>
    <w:rsid w:val="00973B5B"/>
    <w:rsid w:val="00973BDA"/>
    <w:rsid w:val="00973DB4"/>
    <w:rsid w:val="009741B0"/>
    <w:rsid w:val="00974496"/>
    <w:rsid w:val="00974A9A"/>
    <w:rsid w:val="00974BC6"/>
    <w:rsid w:val="00975987"/>
    <w:rsid w:val="00975D19"/>
    <w:rsid w:val="009762A2"/>
    <w:rsid w:val="009766C6"/>
    <w:rsid w:val="00976A16"/>
    <w:rsid w:val="00976BF1"/>
    <w:rsid w:val="00976CEB"/>
    <w:rsid w:val="00976D58"/>
    <w:rsid w:val="009773E0"/>
    <w:rsid w:val="00977764"/>
    <w:rsid w:val="00977ABB"/>
    <w:rsid w:val="00977EB8"/>
    <w:rsid w:val="0098028A"/>
    <w:rsid w:val="0098044F"/>
    <w:rsid w:val="00980B77"/>
    <w:rsid w:val="00980CF4"/>
    <w:rsid w:val="00980E87"/>
    <w:rsid w:val="0098137F"/>
    <w:rsid w:val="00981AD8"/>
    <w:rsid w:val="00981B6E"/>
    <w:rsid w:val="00981D3C"/>
    <w:rsid w:val="00981E63"/>
    <w:rsid w:val="0098250D"/>
    <w:rsid w:val="0098260E"/>
    <w:rsid w:val="00982ACB"/>
    <w:rsid w:val="00982F6F"/>
    <w:rsid w:val="0098310F"/>
    <w:rsid w:val="00983376"/>
    <w:rsid w:val="00983467"/>
    <w:rsid w:val="00984245"/>
    <w:rsid w:val="009847F4"/>
    <w:rsid w:val="00984914"/>
    <w:rsid w:val="00984999"/>
    <w:rsid w:val="00985F7C"/>
    <w:rsid w:val="0098604F"/>
    <w:rsid w:val="009872DC"/>
    <w:rsid w:val="00987663"/>
    <w:rsid w:val="00987B1B"/>
    <w:rsid w:val="00987B9A"/>
    <w:rsid w:val="00987EE3"/>
    <w:rsid w:val="0099020F"/>
    <w:rsid w:val="0099055C"/>
    <w:rsid w:val="00990781"/>
    <w:rsid w:val="00990890"/>
    <w:rsid w:val="009909ED"/>
    <w:rsid w:val="00990A82"/>
    <w:rsid w:val="00990B65"/>
    <w:rsid w:val="0099123E"/>
    <w:rsid w:val="00991533"/>
    <w:rsid w:val="00991563"/>
    <w:rsid w:val="00991E61"/>
    <w:rsid w:val="00991FD7"/>
    <w:rsid w:val="009926CE"/>
    <w:rsid w:val="00992ACE"/>
    <w:rsid w:val="00992EB2"/>
    <w:rsid w:val="0099353E"/>
    <w:rsid w:val="009936DA"/>
    <w:rsid w:val="009936EC"/>
    <w:rsid w:val="009939E5"/>
    <w:rsid w:val="00993C80"/>
    <w:rsid w:val="00993CA3"/>
    <w:rsid w:val="00993CC6"/>
    <w:rsid w:val="00994009"/>
    <w:rsid w:val="00994103"/>
    <w:rsid w:val="009946C9"/>
    <w:rsid w:val="00994BA2"/>
    <w:rsid w:val="00994C85"/>
    <w:rsid w:val="00994DD0"/>
    <w:rsid w:val="0099565E"/>
    <w:rsid w:val="009958CB"/>
    <w:rsid w:val="00996061"/>
    <w:rsid w:val="009960FE"/>
    <w:rsid w:val="009965C0"/>
    <w:rsid w:val="009968D5"/>
    <w:rsid w:val="009971A6"/>
    <w:rsid w:val="009977AE"/>
    <w:rsid w:val="00997CDB"/>
    <w:rsid w:val="00997D18"/>
    <w:rsid w:val="00997EE2"/>
    <w:rsid w:val="00997EFA"/>
    <w:rsid w:val="009A0070"/>
    <w:rsid w:val="009A074C"/>
    <w:rsid w:val="009A086F"/>
    <w:rsid w:val="009A0BC9"/>
    <w:rsid w:val="009A0C1F"/>
    <w:rsid w:val="009A0CD3"/>
    <w:rsid w:val="009A0E34"/>
    <w:rsid w:val="009A0EA4"/>
    <w:rsid w:val="009A1076"/>
    <w:rsid w:val="009A15D9"/>
    <w:rsid w:val="009A1D8B"/>
    <w:rsid w:val="009A1E47"/>
    <w:rsid w:val="009A2022"/>
    <w:rsid w:val="009A2023"/>
    <w:rsid w:val="009A23EF"/>
    <w:rsid w:val="009A26E0"/>
    <w:rsid w:val="009A2B98"/>
    <w:rsid w:val="009A2BCD"/>
    <w:rsid w:val="009A2D82"/>
    <w:rsid w:val="009A3490"/>
    <w:rsid w:val="009A3549"/>
    <w:rsid w:val="009A366C"/>
    <w:rsid w:val="009A3884"/>
    <w:rsid w:val="009A3B31"/>
    <w:rsid w:val="009A3E8B"/>
    <w:rsid w:val="009A3F91"/>
    <w:rsid w:val="009A406D"/>
    <w:rsid w:val="009A457E"/>
    <w:rsid w:val="009A48EC"/>
    <w:rsid w:val="009A4AEF"/>
    <w:rsid w:val="009A531B"/>
    <w:rsid w:val="009A53B0"/>
    <w:rsid w:val="009A563E"/>
    <w:rsid w:val="009A566C"/>
    <w:rsid w:val="009A5944"/>
    <w:rsid w:val="009A6007"/>
    <w:rsid w:val="009A60F3"/>
    <w:rsid w:val="009A68A4"/>
    <w:rsid w:val="009A6E5B"/>
    <w:rsid w:val="009A6FAB"/>
    <w:rsid w:val="009A74BC"/>
    <w:rsid w:val="009A777C"/>
    <w:rsid w:val="009A7D79"/>
    <w:rsid w:val="009B0535"/>
    <w:rsid w:val="009B0897"/>
    <w:rsid w:val="009B08A1"/>
    <w:rsid w:val="009B2085"/>
    <w:rsid w:val="009B2198"/>
    <w:rsid w:val="009B25FD"/>
    <w:rsid w:val="009B2ECF"/>
    <w:rsid w:val="009B2FA3"/>
    <w:rsid w:val="009B3DFE"/>
    <w:rsid w:val="009B3EA3"/>
    <w:rsid w:val="009B42F3"/>
    <w:rsid w:val="009B43B6"/>
    <w:rsid w:val="009B4423"/>
    <w:rsid w:val="009B4F78"/>
    <w:rsid w:val="009B4FF9"/>
    <w:rsid w:val="009B5585"/>
    <w:rsid w:val="009B5821"/>
    <w:rsid w:val="009B5A43"/>
    <w:rsid w:val="009B5B11"/>
    <w:rsid w:val="009B5C02"/>
    <w:rsid w:val="009B5FE9"/>
    <w:rsid w:val="009B6268"/>
    <w:rsid w:val="009B6534"/>
    <w:rsid w:val="009B6581"/>
    <w:rsid w:val="009B6852"/>
    <w:rsid w:val="009B6B7E"/>
    <w:rsid w:val="009B6C2E"/>
    <w:rsid w:val="009B6CCC"/>
    <w:rsid w:val="009B7088"/>
    <w:rsid w:val="009B7266"/>
    <w:rsid w:val="009B731A"/>
    <w:rsid w:val="009B7366"/>
    <w:rsid w:val="009B73AC"/>
    <w:rsid w:val="009B73CB"/>
    <w:rsid w:val="009B7A5D"/>
    <w:rsid w:val="009B7A9F"/>
    <w:rsid w:val="009B7ADC"/>
    <w:rsid w:val="009C016C"/>
    <w:rsid w:val="009C07FE"/>
    <w:rsid w:val="009C1375"/>
    <w:rsid w:val="009C1AD1"/>
    <w:rsid w:val="009C1E2A"/>
    <w:rsid w:val="009C1F7D"/>
    <w:rsid w:val="009C2652"/>
    <w:rsid w:val="009C2984"/>
    <w:rsid w:val="009C29DA"/>
    <w:rsid w:val="009C304A"/>
    <w:rsid w:val="009C3621"/>
    <w:rsid w:val="009C3660"/>
    <w:rsid w:val="009C3A9C"/>
    <w:rsid w:val="009C3B36"/>
    <w:rsid w:val="009C3D51"/>
    <w:rsid w:val="009C3E92"/>
    <w:rsid w:val="009C4409"/>
    <w:rsid w:val="009C53E0"/>
    <w:rsid w:val="009C5B4E"/>
    <w:rsid w:val="009C69F7"/>
    <w:rsid w:val="009C6A3F"/>
    <w:rsid w:val="009C6C7B"/>
    <w:rsid w:val="009C750C"/>
    <w:rsid w:val="009C7B74"/>
    <w:rsid w:val="009C7CEC"/>
    <w:rsid w:val="009C7EBE"/>
    <w:rsid w:val="009D0268"/>
    <w:rsid w:val="009D02E9"/>
    <w:rsid w:val="009D068E"/>
    <w:rsid w:val="009D0DE6"/>
    <w:rsid w:val="009D1216"/>
    <w:rsid w:val="009D15B6"/>
    <w:rsid w:val="009D163B"/>
    <w:rsid w:val="009D1C8B"/>
    <w:rsid w:val="009D1D68"/>
    <w:rsid w:val="009D1D7A"/>
    <w:rsid w:val="009D2199"/>
    <w:rsid w:val="009D23D2"/>
    <w:rsid w:val="009D24AE"/>
    <w:rsid w:val="009D2840"/>
    <w:rsid w:val="009D2CA8"/>
    <w:rsid w:val="009D2CF6"/>
    <w:rsid w:val="009D2FDB"/>
    <w:rsid w:val="009D3260"/>
    <w:rsid w:val="009D3441"/>
    <w:rsid w:val="009D3466"/>
    <w:rsid w:val="009D41EF"/>
    <w:rsid w:val="009D44E4"/>
    <w:rsid w:val="009D4DCF"/>
    <w:rsid w:val="009D4E65"/>
    <w:rsid w:val="009D4EF2"/>
    <w:rsid w:val="009D5270"/>
    <w:rsid w:val="009D6185"/>
    <w:rsid w:val="009D6658"/>
    <w:rsid w:val="009D681D"/>
    <w:rsid w:val="009D6A10"/>
    <w:rsid w:val="009D7278"/>
    <w:rsid w:val="009D79F2"/>
    <w:rsid w:val="009D7D25"/>
    <w:rsid w:val="009D7DA1"/>
    <w:rsid w:val="009E0110"/>
    <w:rsid w:val="009E02AE"/>
    <w:rsid w:val="009E0816"/>
    <w:rsid w:val="009E09B5"/>
    <w:rsid w:val="009E0BB8"/>
    <w:rsid w:val="009E0DC7"/>
    <w:rsid w:val="009E10D7"/>
    <w:rsid w:val="009E1609"/>
    <w:rsid w:val="009E171A"/>
    <w:rsid w:val="009E17C2"/>
    <w:rsid w:val="009E1B15"/>
    <w:rsid w:val="009E1B3C"/>
    <w:rsid w:val="009E1B73"/>
    <w:rsid w:val="009E216A"/>
    <w:rsid w:val="009E22FE"/>
    <w:rsid w:val="009E28BF"/>
    <w:rsid w:val="009E29EE"/>
    <w:rsid w:val="009E39FF"/>
    <w:rsid w:val="009E42D9"/>
    <w:rsid w:val="009E43B9"/>
    <w:rsid w:val="009E46E7"/>
    <w:rsid w:val="009E473A"/>
    <w:rsid w:val="009E47CA"/>
    <w:rsid w:val="009E4CAD"/>
    <w:rsid w:val="009E4DBB"/>
    <w:rsid w:val="009E501C"/>
    <w:rsid w:val="009E52F5"/>
    <w:rsid w:val="009E58C1"/>
    <w:rsid w:val="009E59D1"/>
    <w:rsid w:val="009E5C52"/>
    <w:rsid w:val="009E5FB4"/>
    <w:rsid w:val="009E60A4"/>
    <w:rsid w:val="009E62D5"/>
    <w:rsid w:val="009E62E8"/>
    <w:rsid w:val="009E639A"/>
    <w:rsid w:val="009E646C"/>
    <w:rsid w:val="009E652B"/>
    <w:rsid w:val="009E66A8"/>
    <w:rsid w:val="009E71CB"/>
    <w:rsid w:val="009E752C"/>
    <w:rsid w:val="009E7748"/>
    <w:rsid w:val="009E7D2C"/>
    <w:rsid w:val="009E7F05"/>
    <w:rsid w:val="009F0762"/>
    <w:rsid w:val="009F077E"/>
    <w:rsid w:val="009F0A24"/>
    <w:rsid w:val="009F0C2D"/>
    <w:rsid w:val="009F1068"/>
    <w:rsid w:val="009F1093"/>
    <w:rsid w:val="009F10D1"/>
    <w:rsid w:val="009F1984"/>
    <w:rsid w:val="009F1AA3"/>
    <w:rsid w:val="009F1BFC"/>
    <w:rsid w:val="009F2190"/>
    <w:rsid w:val="009F2494"/>
    <w:rsid w:val="009F33E9"/>
    <w:rsid w:val="009F40A4"/>
    <w:rsid w:val="009F4B81"/>
    <w:rsid w:val="009F4E87"/>
    <w:rsid w:val="009F512F"/>
    <w:rsid w:val="009F5192"/>
    <w:rsid w:val="009F530B"/>
    <w:rsid w:val="009F5521"/>
    <w:rsid w:val="009F5C1F"/>
    <w:rsid w:val="009F60EF"/>
    <w:rsid w:val="009F6105"/>
    <w:rsid w:val="009F6390"/>
    <w:rsid w:val="009F6442"/>
    <w:rsid w:val="009F6868"/>
    <w:rsid w:val="009F7055"/>
    <w:rsid w:val="009F74A3"/>
    <w:rsid w:val="009F7955"/>
    <w:rsid w:val="009F7CBF"/>
    <w:rsid w:val="009F7CCB"/>
    <w:rsid w:val="009F7D47"/>
    <w:rsid w:val="00A000EE"/>
    <w:rsid w:val="00A00289"/>
    <w:rsid w:val="00A010B0"/>
    <w:rsid w:val="00A012A8"/>
    <w:rsid w:val="00A014A3"/>
    <w:rsid w:val="00A01ADD"/>
    <w:rsid w:val="00A01E6D"/>
    <w:rsid w:val="00A01FDF"/>
    <w:rsid w:val="00A0220D"/>
    <w:rsid w:val="00A028A6"/>
    <w:rsid w:val="00A0312F"/>
    <w:rsid w:val="00A03392"/>
    <w:rsid w:val="00A033D0"/>
    <w:rsid w:val="00A03475"/>
    <w:rsid w:val="00A037EC"/>
    <w:rsid w:val="00A03893"/>
    <w:rsid w:val="00A03D6A"/>
    <w:rsid w:val="00A03DCD"/>
    <w:rsid w:val="00A03F98"/>
    <w:rsid w:val="00A03FA6"/>
    <w:rsid w:val="00A03FF3"/>
    <w:rsid w:val="00A04205"/>
    <w:rsid w:val="00A042A8"/>
    <w:rsid w:val="00A0475A"/>
    <w:rsid w:val="00A04AD5"/>
    <w:rsid w:val="00A04C82"/>
    <w:rsid w:val="00A053E3"/>
    <w:rsid w:val="00A059D6"/>
    <w:rsid w:val="00A06039"/>
    <w:rsid w:val="00A06124"/>
    <w:rsid w:val="00A0651A"/>
    <w:rsid w:val="00A06AAA"/>
    <w:rsid w:val="00A06AC9"/>
    <w:rsid w:val="00A073C8"/>
    <w:rsid w:val="00A07717"/>
    <w:rsid w:val="00A07E0E"/>
    <w:rsid w:val="00A07F92"/>
    <w:rsid w:val="00A1034D"/>
    <w:rsid w:val="00A10651"/>
    <w:rsid w:val="00A10727"/>
    <w:rsid w:val="00A10EA5"/>
    <w:rsid w:val="00A1105E"/>
    <w:rsid w:val="00A113E7"/>
    <w:rsid w:val="00A115AB"/>
    <w:rsid w:val="00A116BE"/>
    <w:rsid w:val="00A11818"/>
    <w:rsid w:val="00A11B83"/>
    <w:rsid w:val="00A11CB4"/>
    <w:rsid w:val="00A12723"/>
    <w:rsid w:val="00A1275C"/>
    <w:rsid w:val="00A12CD2"/>
    <w:rsid w:val="00A12D02"/>
    <w:rsid w:val="00A12FCA"/>
    <w:rsid w:val="00A13206"/>
    <w:rsid w:val="00A135D8"/>
    <w:rsid w:val="00A139F0"/>
    <w:rsid w:val="00A13A10"/>
    <w:rsid w:val="00A13AA7"/>
    <w:rsid w:val="00A13C57"/>
    <w:rsid w:val="00A13D25"/>
    <w:rsid w:val="00A13D99"/>
    <w:rsid w:val="00A14717"/>
    <w:rsid w:val="00A14727"/>
    <w:rsid w:val="00A14878"/>
    <w:rsid w:val="00A14AF1"/>
    <w:rsid w:val="00A150CF"/>
    <w:rsid w:val="00A151F2"/>
    <w:rsid w:val="00A15B59"/>
    <w:rsid w:val="00A15DDD"/>
    <w:rsid w:val="00A16AF7"/>
    <w:rsid w:val="00A16BE6"/>
    <w:rsid w:val="00A16E0C"/>
    <w:rsid w:val="00A171BB"/>
    <w:rsid w:val="00A1726C"/>
    <w:rsid w:val="00A1786F"/>
    <w:rsid w:val="00A1788B"/>
    <w:rsid w:val="00A17938"/>
    <w:rsid w:val="00A17D5D"/>
    <w:rsid w:val="00A17EAC"/>
    <w:rsid w:val="00A20257"/>
    <w:rsid w:val="00A202DB"/>
    <w:rsid w:val="00A2030A"/>
    <w:rsid w:val="00A203D0"/>
    <w:rsid w:val="00A2078A"/>
    <w:rsid w:val="00A20951"/>
    <w:rsid w:val="00A20C4A"/>
    <w:rsid w:val="00A20C5D"/>
    <w:rsid w:val="00A20CC3"/>
    <w:rsid w:val="00A210BC"/>
    <w:rsid w:val="00A2140D"/>
    <w:rsid w:val="00A217AA"/>
    <w:rsid w:val="00A21E00"/>
    <w:rsid w:val="00A21EDB"/>
    <w:rsid w:val="00A21EEA"/>
    <w:rsid w:val="00A21FEC"/>
    <w:rsid w:val="00A22290"/>
    <w:rsid w:val="00A22D71"/>
    <w:rsid w:val="00A230DA"/>
    <w:rsid w:val="00A232D3"/>
    <w:rsid w:val="00A233C3"/>
    <w:rsid w:val="00A2383A"/>
    <w:rsid w:val="00A23AA5"/>
    <w:rsid w:val="00A23B87"/>
    <w:rsid w:val="00A24006"/>
    <w:rsid w:val="00A24203"/>
    <w:rsid w:val="00A24884"/>
    <w:rsid w:val="00A24ED4"/>
    <w:rsid w:val="00A251B2"/>
    <w:rsid w:val="00A2566F"/>
    <w:rsid w:val="00A25738"/>
    <w:rsid w:val="00A25F61"/>
    <w:rsid w:val="00A26218"/>
    <w:rsid w:val="00A26363"/>
    <w:rsid w:val="00A26519"/>
    <w:rsid w:val="00A27090"/>
    <w:rsid w:val="00A270BA"/>
    <w:rsid w:val="00A273E0"/>
    <w:rsid w:val="00A27CDF"/>
    <w:rsid w:val="00A300FD"/>
    <w:rsid w:val="00A301F1"/>
    <w:rsid w:val="00A3097F"/>
    <w:rsid w:val="00A30DCE"/>
    <w:rsid w:val="00A3138D"/>
    <w:rsid w:val="00A31E64"/>
    <w:rsid w:val="00A31EA8"/>
    <w:rsid w:val="00A32148"/>
    <w:rsid w:val="00A3222E"/>
    <w:rsid w:val="00A32564"/>
    <w:rsid w:val="00A3360C"/>
    <w:rsid w:val="00A33A1F"/>
    <w:rsid w:val="00A33E65"/>
    <w:rsid w:val="00A33F0F"/>
    <w:rsid w:val="00A34387"/>
    <w:rsid w:val="00A344DB"/>
    <w:rsid w:val="00A348AD"/>
    <w:rsid w:val="00A3495D"/>
    <w:rsid w:val="00A34DE7"/>
    <w:rsid w:val="00A353AB"/>
    <w:rsid w:val="00A354A7"/>
    <w:rsid w:val="00A35B0B"/>
    <w:rsid w:val="00A35E8D"/>
    <w:rsid w:val="00A363C9"/>
    <w:rsid w:val="00A36619"/>
    <w:rsid w:val="00A368A0"/>
    <w:rsid w:val="00A37142"/>
    <w:rsid w:val="00A37149"/>
    <w:rsid w:val="00A371F5"/>
    <w:rsid w:val="00A3745B"/>
    <w:rsid w:val="00A37834"/>
    <w:rsid w:val="00A37B82"/>
    <w:rsid w:val="00A37D84"/>
    <w:rsid w:val="00A37D8D"/>
    <w:rsid w:val="00A37E11"/>
    <w:rsid w:val="00A400A1"/>
    <w:rsid w:val="00A405AD"/>
    <w:rsid w:val="00A409A4"/>
    <w:rsid w:val="00A40AF1"/>
    <w:rsid w:val="00A40EC7"/>
    <w:rsid w:val="00A41818"/>
    <w:rsid w:val="00A41952"/>
    <w:rsid w:val="00A41A99"/>
    <w:rsid w:val="00A41D22"/>
    <w:rsid w:val="00A41D3B"/>
    <w:rsid w:val="00A41EB0"/>
    <w:rsid w:val="00A4240B"/>
    <w:rsid w:val="00A4247A"/>
    <w:rsid w:val="00A426BF"/>
    <w:rsid w:val="00A430FB"/>
    <w:rsid w:val="00A4379E"/>
    <w:rsid w:val="00A43877"/>
    <w:rsid w:val="00A438FE"/>
    <w:rsid w:val="00A43EC2"/>
    <w:rsid w:val="00A44A0C"/>
    <w:rsid w:val="00A44CE5"/>
    <w:rsid w:val="00A44D77"/>
    <w:rsid w:val="00A44D81"/>
    <w:rsid w:val="00A44ED7"/>
    <w:rsid w:val="00A45306"/>
    <w:rsid w:val="00A46026"/>
    <w:rsid w:val="00A46270"/>
    <w:rsid w:val="00A466BF"/>
    <w:rsid w:val="00A46AD4"/>
    <w:rsid w:val="00A46D89"/>
    <w:rsid w:val="00A46F1D"/>
    <w:rsid w:val="00A47328"/>
    <w:rsid w:val="00A477E8"/>
    <w:rsid w:val="00A478EE"/>
    <w:rsid w:val="00A47B8B"/>
    <w:rsid w:val="00A47C14"/>
    <w:rsid w:val="00A47E56"/>
    <w:rsid w:val="00A47FF8"/>
    <w:rsid w:val="00A503E2"/>
    <w:rsid w:val="00A509A5"/>
    <w:rsid w:val="00A50A00"/>
    <w:rsid w:val="00A50A9B"/>
    <w:rsid w:val="00A50CFE"/>
    <w:rsid w:val="00A514E8"/>
    <w:rsid w:val="00A5181A"/>
    <w:rsid w:val="00A51AFE"/>
    <w:rsid w:val="00A51C6C"/>
    <w:rsid w:val="00A521D1"/>
    <w:rsid w:val="00A5258A"/>
    <w:rsid w:val="00A52797"/>
    <w:rsid w:val="00A530ED"/>
    <w:rsid w:val="00A5339F"/>
    <w:rsid w:val="00A5384D"/>
    <w:rsid w:val="00A53FB2"/>
    <w:rsid w:val="00A54346"/>
    <w:rsid w:val="00A54A0A"/>
    <w:rsid w:val="00A54F52"/>
    <w:rsid w:val="00A551E5"/>
    <w:rsid w:val="00A55629"/>
    <w:rsid w:val="00A55965"/>
    <w:rsid w:val="00A55D8D"/>
    <w:rsid w:val="00A56B3A"/>
    <w:rsid w:val="00A57353"/>
    <w:rsid w:val="00A574CB"/>
    <w:rsid w:val="00A5770D"/>
    <w:rsid w:val="00A57F42"/>
    <w:rsid w:val="00A57FD8"/>
    <w:rsid w:val="00A60205"/>
    <w:rsid w:val="00A60359"/>
    <w:rsid w:val="00A60A8F"/>
    <w:rsid w:val="00A60BD5"/>
    <w:rsid w:val="00A60C13"/>
    <w:rsid w:val="00A60E89"/>
    <w:rsid w:val="00A61490"/>
    <w:rsid w:val="00A6154B"/>
    <w:rsid w:val="00A61770"/>
    <w:rsid w:val="00A61EA0"/>
    <w:rsid w:val="00A626F1"/>
    <w:rsid w:val="00A627B5"/>
    <w:rsid w:val="00A628A1"/>
    <w:rsid w:val="00A6338D"/>
    <w:rsid w:val="00A6364E"/>
    <w:rsid w:val="00A636F6"/>
    <w:rsid w:val="00A63DEC"/>
    <w:rsid w:val="00A63E2D"/>
    <w:rsid w:val="00A63F37"/>
    <w:rsid w:val="00A646B9"/>
    <w:rsid w:val="00A6471C"/>
    <w:rsid w:val="00A64929"/>
    <w:rsid w:val="00A64B12"/>
    <w:rsid w:val="00A65A44"/>
    <w:rsid w:val="00A65DB7"/>
    <w:rsid w:val="00A65DBD"/>
    <w:rsid w:val="00A66178"/>
    <w:rsid w:val="00A66348"/>
    <w:rsid w:val="00A66558"/>
    <w:rsid w:val="00A6679F"/>
    <w:rsid w:val="00A667EB"/>
    <w:rsid w:val="00A66893"/>
    <w:rsid w:val="00A66A7D"/>
    <w:rsid w:val="00A670C9"/>
    <w:rsid w:val="00A67149"/>
    <w:rsid w:val="00A6737A"/>
    <w:rsid w:val="00A67BFD"/>
    <w:rsid w:val="00A70F3C"/>
    <w:rsid w:val="00A70FEA"/>
    <w:rsid w:val="00A717D1"/>
    <w:rsid w:val="00A7181A"/>
    <w:rsid w:val="00A72145"/>
    <w:rsid w:val="00A7296B"/>
    <w:rsid w:val="00A72EED"/>
    <w:rsid w:val="00A73160"/>
    <w:rsid w:val="00A73350"/>
    <w:rsid w:val="00A734B8"/>
    <w:rsid w:val="00A73BCF"/>
    <w:rsid w:val="00A74203"/>
    <w:rsid w:val="00A74647"/>
    <w:rsid w:val="00A74F29"/>
    <w:rsid w:val="00A75399"/>
    <w:rsid w:val="00A753A0"/>
    <w:rsid w:val="00A753D3"/>
    <w:rsid w:val="00A7543F"/>
    <w:rsid w:val="00A7555D"/>
    <w:rsid w:val="00A75CC9"/>
    <w:rsid w:val="00A75E1C"/>
    <w:rsid w:val="00A76120"/>
    <w:rsid w:val="00A76A9F"/>
    <w:rsid w:val="00A76D39"/>
    <w:rsid w:val="00A76EBE"/>
    <w:rsid w:val="00A779E4"/>
    <w:rsid w:val="00A80004"/>
    <w:rsid w:val="00A80600"/>
    <w:rsid w:val="00A807EC"/>
    <w:rsid w:val="00A80966"/>
    <w:rsid w:val="00A80AC9"/>
    <w:rsid w:val="00A80E0D"/>
    <w:rsid w:val="00A81936"/>
    <w:rsid w:val="00A81D1F"/>
    <w:rsid w:val="00A81F09"/>
    <w:rsid w:val="00A82222"/>
    <w:rsid w:val="00A822FC"/>
    <w:rsid w:val="00A823AA"/>
    <w:rsid w:val="00A823DC"/>
    <w:rsid w:val="00A826FA"/>
    <w:rsid w:val="00A82E7C"/>
    <w:rsid w:val="00A82F27"/>
    <w:rsid w:val="00A82F5F"/>
    <w:rsid w:val="00A82FDB"/>
    <w:rsid w:val="00A83439"/>
    <w:rsid w:val="00A836B3"/>
    <w:rsid w:val="00A83914"/>
    <w:rsid w:val="00A83B26"/>
    <w:rsid w:val="00A83C3E"/>
    <w:rsid w:val="00A83D2E"/>
    <w:rsid w:val="00A83DC3"/>
    <w:rsid w:val="00A83DDA"/>
    <w:rsid w:val="00A84022"/>
    <w:rsid w:val="00A8418C"/>
    <w:rsid w:val="00A84467"/>
    <w:rsid w:val="00A84A2B"/>
    <w:rsid w:val="00A84DD5"/>
    <w:rsid w:val="00A851E3"/>
    <w:rsid w:val="00A8595A"/>
    <w:rsid w:val="00A85D67"/>
    <w:rsid w:val="00A865D3"/>
    <w:rsid w:val="00A8666D"/>
    <w:rsid w:val="00A86674"/>
    <w:rsid w:val="00A867CE"/>
    <w:rsid w:val="00A868B0"/>
    <w:rsid w:val="00A869FE"/>
    <w:rsid w:val="00A86C05"/>
    <w:rsid w:val="00A86C3E"/>
    <w:rsid w:val="00A87C5B"/>
    <w:rsid w:val="00A87DFA"/>
    <w:rsid w:val="00A90223"/>
    <w:rsid w:val="00A90476"/>
    <w:rsid w:val="00A9055E"/>
    <w:rsid w:val="00A911E0"/>
    <w:rsid w:val="00A91357"/>
    <w:rsid w:val="00A91411"/>
    <w:rsid w:val="00A919E6"/>
    <w:rsid w:val="00A91A88"/>
    <w:rsid w:val="00A91AF5"/>
    <w:rsid w:val="00A91F63"/>
    <w:rsid w:val="00A91FF6"/>
    <w:rsid w:val="00A9200E"/>
    <w:rsid w:val="00A920F9"/>
    <w:rsid w:val="00A9219C"/>
    <w:rsid w:val="00A9230E"/>
    <w:rsid w:val="00A92CB4"/>
    <w:rsid w:val="00A92CC0"/>
    <w:rsid w:val="00A92F0C"/>
    <w:rsid w:val="00A93109"/>
    <w:rsid w:val="00A93506"/>
    <w:rsid w:val="00A935EA"/>
    <w:rsid w:val="00A935FA"/>
    <w:rsid w:val="00A94315"/>
    <w:rsid w:val="00A94487"/>
    <w:rsid w:val="00A948BD"/>
    <w:rsid w:val="00A94C3D"/>
    <w:rsid w:val="00A9529C"/>
    <w:rsid w:val="00A955D9"/>
    <w:rsid w:val="00A956C9"/>
    <w:rsid w:val="00A95880"/>
    <w:rsid w:val="00A9592D"/>
    <w:rsid w:val="00A95AEA"/>
    <w:rsid w:val="00A96671"/>
    <w:rsid w:val="00A967EF"/>
    <w:rsid w:val="00A969F2"/>
    <w:rsid w:val="00A96C31"/>
    <w:rsid w:val="00A96E44"/>
    <w:rsid w:val="00A9772F"/>
    <w:rsid w:val="00A97928"/>
    <w:rsid w:val="00A97AE7"/>
    <w:rsid w:val="00AA0260"/>
    <w:rsid w:val="00AA0404"/>
    <w:rsid w:val="00AA04BC"/>
    <w:rsid w:val="00AA04F8"/>
    <w:rsid w:val="00AA0522"/>
    <w:rsid w:val="00AA0FAB"/>
    <w:rsid w:val="00AA110E"/>
    <w:rsid w:val="00AA197E"/>
    <w:rsid w:val="00AA1A91"/>
    <w:rsid w:val="00AA1A95"/>
    <w:rsid w:val="00AA1B40"/>
    <w:rsid w:val="00AA1DD7"/>
    <w:rsid w:val="00AA1E41"/>
    <w:rsid w:val="00AA1EA7"/>
    <w:rsid w:val="00AA2042"/>
    <w:rsid w:val="00AA2072"/>
    <w:rsid w:val="00AA2073"/>
    <w:rsid w:val="00AA20C8"/>
    <w:rsid w:val="00AA2658"/>
    <w:rsid w:val="00AA2E69"/>
    <w:rsid w:val="00AA2E70"/>
    <w:rsid w:val="00AA30CE"/>
    <w:rsid w:val="00AA3649"/>
    <w:rsid w:val="00AA3C4B"/>
    <w:rsid w:val="00AA3D05"/>
    <w:rsid w:val="00AA3E6F"/>
    <w:rsid w:val="00AA408A"/>
    <w:rsid w:val="00AA461A"/>
    <w:rsid w:val="00AA46B5"/>
    <w:rsid w:val="00AA4D6E"/>
    <w:rsid w:val="00AA5417"/>
    <w:rsid w:val="00AA55AA"/>
    <w:rsid w:val="00AA5639"/>
    <w:rsid w:val="00AA5652"/>
    <w:rsid w:val="00AA59D7"/>
    <w:rsid w:val="00AA5EAF"/>
    <w:rsid w:val="00AA5F03"/>
    <w:rsid w:val="00AA5F82"/>
    <w:rsid w:val="00AA5FA5"/>
    <w:rsid w:val="00AA683A"/>
    <w:rsid w:val="00AA6852"/>
    <w:rsid w:val="00AA68E6"/>
    <w:rsid w:val="00AA69B3"/>
    <w:rsid w:val="00AA6A43"/>
    <w:rsid w:val="00AA6A73"/>
    <w:rsid w:val="00AA7253"/>
    <w:rsid w:val="00AA73B7"/>
    <w:rsid w:val="00AA765F"/>
    <w:rsid w:val="00AA79E2"/>
    <w:rsid w:val="00AB018B"/>
    <w:rsid w:val="00AB071D"/>
    <w:rsid w:val="00AB0C75"/>
    <w:rsid w:val="00AB0DFB"/>
    <w:rsid w:val="00AB0E9B"/>
    <w:rsid w:val="00AB12DE"/>
    <w:rsid w:val="00AB12F6"/>
    <w:rsid w:val="00AB143F"/>
    <w:rsid w:val="00AB1974"/>
    <w:rsid w:val="00AB1BB5"/>
    <w:rsid w:val="00AB1D33"/>
    <w:rsid w:val="00AB1F66"/>
    <w:rsid w:val="00AB21BC"/>
    <w:rsid w:val="00AB257B"/>
    <w:rsid w:val="00AB2756"/>
    <w:rsid w:val="00AB285F"/>
    <w:rsid w:val="00AB291C"/>
    <w:rsid w:val="00AB2B3D"/>
    <w:rsid w:val="00AB2DE8"/>
    <w:rsid w:val="00AB2F2D"/>
    <w:rsid w:val="00AB3181"/>
    <w:rsid w:val="00AB31C1"/>
    <w:rsid w:val="00AB32AB"/>
    <w:rsid w:val="00AB3AE1"/>
    <w:rsid w:val="00AB3E0C"/>
    <w:rsid w:val="00AB46C7"/>
    <w:rsid w:val="00AB4761"/>
    <w:rsid w:val="00AB4B7A"/>
    <w:rsid w:val="00AB5152"/>
    <w:rsid w:val="00AB57F5"/>
    <w:rsid w:val="00AB5A72"/>
    <w:rsid w:val="00AB5E3C"/>
    <w:rsid w:val="00AB5FBC"/>
    <w:rsid w:val="00AB68A8"/>
    <w:rsid w:val="00AB6A2E"/>
    <w:rsid w:val="00AB708C"/>
    <w:rsid w:val="00AB7308"/>
    <w:rsid w:val="00AB7A33"/>
    <w:rsid w:val="00AB7AF4"/>
    <w:rsid w:val="00AC0929"/>
    <w:rsid w:val="00AC0FAC"/>
    <w:rsid w:val="00AC13F3"/>
    <w:rsid w:val="00AC1443"/>
    <w:rsid w:val="00AC17C8"/>
    <w:rsid w:val="00AC1DC1"/>
    <w:rsid w:val="00AC1E5E"/>
    <w:rsid w:val="00AC1EFC"/>
    <w:rsid w:val="00AC2047"/>
    <w:rsid w:val="00AC20AB"/>
    <w:rsid w:val="00AC20F4"/>
    <w:rsid w:val="00AC23CE"/>
    <w:rsid w:val="00AC28FB"/>
    <w:rsid w:val="00AC3146"/>
    <w:rsid w:val="00AC348B"/>
    <w:rsid w:val="00AC35C3"/>
    <w:rsid w:val="00AC3A7A"/>
    <w:rsid w:val="00AC3EA5"/>
    <w:rsid w:val="00AC447B"/>
    <w:rsid w:val="00AC4AB6"/>
    <w:rsid w:val="00AC4D53"/>
    <w:rsid w:val="00AC4FE3"/>
    <w:rsid w:val="00AC5303"/>
    <w:rsid w:val="00AC55DD"/>
    <w:rsid w:val="00AC55F0"/>
    <w:rsid w:val="00AC560B"/>
    <w:rsid w:val="00AC5E4F"/>
    <w:rsid w:val="00AC603F"/>
    <w:rsid w:val="00AC650C"/>
    <w:rsid w:val="00AC6626"/>
    <w:rsid w:val="00AC70EF"/>
    <w:rsid w:val="00AC7192"/>
    <w:rsid w:val="00AC73CF"/>
    <w:rsid w:val="00AC7445"/>
    <w:rsid w:val="00AC7B47"/>
    <w:rsid w:val="00AD081A"/>
    <w:rsid w:val="00AD098C"/>
    <w:rsid w:val="00AD0ADD"/>
    <w:rsid w:val="00AD0B27"/>
    <w:rsid w:val="00AD0C84"/>
    <w:rsid w:val="00AD0E5E"/>
    <w:rsid w:val="00AD0F9E"/>
    <w:rsid w:val="00AD1258"/>
    <w:rsid w:val="00AD15AA"/>
    <w:rsid w:val="00AD1D8B"/>
    <w:rsid w:val="00AD210E"/>
    <w:rsid w:val="00AD2C90"/>
    <w:rsid w:val="00AD47A3"/>
    <w:rsid w:val="00AD47BB"/>
    <w:rsid w:val="00AD47DA"/>
    <w:rsid w:val="00AD4A1F"/>
    <w:rsid w:val="00AD5298"/>
    <w:rsid w:val="00AD5562"/>
    <w:rsid w:val="00AD55C5"/>
    <w:rsid w:val="00AD562E"/>
    <w:rsid w:val="00AD56C6"/>
    <w:rsid w:val="00AD5C89"/>
    <w:rsid w:val="00AD5D46"/>
    <w:rsid w:val="00AD6551"/>
    <w:rsid w:val="00AD66BC"/>
    <w:rsid w:val="00AD6BDA"/>
    <w:rsid w:val="00AD6C1C"/>
    <w:rsid w:val="00AD6D37"/>
    <w:rsid w:val="00AD6D91"/>
    <w:rsid w:val="00AD704A"/>
    <w:rsid w:val="00AD71FB"/>
    <w:rsid w:val="00AD73E6"/>
    <w:rsid w:val="00AD7531"/>
    <w:rsid w:val="00AD7A44"/>
    <w:rsid w:val="00AD7D17"/>
    <w:rsid w:val="00AE0A77"/>
    <w:rsid w:val="00AE0EC1"/>
    <w:rsid w:val="00AE1225"/>
    <w:rsid w:val="00AE1437"/>
    <w:rsid w:val="00AE184B"/>
    <w:rsid w:val="00AE19BD"/>
    <w:rsid w:val="00AE1CD8"/>
    <w:rsid w:val="00AE1F4D"/>
    <w:rsid w:val="00AE21B8"/>
    <w:rsid w:val="00AE22D2"/>
    <w:rsid w:val="00AE24EC"/>
    <w:rsid w:val="00AE24FE"/>
    <w:rsid w:val="00AE2833"/>
    <w:rsid w:val="00AE30BD"/>
    <w:rsid w:val="00AE32A6"/>
    <w:rsid w:val="00AE33B4"/>
    <w:rsid w:val="00AE3559"/>
    <w:rsid w:val="00AE3E0D"/>
    <w:rsid w:val="00AE3FBC"/>
    <w:rsid w:val="00AE5211"/>
    <w:rsid w:val="00AE5248"/>
    <w:rsid w:val="00AE54FB"/>
    <w:rsid w:val="00AE58D4"/>
    <w:rsid w:val="00AE5A86"/>
    <w:rsid w:val="00AE5F2E"/>
    <w:rsid w:val="00AE6531"/>
    <w:rsid w:val="00AE67CE"/>
    <w:rsid w:val="00AE6EBD"/>
    <w:rsid w:val="00AE73A9"/>
    <w:rsid w:val="00AE7E26"/>
    <w:rsid w:val="00AF0321"/>
    <w:rsid w:val="00AF048A"/>
    <w:rsid w:val="00AF090F"/>
    <w:rsid w:val="00AF0D02"/>
    <w:rsid w:val="00AF0D73"/>
    <w:rsid w:val="00AF0F18"/>
    <w:rsid w:val="00AF1206"/>
    <w:rsid w:val="00AF13F7"/>
    <w:rsid w:val="00AF14E9"/>
    <w:rsid w:val="00AF17F0"/>
    <w:rsid w:val="00AF20DD"/>
    <w:rsid w:val="00AF257B"/>
    <w:rsid w:val="00AF32A2"/>
    <w:rsid w:val="00AF48CA"/>
    <w:rsid w:val="00AF53E5"/>
    <w:rsid w:val="00AF5813"/>
    <w:rsid w:val="00AF58BC"/>
    <w:rsid w:val="00AF5918"/>
    <w:rsid w:val="00AF5AD4"/>
    <w:rsid w:val="00AF5CA4"/>
    <w:rsid w:val="00AF68B6"/>
    <w:rsid w:val="00AF6A21"/>
    <w:rsid w:val="00AF6AC3"/>
    <w:rsid w:val="00AF6AEA"/>
    <w:rsid w:val="00AF73C9"/>
    <w:rsid w:val="00AF76C5"/>
    <w:rsid w:val="00AF7FE7"/>
    <w:rsid w:val="00B00016"/>
    <w:rsid w:val="00B001F4"/>
    <w:rsid w:val="00B005AB"/>
    <w:rsid w:val="00B01208"/>
    <w:rsid w:val="00B01BAA"/>
    <w:rsid w:val="00B01F86"/>
    <w:rsid w:val="00B02267"/>
    <w:rsid w:val="00B022E6"/>
    <w:rsid w:val="00B024F0"/>
    <w:rsid w:val="00B0259D"/>
    <w:rsid w:val="00B028DB"/>
    <w:rsid w:val="00B0293C"/>
    <w:rsid w:val="00B02BEA"/>
    <w:rsid w:val="00B02DEE"/>
    <w:rsid w:val="00B032FC"/>
    <w:rsid w:val="00B0369C"/>
    <w:rsid w:val="00B03A47"/>
    <w:rsid w:val="00B03F42"/>
    <w:rsid w:val="00B043AB"/>
    <w:rsid w:val="00B048FA"/>
    <w:rsid w:val="00B049CA"/>
    <w:rsid w:val="00B04ABF"/>
    <w:rsid w:val="00B04F85"/>
    <w:rsid w:val="00B05230"/>
    <w:rsid w:val="00B05652"/>
    <w:rsid w:val="00B058BE"/>
    <w:rsid w:val="00B05A4F"/>
    <w:rsid w:val="00B05C4F"/>
    <w:rsid w:val="00B05E35"/>
    <w:rsid w:val="00B05E39"/>
    <w:rsid w:val="00B05F64"/>
    <w:rsid w:val="00B06061"/>
    <w:rsid w:val="00B061BE"/>
    <w:rsid w:val="00B06350"/>
    <w:rsid w:val="00B063A4"/>
    <w:rsid w:val="00B06C8F"/>
    <w:rsid w:val="00B06CE5"/>
    <w:rsid w:val="00B06F53"/>
    <w:rsid w:val="00B0736A"/>
    <w:rsid w:val="00B075A1"/>
    <w:rsid w:val="00B07BBD"/>
    <w:rsid w:val="00B07D93"/>
    <w:rsid w:val="00B102E7"/>
    <w:rsid w:val="00B10A14"/>
    <w:rsid w:val="00B10BFE"/>
    <w:rsid w:val="00B10E82"/>
    <w:rsid w:val="00B11020"/>
    <w:rsid w:val="00B1130F"/>
    <w:rsid w:val="00B1151D"/>
    <w:rsid w:val="00B1152C"/>
    <w:rsid w:val="00B11764"/>
    <w:rsid w:val="00B11891"/>
    <w:rsid w:val="00B11B7D"/>
    <w:rsid w:val="00B11BAA"/>
    <w:rsid w:val="00B11D1F"/>
    <w:rsid w:val="00B11E37"/>
    <w:rsid w:val="00B12023"/>
    <w:rsid w:val="00B12420"/>
    <w:rsid w:val="00B12E09"/>
    <w:rsid w:val="00B12F27"/>
    <w:rsid w:val="00B134EA"/>
    <w:rsid w:val="00B138ED"/>
    <w:rsid w:val="00B13EFD"/>
    <w:rsid w:val="00B142DB"/>
    <w:rsid w:val="00B1439C"/>
    <w:rsid w:val="00B147ED"/>
    <w:rsid w:val="00B1499B"/>
    <w:rsid w:val="00B15659"/>
    <w:rsid w:val="00B15750"/>
    <w:rsid w:val="00B15914"/>
    <w:rsid w:val="00B160C3"/>
    <w:rsid w:val="00B16134"/>
    <w:rsid w:val="00B163BF"/>
    <w:rsid w:val="00B163E5"/>
    <w:rsid w:val="00B1687C"/>
    <w:rsid w:val="00B1690C"/>
    <w:rsid w:val="00B16E0C"/>
    <w:rsid w:val="00B17249"/>
    <w:rsid w:val="00B1736E"/>
    <w:rsid w:val="00B17790"/>
    <w:rsid w:val="00B17CF2"/>
    <w:rsid w:val="00B17F7F"/>
    <w:rsid w:val="00B20370"/>
    <w:rsid w:val="00B20397"/>
    <w:rsid w:val="00B20818"/>
    <w:rsid w:val="00B20FE8"/>
    <w:rsid w:val="00B2105C"/>
    <w:rsid w:val="00B21475"/>
    <w:rsid w:val="00B21634"/>
    <w:rsid w:val="00B21D76"/>
    <w:rsid w:val="00B22115"/>
    <w:rsid w:val="00B2264A"/>
    <w:rsid w:val="00B226A4"/>
    <w:rsid w:val="00B22BF6"/>
    <w:rsid w:val="00B24511"/>
    <w:rsid w:val="00B247F1"/>
    <w:rsid w:val="00B2482C"/>
    <w:rsid w:val="00B2489D"/>
    <w:rsid w:val="00B249DD"/>
    <w:rsid w:val="00B24B87"/>
    <w:rsid w:val="00B251BB"/>
    <w:rsid w:val="00B25E65"/>
    <w:rsid w:val="00B25F4A"/>
    <w:rsid w:val="00B26170"/>
    <w:rsid w:val="00B263F2"/>
    <w:rsid w:val="00B263FC"/>
    <w:rsid w:val="00B264D0"/>
    <w:rsid w:val="00B26A4D"/>
    <w:rsid w:val="00B2713D"/>
    <w:rsid w:val="00B2722D"/>
    <w:rsid w:val="00B27279"/>
    <w:rsid w:val="00B27574"/>
    <w:rsid w:val="00B279F0"/>
    <w:rsid w:val="00B27E0D"/>
    <w:rsid w:val="00B3049C"/>
    <w:rsid w:val="00B30B85"/>
    <w:rsid w:val="00B30D7C"/>
    <w:rsid w:val="00B30F6A"/>
    <w:rsid w:val="00B31123"/>
    <w:rsid w:val="00B311BA"/>
    <w:rsid w:val="00B3128A"/>
    <w:rsid w:val="00B31532"/>
    <w:rsid w:val="00B31BFB"/>
    <w:rsid w:val="00B31DF7"/>
    <w:rsid w:val="00B321A5"/>
    <w:rsid w:val="00B32574"/>
    <w:rsid w:val="00B32A24"/>
    <w:rsid w:val="00B32A7D"/>
    <w:rsid w:val="00B32B06"/>
    <w:rsid w:val="00B32B2C"/>
    <w:rsid w:val="00B32F91"/>
    <w:rsid w:val="00B334B7"/>
    <w:rsid w:val="00B3350E"/>
    <w:rsid w:val="00B33AA6"/>
    <w:rsid w:val="00B33E57"/>
    <w:rsid w:val="00B3414C"/>
    <w:rsid w:val="00B34610"/>
    <w:rsid w:val="00B34A78"/>
    <w:rsid w:val="00B34EAA"/>
    <w:rsid w:val="00B352EF"/>
    <w:rsid w:val="00B3546C"/>
    <w:rsid w:val="00B35CD1"/>
    <w:rsid w:val="00B35F3A"/>
    <w:rsid w:val="00B36139"/>
    <w:rsid w:val="00B36234"/>
    <w:rsid w:val="00B36402"/>
    <w:rsid w:val="00B36727"/>
    <w:rsid w:val="00B369BD"/>
    <w:rsid w:val="00B36A55"/>
    <w:rsid w:val="00B36AFC"/>
    <w:rsid w:val="00B36BEC"/>
    <w:rsid w:val="00B372FF"/>
    <w:rsid w:val="00B37611"/>
    <w:rsid w:val="00B37D94"/>
    <w:rsid w:val="00B40D1D"/>
    <w:rsid w:val="00B41001"/>
    <w:rsid w:val="00B416A3"/>
    <w:rsid w:val="00B41E38"/>
    <w:rsid w:val="00B42317"/>
    <w:rsid w:val="00B42463"/>
    <w:rsid w:val="00B426BD"/>
    <w:rsid w:val="00B42BDB"/>
    <w:rsid w:val="00B42E07"/>
    <w:rsid w:val="00B42EB7"/>
    <w:rsid w:val="00B430A9"/>
    <w:rsid w:val="00B431F5"/>
    <w:rsid w:val="00B433CA"/>
    <w:rsid w:val="00B439BC"/>
    <w:rsid w:val="00B43A64"/>
    <w:rsid w:val="00B43F69"/>
    <w:rsid w:val="00B4459C"/>
    <w:rsid w:val="00B44781"/>
    <w:rsid w:val="00B449A4"/>
    <w:rsid w:val="00B45045"/>
    <w:rsid w:val="00B455CE"/>
    <w:rsid w:val="00B456A6"/>
    <w:rsid w:val="00B45934"/>
    <w:rsid w:val="00B45B67"/>
    <w:rsid w:val="00B45B9F"/>
    <w:rsid w:val="00B463D8"/>
    <w:rsid w:val="00B468BB"/>
    <w:rsid w:val="00B4787F"/>
    <w:rsid w:val="00B47B0A"/>
    <w:rsid w:val="00B47C7F"/>
    <w:rsid w:val="00B47DB6"/>
    <w:rsid w:val="00B47E06"/>
    <w:rsid w:val="00B47E1B"/>
    <w:rsid w:val="00B500CB"/>
    <w:rsid w:val="00B5044F"/>
    <w:rsid w:val="00B505C0"/>
    <w:rsid w:val="00B505D8"/>
    <w:rsid w:val="00B50679"/>
    <w:rsid w:val="00B50C5A"/>
    <w:rsid w:val="00B511D6"/>
    <w:rsid w:val="00B51313"/>
    <w:rsid w:val="00B51849"/>
    <w:rsid w:val="00B52587"/>
    <w:rsid w:val="00B52B66"/>
    <w:rsid w:val="00B52C4F"/>
    <w:rsid w:val="00B52DAD"/>
    <w:rsid w:val="00B52EF3"/>
    <w:rsid w:val="00B530F9"/>
    <w:rsid w:val="00B534A3"/>
    <w:rsid w:val="00B53782"/>
    <w:rsid w:val="00B5387E"/>
    <w:rsid w:val="00B539E6"/>
    <w:rsid w:val="00B53A8C"/>
    <w:rsid w:val="00B53B02"/>
    <w:rsid w:val="00B54634"/>
    <w:rsid w:val="00B54A2D"/>
    <w:rsid w:val="00B54C20"/>
    <w:rsid w:val="00B552DA"/>
    <w:rsid w:val="00B553CB"/>
    <w:rsid w:val="00B55CB2"/>
    <w:rsid w:val="00B5603A"/>
    <w:rsid w:val="00B56073"/>
    <w:rsid w:val="00B56382"/>
    <w:rsid w:val="00B56741"/>
    <w:rsid w:val="00B56F17"/>
    <w:rsid w:val="00B571C7"/>
    <w:rsid w:val="00B5734A"/>
    <w:rsid w:val="00B57395"/>
    <w:rsid w:val="00B57A4B"/>
    <w:rsid w:val="00B57B9E"/>
    <w:rsid w:val="00B57E48"/>
    <w:rsid w:val="00B60276"/>
    <w:rsid w:val="00B60315"/>
    <w:rsid w:val="00B60523"/>
    <w:rsid w:val="00B60736"/>
    <w:rsid w:val="00B60BDA"/>
    <w:rsid w:val="00B60E5C"/>
    <w:rsid w:val="00B61164"/>
    <w:rsid w:val="00B611FB"/>
    <w:rsid w:val="00B618CB"/>
    <w:rsid w:val="00B61C04"/>
    <w:rsid w:val="00B62014"/>
    <w:rsid w:val="00B620AA"/>
    <w:rsid w:val="00B626F9"/>
    <w:rsid w:val="00B62964"/>
    <w:rsid w:val="00B629D1"/>
    <w:rsid w:val="00B62A99"/>
    <w:rsid w:val="00B62E40"/>
    <w:rsid w:val="00B62F79"/>
    <w:rsid w:val="00B63404"/>
    <w:rsid w:val="00B637D1"/>
    <w:rsid w:val="00B63858"/>
    <w:rsid w:val="00B6385C"/>
    <w:rsid w:val="00B639F0"/>
    <w:rsid w:val="00B64C51"/>
    <w:rsid w:val="00B65338"/>
    <w:rsid w:val="00B65689"/>
    <w:rsid w:val="00B656D2"/>
    <w:rsid w:val="00B65CF2"/>
    <w:rsid w:val="00B65EA5"/>
    <w:rsid w:val="00B6654D"/>
    <w:rsid w:val="00B669DC"/>
    <w:rsid w:val="00B673CA"/>
    <w:rsid w:val="00B6748C"/>
    <w:rsid w:val="00B67B2C"/>
    <w:rsid w:val="00B67B96"/>
    <w:rsid w:val="00B67EC2"/>
    <w:rsid w:val="00B700D6"/>
    <w:rsid w:val="00B70101"/>
    <w:rsid w:val="00B70F5F"/>
    <w:rsid w:val="00B7118B"/>
    <w:rsid w:val="00B712F0"/>
    <w:rsid w:val="00B714D5"/>
    <w:rsid w:val="00B71650"/>
    <w:rsid w:val="00B71682"/>
    <w:rsid w:val="00B71765"/>
    <w:rsid w:val="00B720E5"/>
    <w:rsid w:val="00B72401"/>
    <w:rsid w:val="00B72C5E"/>
    <w:rsid w:val="00B7340D"/>
    <w:rsid w:val="00B735F9"/>
    <w:rsid w:val="00B73790"/>
    <w:rsid w:val="00B73820"/>
    <w:rsid w:val="00B73F58"/>
    <w:rsid w:val="00B74239"/>
    <w:rsid w:val="00B74C5E"/>
    <w:rsid w:val="00B757AA"/>
    <w:rsid w:val="00B75913"/>
    <w:rsid w:val="00B7631C"/>
    <w:rsid w:val="00B7648C"/>
    <w:rsid w:val="00B76677"/>
    <w:rsid w:val="00B769F9"/>
    <w:rsid w:val="00B76CB9"/>
    <w:rsid w:val="00B772B0"/>
    <w:rsid w:val="00B77442"/>
    <w:rsid w:val="00B77C25"/>
    <w:rsid w:val="00B77C79"/>
    <w:rsid w:val="00B80150"/>
    <w:rsid w:val="00B8026A"/>
    <w:rsid w:val="00B80545"/>
    <w:rsid w:val="00B8090F"/>
    <w:rsid w:val="00B80FF0"/>
    <w:rsid w:val="00B810BE"/>
    <w:rsid w:val="00B8161C"/>
    <w:rsid w:val="00B8169A"/>
    <w:rsid w:val="00B817E7"/>
    <w:rsid w:val="00B819AB"/>
    <w:rsid w:val="00B8209F"/>
    <w:rsid w:val="00B820F1"/>
    <w:rsid w:val="00B8250F"/>
    <w:rsid w:val="00B827D1"/>
    <w:rsid w:val="00B828CC"/>
    <w:rsid w:val="00B83032"/>
    <w:rsid w:val="00B83222"/>
    <w:rsid w:val="00B835F2"/>
    <w:rsid w:val="00B83862"/>
    <w:rsid w:val="00B83B91"/>
    <w:rsid w:val="00B84087"/>
    <w:rsid w:val="00B841E5"/>
    <w:rsid w:val="00B843F4"/>
    <w:rsid w:val="00B84A34"/>
    <w:rsid w:val="00B84AFA"/>
    <w:rsid w:val="00B84FEB"/>
    <w:rsid w:val="00B85066"/>
    <w:rsid w:val="00B851FB"/>
    <w:rsid w:val="00B8567B"/>
    <w:rsid w:val="00B85820"/>
    <w:rsid w:val="00B85ABD"/>
    <w:rsid w:val="00B85D9C"/>
    <w:rsid w:val="00B861AC"/>
    <w:rsid w:val="00B86414"/>
    <w:rsid w:val="00B86C47"/>
    <w:rsid w:val="00B87455"/>
    <w:rsid w:val="00B8787F"/>
    <w:rsid w:val="00B87A21"/>
    <w:rsid w:val="00B90200"/>
    <w:rsid w:val="00B9032E"/>
    <w:rsid w:val="00B9062E"/>
    <w:rsid w:val="00B90DA8"/>
    <w:rsid w:val="00B90E0C"/>
    <w:rsid w:val="00B910DE"/>
    <w:rsid w:val="00B91C74"/>
    <w:rsid w:val="00B91CF1"/>
    <w:rsid w:val="00B91DD5"/>
    <w:rsid w:val="00B91EE4"/>
    <w:rsid w:val="00B92058"/>
    <w:rsid w:val="00B9211E"/>
    <w:rsid w:val="00B9255D"/>
    <w:rsid w:val="00B9284A"/>
    <w:rsid w:val="00B929AC"/>
    <w:rsid w:val="00B92E14"/>
    <w:rsid w:val="00B92ED2"/>
    <w:rsid w:val="00B934A9"/>
    <w:rsid w:val="00B934EE"/>
    <w:rsid w:val="00B93634"/>
    <w:rsid w:val="00B93705"/>
    <w:rsid w:val="00B93753"/>
    <w:rsid w:val="00B93CDE"/>
    <w:rsid w:val="00B9402D"/>
    <w:rsid w:val="00B941E2"/>
    <w:rsid w:val="00B94262"/>
    <w:rsid w:val="00B94312"/>
    <w:rsid w:val="00B94373"/>
    <w:rsid w:val="00B94731"/>
    <w:rsid w:val="00B948A0"/>
    <w:rsid w:val="00B949AD"/>
    <w:rsid w:val="00B94DD6"/>
    <w:rsid w:val="00B94DE6"/>
    <w:rsid w:val="00B95567"/>
    <w:rsid w:val="00B9563F"/>
    <w:rsid w:val="00B956C4"/>
    <w:rsid w:val="00B95745"/>
    <w:rsid w:val="00B96238"/>
    <w:rsid w:val="00B9647E"/>
    <w:rsid w:val="00B964FF"/>
    <w:rsid w:val="00B96659"/>
    <w:rsid w:val="00B96745"/>
    <w:rsid w:val="00B96877"/>
    <w:rsid w:val="00B96A32"/>
    <w:rsid w:val="00B96F2E"/>
    <w:rsid w:val="00B96F7A"/>
    <w:rsid w:val="00B971F3"/>
    <w:rsid w:val="00B9725D"/>
    <w:rsid w:val="00B976F9"/>
    <w:rsid w:val="00B97828"/>
    <w:rsid w:val="00B97C47"/>
    <w:rsid w:val="00B97C9F"/>
    <w:rsid w:val="00B97EA2"/>
    <w:rsid w:val="00BA0663"/>
    <w:rsid w:val="00BA0776"/>
    <w:rsid w:val="00BA09B0"/>
    <w:rsid w:val="00BA0A07"/>
    <w:rsid w:val="00BA0C1B"/>
    <w:rsid w:val="00BA0DCA"/>
    <w:rsid w:val="00BA0EDA"/>
    <w:rsid w:val="00BA127A"/>
    <w:rsid w:val="00BA198F"/>
    <w:rsid w:val="00BA1B1F"/>
    <w:rsid w:val="00BA1B57"/>
    <w:rsid w:val="00BA2157"/>
    <w:rsid w:val="00BA2261"/>
    <w:rsid w:val="00BA243C"/>
    <w:rsid w:val="00BA2A10"/>
    <w:rsid w:val="00BA2A8D"/>
    <w:rsid w:val="00BA2BE8"/>
    <w:rsid w:val="00BA2D46"/>
    <w:rsid w:val="00BA2DAE"/>
    <w:rsid w:val="00BA30B3"/>
    <w:rsid w:val="00BA3680"/>
    <w:rsid w:val="00BA3921"/>
    <w:rsid w:val="00BA3AA6"/>
    <w:rsid w:val="00BA401A"/>
    <w:rsid w:val="00BA4145"/>
    <w:rsid w:val="00BA4FA1"/>
    <w:rsid w:val="00BA5089"/>
    <w:rsid w:val="00BA5113"/>
    <w:rsid w:val="00BA53A2"/>
    <w:rsid w:val="00BA56E8"/>
    <w:rsid w:val="00BA575D"/>
    <w:rsid w:val="00BA594A"/>
    <w:rsid w:val="00BA5F13"/>
    <w:rsid w:val="00BA610E"/>
    <w:rsid w:val="00BA65AD"/>
    <w:rsid w:val="00BA6749"/>
    <w:rsid w:val="00BA699B"/>
    <w:rsid w:val="00BA6A30"/>
    <w:rsid w:val="00BA6D34"/>
    <w:rsid w:val="00BA71CB"/>
    <w:rsid w:val="00BA7345"/>
    <w:rsid w:val="00BA77D7"/>
    <w:rsid w:val="00BA7849"/>
    <w:rsid w:val="00BB0D22"/>
    <w:rsid w:val="00BB119C"/>
    <w:rsid w:val="00BB1911"/>
    <w:rsid w:val="00BB1D08"/>
    <w:rsid w:val="00BB2105"/>
    <w:rsid w:val="00BB22F3"/>
    <w:rsid w:val="00BB2486"/>
    <w:rsid w:val="00BB24CC"/>
    <w:rsid w:val="00BB2B9B"/>
    <w:rsid w:val="00BB2CFB"/>
    <w:rsid w:val="00BB2E7B"/>
    <w:rsid w:val="00BB31B8"/>
    <w:rsid w:val="00BB3648"/>
    <w:rsid w:val="00BB3AE1"/>
    <w:rsid w:val="00BB3F0E"/>
    <w:rsid w:val="00BB3FC0"/>
    <w:rsid w:val="00BB463E"/>
    <w:rsid w:val="00BB4675"/>
    <w:rsid w:val="00BB4BC0"/>
    <w:rsid w:val="00BB4C73"/>
    <w:rsid w:val="00BB5035"/>
    <w:rsid w:val="00BB51B0"/>
    <w:rsid w:val="00BB571D"/>
    <w:rsid w:val="00BB57D1"/>
    <w:rsid w:val="00BB5AB5"/>
    <w:rsid w:val="00BB5C63"/>
    <w:rsid w:val="00BB5D23"/>
    <w:rsid w:val="00BB5D6F"/>
    <w:rsid w:val="00BB5DC8"/>
    <w:rsid w:val="00BB5EE5"/>
    <w:rsid w:val="00BB6873"/>
    <w:rsid w:val="00BB6DEC"/>
    <w:rsid w:val="00BB721F"/>
    <w:rsid w:val="00BB722C"/>
    <w:rsid w:val="00BB786D"/>
    <w:rsid w:val="00BB795D"/>
    <w:rsid w:val="00BB7C56"/>
    <w:rsid w:val="00BC0134"/>
    <w:rsid w:val="00BC0268"/>
    <w:rsid w:val="00BC0761"/>
    <w:rsid w:val="00BC08F7"/>
    <w:rsid w:val="00BC0AAA"/>
    <w:rsid w:val="00BC0EDA"/>
    <w:rsid w:val="00BC0FA6"/>
    <w:rsid w:val="00BC1469"/>
    <w:rsid w:val="00BC1540"/>
    <w:rsid w:val="00BC187D"/>
    <w:rsid w:val="00BC1F51"/>
    <w:rsid w:val="00BC1FA2"/>
    <w:rsid w:val="00BC215C"/>
    <w:rsid w:val="00BC2461"/>
    <w:rsid w:val="00BC268E"/>
    <w:rsid w:val="00BC31B2"/>
    <w:rsid w:val="00BC3393"/>
    <w:rsid w:val="00BC34FA"/>
    <w:rsid w:val="00BC3B7E"/>
    <w:rsid w:val="00BC3D8F"/>
    <w:rsid w:val="00BC3DF0"/>
    <w:rsid w:val="00BC42E0"/>
    <w:rsid w:val="00BC4A17"/>
    <w:rsid w:val="00BC50DD"/>
    <w:rsid w:val="00BC5AAB"/>
    <w:rsid w:val="00BC5B64"/>
    <w:rsid w:val="00BC5C91"/>
    <w:rsid w:val="00BC5CBC"/>
    <w:rsid w:val="00BC5E4C"/>
    <w:rsid w:val="00BC6730"/>
    <w:rsid w:val="00BC697C"/>
    <w:rsid w:val="00BC6D85"/>
    <w:rsid w:val="00BC7CB3"/>
    <w:rsid w:val="00BC7D11"/>
    <w:rsid w:val="00BD02A2"/>
    <w:rsid w:val="00BD0BB2"/>
    <w:rsid w:val="00BD0BB6"/>
    <w:rsid w:val="00BD0BD2"/>
    <w:rsid w:val="00BD0C20"/>
    <w:rsid w:val="00BD1654"/>
    <w:rsid w:val="00BD1996"/>
    <w:rsid w:val="00BD2075"/>
    <w:rsid w:val="00BD2389"/>
    <w:rsid w:val="00BD2A48"/>
    <w:rsid w:val="00BD313F"/>
    <w:rsid w:val="00BD35D5"/>
    <w:rsid w:val="00BD3ABF"/>
    <w:rsid w:val="00BD3B77"/>
    <w:rsid w:val="00BD4009"/>
    <w:rsid w:val="00BD41CB"/>
    <w:rsid w:val="00BD4382"/>
    <w:rsid w:val="00BD4825"/>
    <w:rsid w:val="00BD4999"/>
    <w:rsid w:val="00BD4B98"/>
    <w:rsid w:val="00BD4C38"/>
    <w:rsid w:val="00BD4D94"/>
    <w:rsid w:val="00BD50C3"/>
    <w:rsid w:val="00BD5527"/>
    <w:rsid w:val="00BD594A"/>
    <w:rsid w:val="00BD5AE7"/>
    <w:rsid w:val="00BD5C2B"/>
    <w:rsid w:val="00BD5C40"/>
    <w:rsid w:val="00BD6567"/>
    <w:rsid w:val="00BD6602"/>
    <w:rsid w:val="00BD6647"/>
    <w:rsid w:val="00BD75CB"/>
    <w:rsid w:val="00BD760B"/>
    <w:rsid w:val="00BD767F"/>
    <w:rsid w:val="00BD78A8"/>
    <w:rsid w:val="00BD7968"/>
    <w:rsid w:val="00BD7D00"/>
    <w:rsid w:val="00BE0072"/>
    <w:rsid w:val="00BE0743"/>
    <w:rsid w:val="00BE084F"/>
    <w:rsid w:val="00BE09FF"/>
    <w:rsid w:val="00BE0A03"/>
    <w:rsid w:val="00BE0A18"/>
    <w:rsid w:val="00BE0DD7"/>
    <w:rsid w:val="00BE1C0C"/>
    <w:rsid w:val="00BE1F56"/>
    <w:rsid w:val="00BE2082"/>
    <w:rsid w:val="00BE2324"/>
    <w:rsid w:val="00BE270D"/>
    <w:rsid w:val="00BE3072"/>
    <w:rsid w:val="00BE346C"/>
    <w:rsid w:val="00BE3487"/>
    <w:rsid w:val="00BE34C2"/>
    <w:rsid w:val="00BE359B"/>
    <w:rsid w:val="00BE35A6"/>
    <w:rsid w:val="00BE3BB4"/>
    <w:rsid w:val="00BE3C83"/>
    <w:rsid w:val="00BE4283"/>
    <w:rsid w:val="00BE42A7"/>
    <w:rsid w:val="00BE4466"/>
    <w:rsid w:val="00BE4737"/>
    <w:rsid w:val="00BE4878"/>
    <w:rsid w:val="00BE4B90"/>
    <w:rsid w:val="00BE4D95"/>
    <w:rsid w:val="00BE4F77"/>
    <w:rsid w:val="00BE5307"/>
    <w:rsid w:val="00BE5746"/>
    <w:rsid w:val="00BE583E"/>
    <w:rsid w:val="00BE5DE2"/>
    <w:rsid w:val="00BE5EBA"/>
    <w:rsid w:val="00BE6504"/>
    <w:rsid w:val="00BE688F"/>
    <w:rsid w:val="00BE68F2"/>
    <w:rsid w:val="00BE6C5A"/>
    <w:rsid w:val="00BE6C8E"/>
    <w:rsid w:val="00BE6D06"/>
    <w:rsid w:val="00BE6D2D"/>
    <w:rsid w:val="00BE6DD4"/>
    <w:rsid w:val="00BE7014"/>
    <w:rsid w:val="00BE7229"/>
    <w:rsid w:val="00BE7582"/>
    <w:rsid w:val="00BE7AD0"/>
    <w:rsid w:val="00BE7B8F"/>
    <w:rsid w:val="00BF0114"/>
    <w:rsid w:val="00BF0419"/>
    <w:rsid w:val="00BF055D"/>
    <w:rsid w:val="00BF0661"/>
    <w:rsid w:val="00BF072C"/>
    <w:rsid w:val="00BF07D4"/>
    <w:rsid w:val="00BF0834"/>
    <w:rsid w:val="00BF0B73"/>
    <w:rsid w:val="00BF10B4"/>
    <w:rsid w:val="00BF10D0"/>
    <w:rsid w:val="00BF111A"/>
    <w:rsid w:val="00BF1261"/>
    <w:rsid w:val="00BF1442"/>
    <w:rsid w:val="00BF1870"/>
    <w:rsid w:val="00BF1AE7"/>
    <w:rsid w:val="00BF1AF1"/>
    <w:rsid w:val="00BF1E1E"/>
    <w:rsid w:val="00BF1E7C"/>
    <w:rsid w:val="00BF24A9"/>
    <w:rsid w:val="00BF27ED"/>
    <w:rsid w:val="00BF2A4B"/>
    <w:rsid w:val="00BF308E"/>
    <w:rsid w:val="00BF3240"/>
    <w:rsid w:val="00BF3496"/>
    <w:rsid w:val="00BF4F2B"/>
    <w:rsid w:val="00BF5162"/>
    <w:rsid w:val="00BF5424"/>
    <w:rsid w:val="00BF5B3A"/>
    <w:rsid w:val="00BF5FB6"/>
    <w:rsid w:val="00BF62ED"/>
    <w:rsid w:val="00BF6F5A"/>
    <w:rsid w:val="00BF75F6"/>
    <w:rsid w:val="00BF7BED"/>
    <w:rsid w:val="00BF7D53"/>
    <w:rsid w:val="00BF7EA9"/>
    <w:rsid w:val="00C00289"/>
    <w:rsid w:val="00C0029F"/>
    <w:rsid w:val="00C00C23"/>
    <w:rsid w:val="00C00C24"/>
    <w:rsid w:val="00C00C51"/>
    <w:rsid w:val="00C01187"/>
    <w:rsid w:val="00C0155E"/>
    <w:rsid w:val="00C01709"/>
    <w:rsid w:val="00C01D06"/>
    <w:rsid w:val="00C023C6"/>
    <w:rsid w:val="00C02641"/>
    <w:rsid w:val="00C027B7"/>
    <w:rsid w:val="00C02A30"/>
    <w:rsid w:val="00C0356D"/>
    <w:rsid w:val="00C03A59"/>
    <w:rsid w:val="00C043DB"/>
    <w:rsid w:val="00C04A1E"/>
    <w:rsid w:val="00C04B3E"/>
    <w:rsid w:val="00C04C4E"/>
    <w:rsid w:val="00C051A4"/>
    <w:rsid w:val="00C05296"/>
    <w:rsid w:val="00C05440"/>
    <w:rsid w:val="00C054F0"/>
    <w:rsid w:val="00C0571A"/>
    <w:rsid w:val="00C05F5B"/>
    <w:rsid w:val="00C06052"/>
    <w:rsid w:val="00C060EA"/>
    <w:rsid w:val="00C060EF"/>
    <w:rsid w:val="00C066DD"/>
    <w:rsid w:val="00C07156"/>
    <w:rsid w:val="00C07434"/>
    <w:rsid w:val="00C075CC"/>
    <w:rsid w:val="00C079C1"/>
    <w:rsid w:val="00C07C72"/>
    <w:rsid w:val="00C07C7D"/>
    <w:rsid w:val="00C07F45"/>
    <w:rsid w:val="00C10288"/>
    <w:rsid w:val="00C1055C"/>
    <w:rsid w:val="00C105DE"/>
    <w:rsid w:val="00C10B7A"/>
    <w:rsid w:val="00C10D21"/>
    <w:rsid w:val="00C1134F"/>
    <w:rsid w:val="00C117F4"/>
    <w:rsid w:val="00C11C27"/>
    <w:rsid w:val="00C12381"/>
    <w:rsid w:val="00C1243E"/>
    <w:rsid w:val="00C12BEA"/>
    <w:rsid w:val="00C13251"/>
    <w:rsid w:val="00C13277"/>
    <w:rsid w:val="00C13AA0"/>
    <w:rsid w:val="00C15132"/>
    <w:rsid w:val="00C1557B"/>
    <w:rsid w:val="00C15906"/>
    <w:rsid w:val="00C16057"/>
    <w:rsid w:val="00C165AA"/>
    <w:rsid w:val="00C16600"/>
    <w:rsid w:val="00C16769"/>
    <w:rsid w:val="00C167CF"/>
    <w:rsid w:val="00C16BDE"/>
    <w:rsid w:val="00C171D7"/>
    <w:rsid w:val="00C1746A"/>
    <w:rsid w:val="00C1763A"/>
    <w:rsid w:val="00C17D41"/>
    <w:rsid w:val="00C20347"/>
    <w:rsid w:val="00C20B22"/>
    <w:rsid w:val="00C20B55"/>
    <w:rsid w:val="00C20E16"/>
    <w:rsid w:val="00C21375"/>
    <w:rsid w:val="00C21589"/>
    <w:rsid w:val="00C21903"/>
    <w:rsid w:val="00C21AE6"/>
    <w:rsid w:val="00C21B4C"/>
    <w:rsid w:val="00C21D10"/>
    <w:rsid w:val="00C21EA2"/>
    <w:rsid w:val="00C21EA7"/>
    <w:rsid w:val="00C2227F"/>
    <w:rsid w:val="00C2244E"/>
    <w:rsid w:val="00C2255E"/>
    <w:rsid w:val="00C2282B"/>
    <w:rsid w:val="00C228B8"/>
    <w:rsid w:val="00C2310E"/>
    <w:rsid w:val="00C23737"/>
    <w:rsid w:val="00C23DB8"/>
    <w:rsid w:val="00C241E3"/>
    <w:rsid w:val="00C24211"/>
    <w:rsid w:val="00C24B4C"/>
    <w:rsid w:val="00C25134"/>
    <w:rsid w:val="00C2525F"/>
    <w:rsid w:val="00C2542B"/>
    <w:rsid w:val="00C25CAD"/>
    <w:rsid w:val="00C261C5"/>
    <w:rsid w:val="00C26345"/>
    <w:rsid w:val="00C26731"/>
    <w:rsid w:val="00C2697A"/>
    <w:rsid w:val="00C26AD3"/>
    <w:rsid w:val="00C26C07"/>
    <w:rsid w:val="00C26F92"/>
    <w:rsid w:val="00C2770F"/>
    <w:rsid w:val="00C27879"/>
    <w:rsid w:val="00C30400"/>
    <w:rsid w:val="00C3148C"/>
    <w:rsid w:val="00C319BB"/>
    <w:rsid w:val="00C31E73"/>
    <w:rsid w:val="00C32207"/>
    <w:rsid w:val="00C332A0"/>
    <w:rsid w:val="00C33305"/>
    <w:rsid w:val="00C33832"/>
    <w:rsid w:val="00C338F9"/>
    <w:rsid w:val="00C33BE8"/>
    <w:rsid w:val="00C33E7F"/>
    <w:rsid w:val="00C340E7"/>
    <w:rsid w:val="00C345EC"/>
    <w:rsid w:val="00C34685"/>
    <w:rsid w:val="00C3476A"/>
    <w:rsid w:val="00C34AA8"/>
    <w:rsid w:val="00C34CFC"/>
    <w:rsid w:val="00C35081"/>
    <w:rsid w:val="00C350E0"/>
    <w:rsid w:val="00C35398"/>
    <w:rsid w:val="00C355B5"/>
    <w:rsid w:val="00C360EA"/>
    <w:rsid w:val="00C362D6"/>
    <w:rsid w:val="00C365E7"/>
    <w:rsid w:val="00C36690"/>
    <w:rsid w:val="00C36811"/>
    <w:rsid w:val="00C36941"/>
    <w:rsid w:val="00C36AB0"/>
    <w:rsid w:val="00C36BC6"/>
    <w:rsid w:val="00C36C4A"/>
    <w:rsid w:val="00C36D22"/>
    <w:rsid w:val="00C37048"/>
    <w:rsid w:val="00C37361"/>
    <w:rsid w:val="00C37687"/>
    <w:rsid w:val="00C37A9B"/>
    <w:rsid w:val="00C37D13"/>
    <w:rsid w:val="00C37FA1"/>
    <w:rsid w:val="00C400EC"/>
    <w:rsid w:val="00C40FFD"/>
    <w:rsid w:val="00C41159"/>
    <w:rsid w:val="00C4121C"/>
    <w:rsid w:val="00C4155E"/>
    <w:rsid w:val="00C4245A"/>
    <w:rsid w:val="00C42594"/>
    <w:rsid w:val="00C4264D"/>
    <w:rsid w:val="00C42A4E"/>
    <w:rsid w:val="00C42AEE"/>
    <w:rsid w:val="00C42BF4"/>
    <w:rsid w:val="00C42C35"/>
    <w:rsid w:val="00C42D88"/>
    <w:rsid w:val="00C42F58"/>
    <w:rsid w:val="00C432D4"/>
    <w:rsid w:val="00C43940"/>
    <w:rsid w:val="00C43C7A"/>
    <w:rsid w:val="00C43DC0"/>
    <w:rsid w:val="00C44095"/>
    <w:rsid w:val="00C441AB"/>
    <w:rsid w:val="00C44307"/>
    <w:rsid w:val="00C44936"/>
    <w:rsid w:val="00C45107"/>
    <w:rsid w:val="00C45158"/>
    <w:rsid w:val="00C4536C"/>
    <w:rsid w:val="00C457CC"/>
    <w:rsid w:val="00C4592F"/>
    <w:rsid w:val="00C4600E"/>
    <w:rsid w:val="00C460B2"/>
    <w:rsid w:val="00C461B1"/>
    <w:rsid w:val="00C464E0"/>
    <w:rsid w:val="00C466A6"/>
    <w:rsid w:val="00C4683A"/>
    <w:rsid w:val="00C46891"/>
    <w:rsid w:val="00C46918"/>
    <w:rsid w:val="00C4736E"/>
    <w:rsid w:val="00C47428"/>
    <w:rsid w:val="00C477FD"/>
    <w:rsid w:val="00C479BC"/>
    <w:rsid w:val="00C47AAC"/>
    <w:rsid w:val="00C47E26"/>
    <w:rsid w:val="00C47F26"/>
    <w:rsid w:val="00C5018C"/>
    <w:rsid w:val="00C50218"/>
    <w:rsid w:val="00C502D1"/>
    <w:rsid w:val="00C50725"/>
    <w:rsid w:val="00C50887"/>
    <w:rsid w:val="00C50B93"/>
    <w:rsid w:val="00C50FBE"/>
    <w:rsid w:val="00C51032"/>
    <w:rsid w:val="00C512E4"/>
    <w:rsid w:val="00C51534"/>
    <w:rsid w:val="00C5177E"/>
    <w:rsid w:val="00C51F9B"/>
    <w:rsid w:val="00C521FC"/>
    <w:rsid w:val="00C525D5"/>
    <w:rsid w:val="00C52910"/>
    <w:rsid w:val="00C529D0"/>
    <w:rsid w:val="00C52E8D"/>
    <w:rsid w:val="00C539DE"/>
    <w:rsid w:val="00C53D13"/>
    <w:rsid w:val="00C54067"/>
    <w:rsid w:val="00C5409B"/>
    <w:rsid w:val="00C544DC"/>
    <w:rsid w:val="00C54A5A"/>
    <w:rsid w:val="00C54DB7"/>
    <w:rsid w:val="00C553A8"/>
    <w:rsid w:val="00C557E5"/>
    <w:rsid w:val="00C55A7E"/>
    <w:rsid w:val="00C565A0"/>
    <w:rsid w:val="00C57910"/>
    <w:rsid w:val="00C57E66"/>
    <w:rsid w:val="00C6045A"/>
    <w:rsid w:val="00C60611"/>
    <w:rsid w:val="00C606C8"/>
    <w:rsid w:val="00C6096B"/>
    <w:rsid w:val="00C60A14"/>
    <w:rsid w:val="00C60B49"/>
    <w:rsid w:val="00C61BC1"/>
    <w:rsid w:val="00C61BD1"/>
    <w:rsid w:val="00C61D9F"/>
    <w:rsid w:val="00C61E62"/>
    <w:rsid w:val="00C61EBE"/>
    <w:rsid w:val="00C6267C"/>
    <w:rsid w:val="00C627A7"/>
    <w:rsid w:val="00C627CD"/>
    <w:rsid w:val="00C62A5A"/>
    <w:rsid w:val="00C6311C"/>
    <w:rsid w:val="00C635A0"/>
    <w:rsid w:val="00C637A7"/>
    <w:rsid w:val="00C639BE"/>
    <w:rsid w:val="00C644DB"/>
    <w:rsid w:val="00C64E2B"/>
    <w:rsid w:val="00C65281"/>
    <w:rsid w:val="00C65976"/>
    <w:rsid w:val="00C660F5"/>
    <w:rsid w:val="00C663C2"/>
    <w:rsid w:val="00C66477"/>
    <w:rsid w:val="00C667D8"/>
    <w:rsid w:val="00C66AD0"/>
    <w:rsid w:val="00C66C3F"/>
    <w:rsid w:val="00C66D73"/>
    <w:rsid w:val="00C6720D"/>
    <w:rsid w:val="00C6724A"/>
    <w:rsid w:val="00C67281"/>
    <w:rsid w:val="00C6744F"/>
    <w:rsid w:val="00C67490"/>
    <w:rsid w:val="00C6781D"/>
    <w:rsid w:val="00C67968"/>
    <w:rsid w:val="00C701B4"/>
    <w:rsid w:val="00C702A8"/>
    <w:rsid w:val="00C70369"/>
    <w:rsid w:val="00C704FB"/>
    <w:rsid w:val="00C7054B"/>
    <w:rsid w:val="00C71099"/>
    <w:rsid w:val="00C71245"/>
    <w:rsid w:val="00C713BD"/>
    <w:rsid w:val="00C7190C"/>
    <w:rsid w:val="00C723C6"/>
    <w:rsid w:val="00C726B6"/>
    <w:rsid w:val="00C727AA"/>
    <w:rsid w:val="00C72822"/>
    <w:rsid w:val="00C72C6C"/>
    <w:rsid w:val="00C73552"/>
    <w:rsid w:val="00C73663"/>
    <w:rsid w:val="00C737E1"/>
    <w:rsid w:val="00C738B6"/>
    <w:rsid w:val="00C73A20"/>
    <w:rsid w:val="00C73CE0"/>
    <w:rsid w:val="00C73FD4"/>
    <w:rsid w:val="00C74042"/>
    <w:rsid w:val="00C74117"/>
    <w:rsid w:val="00C74222"/>
    <w:rsid w:val="00C744C0"/>
    <w:rsid w:val="00C74585"/>
    <w:rsid w:val="00C745A9"/>
    <w:rsid w:val="00C746D4"/>
    <w:rsid w:val="00C74A74"/>
    <w:rsid w:val="00C754FE"/>
    <w:rsid w:val="00C75BC0"/>
    <w:rsid w:val="00C76109"/>
    <w:rsid w:val="00C76B31"/>
    <w:rsid w:val="00C76FA1"/>
    <w:rsid w:val="00C772D9"/>
    <w:rsid w:val="00C773A0"/>
    <w:rsid w:val="00C77B4C"/>
    <w:rsid w:val="00C80398"/>
    <w:rsid w:val="00C80541"/>
    <w:rsid w:val="00C805F5"/>
    <w:rsid w:val="00C80733"/>
    <w:rsid w:val="00C807CC"/>
    <w:rsid w:val="00C809DE"/>
    <w:rsid w:val="00C80B2B"/>
    <w:rsid w:val="00C81164"/>
    <w:rsid w:val="00C816DB"/>
    <w:rsid w:val="00C816E5"/>
    <w:rsid w:val="00C816EF"/>
    <w:rsid w:val="00C82100"/>
    <w:rsid w:val="00C82247"/>
    <w:rsid w:val="00C82AE7"/>
    <w:rsid w:val="00C82BC7"/>
    <w:rsid w:val="00C82F7A"/>
    <w:rsid w:val="00C832B2"/>
    <w:rsid w:val="00C837AC"/>
    <w:rsid w:val="00C838C3"/>
    <w:rsid w:val="00C83A38"/>
    <w:rsid w:val="00C83DF5"/>
    <w:rsid w:val="00C83E6E"/>
    <w:rsid w:val="00C84266"/>
    <w:rsid w:val="00C8512D"/>
    <w:rsid w:val="00C8534D"/>
    <w:rsid w:val="00C85636"/>
    <w:rsid w:val="00C856FB"/>
    <w:rsid w:val="00C85866"/>
    <w:rsid w:val="00C85937"/>
    <w:rsid w:val="00C85A1D"/>
    <w:rsid w:val="00C86348"/>
    <w:rsid w:val="00C8648A"/>
    <w:rsid w:val="00C8752E"/>
    <w:rsid w:val="00C87887"/>
    <w:rsid w:val="00C879F3"/>
    <w:rsid w:val="00C87A47"/>
    <w:rsid w:val="00C87BF5"/>
    <w:rsid w:val="00C87F08"/>
    <w:rsid w:val="00C9020D"/>
    <w:rsid w:val="00C90B38"/>
    <w:rsid w:val="00C90C89"/>
    <w:rsid w:val="00C90D6B"/>
    <w:rsid w:val="00C90E03"/>
    <w:rsid w:val="00C91688"/>
    <w:rsid w:val="00C91BE6"/>
    <w:rsid w:val="00C922DF"/>
    <w:rsid w:val="00C9370A"/>
    <w:rsid w:val="00C93D5A"/>
    <w:rsid w:val="00C94E64"/>
    <w:rsid w:val="00C94F5D"/>
    <w:rsid w:val="00C954D1"/>
    <w:rsid w:val="00C9552C"/>
    <w:rsid w:val="00C96133"/>
    <w:rsid w:val="00C962A2"/>
    <w:rsid w:val="00C969FE"/>
    <w:rsid w:val="00C96F4C"/>
    <w:rsid w:val="00C9727C"/>
    <w:rsid w:val="00C977D7"/>
    <w:rsid w:val="00CA015D"/>
    <w:rsid w:val="00CA022F"/>
    <w:rsid w:val="00CA0304"/>
    <w:rsid w:val="00CA04C5"/>
    <w:rsid w:val="00CA0529"/>
    <w:rsid w:val="00CA09CE"/>
    <w:rsid w:val="00CA11EA"/>
    <w:rsid w:val="00CA12DE"/>
    <w:rsid w:val="00CA1633"/>
    <w:rsid w:val="00CA1B92"/>
    <w:rsid w:val="00CA1BAB"/>
    <w:rsid w:val="00CA1C01"/>
    <w:rsid w:val="00CA1C7E"/>
    <w:rsid w:val="00CA1FC0"/>
    <w:rsid w:val="00CA251E"/>
    <w:rsid w:val="00CA258A"/>
    <w:rsid w:val="00CA2781"/>
    <w:rsid w:val="00CA2A01"/>
    <w:rsid w:val="00CA2C90"/>
    <w:rsid w:val="00CA2E29"/>
    <w:rsid w:val="00CA46AD"/>
    <w:rsid w:val="00CA4806"/>
    <w:rsid w:val="00CA55F4"/>
    <w:rsid w:val="00CA5C3B"/>
    <w:rsid w:val="00CA6026"/>
    <w:rsid w:val="00CA612D"/>
    <w:rsid w:val="00CA658F"/>
    <w:rsid w:val="00CA65D2"/>
    <w:rsid w:val="00CA6630"/>
    <w:rsid w:val="00CA67EF"/>
    <w:rsid w:val="00CA6862"/>
    <w:rsid w:val="00CA68F4"/>
    <w:rsid w:val="00CA6F41"/>
    <w:rsid w:val="00CA74E7"/>
    <w:rsid w:val="00CA769F"/>
    <w:rsid w:val="00CA7E38"/>
    <w:rsid w:val="00CB037C"/>
    <w:rsid w:val="00CB039F"/>
    <w:rsid w:val="00CB04E4"/>
    <w:rsid w:val="00CB058D"/>
    <w:rsid w:val="00CB05C5"/>
    <w:rsid w:val="00CB07D9"/>
    <w:rsid w:val="00CB098B"/>
    <w:rsid w:val="00CB0D92"/>
    <w:rsid w:val="00CB132F"/>
    <w:rsid w:val="00CB1555"/>
    <w:rsid w:val="00CB17F9"/>
    <w:rsid w:val="00CB1AA2"/>
    <w:rsid w:val="00CB1CAD"/>
    <w:rsid w:val="00CB254E"/>
    <w:rsid w:val="00CB2891"/>
    <w:rsid w:val="00CB294A"/>
    <w:rsid w:val="00CB2AF8"/>
    <w:rsid w:val="00CB2F9A"/>
    <w:rsid w:val="00CB36A7"/>
    <w:rsid w:val="00CB38A0"/>
    <w:rsid w:val="00CB39C8"/>
    <w:rsid w:val="00CB3AC2"/>
    <w:rsid w:val="00CB4566"/>
    <w:rsid w:val="00CB5439"/>
    <w:rsid w:val="00CB549B"/>
    <w:rsid w:val="00CB58D5"/>
    <w:rsid w:val="00CB5D95"/>
    <w:rsid w:val="00CB6176"/>
    <w:rsid w:val="00CB6328"/>
    <w:rsid w:val="00CB642C"/>
    <w:rsid w:val="00CB6504"/>
    <w:rsid w:val="00CB6514"/>
    <w:rsid w:val="00CB67D5"/>
    <w:rsid w:val="00CB6D77"/>
    <w:rsid w:val="00CB7199"/>
    <w:rsid w:val="00CB7411"/>
    <w:rsid w:val="00CB7550"/>
    <w:rsid w:val="00CB7D86"/>
    <w:rsid w:val="00CB7ED6"/>
    <w:rsid w:val="00CC054D"/>
    <w:rsid w:val="00CC097C"/>
    <w:rsid w:val="00CC103D"/>
    <w:rsid w:val="00CC1385"/>
    <w:rsid w:val="00CC165D"/>
    <w:rsid w:val="00CC1825"/>
    <w:rsid w:val="00CC19C7"/>
    <w:rsid w:val="00CC19E3"/>
    <w:rsid w:val="00CC1BD7"/>
    <w:rsid w:val="00CC2083"/>
    <w:rsid w:val="00CC23FD"/>
    <w:rsid w:val="00CC2506"/>
    <w:rsid w:val="00CC289A"/>
    <w:rsid w:val="00CC2D80"/>
    <w:rsid w:val="00CC368E"/>
    <w:rsid w:val="00CC3A69"/>
    <w:rsid w:val="00CC3BD0"/>
    <w:rsid w:val="00CC4323"/>
    <w:rsid w:val="00CC49BB"/>
    <w:rsid w:val="00CC4AFC"/>
    <w:rsid w:val="00CC5438"/>
    <w:rsid w:val="00CC5560"/>
    <w:rsid w:val="00CC5825"/>
    <w:rsid w:val="00CC5B16"/>
    <w:rsid w:val="00CC5C5D"/>
    <w:rsid w:val="00CC6017"/>
    <w:rsid w:val="00CC609D"/>
    <w:rsid w:val="00CC6114"/>
    <w:rsid w:val="00CC65CB"/>
    <w:rsid w:val="00CC670D"/>
    <w:rsid w:val="00CC6D3D"/>
    <w:rsid w:val="00CC731A"/>
    <w:rsid w:val="00CC7563"/>
    <w:rsid w:val="00CC7AB4"/>
    <w:rsid w:val="00CD0525"/>
    <w:rsid w:val="00CD0EEE"/>
    <w:rsid w:val="00CD0F45"/>
    <w:rsid w:val="00CD0F9A"/>
    <w:rsid w:val="00CD13F8"/>
    <w:rsid w:val="00CD1429"/>
    <w:rsid w:val="00CD1642"/>
    <w:rsid w:val="00CD181C"/>
    <w:rsid w:val="00CD1BA9"/>
    <w:rsid w:val="00CD1C1F"/>
    <w:rsid w:val="00CD1C40"/>
    <w:rsid w:val="00CD1C9E"/>
    <w:rsid w:val="00CD20B5"/>
    <w:rsid w:val="00CD24BF"/>
    <w:rsid w:val="00CD28DC"/>
    <w:rsid w:val="00CD2CFE"/>
    <w:rsid w:val="00CD2DFC"/>
    <w:rsid w:val="00CD326A"/>
    <w:rsid w:val="00CD33AA"/>
    <w:rsid w:val="00CD3531"/>
    <w:rsid w:val="00CD36DF"/>
    <w:rsid w:val="00CD3758"/>
    <w:rsid w:val="00CD3C23"/>
    <w:rsid w:val="00CD3CE6"/>
    <w:rsid w:val="00CD4502"/>
    <w:rsid w:val="00CD4817"/>
    <w:rsid w:val="00CD4A55"/>
    <w:rsid w:val="00CD4A88"/>
    <w:rsid w:val="00CD4BCF"/>
    <w:rsid w:val="00CD4BDD"/>
    <w:rsid w:val="00CD51CC"/>
    <w:rsid w:val="00CD523F"/>
    <w:rsid w:val="00CD559B"/>
    <w:rsid w:val="00CD5F07"/>
    <w:rsid w:val="00CD5FAC"/>
    <w:rsid w:val="00CD604E"/>
    <w:rsid w:val="00CD6598"/>
    <w:rsid w:val="00CD6A98"/>
    <w:rsid w:val="00CD6B33"/>
    <w:rsid w:val="00CD6C4F"/>
    <w:rsid w:val="00CD6D70"/>
    <w:rsid w:val="00CD7101"/>
    <w:rsid w:val="00CD7160"/>
    <w:rsid w:val="00CD7B15"/>
    <w:rsid w:val="00CD7B38"/>
    <w:rsid w:val="00CD7C06"/>
    <w:rsid w:val="00CE0041"/>
    <w:rsid w:val="00CE00FE"/>
    <w:rsid w:val="00CE044A"/>
    <w:rsid w:val="00CE071E"/>
    <w:rsid w:val="00CE08C4"/>
    <w:rsid w:val="00CE1011"/>
    <w:rsid w:val="00CE173C"/>
    <w:rsid w:val="00CE17F6"/>
    <w:rsid w:val="00CE1C18"/>
    <w:rsid w:val="00CE1E6D"/>
    <w:rsid w:val="00CE2701"/>
    <w:rsid w:val="00CE2A54"/>
    <w:rsid w:val="00CE2BB9"/>
    <w:rsid w:val="00CE34C7"/>
    <w:rsid w:val="00CE365A"/>
    <w:rsid w:val="00CE3751"/>
    <w:rsid w:val="00CE3AD6"/>
    <w:rsid w:val="00CE41FB"/>
    <w:rsid w:val="00CE4275"/>
    <w:rsid w:val="00CE47AC"/>
    <w:rsid w:val="00CE4992"/>
    <w:rsid w:val="00CE49C9"/>
    <w:rsid w:val="00CE4F6D"/>
    <w:rsid w:val="00CE52A9"/>
    <w:rsid w:val="00CE5462"/>
    <w:rsid w:val="00CE559F"/>
    <w:rsid w:val="00CE59E4"/>
    <w:rsid w:val="00CE5A7C"/>
    <w:rsid w:val="00CE5C74"/>
    <w:rsid w:val="00CE625D"/>
    <w:rsid w:val="00CE65EC"/>
    <w:rsid w:val="00CE66FD"/>
    <w:rsid w:val="00CE6787"/>
    <w:rsid w:val="00CE687E"/>
    <w:rsid w:val="00CE692B"/>
    <w:rsid w:val="00CE6B52"/>
    <w:rsid w:val="00CE6EDD"/>
    <w:rsid w:val="00CE741B"/>
    <w:rsid w:val="00CE74F9"/>
    <w:rsid w:val="00CE753C"/>
    <w:rsid w:val="00CE7554"/>
    <w:rsid w:val="00CE7A48"/>
    <w:rsid w:val="00CE7A95"/>
    <w:rsid w:val="00CE7FBE"/>
    <w:rsid w:val="00CF0433"/>
    <w:rsid w:val="00CF07C5"/>
    <w:rsid w:val="00CF0842"/>
    <w:rsid w:val="00CF124B"/>
    <w:rsid w:val="00CF17D4"/>
    <w:rsid w:val="00CF19B9"/>
    <w:rsid w:val="00CF1DE3"/>
    <w:rsid w:val="00CF22D1"/>
    <w:rsid w:val="00CF24C4"/>
    <w:rsid w:val="00CF25EE"/>
    <w:rsid w:val="00CF2773"/>
    <w:rsid w:val="00CF27F1"/>
    <w:rsid w:val="00CF2D04"/>
    <w:rsid w:val="00CF3066"/>
    <w:rsid w:val="00CF341F"/>
    <w:rsid w:val="00CF3528"/>
    <w:rsid w:val="00CF355F"/>
    <w:rsid w:val="00CF3992"/>
    <w:rsid w:val="00CF3B20"/>
    <w:rsid w:val="00CF48DE"/>
    <w:rsid w:val="00CF4BC6"/>
    <w:rsid w:val="00CF4C66"/>
    <w:rsid w:val="00CF50BE"/>
    <w:rsid w:val="00CF5330"/>
    <w:rsid w:val="00CF5474"/>
    <w:rsid w:val="00CF55F9"/>
    <w:rsid w:val="00CF5E66"/>
    <w:rsid w:val="00CF6245"/>
    <w:rsid w:val="00CF6330"/>
    <w:rsid w:val="00CF6ABB"/>
    <w:rsid w:val="00CF6DC6"/>
    <w:rsid w:val="00CF6F51"/>
    <w:rsid w:val="00CF74AF"/>
    <w:rsid w:val="00CF7B45"/>
    <w:rsid w:val="00CF7BBF"/>
    <w:rsid w:val="00CF7F47"/>
    <w:rsid w:val="00D000F5"/>
    <w:rsid w:val="00D00219"/>
    <w:rsid w:val="00D004D9"/>
    <w:rsid w:val="00D00DDE"/>
    <w:rsid w:val="00D011FE"/>
    <w:rsid w:val="00D015A5"/>
    <w:rsid w:val="00D01821"/>
    <w:rsid w:val="00D018C8"/>
    <w:rsid w:val="00D01B2E"/>
    <w:rsid w:val="00D020CE"/>
    <w:rsid w:val="00D02188"/>
    <w:rsid w:val="00D02348"/>
    <w:rsid w:val="00D027FE"/>
    <w:rsid w:val="00D02C3E"/>
    <w:rsid w:val="00D02D5F"/>
    <w:rsid w:val="00D03019"/>
    <w:rsid w:val="00D0319B"/>
    <w:rsid w:val="00D03BEA"/>
    <w:rsid w:val="00D03DBF"/>
    <w:rsid w:val="00D03DED"/>
    <w:rsid w:val="00D03E2A"/>
    <w:rsid w:val="00D046A4"/>
    <w:rsid w:val="00D049A6"/>
    <w:rsid w:val="00D0505D"/>
    <w:rsid w:val="00D051FC"/>
    <w:rsid w:val="00D052C2"/>
    <w:rsid w:val="00D053EF"/>
    <w:rsid w:val="00D055E4"/>
    <w:rsid w:val="00D05A4A"/>
    <w:rsid w:val="00D05B6E"/>
    <w:rsid w:val="00D05CFB"/>
    <w:rsid w:val="00D05E17"/>
    <w:rsid w:val="00D0601E"/>
    <w:rsid w:val="00D06386"/>
    <w:rsid w:val="00D068AE"/>
    <w:rsid w:val="00D06B88"/>
    <w:rsid w:val="00D06CE3"/>
    <w:rsid w:val="00D06D01"/>
    <w:rsid w:val="00D07656"/>
    <w:rsid w:val="00D07ADE"/>
    <w:rsid w:val="00D07C8A"/>
    <w:rsid w:val="00D10084"/>
    <w:rsid w:val="00D1028E"/>
    <w:rsid w:val="00D106BF"/>
    <w:rsid w:val="00D10A60"/>
    <w:rsid w:val="00D10C4A"/>
    <w:rsid w:val="00D10E8C"/>
    <w:rsid w:val="00D1141C"/>
    <w:rsid w:val="00D116EB"/>
    <w:rsid w:val="00D117C2"/>
    <w:rsid w:val="00D11FCB"/>
    <w:rsid w:val="00D11FF7"/>
    <w:rsid w:val="00D1204A"/>
    <w:rsid w:val="00D1210D"/>
    <w:rsid w:val="00D121F2"/>
    <w:rsid w:val="00D1273C"/>
    <w:rsid w:val="00D12FFB"/>
    <w:rsid w:val="00D13730"/>
    <w:rsid w:val="00D13849"/>
    <w:rsid w:val="00D13FBD"/>
    <w:rsid w:val="00D14500"/>
    <w:rsid w:val="00D1451B"/>
    <w:rsid w:val="00D145AA"/>
    <w:rsid w:val="00D1475C"/>
    <w:rsid w:val="00D148C7"/>
    <w:rsid w:val="00D14F74"/>
    <w:rsid w:val="00D14FFA"/>
    <w:rsid w:val="00D15B53"/>
    <w:rsid w:val="00D161E5"/>
    <w:rsid w:val="00D163D9"/>
    <w:rsid w:val="00D1676F"/>
    <w:rsid w:val="00D16A5A"/>
    <w:rsid w:val="00D16D03"/>
    <w:rsid w:val="00D16EE7"/>
    <w:rsid w:val="00D17559"/>
    <w:rsid w:val="00D1773E"/>
    <w:rsid w:val="00D2029C"/>
    <w:rsid w:val="00D2048F"/>
    <w:rsid w:val="00D204F9"/>
    <w:rsid w:val="00D205A7"/>
    <w:rsid w:val="00D20765"/>
    <w:rsid w:val="00D20925"/>
    <w:rsid w:val="00D20999"/>
    <w:rsid w:val="00D20B66"/>
    <w:rsid w:val="00D21029"/>
    <w:rsid w:val="00D21180"/>
    <w:rsid w:val="00D2119B"/>
    <w:rsid w:val="00D212E3"/>
    <w:rsid w:val="00D21492"/>
    <w:rsid w:val="00D218C1"/>
    <w:rsid w:val="00D21A7F"/>
    <w:rsid w:val="00D21FC4"/>
    <w:rsid w:val="00D22347"/>
    <w:rsid w:val="00D2272E"/>
    <w:rsid w:val="00D22A24"/>
    <w:rsid w:val="00D23184"/>
    <w:rsid w:val="00D231B0"/>
    <w:rsid w:val="00D23452"/>
    <w:rsid w:val="00D235E4"/>
    <w:rsid w:val="00D2372D"/>
    <w:rsid w:val="00D23A21"/>
    <w:rsid w:val="00D23C39"/>
    <w:rsid w:val="00D23E6A"/>
    <w:rsid w:val="00D23EA0"/>
    <w:rsid w:val="00D23EB7"/>
    <w:rsid w:val="00D240A6"/>
    <w:rsid w:val="00D244EC"/>
    <w:rsid w:val="00D245B2"/>
    <w:rsid w:val="00D24733"/>
    <w:rsid w:val="00D24B29"/>
    <w:rsid w:val="00D24F68"/>
    <w:rsid w:val="00D2599D"/>
    <w:rsid w:val="00D25C1D"/>
    <w:rsid w:val="00D25DC8"/>
    <w:rsid w:val="00D25E62"/>
    <w:rsid w:val="00D2608F"/>
    <w:rsid w:val="00D26131"/>
    <w:rsid w:val="00D2625E"/>
    <w:rsid w:val="00D266CD"/>
    <w:rsid w:val="00D26FBF"/>
    <w:rsid w:val="00D27879"/>
    <w:rsid w:val="00D27A94"/>
    <w:rsid w:val="00D27AB8"/>
    <w:rsid w:val="00D27C41"/>
    <w:rsid w:val="00D27D27"/>
    <w:rsid w:val="00D30088"/>
    <w:rsid w:val="00D30528"/>
    <w:rsid w:val="00D30A4F"/>
    <w:rsid w:val="00D30D87"/>
    <w:rsid w:val="00D30DB0"/>
    <w:rsid w:val="00D31DC1"/>
    <w:rsid w:val="00D31E26"/>
    <w:rsid w:val="00D32126"/>
    <w:rsid w:val="00D32315"/>
    <w:rsid w:val="00D32895"/>
    <w:rsid w:val="00D32950"/>
    <w:rsid w:val="00D32A4C"/>
    <w:rsid w:val="00D32A5C"/>
    <w:rsid w:val="00D32DBC"/>
    <w:rsid w:val="00D332A2"/>
    <w:rsid w:val="00D33505"/>
    <w:rsid w:val="00D33D32"/>
    <w:rsid w:val="00D34643"/>
    <w:rsid w:val="00D3468D"/>
    <w:rsid w:val="00D34927"/>
    <w:rsid w:val="00D34950"/>
    <w:rsid w:val="00D35264"/>
    <w:rsid w:val="00D35602"/>
    <w:rsid w:val="00D35AF1"/>
    <w:rsid w:val="00D36212"/>
    <w:rsid w:val="00D363F2"/>
    <w:rsid w:val="00D36459"/>
    <w:rsid w:val="00D36B48"/>
    <w:rsid w:val="00D36CC5"/>
    <w:rsid w:val="00D372F4"/>
    <w:rsid w:val="00D3795F"/>
    <w:rsid w:val="00D37B59"/>
    <w:rsid w:val="00D37C8F"/>
    <w:rsid w:val="00D37DF0"/>
    <w:rsid w:val="00D4062B"/>
    <w:rsid w:val="00D40657"/>
    <w:rsid w:val="00D40714"/>
    <w:rsid w:val="00D40E27"/>
    <w:rsid w:val="00D411E7"/>
    <w:rsid w:val="00D4130D"/>
    <w:rsid w:val="00D414F3"/>
    <w:rsid w:val="00D41530"/>
    <w:rsid w:val="00D41590"/>
    <w:rsid w:val="00D41FF8"/>
    <w:rsid w:val="00D4242A"/>
    <w:rsid w:val="00D4283D"/>
    <w:rsid w:val="00D42A54"/>
    <w:rsid w:val="00D42A7F"/>
    <w:rsid w:val="00D42E6A"/>
    <w:rsid w:val="00D43879"/>
    <w:rsid w:val="00D43B97"/>
    <w:rsid w:val="00D4482C"/>
    <w:rsid w:val="00D44877"/>
    <w:rsid w:val="00D44CCE"/>
    <w:rsid w:val="00D4566C"/>
    <w:rsid w:val="00D45750"/>
    <w:rsid w:val="00D45BDE"/>
    <w:rsid w:val="00D45DD1"/>
    <w:rsid w:val="00D45E39"/>
    <w:rsid w:val="00D45EC2"/>
    <w:rsid w:val="00D45FC9"/>
    <w:rsid w:val="00D467D9"/>
    <w:rsid w:val="00D46B2B"/>
    <w:rsid w:val="00D47356"/>
    <w:rsid w:val="00D474BC"/>
    <w:rsid w:val="00D474E5"/>
    <w:rsid w:val="00D4763D"/>
    <w:rsid w:val="00D476C8"/>
    <w:rsid w:val="00D478BD"/>
    <w:rsid w:val="00D47948"/>
    <w:rsid w:val="00D503FD"/>
    <w:rsid w:val="00D50CFF"/>
    <w:rsid w:val="00D510E6"/>
    <w:rsid w:val="00D511BD"/>
    <w:rsid w:val="00D5125E"/>
    <w:rsid w:val="00D51346"/>
    <w:rsid w:val="00D513FC"/>
    <w:rsid w:val="00D51637"/>
    <w:rsid w:val="00D51775"/>
    <w:rsid w:val="00D51873"/>
    <w:rsid w:val="00D51D81"/>
    <w:rsid w:val="00D51D9D"/>
    <w:rsid w:val="00D51ED6"/>
    <w:rsid w:val="00D528C2"/>
    <w:rsid w:val="00D549A9"/>
    <w:rsid w:val="00D54CD1"/>
    <w:rsid w:val="00D55038"/>
    <w:rsid w:val="00D55233"/>
    <w:rsid w:val="00D5592B"/>
    <w:rsid w:val="00D55A30"/>
    <w:rsid w:val="00D55DB1"/>
    <w:rsid w:val="00D56B44"/>
    <w:rsid w:val="00D56EB1"/>
    <w:rsid w:val="00D56ED5"/>
    <w:rsid w:val="00D56EE6"/>
    <w:rsid w:val="00D56F10"/>
    <w:rsid w:val="00D57310"/>
    <w:rsid w:val="00D5767C"/>
    <w:rsid w:val="00D57939"/>
    <w:rsid w:val="00D57DBE"/>
    <w:rsid w:val="00D6004C"/>
    <w:rsid w:val="00D6010F"/>
    <w:rsid w:val="00D60116"/>
    <w:rsid w:val="00D6062B"/>
    <w:rsid w:val="00D6075C"/>
    <w:rsid w:val="00D609DD"/>
    <w:rsid w:val="00D60AE4"/>
    <w:rsid w:val="00D60D5E"/>
    <w:rsid w:val="00D60FF7"/>
    <w:rsid w:val="00D612F6"/>
    <w:rsid w:val="00D61754"/>
    <w:rsid w:val="00D61922"/>
    <w:rsid w:val="00D6193A"/>
    <w:rsid w:val="00D619F4"/>
    <w:rsid w:val="00D61B63"/>
    <w:rsid w:val="00D61BC0"/>
    <w:rsid w:val="00D61C33"/>
    <w:rsid w:val="00D61E2A"/>
    <w:rsid w:val="00D63348"/>
    <w:rsid w:val="00D63464"/>
    <w:rsid w:val="00D63691"/>
    <w:rsid w:val="00D636C1"/>
    <w:rsid w:val="00D63C1D"/>
    <w:rsid w:val="00D640F3"/>
    <w:rsid w:val="00D6418D"/>
    <w:rsid w:val="00D642BB"/>
    <w:rsid w:val="00D642D2"/>
    <w:rsid w:val="00D644DC"/>
    <w:rsid w:val="00D64601"/>
    <w:rsid w:val="00D64CEC"/>
    <w:rsid w:val="00D64D73"/>
    <w:rsid w:val="00D652B2"/>
    <w:rsid w:val="00D65422"/>
    <w:rsid w:val="00D6576E"/>
    <w:rsid w:val="00D672C8"/>
    <w:rsid w:val="00D672D8"/>
    <w:rsid w:val="00D67585"/>
    <w:rsid w:val="00D67685"/>
    <w:rsid w:val="00D6768E"/>
    <w:rsid w:val="00D6778E"/>
    <w:rsid w:val="00D677CC"/>
    <w:rsid w:val="00D67EDC"/>
    <w:rsid w:val="00D67F7D"/>
    <w:rsid w:val="00D7024A"/>
    <w:rsid w:val="00D707F6"/>
    <w:rsid w:val="00D70C27"/>
    <w:rsid w:val="00D70C44"/>
    <w:rsid w:val="00D70E0D"/>
    <w:rsid w:val="00D70E10"/>
    <w:rsid w:val="00D71030"/>
    <w:rsid w:val="00D710EA"/>
    <w:rsid w:val="00D71190"/>
    <w:rsid w:val="00D713E4"/>
    <w:rsid w:val="00D719FC"/>
    <w:rsid w:val="00D71E9A"/>
    <w:rsid w:val="00D7262B"/>
    <w:rsid w:val="00D72917"/>
    <w:rsid w:val="00D72A28"/>
    <w:rsid w:val="00D73B9F"/>
    <w:rsid w:val="00D74006"/>
    <w:rsid w:val="00D74136"/>
    <w:rsid w:val="00D7426C"/>
    <w:rsid w:val="00D7495D"/>
    <w:rsid w:val="00D74A07"/>
    <w:rsid w:val="00D74A25"/>
    <w:rsid w:val="00D74E56"/>
    <w:rsid w:val="00D7510F"/>
    <w:rsid w:val="00D75831"/>
    <w:rsid w:val="00D75ACE"/>
    <w:rsid w:val="00D75E87"/>
    <w:rsid w:val="00D76029"/>
    <w:rsid w:val="00D7619B"/>
    <w:rsid w:val="00D7668D"/>
    <w:rsid w:val="00D76908"/>
    <w:rsid w:val="00D76A8C"/>
    <w:rsid w:val="00D76AFA"/>
    <w:rsid w:val="00D77C1B"/>
    <w:rsid w:val="00D802EA"/>
    <w:rsid w:val="00D80578"/>
    <w:rsid w:val="00D805FC"/>
    <w:rsid w:val="00D8082A"/>
    <w:rsid w:val="00D80A00"/>
    <w:rsid w:val="00D80E94"/>
    <w:rsid w:val="00D80EDA"/>
    <w:rsid w:val="00D8138A"/>
    <w:rsid w:val="00D81496"/>
    <w:rsid w:val="00D81512"/>
    <w:rsid w:val="00D8161E"/>
    <w:rsid w:val="00D8261E"/>
    <w:rsid w:val="00D82876"/>
    <w:rsid w:val="00D82BC7"/>
    <w:rsid w:val="00D8314A"/>
    <w:rsid w:val="00D831D3"/>
    <w:rsid w:val="00D83A43"/>
    <w:rsid w:val="00D83BE4"/>
    <w:rsid w:val="00D84771"/>
    <w:rsid w:val="00D84B7E"/>
    <w:rsid w:val="00D8508C"/>
    <w:rsid w:val="00D855CC"/>
    <w:rsid w:val="00D85A30"/>
    <w:rsid w:val="00D86242"/>
    <w:rsid w:val="00D866F1"/>
    <w:rsid w:val="00D8689C"/>
    <w:rsid w:val="00D86981"/>
    <w:rsid w:val="00D86BDD"/>
    <w:rsid w:val="00D87059"/>
    <w:rsid w:val="00D87685"/>
    <w:rsid w:val="00D8791C"/>
    <w:rsid w:val="00D8795E"/>
    <w:rsid w:val="00D87F7D"/>
    <w:rsid w:val="00D87F80"/>
    <w:rsid w:val="00D902D6"/>
    <w:rsid w:val="00D9032B"/>
    <w:rsid w:val="00D9048E"/>
    <w:rsid w:val="00D90511"/>
    <w:rsid w:val="00D90866"/>
    <w:rsid w:val="00D90AF7"/>
    <w:rsid w:val="00D90B89"/>
    <w:rsid w:val="00D9155D"/>
    <w:rsid w:val="00D9177E"/>
    <w:rsid w:val="00D91BB4"/>
    <w:rsid w:val="00D91D05"/>
    <w:rsid w:val="00D91F7D"/>
    <w:rsid w:val="00D920CA"/>
    <w:rsid w:val="00D92A4B"/>
    <w:rsid w:val="00D92B9B"/>
    <w:rsid w:val="00D92D18"/>
    <w:rsid w:val="00D930E5"/>
    <w:rsid w:val="00D93294"/>
    <w:rsid w:val="00D93584"/>
    <w:rsid w:val="00D93890"/>
    <w:rsid w:val="00D938B9"/>
    <w:rsid w:val="00D94555"/>
    <w:rsid w:val="00D949B5"/>
    <w:rsid w:val="00D94E82"/>
    <w:rsid w:val="00D95635"/>
    <w:rsid w:val="00D9574C"/>
    <w:rsid w:val="00D95875"/>
    <w:rsid w:val="00D95B5C"/>
    <w:rsid w:val="00D963FC"/>
    <w:rsid w:val="00D96434"/>
    <w:rsid w:val="00D96446"/>
    <w:rsid w:val="00D96725"/>
    <w:rsid w:val="00D96AD7"/>
    <w:rsid w:val="00D96BF6"/>
    <w:rsid w:val="00D97061"/>
    <w:rsid w:val="00D974D2"/>
    <w:rsid w:val="00D9769F"/>
    <w:rsid w:val="00D976E8"/>
    <w:rsid w:val="00D97752"/>
    <w:rsid w:val="00D9783A"/>
    <w:rsid w:val="00D97D9C"/>
    <w:rsid w:val="00D97F4D"/>
    <w:rsid w:val="00DA00FE"/>
    <w:rsid w:val="00DA052B"/>
    <w:rsid w:val="00DA0B50"/>
    <w:rsid w:val="00DA0C77"/>
    <w:rsid w:val="00DA10F4"/>
    <w:rsid w:val="00DA1C48"/>
    <w:rsid w:val="00DA1CEA"/>
    <w:rsid w:val="00DA232D"/>
    <w:rsid w:val="00DA286C"/>
    <w:rsid w:val="00DA2C72"/>
    <w:rsid w:val="00DA2F2D"/>
    <w:rsid w:val="00DA3599"/>
    <w:rsid w:val="00DA35B8"/>
    <w:rsid w:val="00DA37D6"/>
    <w:rsid w:val="00DA3FF6"/>
    <w:rsid w:val="00DA414F"/>
    <w:rsid w:val="00DA4393"/>
    <w:rsid w:val="00DA4397"/>
    <w:rsid w:val="00DA458F"/>
    <w:rsid w:val="00DA470E"/>
    <w:rsid w:val="00DA47C0"/>
    <w:rsid w:val="00DA482F"/>
    <w:rsid w:val="00DA4F62"/>
    <w:rsid w:val="00DA521A"/>
    <w:rsid w:val="00DA54BA"/>
    <w:rsid w:val="00DA5619"/>
    <w:rsid w:val="00DA5B66"/>
    <w:rsid w:val="00DA5E30"/>
    <w:rsid w:val="00DA62AD"/>
    <w:rsid w:val="00DA6585"/>
    <w:rsid w:val="00DA672A"/>
    <w:rsid w:val="00DA68B1"/>
    <w:rsid w:val="00DA6CE1"/>
    <w:rsid w:val="00DA7260"/>
    <w:rsid w:val="00DA731B"/>
    <w:rsid w:val="00DA74F8"/>
    <w:rsid w:val="00DA7B3B"/>
    <w:rsid w:val="00DA7CBB"/>
    <w:rsid w:val="00DA7EB3"/>
    <w:rsid w:val="00DA7EE4"/>
    <w:rsid w:val="00DA7FCB"/>
    <w:rsid w:val="00DB02BF"/>
    <w:rsid w:val="00DB099D"/>
    <w:rsid w:val="00DB1032"/>
    <w:rsid w:val="00DB1261"/>
    <w:rsid w:val="00DB12C8"/>
    <w:rsid w:val="00DB140D"/>
    <w:rsid w:val="00DB14F9"/>
    <w:rsid w:val="00DB150C"/>
    <w:rsid w:val="00DB184B"/>
    <w:rsid w:val="00DB23F5"/>
    <w:rsid w:val="00DB2995"/>
    <w:rsid w:val="00DB2DC2"/>
    <w:rsid w:val="00DB3266"/>
    <w:rsid w:val="00DB3939"/>
    <w:rsid w:val="00DB3997"/>
    <w:rsid w:val="00DB3A6F"/>
    <w:rsid w:val="00DB3B14"/>
    <w:rsid w:val="00DB3C2B"/>
    <w:rsid w:val="00DB3D73"/>
    <w:rsid w:val="00DB404B"/>
    <w:rsid w:val="00DB4131"/>
    <w:rsid w:val="00DB42B5"/>
    <w:rsid w:val="00DB4555"/>
    <w:rsid w:val="00DB4760"/>
    <w:rsid w:val="00DB4FF1"/>
    <w:rsid w:val="00DB50C5"/>
    <w:rsid w:val="00DB5F9D"/>
    <w:rsid w:val="00DB6205"/>
    <w:rsid w:val="00DB66F6"/>
    <w:rsid w:val="00DB6A71"/>
    <w:rsid w:val="00DB7435"/>
    <w:rsid w:val="00DB7801"/>
    <w:rsid w:val="00DB7B25"/>
    <w:rsid w:val="00DB7B7A"/>
    <w:rsid w:val="00DC017E"/>
    <w:rsid w:val="00DC056B"/>
    <w:rsid w:val="00DC07BA"/>
    <w:rsid w:val="00DC0982"/>
    <w:rsid w:val="00DC1664"/>
    <w:rsid w:val="00DC37AB"/>
    <w:rsid w:val="00DC3911"/>
    <w:rsid w:val="00DC3995"/>
    <w:rsid w:val="00DC3D81"/>
    <w:rsid w:val="00DC4136"/>
    <w:rsid w:val="00DC416D"/>
    <w:rsid w:val="00DC41BF"/>
    <w:rsid w:val="00DC4D57"/>
    <w:rsid w:val="00DC4E93"/>
    <w:rsid w:val="00DC4F0D"/>
    <w:rsid w:val="00DC4F3C"/>
    <w:rsid w:val="00DC50C7"/>
    <w:rsid w:val="00DC52CD"/>
    <w:rsid w:val="00DC5720"/>
    <w:rsid w:val="00DC573B"/>
    <w:rsid w:val="00DC5A19"/>
    <w:rsid w:val="00DC5D6F"/>
    <w:rsid w:val="00DC5E89"/>
    <w:rsid w:val="00DC5E92"/>
    <w:rsid w:val="00DC5F43"/>
    <w:rsid w:val="00DC6093"/>
    <w:rsid w:val="00DC6B17"/>
    <w:rsid w:val="00DC7220"/>
    <w:rsid w:val="00DC72BD"/>
    <w:rsid w:val="00DC7560"/>
    <w:rsid w:val="00DC7723"/>
    <w:rsid w:val="00DC7884"/>
    <w:rsid w:val="00DC7E4B"/>
    <w:rsid w:val="00DD016A"/>
    <w:rsid w:val="00DD0699"/>
    <w:rsid w:val="00DD087C"/>
    <w:rsid w:val="00DD0B99"/>
    <w:rsid w:val="00DD0C05"/>
    <w:rsid w:val="00DD0CEB"/>
    <w:rsid w:val="00DD103E"/>
    <w:rsid w:val="00DD181A"/>
    <w:rsid w:val="00DD1C5A"/>
    <w:rsid w:val="00DD1C5E"/>
    <w:rsid w:val="00DD1DE8"/>
    <w:rsid w:val="00DD1ED5"/>
    <w:rsid w:val="00DD20C4"/>
    <w:rsid w:val="00DD223A"/>
    <w:rsid w:val="00DD240D"/>
    <w:rsid w:val="00DD250F"/>
    <w:rsid w:val="00DD31E4"/>
    <w:rsid w:val="00DD3362"/>
    <w:rsid w:val="00DD34EE"/>
    <w:rsid w:val="00DD39EA"/>
    <w:rsid w:val="00DD3B46"/>
    <w:rsid w:val="00DD3C59"/>
    <w:rsid w:val="00DD3E03"/>
    <w:rsid w:val="00DD4143"/>
    <w:rsid w:val="00DD419A"/>
    <w:rsid w:val="00DD48E9"/>
    <w:rsid w:val="00DD4BD9"/>
    <w:rsid w:val="00DD4FCC"/>
    <w:rsid w:val="00DD52C7"/>
    <w:rsid w:val="00DD5301"/>
    <w:rsid w:val="00DD53BB"/>
    <w:rsid w:val="00DD5414"/>
    <w:rsid w:val="00DD5CB4"/>
    <w:rsid w:val="00DD618C"/>
    <w:rsid w:val="00DD6424"/>
    <w:rsid w:val="00DD65CA"/>
    <w:rsid w:val="00DD69C7"/>
    <w:rsid w:val="00DD6AB2"/>
    <w:rsid w:val="00DD6BCE"/>
    <w:rsid w:val="00DD6D7C"/>
    <w:rsid w:val="00DD6F35"/>
    <w:rsid w:val="00DD70A5"/>
    <w:rsid w:val="00DD73B4"/>
    <w:rsid w:val="00DD78D3"/>
    <w:rsid w:val="00DD791E"/>
    <w:rsid w:val="00DD7AE8"/>
    <w:rsid w:val="00DD7C01"/>
    <w:rsid w:val="00DD7E2B"/>
    <w:rsid w:val="00DD7F37"/>
    <w:rsid w:val="00DD7F67"/>
    <w:rsid w:val="00DE0490"/>
    <w:rsid w:val="00DE09BA"/>
    <w:rsid w:val="00DE12B1"/>
    <w:rsid w:val="00DE1811"/>
    <w:rsid w:val="00DE19C6"/>
    <w:rsid w:val="00DE19FC"/>
    <w:rsid w:val="00DE1C5B"/>
    <w:rsid w:val="00DE25AF"/>
    <w:rsid w:val="00DE2BBF"/>
    <w:rsid w:val="00DE2FEF"/>
    <w:rsid w:val="00DE393D"/>
    <w:rsid w:val="00DE413A"/>
    <w:rsid w:val="00DE4381"/>
    <w:rsid w:val="00DE461B"/>
    <w:rsid w:val="00DE4911"/>
    <w:rsid w:val="00DE4EDE"/>
    <w:rsid w:val="00DE552E"/>
    <w:rsid w:val="00DE5D00"/>
    <w:rsid w:val="00DE62EC"/>
    <w:rsid w:val="00DE6585"/>
    <w:rsid w:val="00DE69AF"/>
    <w:rsid w:val="00DE7AC5"/>
    <w:rsid w:val="00DE7BF7"/>
    <w:rsid w:val="00DE7F63"/>
    <w:rsid w:val="00DF0427"/>
    <w:rsid w:val="00DF0831"/>
    <w:rsid w:val="00DF11F7"/>
    <w:rsid w:val="00DF1C5E"/>
    <w:rsid w:val="00DF1D4E"/>
    <w:rsid w:val="00DF2FD5"/>
    <w:rsid w:val="00DF397B"/>
    <w:rsid w:val="00DF39A0"/>
    <w:rsid w:val="00DF433E"/>
    <w:rsid w:val="00DF446E"/>
    <w:rsid w:val="00DF4694"/>
    <w:rsid w:val="00DF49AC"/>
    <w:rsid w:val="00DF593E"/>
    <w:rsid w:val="00DF5F1D"/>
    <w:rsid w:val="00DF5F40"/>
    <w:rsid w:val="00DF6472"/>
    <w:rsid w:val="00DF6494"/>
    <w:rsid w:val="00DF6B4C"/>
    <w:rsid w:val="00DF70F8"/>
    <w:rsid w:val="00DF793F"/>
    <w:rsid w:val="00DF797C"/>
    <w:rsid w:val="00DF7CA4"/>
    <w:rsid w:val="00DF7DEF"/>
    <w:rsid w:val="00E0012D"/>
    <w:rsid w:val="00E0020C"/>
    <w:rsid w:val="00E00844"/>
    <w:rsid w:val="00E00DB9"/>
    <w:rsid w:val="00E00E10"/>
    <w:rsid w:val="00E00F55"/>
    <w:rsid w:val="00E01023"/>
    <w:rsid w:val="00E01079"/>
    <w:rsid w:val="00E01154"/>
    <w:rsid w:val="00E012E7"/>
    <w:rsid w:val="00E0148F"/>
    <w:rsid w:val="00E01612"/>
    <w:rsid w:val="00E01890"/>
    <w:rsid w:val="00E01C1F"/>
    <w:rsid w:val="00E0235A"/>
    <w:rsid w:val="00E023B3"/>
    <w:rsid w:val="00E02A5D"/>
    <w:rsid w:val="00E02ED5"/>
    <w:rsid w:val="00E0371F"/>
    <w:rsid w:val="00E037B3"/>
    <w:rsid w:val="00E03B69"/>
    <w:rsid w:val="00E03C80"/>
    <w:rsid w:val="00E04034"/>
    <w:rsid w:val="00E045DB"/>
    <w:rsid w:val="00E04C0E"/>
    <w:rsid w:val="00E053C0"/>
    <w:rsid w:val="00E054B0"/>
    <w:rsid w:val="00E05DB5"/>
    <w:rsid w:val="00E05E5B"/>
    <w:rsid w:val="00E0609F"/>
    <w:rsid w:val="00E0636E"/>
    <w:rsid w:val="00E06F89"/>
    <w:rsid w:val="00E07FCD"/>
    <w:rsid w:val="00E1062F"/>
    <w:rsid w:val="00E10AEC"/>
    <w:rsid w:val="00E10F65"/>
    <w:rsid w:val="00E10FA7"/>
    <w:rsid w:val="00E11374"/>
    <w:rsid w:val="00E1149D"/>
    <w:rsid w:val="00E116A3"/>
    <w:rsid w:val="00E118D7"/>
    <w:rsid w:val="00E11E93"/>
    <w:rsid w:val="00E11EC3"/>
    <w:rsid w:val="00E1217F"/>
    <w:rsid w:val="00E126AA"/>
    <w:rsid w:val="00E1293E"/>
    <w:rsid w:val="00E12D6A"/>
    <w:rsid w:val="00E13513"/>
    <w:rsid w:val="00E1366E"/>
    <w:rsid w:val="00E13A59"/>
    <w:rsid w:val="00E13ABA"/>
    <w:rsid w:val="00E13ECA"/>
    <w:rsid w:val="00E140F2"/>
    <w:rsid w:val="00E14175"/>
    <w:rsid w:val="00E144A2"/>
    <w:rsid w:val="00E14853"/>
    <w:rsid w:val="00E14DB3"/>
    <w:rsid w:val="00E14DE8"/>
    <w:rsid w:val="00E14ECD"/>
    <w:rsid w:val="00E15A99"/>
    <w:rsid w:val="00E15E2D"/>
    <w:rsid w:val="00E16612"/>
    <w:rsid w:val="00E16C3E"/>
    <w:rsid w:val="00E16D45"/>
    <w:rsid w:val="00E16ECA"/>
    <w:rsid w:val="00E172D3"/>
    <w:rsid w:val="00E17672"/>
    <w:rsid w:val="00E177A4"/>
    <w:rsid w:val="00E17AE1"/>
    <w:rsid w:val="00E2072A"/>
    <w:rsid w:val="00E20B6E"/>
    <w:rsid w:val="00E2101A"/>
    <w:rsid w:val="00E212D2"/>
    <w:rsid w:val="00E2134D"/>
    <w:rsid w:val="00E22258"/>
    <w:rsid w:val="00E235A9"/>
    <w:rsid w:val="00E2380B"/>
    <w:rsid w:val="00E239CE"/>
    <w:rsid w:val="00E23CD9"/>
    <w:rsid w:val="00E23E96"/>
    <w:rsid w:val="00E24777"/>
    <w:rsid w:val="00E24C14"/>
    <w:rsid w:val="00E24F91"/>
    <w:rsid w:val="00E25644"/>
    <w:rsid w:val="00E25859"/>
    <w:rsid w:val="00E2587F"/>
    <w:rsid w:val="00E25A3D"/>
    <w:rsid w:val="00E25C94"/>
    <w:rsid w:val="00E25CD8"/>
    <w:rsid w:val="00E25D94"/>
    <w:rsid w:val="00E25EB5"/>
    <w:rsid w:val="00E2683C"/>
    <w:rsid w:val="00E26B10"/>
    <w:rsid w:val="00E2711B"/>
    <w:rsid w:val="00E273CB"/>
    <w:rsid w:val="00E27BF9"/>
    <w:rsid w:val="00E27E93"/>
    <w:rsid w:val="00E27EA5"/>
    <w:rsid w:val="00E27F0E"/>
    <w:rsid w:val="00E30229"/>
    <w:rsid w:val="00E302BE"/>
    <w:rsid w:val="00E30D2E"/>
    <w:rsid w:val="00E30D35"/>
    <w:rsid w:val="00E30F8D"/>
    <w:rsid w:val="00E311BB"/>
    <w:rsid w:val="00E31576"/>
    <w:rsid w:val="00E31596"/>
    <w:rsid w:val="00E3266A"/>
    <w:rsid w:val="00E32772"/>
    <w:rsid w:val="00E32858"/>
    <w:rsid w:val="00E329EF"/>
    <w:rsid w:val="00E32C0E"/>
    <w:rsid w:val="00E32D2C"/>
    <w:rsid w:val="00E33B08"/>
    <w:rsid w:val="00E33C5C"/>
    <w:rsid w:val="00E3406D"/>
    <w:rsid w:val="00E340E1"/>
    <w:rsid w:val="00E3413C"/>
    <w:rsid w:val="00E34194"/>
    <w:rsid w:val="00E34FCB"/>
    <w:rsid w:val="00E366AB"/>
    <w:rsid w:val="00E36966"/>
    <w:rsid w:val="00E36B93"/>
    <w:rsid w:val="00E36C03"/>
    <w:rsid w:val="00E3700B"/>
    <w:rsid w:val="00E376FC"/>
    <w:rsid w:val="00E37C68"/>
    <w:rsid w:val="00E400AF"/>
    <w:rsid w:val="00E404D4"/>
    <w:rsid w:val="00E409BC"/>
    <w:rsid w:val="00E41120"/>
    <w:rsid w:val="00E41235"/>
    <w:rsid w:val="00E413B4"/>
    <w:rsid w:val="00E4170A"/>
    <w:rsid w:val="00E422CF"/>
    <w:rsid w:val="00E42387"/>
    <w:rsid w:val="00E424CB"/>
    <w:rsid w:val="00E429FE"/>
    <w:rsid w:val="00E42A11"/>
    <w:rsid w:val="00E42C61"/>
    <w:rsid w:val="00E42C86"/>
    <w:rsid w:val="00E42D00"/>
    <w:rsid w:val="00E42DCA"/>
    <w:rsid w:val="00E42ECE"/>
    <w:rsid w:val="00E43171"/>
    <w:rsid w:val="00E438AA"/>
    <w:rsid w:val="00E439F3"/>
    <w:rsid w:val="00E43CFE"/>
    <w:rsid w:val="00E4410B"/>
    <w:rsid w:val="00E4468A"/>
    <w:rsid w:val="00E44A02"/>
    <w:rsid w:val="00E44C95"/>
    <w:rsid w:val="00E44E35"/>
    <w:rsid w:val="00E44E85"/>
    <w:rsid w:val="00E44F3B"/>
    <w:rsid w:val="00E45488"/>
    <w:rsid w:val="00E45580"/>
    <w:rsid w:val="00E455D3"/>
    <w:rsid w:val="00E457F5"/>
    <w:rsid w:val="00E45C59"/>
    <w:rsid w:val="00E45ED7"/>
    <w:rsid w:val="00E4666D"/>
    <w:rsid w:val="00E47082"/>
    <w:rsid w:val="00E471C6"/>
    <w:rsid w:val="00E47366"/>
    <w:rsid w:val="00E47773"/>
    <w:rsid w:val="00E4793D"/>
    <w:rsid w:val="00E47DAD"/>
    <w:rsid w:val="00E502FF"/>
    <w:rsid w:val="00E505FF"/>
    <w:rsid w:val="00E50AC6"/>
    <w:rsid w:val="00E50B2E"/>
    <w:rsid w:val="00E511AA"/>
    <w:rsid w:val="00E5159F"/>
    <w:rsid w:val="00E517BF"/>
    <w:rsid w:val="00E51828"/>
    <w:rsid w:val="00E51962"/>
    <w:rsid w:val="00E51CA3"/>
    <w:rsid w:val="00E51F5A"/>
    <w:rsid w:val="00E51FA2"/>
    <w:rsid w:val="00E52231"/>
    <w:rsid w:val="00E52295"/>
    <w:rsid w:val="00E5251F"/>
    <w:rsid w:val="00E52786"/>
    <w:rsid w:val="00E52AB9"/>
    <w:rsid w:val="00E52FFA"/>
    <w:rsid w:val="00E53142"/>
    <w:rsid w:val="00E534FE"/>
    <w:rsid w:val="00E53509"/>
    <w:rsid w:val="00E53A00"/>
    <w:rsid w:val="00E53C60"/>
    <w:rsid w:val="00E54438"/>
    <w:rsid w:val="00E54A45"/>
    <w:rsid w:val="00E54ACA"/>
    <w:rsid w:val="00E5530A"/>
    <w:rsid w:val="00E5549C"/>
    <w:rsid w:val="00E554C1"/>
    <w:rsid w:val="00E55D0D"/>
    <w:rsid w:val="00E55F33"/>
    <w:rsid w:val="00E568A5"/>
    <w:rsid w:val="00E56E0C"/>
    <w:rsid w:val="00E56FB2"/>
    <w:rsid w:val="00E571C0"/>
    <w:rsid w:val="00E57518"/>
    <w:rsid w:val="00E57A39"/>
    <w:rsid w:val="00E57A7B"/>
    <w:rsid w:val="00E57AE1"/>
    <w:rsid w:val="00E604CC"/>
    <w:rsid w:val="00E609B2"/>
    <w:rsid w:val="00E6120D"/>
    <w:rsid w:val="00E61470"/>
    <w:rsid w:val="00E6153E"/>
    <w:rsid w:val="00E616BE"/>
    <w:rsid w:val="00E6184A"/>
    <w:rsid w:val="00E61DD8"/>
    <w:rsid w:val="00E61E68"/>
    <w:rsid w:val="00E61F36"/>
    <w:rsid w:val="00E6242C"/>
    <w:rsid w:val="00E62792"/>
    <w:rsid w:val="00E6311A"/>
    <w:rsid w:val="00E635F1"/>
    <w:rsid w:val="00E639DC"/>
    <w:rsid w:val="00E641CC"/>
    <w:rsid w:val="00E644D7"/>
    <w:rsid w:val="00E64B5C"/>
    <w:rsid w:val="00E65316"/>
    <w:rsid w:val="00E65976"/>
    <w:rsid w:val="00E6611A"/>
    <w:rsid w:val="00E6652F"/>
    <w:rsid w:val="00E666A0"/>
    <w:rsid w:val="00E666CC"/>
    <w:rsid w:val="00E66759"/>
    <w:rsid w:val="00E66878"/>
    <w:rsid w:val="00E668A1"/>
    <w:rsid w:val="00E670E8"/>
    <w:rsid w:val="00E67583"/>
    <w:rsid w:val="00E67AD2"/>
    <w:rsid w:val="00E705B2"/>
    <w:rsid w:val="00E7067F"/>
    <w:rsid w:val="00E70EF5"/>
    <w:rsid w:val="00E71070"/>
    <w:rsid w:val="00E71E41"/>
    <w:rsid w:val="00E72186"/>
    <w:rsid w:val="00E7239D"/>
    <w:rsid w:val="00E725A4"/>
    <w:rsid w:val="00E728F7"/>
    <w:rsid w:val="00E72A8F"/>
    <w:rsid w:val="00E72CC7"/>
    <w:rsid w:val="00E72E99"/>
    <w:rsid w:val="00E736B6"/>
    <w:rsid w:val="00E73DCD"/>
    <w:rsid w:val="00E75539"/>
    <w:rsid w:val="00E75703"/>
    <w:rsid w:val="00E75724"/>
    <w:rsid w:val="00E7577B"/>
    <w:rsid w:val="00E75A27"/>
    <w:rsid w:val="00E75A92"/>
    <w:rsid w:val="00E75B08"/>
    <w:rsid w:val="00E75E7A"/>
    <w:rsid w:val="00E75F62"/>
    <w:rsid w:val="00E7630E"/>
    <w:rsid w:val="00E768AA"/>
    <w:rsid w:val="00E76BC7"/>
    <w:rsid w:val="00E76C16"/>
    <w:rsid w:val="00E77071"/>
    <w:rsid w:val="00E77A8C"/>
    <w:rsid w:val="00E77CC0"/>
    <w:rsid w:val="00E77FC4"/>
    <w:rsid w:val="00E805E7"/>
    <w:rsid w:val="00E8069C"/>
    <w:rsid w:val="00E80A0E"/>
    <w:rsid w:val="00E80ABD"/>
    <w:rsid w:val="00E815DB"/>
    <w:rsid w:val="00E81A25"/>
    <w:rsid w:val="00E81C4D"/>
    <w:rsid w:val="00E81FAE"/>
    <w:rsid w:val="00E825CA"/>
    <w:rsid w:val="00E828F8"/>
    <w:rsid w:val="00E82A46"/>
    <w:rsid w:val="00E82BBA"/>
    <w:rsid w:val="00E83742"/>
    <w:rsid w:val="00E83C63"/>
    <w:rsid w:val="00E83E1C"/>
    <w:rsid w:val="00E84079"/>
    <w:rsid w:val="00E84122"/>
    <w:rsid w:val="00E841B4"/>
    <w:rsid w:val="00E849A0"/>
    <w:rsid w:val="00E84E9B"/>
    <w:rsid w:val="00E852BF"/>
    <w:rsid w:val="00E852E3"/>
    <w:rsid w:val="00E85C22"/>
    <w:rsid w:val="00E85C4B"/>
    <w:rsid w:val="00E85C4E"/>
    <w:rsid w:val="00E86243"/>
    <w:rsid w:val="00E86379"/>
    <w:rsid w:val="00E864B0"/>
    <w:rsid w:val="00E86DEE"/>
    <w:rsid w:val="00E8776B"/>
    <w:rsid w:val="00E87803"/>
    <w:rsid w:val="00E879BE"/>
    <w:rsid w:val="00E900B2"/>
    <w:rsid w:val="00E90749"/>
    <w:rsid w:val="00E90E99"/>
    <w:rsid w:val="00E917B8"/>
    <w:rsid w:val="00E91B7B"/>
    <w:rsid w:val="00E91E09"/>
    <w:rsid w:val="00E920DD"/>
    <w:rsid w:val="00E9212E"/>
    <w:rsid w:val="00E92B30"/>
    <w:rsid w:val="00E92BFF"/>
    <w:rsid w:val="00E92EA9"/>
    <w:rsid w:val="00E93BA5"/>
    <w:rsid w:val="00E943DB"/>
    <w:rsid w:val="00E94747"/>
    <w:rsid w:val="00E9480B"/>
    <w:rsid w:val="00E94970"/>
    <w:rsid w:val="00E94A8D"/>
    <w:rsid w:val="00E94FE2"/>
    <w:rsid w:val="00E953AB"/>
    <w:rsid w:val="00E95A84"/>
    <w:rsid w:val="00E963C7"/>
    <w:rsid w:val="00E96B2A"/>
    <w:rsid w:val="00E973AB"/>
    <w:rsid w:val="00E973E9"/>
    <w:rsid w:val="00EA01CA"/>
    <w:rsid w:val="00EA05D5"/>
    <w:rsid w:val="00EA13C7"/>
    <w:rsid w:val="00EA1607"/>
    <w:rsid w:val="00EA17EE"/>
    <w:rsid w:val="00EA1889"/>
    <w:rsid w:val="00EA197A"/>
    <w:rsid w:val="00EA1A4D"/>
    <w:rsid w:val="00EA1A6B"/>
    <w:rsid w:val="00EA245F"/>
    <w:rsid w:val="00EA25B3"/>
    <w:rsid w:val="00EA2782"/>
    <w:rsid w:val="00EA2A79"/>
    <w:rsid w:val="00EA3348"/>
    <w:rsid w:val="00EA357E"/>
    <w:rsid w:val="00EA36A3"/>
    <w:rsid w:val="00EA39EE"/>
    <w:rsid w:val="00EA3C4E"/>
    <w:rsid w:val="00EA3EE0"/>
    <w:rsid w:val="00EA41AB"/>
    <w:rsid w:val="00EA423B"/>
    <w:rsid w:val="00EA4626"/>
    <w:rsid w:val="00EA48A7"/>
    <w:rsid w:val="00EA4DE7"/>
    <w:rsid w:val="00EA4E52"/>
    <w:rsid w:val="00EA51F8"/>
    <w:rsid w:val="00EA5743"/>
    <w:rsid w:val="00EA5A7E"/>
    <w:rsid w:val="00EA5B97"/>
    <w:rsid w:val="00EA5E9B"/>
    <w:rsid w:val="00EA602E"/>
    <w:rsid w:val="00EA6244"/>
    <w:rsid w:val="00EA6E3B"/>
    <w:rsid w:val="00EA7348"/>
    <w:rsid w:val="00EA769B"/>
    <w:rsid w:val="00EA7A4F"/>
    <w:rsid w:val="00EA7D6D"/>
    <w:rsid w:val="00EB0060"/>
    <w:rsid w:val="00EB04C1"/>
    <w:rsid w:val="00EB052B"/>
    <w:rsid w:val="00EB09D2"/>
    <w:rsid w:val="00EB1816"/>
    <w:rsid w:val="00EB2355"/>
    <w:rsid w:val="00EB24CB"/>
    <w:rsid w:val="00EB2545"/>
    <w:rsid w:val="00EB26B4"/>
    <w:rsid w:val="00EB2B78"/>
    <w:rsid w:val="00EB2F59"/>
    <w:rsid w:val="00EB30C3"/>
    <w:rsid w:val="00EB39A7"/>
    <w:rsid w:val="00EB3E24"/>
    <w:rsid w:val="00EB3F1A"/>
    <w:rsid w:val="00EB4135"/>
    <w:rsid w:val="00EB4260"/>
    <w:rsid w:val="00EB45C8"/>
    <w:rsid w:val="00EB4617"/>
    <w:rsid w:val="00EB4646"/>
    <w:rsid w:val="00EB4912"/>
    <w:rsid w:val="00EB4A30"/>
    <w:rsid w:val="00EB4B5E"/>
    <w:rsid w:val="00EB4B7D"/>
    <w:rsid w:val="00EB4C90"/>
    <w:rsid w:val="00EB503A"/>
    <w:rsid w:val="00EB50B8"/>
    <w:rsid w:val="00EB51DD"/>
    <w:rsid w:val="00EB5E07"/>
    <w:rsid w:val="00EB5FD2"/>
    <w:rsid w:val="00EB623B"/>
    <w:rsid w:val="00EB652E"/>
    <w:rsid w:val="00EB6A0D"/>
    <w:rsid w:val="00EB7058"/>
    <w:rsid w:val="00EB7165"/>
    <w:rsid w:val="00EB7839"/>
    <w:rsid w:val="00EB78BA"/>
    <w:rsid w:val="00EB78EB"/>
    <w:rsid w:val="00EB7B07"/>
    <w:rsid w:val="00EB7B6C"/>
    <w:rsid w:val="00EB7E76"/>
    <w:rsid w:val="00EC02DD"/>
    <w:rsid w:val="00EC05D1"/>
    <w:rsid w:val="00EC07CA"/>
    <w:rsid w:val="00EC0BBB"/>
    <w:rsid w:val="00EC1204"/>
    <w:rsid w:val="00EC135A"/>
    <w:rsid w:val="00EC184F"/>
    <w:rsid w:val="00EC1B78"/>
    <w:rsid w:val="00EC1D4E"/>
    <w:rsid w:val="00EC2677"/>
    <w:rsid w:val="00EC2E49"/>
    <w:rsid w:val="00EC3583"/>
    <w:rsid w:val="00EC38B1"/>
    <w:rsid w:val="00EC3CF2"/>
    <w:rsid w:val="00EC4E80"/>
    <w:rsid w:val="00EC4FA1"/>
    <w:rsid w:val="00EC50EE"/>
    <w:rsid w:val="00EC5705"/>
    <w:rsid w:val="00EC575F"/>
    <w:rsid w:val="00EC5E3B"/>
    <w:rsid w:val="00EC61D2"/>
    <w:rsid w:val="00EC6376"/>
    <w:rsid w:val="00EC6B1E"/>
    <w:rsid w:val="00EC7152"/>
    <w:rsid w:val="00EC72FF"/>
    <w:rsid w:val="00EC7784"/>
    <w:rsid w:val="00EC7922"/>
    <w:rsid w:val="00EC7BD8"/>
    <w:rsid w:val="00EC7BEB"/>
    <w:rsid w:val="00EC7DFA"/>
    <w:rsid w:val="00EC7E9A"/>
    <w:rsid w:val="00ED0330"/>
    <w:rsid w:val="00ED0699"/>
    <w:rsid w:val="00ED0BBB"/>
    <w:rsid w:val="00ED0FD5"/>
    <w:rsid w:val="00ED1625"/>
    <w:rsid w:val="00ED169F"/>
    <w:rsid w:val="00ED18BE"/>
    <w:rsid w:val="00ED1DCD"/>
    <w:rsid w:val="00ED2428"/>
    <w:rsid w:val="00ED2788"/>
    <w:rsid w:val="00ED2927"/>
    <w:rsid w:val="00ED299A"/>
    <w:rsid w:val="00ED2CE0"/>
    <w:rsid w:val="00ED2D27"/>
    <w:rsid w:val="00ED3075"/>
    <w:rsid w:val="00ED36F0"/>
    <w:rsid w:val="00ED3A6E"/>
    <w:rsid w:val="00ED3CFA"/>
    <w:rsid w:val="00ED3D09"/>
    <w:rsid w:val="00ED3EEE"/>
    <w:rsid w:val="00ED3F59"/>
    <w:rsid w:val="00ED4144"/>
    <w:rsid w:val="00ED4E01"/>
    <w:rsid w:val="00ED5A52"/>
    <w:rsid w:val="00ED5C83"/>
    <w:rsid w:val="00ED6C9F"/>
    <w:rsid w:val="00ED6D5E"/>
    <w:rsid w:val="00ED6DCD"/>
    <w:rsid w:val="00ED72B3"/>
    <w:rsid w:val="00ED7CA2"/>
    <w:rsid w:val="00ED7FDE"/>
    <w:rsid w:val="00ED7FF8"/>
    <w:rsid w:val="00EE0329"/>
    <w:rsid w:val="00EE03D6"/>
    <w:rsid w:val="00EE05AE"/>
    <w:rsid w:val="00EE0600"/>
    <w:rsid w:val="00EE068C"/>
    <w:rsid w:val="00EE071C"/>
    <w:rsid w:val="00EE0F8A"/>
    <w:rsid w:val="00EE167C"/>
    <w:rsid w:val="00EE181B"/>
    <w:rsid w:val="00EE1AE0"/>
    <w:rsid w:val="00EE20B3"/>
    <w:rsid w:val="00EE2490"/>
    <w:rsid w:val="00EE2501"/>
    <w:rsid w:val="00EE26F5"/>
    <w:rsid w:val="00EE28FC"/>
    <w:rsid w:val="00EE349C"/>
    <w:rsid w:val="00EE3538"/>
    <w:rsid w:val="00EE4013"/>
    <w:rsid w:val="00EE4179"/>
    <w:rsid w:val="00EE42AA"/>
    <w:rsid w:val="00EE461D"/>
    <w:rsid w:val="00EE4622"/>
    <w:rsid w:val="00EE4B44"/>
    <w:rsid w:val="00EE509E"/>
    <w:rsid w:val="00EE5171"/>
    <w:rsid w:val="00EE5543"/>
    <w:rsid w:val="00EE5711"/>
    <w:rsid w:val="00EE5B74"/>
    <w:rsid w:val="00EE604C"/>
    <w:rsid w:val="00EE6100"/>
    <w:rsid w:val="00EE632B"/>
    <w:rsid w:val="00EE6370"/>
    <w:rsid w:val="00EE65BB"/>
    <w:rsid w:val="00EE6A6E"/>
    <w:rsid w:val="00EE6AD0"/>
    <w:rsid w:val="00EE6B65"/>
    <w:rsid w:val="00EE6B96"/>
    <w:rsid w:val="00EE6BED"/>
    <w:rsid w:val="00EE6C4C"/>
    <w:rsid w:val="00EE7453"/>
    <w:rsid w:val="00EE78D8"/>
    <w:rsid w:val="00EE7C0A"/>
    <w:rsid w:val="00EE7CF2"/>
    <w:rsid w:val="00EE7D50"/>
    <w:rsid w:val="00EF0241"/>
    <w:rsid w:val="00EF0496"/>
    <w:rsid w:val="00EF08A7"/>
    <w:rsid w:val="00EF1188"/>
    <w:rsid w:val="00EF144F"/>
    <w:rsid w:val="00EF1668"/>
    <w:rsid w:val="00EF1D82"/>
    <w:rsid w:val="00EF1EC6"/>
    <w:rsid w:val="00EF2095"/>
    <w:rsid w:val="00EF22F1"/>
    <w:rsid w:val="00EF255A"/>
    <w:rsid w:val="00EF25B6"/>
    <w:rsid w:val="00EF29A2"/>
    <w:rsid w:val="00EF2AA5"/>
    <w:rsid w:val="00EF2DBE"/>
    <w:rsid w:val="00EF388B"/>
    <w:rsid w:val="00EF3A9F"/>
    <w:rsid w:val="00EF3AEE"/>
    <w:rsid w:val="00EF3B63"/>
    <w:rsid w:val="00EF3D36"/>
    <w:rsid w:val="00EF465B"/>
    <w:rsid w:val="00EF476B"/>
    <w:rsid w:val="00EF491B"/>
    <w:rsid w:val="00EF4AB1"/>
    <w:rsid w:val="00EF4C3D"/>
    <w:rsid w:val="00EF4F68"/>
    <w:rsid w:val="00EF53FB"/>
    <w:rsid w:val="00EF5805"/>
    <w:rsid w:val="00EF5AA7"/>
    <w:rsid w:val="00EF6219"/>
    <w:rsid w:val="00EF628E"/>
    <w:rsid w:val="00EF6508"/>
    <w:rsid w:val="00EF66C1"/>
    <w:rsid w:val="00EF678E"/>
    <w:rsid w:val="00EF6850"/>
    <w:rsid w:val="00EF6943"/>
    <w:rsid w:val="00EF696C"/>
    <w:rsid w:val="00EF743C"/>
    <w:rsid w:val="00EF755A"/>
    <w:rsid w:val="00EF7BDE"/>
    <w:rsid w:val="00EF7D91"/>
    <w:rsid w:val="00F000C2"/>
    <w:rsid w:val="00F0022E"/>
    <w:rsid w:val="00F00352"/>
    <w:rsid w:val="00F00955"/>
    <w:rsid w:val="00F00E06"/>
    <w:rsid w:val="00F00F84"/>
    <w:rsid w:val="00F0147F"/>
    <w:rsid w:val="00F022A6"/>
    <w:rsid w:val="00F024CA"/>
    <w:rsid w:val="00F025B4"/>
    <w:rsid w:val="00F02A2E"/>
    <w:rsid w:val="00F02A3B"/>
    <w:rsid w:val="00F02B45"/>
    <w:rsid w:val="00F031B3"/>
    <w:rsid w:val="00F037BC"/>
    <w:rsid w:val="00F03A67"/>
    <w:rsid w:val="00F03D6E"/>
    <w:rsid w:val="00F03DE8"/>
    <w:rsid w:val="00F0442F"/>
    <w:rsid w:val="00F044FF"/>
    <w:rsid w:val="00F0475A"/>
    <w:rsid w:val="00F04A32"/>
    <w:rsid w:val="00F04F6A"/>
    <w:rsid w:val="00F04FDC"/>
    <w:rsid w:val="00F050CB"/>
    <w:rsid w:val="00F05191"/>
    <w:rsid w:val="00F05427"/>
    <w:rsid w:val="00F05C8A"/>
    <w:rsid w:val="00F05E4F"/>
    <w:rsid w:val="00F06071"/>
    <w:rsid w:val="00F06DE8"/>
    <w:rsid w:val="00F06E51"/>
    <w:rsid w:val="00F070D6"/>
    <w:rsid w:val="00F0741F"/>
    <w:rsid w:val="00F10033"/>
    <w:rsid w:val="00F1009F"/>
    <w:rsid w:val="00F1092A"/>
    <w:rsid w:val="00F10A2C"/>
    <w:rsid w:val="00F10B1C"/>
    <w:rsid w:val="00F10F38"/>
    <w:rsid w:val="00F11E07"/>
    <w:rsid w:val="00F12133"/>
    <w:rsid w:val="00F129CB"/>
    <w:rsid w:val="00F12B22"/>
    <w:rsid w:val="00F1316D"/>
    <w:rsid w:val="00F13341"/>
    <w:rsid w:val="00F13628"/>
    <w:rsid w:val="00F13A2D"/>
    <w:rsid w:val="00F13B7C"/>
    <w:rsid w:val="00F13C49"/>
    <w:rsid w:val="00F13F4F"/>
    <w:rsid w:val="00F14125"/>
    <w:rsid w:val="00F14400"/>
    <w:rsid w:val="00F14790"/>
    <w:rsid w:val="00F1487E"/>
    <w:rsid w:val="00F14C3D"/>
    <w:rsid w:val="00F14F95"/>
    <w:rsid w:val="00F1565A"/>
    <w:rsid w:val="00F15A87"/>
    <w:rsid w:val="00F15AC1"/>
    <w:rsid w:val="00F15EB5"/>
    <w:rsid w:val="00F16033"/>
    <w:rsid w:val="00F160AD"/>
    <w:rsid w:val="00F163CC"/>
    <w:rsid w:val="00F1650E"/>
    <w:rsid w:val="00F165D1"/>
    <w:rsid w:val="00F16C10"/>
    <w:rsid w:val="00F16E15"/>
    <w:rsid w:val="00F17265"/>
    <w:rsid w:val="00F17847"/>
    <w:rsid w:val="00F178B1"/>
    <w:rsid w:val="00F17CBB"/>
    <w:rsid w:val="00F17ED6"/>
    <w:rsid w:val="00F208C7"/>
    <w:rsid w:val="00F20A71"/>
    <w:rsid w:val="00F20A95"/>
    <w:rsid w:val="00F21B59"/>
    <w:rsid w:val="00F21D6A"/>
    <w:rsid w:val="00F22605"/>
    <w:rsid w:val="00F227E7"/>
    <w:rsid w:val="00F22A89"/>
    <w:rsid w:val="00F22C3E"/>
    <w:rsid w:val="00F22E52"/>
    <w:rsid w:val="00F23052"/>
    <w:rsid w:val="00F2321E"/>
    <w:rsid w:val="00F23436"/>
    <w:rsid w:val="00F23C08"/>
    <w:rsid w:val="00F2490B"/>
    <w:rsid w:val="00F256F2"/>
    <w:rsid w:val="00F25C98"/>
    <w:rsid w:val="00F25D4C"/>
    <w:rsid w:val="00F25F2A"/>
    <w:rsid w:val="00F262B9"/>
    <w:rsid w:val="00F264CF"/>
    <w:rsid w:val="00F26A5F"/>
    <w:rsid w:val="00F26B34"/>
    <w:rsid w:val="00F26B7F"/>
    <w:rsid w:val="00F27029"/>
    <w:rsid w:val="00F271C5"/>
    <w:rsid w:val="00F27276"/>
    <w:rsid w:val="00F27506"/>
    <w:rsid w:val="00F275D6"/>
    <w:rsid w:val="00F2773C"/>
    <w:rsid w:val="00F278DC"/>
    <w:rsid w:val="00F27C52"/>
    <w:rsid w:val="00F27CC7"/>
    <w:rsid w:val="00F27DF9"/>
    <w:rsid w:val="00F27EF3"/>
    <w:rsid w:val="00F30242"/>
    <w:rsid w:val="00F302FC"/>
    <w:rsid w:val="00F3052B"/>
    <w:rsid w:val="00F30728"/>
    <w:rsid w:val="00F30887"/>
    <w:rsid w:val="00F308CB"/>
    <w:rsid w:val="00F309EA"/>
    <w:rsid w:val="00F30C5B"/>
    <w:rsid w:val="00F30DB0"/>
    <w:rsid w:val="00F30DFD"/>
    <w:rsid w:val="00F30E39"/>
    <w:rsid w:val="00F31261"/>
    <w:rsid w:val="00F31D83"/>
    <w:rsid w:val="00F32051"/>
    <w:rsid w:val="00F321A5"/>
    <w:rsid w:val="00F324C9"/>
    <w:rsid w:val="00F32629"/>
    <w:rsid w:val="00F332DC"/>
    <w:rsid w:val="00F3332E"/>
    <w:rsid w:val="00F33683"/>
    <w:rsid w:val="00F3378E"/>
    <w:rsid w:val="00F3391B"/>
    <w:rsid w:val="00F33A07"/>
    <w:rsid w:val="00F33F39"/>
    <w:rsid w:val="00F34104"/>
    <w:rsid w:val="00F34400"/>
    <w:rsid w:val="00F34560"/>
    <w:rsid w:val="00F3491A"/>
    <w:rsid w:val="00F34BF8"/>
    <w:rsid w:val="00F3504A"/>
    <w:rsid w:val="00F359ED"/>
    <w:rsid w:val="00F362BC"/>
    <w:rsid w:val="00F36388"/>
    <w:rsid w:val="00F36977"/>
    <w:rsid w:val="00F36EDF"/>
    <w:rsid w:val="00F40030"/>
    <w:rsid w:val="00F40131"/>
    <w:rsid w:val="00F40187"/>
    <w:rsid w:val="00F4043D"/>
    <w:rsid w:val="00F40738"/>
    <w:rsid w:val="00F408A9"/>
    <w:rsid w:val="00F40E03"/>
    <w:rsid w:val="00F40F4C"/>
    <w:rsid w:val="00F41132"/>
    <w:rsid w:val="00F41585"/>
    <w:rsid w:val="00F4165C"/>
    <w:rsid w:val="00F418B6"/>
    <w:rsid w:val="00F41992"/>
    <w:rsid w:val="00F419B9"/>
    <w:rsid w:val="00F41AD4"/>
    <w:rsid w:val="00F41D43"/>
    <w:rsid w:val="00F4227E"/>
    <w:rsid w:val="00F42494"/>
    <w:rsid w:val="00F426E5"/>
    <w:rsid w:val="00F42989"/>
    <w:rsid w:val="00F42D0C"/>
    <w:rsid w:val="00F42DBF"/>
    <w:rsid w:val="00F42EAD"/>
    <w:rsid w:val="00F437A3"/>
    <w:rsid w:val="00F43E8D"/>
    <w:rsid w:val="00F43F93"/>
    <w:rsid w:val="00F441A4"/>
    <w:rsid w:val="00F442AE"/>
    <w:rsid w:val="00F448E4"/>
    <w:rsid w:val="00F448EC"/>
    <w:rsid w:val="00F44922"/>
    <w:rsid w:val="00F45458"/>
    <w:rsid w:val="00F4547B"/>
    <w:rsid w:val="00F4551C"/>
    <w:rsid w:val="00F45553"/>
    <w:rsid w:val="00F45759"/>
    <w:rsid w:val="00F463E5"/>
    <w:rsid w:val="00F46561"/>
    <w:rsid w:val="00F4657E"/>
    <w:rsid w:val="00F46D44"/>
    <w:rsid w:val="00F4770F"/>
    <w:rsid w:val="00F4771B"/>
    <w:rsid w:val="00F47C22"/>
    <w:rsid w:val="00F5001D"/>
    <w:rsid w:val="00F50703"/>
    <w:rsid w:val="00F50846"/>
    <w:rsid w:val="00F50959"/>
    <w:rsid w:val="00F50E4C"/>
    <w:rsid w:val="00F50E62"/>
    <w:rsid w:val="00F512A5"/>
    <w:rsid w:val="00F513A8"/>
    <w:rsid w:val="00F51A6B"/>
    <w:rsid w:val="00F51B43"/>
    <w:rsid w:val="00F51C69"/>
    <w:rsid w:val="00F51EA0"/>
    <w:rsid w:val="00F526CB"/>
    <w:rsid w:val="00F5323E"/>
    <w:rsid w:val="00F53265"/>
    <w:rsid w:val="00F53AD7"/>
    <w:rsid w:val="00F544D2"/>
    <w:rsid w:val="00F547C2"/>
    <w:rsid w:val="00F54B27"/>
    <w:rsid w:val="00F54E78"/>
    <w:rsid w:val="00F55182"/>
    <w:rsid w:val="00F551BF"/>
    <w:rsid w:val="00F556F7"/>
    <w:rsid w:val="00F557F0"/>
    <w:rsid w:val="00F55E1C"/>
    <w:rsid w:val="00F55FB7"/>
    <w:rsid w:val="00F5633A"/>
    <w:rsid w:val="00F56A6F"/>
    <w:rsid w:val="00F56AAF"/>
    <w:rsid w:val="00F5752F"/>
    <w:rsid w:val="00F5764E"/>
    <w:rsid w:val="00F5768E"/>
    <w:rsid w:val="00F57AB4"/>
    <w:rsid w:val="00F57AC4"/>
    <w:rsid w:val="00F57FAA"/>
    <w:rsid w:val="00F60282"/>
    <w:rsid w:val="00F604F6"/>
    <w:rsid w:val="00F6086D"/>
    <w:rsid w:val="00F60E95"/>
    <w:rsid w:val="00F60FF4"/>
    <w:rsid w:val="00F610BA"/>
    <w:rsid w:val="00F61279"/>
    <w:rsid w:val="00F6134B"/>
    <w:rsid w:val="00F61413"/>
    <w:rsid w:val="00F6166C"/>
    <w:rsid w:val="00F61871"/>
    <w:rsid w:val="00F61C2E"/>
    <w:rsid w:val="00F62A5F"/>
    <w:rsid w:val="00F62D44"/>
    <w:rsid w:val="00F63017"/>
    <w:rsid w:val="00F632E9"/>
    <w:rsid w:val="00F633D4"/>
    <w:rsid w:val="00F63602"/>
    <w:rsid w:val="00F63789"/>
    <w:rsid w:val="00F639F5"/>
    <w:rsid w:val="00F64130"/>
    <w:rsid w:val="00F646A3"/>
    <w:rsid w:val="00F648E4"/>
    <w:rsid w:val="00F64CE7"/>
    <w:rsid w:val="00F65275"/>
    <w:rsid w:val="00F653AE"/>
    <w:rsid w:val="00F655AB"/>
    <w:rsid w:val="00F656A2"/>
    <w:rsid w:val="00F658BA"/>
    <w:rsid w:val="00F65A8B"/>
    <w:rsid w:val="00F661AB"/>
    <w:rsid w:val="00F6667F"/>
    <w:rsid w:val="00F66904"/>
    <w:rsid w:val="00F6696E"/>
    <w:rsid w:val="00F66A11"/>
    <w:rsid w:val="00F66B80"/>
    <w:rsid w:val="00F67079"/>
    <w:rsid w:val="00F6726A"/>
    <w:rsid w:val="00F679F5"/>
    <w:rsid w:val="00F67CE2"/>
    <w:rsid w:val="00F67EAE"/>
    <w:rsid w:val="00F7014C"/>
    <w:rsid w:val="00F702D3"/>
    <w:rsid w:val="00F71086"/>
    <w:rsid w:val="00F719D3"/>
    <w:rsid w:val="00F71AA1"/>
    <w:rsid w:val="00F71AF9"/>
    <w:rsid w:val="00F71FD7"/>
    <w:rsid w:val="00F72227"/>
    <w:rsid w:val="00F724BB"/>
    <w:rsid w:val="00F72533"/>
    <w:rsid w:val="00F728B8"/>
    <w:rsid w:val="00F72AC0"/>
    <w:rsid w:val="00F72DDE"/>
    <w:rsid w:val="00F73117"/>
    <w:rsid w:val="00F73147"/>
    <w:rsid w:val="00F73206"/>
    <w:rsid w:val="00F73417"/>
    <w:rsid w:val="00F73686"/>
    <w:rsid w:val="00F73848"/>
    <w:rsid w:val="00F73A32"/>
    <w:rsid w:val="00F73B8D"/>
    <w:rsid w:val="00F73F30"/>
    <w:rsid w:val="00F742AC"/>
    <w:rsid w:val="00F74422"/>
    <w:rsid w:val="00F74A0E"/>
    <w:rsid w:val="00F74A49"/>
    <w:rsid w:val="00F74DB6"/>
    <w:rsid w:val="00F751AA"/>
    <w:rsid w:val="00F7594D"/>
    <w:rsid w:val="00F75AA5"/>
    <w:rsid w:val="00F75CAA"/>
    <w:rsid w:val="00F75CD5"/>
    <w:rsid w:val="00F75DC7"/>
    <w:rsid w:val="00F75F14"/>
    <w:rsid w:val="00F75FCA"/>
    <w:rsid w:val="00F769BD"/>
    <w:rsid w:val="00F76A05"/>
    <w:rsid w:val="00F7750A"/>
    <w:rsid w:val="00F77528"/>
    <w:rsid w:val="00F77820"/>
    <w:rsid w:val="00F800FF"/>
    <w:rsid w:val="00F807DD"/>
    <w:rsid w:val="00F809C1"/>
    <w:rsid w:val="00F80B0D"/>
    <w:rsid w:val="00F80C74"/>
    <w:rsid w:val="00F8189B"/>
    <w:rsid w:val="00F81ABE"/>
    <w:rsid w:val="00F81B4F"/>
    <w:rsid w:val="00F81BA3"/>
    <w:rsid w:val="00F8235D"/>
    <w:rsid w:val="00F825F1"/>
    <w:rsid w:val="00F82A5E"/>
    <w:rsid w:val="00F82B43"/>
    <w:rsid w:val="00F82D20"/>
    <w:rsid w:val="00F8325C"/>
    <w:rsid w:val="00F83687"/>
    <w:rsid w:val="00F83BA9"/>
    <w:rsid w:val="00F83C19"/>
    <w:rsid w:val="00F83D2F"/>
    <w:rsid w:val="00F846E1"/>
    <w:rsid w:val="00F84809"/>
    <w:rsid w:val="00F84BB7"/>
    <w:rsid w:val="00F84BDC"/>
    <w:rsid w:val="00F84DBA"/>
    <w:rsid w:val="00F85236"/>
    <w:rsid w:val="00F85288"/>
    <w:rsid w:val="00F85CD0"/>
    <w:rsid w:val="00F85E75"/>
    <w:rsid w:val="00F85F15"/>
    <w:rsid w:val="00F85FFC"/>
    <w:rsid w:val="00F86000"/>
    <w:rsid w:val="00F8660A"/>
    <w:rsid w:val="00F86EA9"/>
    <w:rsid w:val="00F87308"/>
    <w:rsid w:val="00F87860"/>
    <w:rsid w:val="00F879C9"/>
    <w:rsid w:val="00F87CCA"/>
    <w:rsid w:val="00F9017B"/>
    <w:rsid w:val="00F90A2A"/>
    <w:rsid w:val="00F90B53"/>
    <w:rsid w:val="00F9102A"/>
    <w:rsid w:val="00F91459"/>
    <w:rsid w:val="00F91BE8"/>
    <w:rsid w:val="00F91CEC"/>
    <w:rsid w:val="00F926E7"/>
    <w:rsid w:val="00F92F17"/>
    <w:rsid w:val="00F932CC"/>
    <w:rsid w:val="00F939FC"/>
    <w:rsid w:val="00F9416A"/>
    <w:rsid w:val="00F94284"/>
    <w:rsid w:val="00F94349"/>
    <w:rsid w:val="00F948DA"/>
    <w:rsid w:val="00F94BA6"/>
    <w:rsid w:val="00F94DA4"/>
    <w:rsid w:val="00F94E06"/>
    <w:rsid w:val="00F94E0B"/>
    <w:rsid w:val="00F950ED"/>
    <w:rsid w:val="00F951FD"/>
    <w:rsid w:val="00F95575"/>
    <w:rsid w:val="00F95652"/>
    <w:rsid w:val="00F958AA"/>
    <w:rsid w:val="00F95A7A"/>
    <w:rsid w:val="00F95C5E"/>
    <w:rsid w:val="00F95DA2"/>
    <w:rsid w:val="00F96008"/>
    <w:rsid w:val="00F96F6E"/>
    <w:rsid w:val="00F9714D"/>
    <w:rsid w:val="00F9745E"/>
    <w:rsid w:val="00F97DEB"/>
    <w:rsid w:val="00F97F57"/>
    <w:rsid w:val="00FA073C"/>
    <w:rsid w:val="00FA080E"/>
    <w:rsid w:val="00FA0B50"/>
    <w:rsid w:val="00FA0F03"/>
    <w:rsid w:val="00FA118E"/>
    <w:rsid w:val="00FA121A"/>
    <w:rsid w:val="00FA16C7"/>
    <w:rsid w:val="00FA1D8D"/>
    <w:rsid w:val="00FA1FEA"/>
    <w:rsid w:val="00FA2541"/>
    <w:rsid w:val="00FA25E6"/>
    <w:rsid w:val="00FA26EC"/>
    <w:rsid w:val="00FA27CD"/>
    <w:rsid w:val="00FA288E"/>
    <w:rsid w:val="00FA28EE"/>
    <w:rsid w:val="00FA2AB0"/>
    <w:rsid w:val="00FA2B22"/>
    <w:rsid w:val="00FA38F7"/>
    <w:rsid w:val="00FA3FBA"/>
    <w:rsid w:val="00FA48EF"/>
    <w:rsid w:val="00FA4B80"/>
    <w:rsid w:val="00FA4BFA"/>
    <w:rsid w:val="00FA4E72"/>
    <w:rsid w:val="00FA5356"/>
    <w:rsid w:val="00FA5B8E"/>
    <w:rsid w:val="00FA5BB4"/>
    <w:rsid w:val="00FA5BED"/>
    <w:rsid w:val="00FA5F96"/>
    <w:rsid w:val="00FA6209"/>
    <w:rsid w:val="00FA64A5"/>
    <w:rsid w:val="00FA6A50"/>
    <w:rsid w:val="00FA6E87"/>
    <w:rsid w:val="00FA701E"/>
    <w:rsid w:val="00FA7498"/>
    <w:rsid w:val="00FA74A4"/>
    <w:rsid w:val="00FA77AE"/>
    <w:rsid w:val="00FA7BC2"/>
    <w:rsid w:val="00FA7CC4"/>
    <w:rsid w:val="00FB0231"/>
    <w:rsid w:val="00FB059B"/>
    <w:rsid w:val="00FB0999"/>
    <w:rsid w:val="00FB107E"/>
    <w:rsid w:val="00FB1421"/>
    <w:rsid w:val="00FB151E"/>
    <w:rsid w:val="00FB1912"/>
    <w:rsid w:val="00FB1C40"/>
    <w:rsid w:val="00FB1E71"/>
    <w:rsid w:val="00FB1FA0"/>
    <w:rsid w:val="00FB2320"/>
    <w:rsid w:val="00FB254E"/>
    <w:rsid w:val="00FB2CEC"/>
    <w:rsid w:val="00FB30AC"/>
    <w:rsid w:val="00FB31CF"/>
    <w:rsid w:val="00FB32E3"/>
    <w:rsid w:val="00FB332D"/>
    <w:rsid w:val="00FB35E8"/>
    <w:rsid w:val="00FB3656"/>
    <w:rsid w:val="00FB37E9"/>
    <w:rsid w:val="00FB3CE6"/>
    <w:rsid w:val="00FB3DFA"/>
    <w:rsid w:val="00FB3E3E"/>
    <w:rsid w:val="00FB4F32"/>
    <w:rsid w:val="00FB552A"/>
    <w:rsid w:val="00FB62FE"/>
    <w:rsid w:val="00FB6554"/>
    <w:rsid w:val="00FB6B8D"/>
    <w:rsid w:val="00FB6C16"/>
    <w:rsid w:val="00FB6F72"/>
    <w:rsid w:val="00FB70DC"/>
    <w:rsid w:val="00FB72E4"/>
    <w:rsid w:val="00FB7314"/>
    <w:rsid w:val="00FB75DE"/>
    <w:rsid w:val="00FB7B13"/>
    <w:rsid w:val="00FB7CE7"/>
    <w:rsid w:val="00FB7D5D"/>
    <w:rsid w:val="00FC01FC"/>
    <w:rsid w:val="00FC036C"/>
    <w:rsid w:val="00FC03F0"/>
    <w:rsid w:val="00FC0EE6"/>
    <w:rsid w:val="00FC13CB"/>
    <w:rsid w:val="00FC1463"/>
    <w:rsid w:val="00FC169C"/>
    <w:rsid w:val="00FC178A"/>
    <w:rsid w:val="00FC2272"/>
    <w:rsid w:val="00FC237B"/>
    <w:rsid w:val="00FC2548"/>
    <w:rsid w:val="00FC27E7"/>
    <w:rsid w:val="00FC34D2"/>
    <w:rsid w:val="00FC35B9"/>
    <w:rsid w:val="00FC38C5"/>
    <w:rsid w:val="00FC3A14"/>
    <w:rsid w:val="00FC3E3A"/>
    <w:rsid w:val="00FC412C"/>
    <w:rsid w:val="00FC4657"/>
    <w:rsid w:val="00FC46E9"/>
    <w:rsid w:val="00FC4A57"/>
    <w:rsid w:val="00FC4A78"/>
    <w:rsid w:val="00FC4AA8"/>
    <w:rsid w:val="00FC4F6B"/>
    <w:rsid w:val="00FC501A"/>
    <w:rsid w:val="00FC5048"/>
    <w:rsid w:val="00FC53EC"/>
    <w:rsid w:val="00FC549E"/>
    <w:rsid w:val="00FC5576"/>
    <w:rsid w:val="00FC571F"/>
    <w:rsid w:val="00FC5B5A"/>
    <w:rsid w:val="00FC5B6E"/>
    <w:rsid w:val="00FC5CE4"/>
    <w:rsid w:val="00FC5DAD"/>
    <w:rsid w:val="00FC5F2D"/>
    <w:rsid w:val="00FC607E"/>
    <w:rsid w:val="00FC63A1"/>
    <w:rsid w:val="00FC6AF1"/>
    <w:rsid w:val="00FC6F91"/>
    <w:rsid w:val="00FC71BD"/>
    <w:rsid w:val="00FC78E7"/>
    <w:rsid w:val="00FC791C"/>
    <w:rsid w:val="00FC7D14"/>
    <w:rsid w:val="00FC7EB9"/>
    <w:rsid w:val="00FD0534"/>
    <w:rsid w:val="00FD0AEE"/>
    <w:rsid w:val="00FD0C85"/>
    <w:rsid w:val="00FD0E4D"/>
    <w:rsid w:val="00FD0F33"/>
    <w:rsid w:val="00FD0F72"/>
    <w:rsid w:val="00FD1BDF"/>
    <w:rsid w:val="00FD1DE7"/>
    <w:rsid w:val="00FD1EED"/>
    <w:rsid w:val="00FD1FD8"/>
    <w:rsid w:val="00FD209C"/>
    <w:rsid w:val="00FD2392"/>
    <w:rsid w:val="00FD26E9"/>
    <w:rsid w:val="00FD2814"/>
    <w:rsid w:val="00FD2930"/>
    <w:rsid w:val="00FD2B9D"/>
    <w:rsid w:val="00FD30D8"/>
    <w:rsid w:val="00FD314F"/>
    <w:rsid w:val="00FD3839"/>
    <w:rsid w:val="00FD392D"/>
    <w:rsid w:val="00FD3A64"/>
    <w:rsid w:val="00FD3BD0"/>
    <w:rsid w:val="00FD3C79"/>
    <w:rsid w:val="00FD3FF9"/>
    <w:rsid w:val="00FD416B"/>
    <w:rsid w:val="00FD452E"/>
    <w:rsid w:val="00FD474D"/>
    <w:rsid w:val="00FD4D4E"/>
    <w:rsid w:val="00FD525E"/>
    <w:rsid w:val="00FD5AF6"/>
    <w:rsid w:val="00FD5B01"/>
    <w:rsid w:val="00FD5F7E"/>
    <w:rsid w:val="00FD65D4"/>
    <w:rsid w:val="00FD6784"/>
    <w:rsid w:val="00FD67F8"/>
    <w:rsid w:val="00FD6C71"/>
    <w:rsid w:val="00FD6ED1"/>
    <w:rsid w:val="00FD7024"/>
    <w:rsid w:val="00FD70E9"/>
    <w:rsid w:val="00FD7445"/>
    <w:rsid w:val="00FD798C"/>
    <w:rsid w:val="00FD79EA"/>
    <w:rsid w:val="00FD7C7A"/>
    <w:rsid w:val="00FE0163"/>
    <w:rsid w:val="00FE01B4"/>
    <w:rsid w:val="00FE01E5"/>
    <w:rsid w:val="00FE051D"/>
    <w:rsid w:val="00FE115F"/>
    <w:rsid w:val="00FE137C"/>
    <w:rsid w:val="00FE1461"/>
    <w:rsid w:val="00FE1579"/>
    <w:rsid w:val="00FE1678"/>
    <w:rsid w:val="00FE1AB7"/>
    <w:rsid w:val="00FE22B1"/>
    <w:rsid w:val="00FE2732"/>
    <w:rsid w:val="00FE28A3"/>
    <w:rsid w:val="00FE2CCC"/>
    <w:rsid w:val="00FE3E67"/>
    <w:rsid w:val="00FE3F02"/>
    <w:rsid w:val="00FE452A"/>
    <w:rsid w:val="00FE497C"/>
    <w:rsid w:val="00FE49B5"/>
    <w:rsid w:val="00FE4AE2"/>
    <w:rsid w:val="00FE4F21"/>
    <w:rsid w:val="00FE5095"/>
    <w:rsid w:val="00FE513C"/>
    <w:rsid w:val="00FE553E"/>
    <w:rsid w:val="00FE570C"/>
    <w:rsid w:val="00FE5754"/>
    <w:rsid w:val="00FE59B9"/>
    <w:rsid w:val="00FE6171"/>
    <w:rsid w:val="00FE61D8"/>
    <w:rsid w:val="00FE6224"/>
    <w:rsid w:val="00FE691B"/>
    <w:rsid w:val="00FE6A80"/>
    <w:rsid w:val="00FE6B99"/>
    <w:rsid w:val="00FE6CBF"/>
    <w:rsid w:val="00FE78B2"/>
    <w:rsid w:val="00FE7A2E"/>
    <w:rsid w:val="00FE7DDB"/>
    <w:rsid w:val="00FF012E"/>
    <w:rsid w:val="00FF02A0"/>
    <w:rsid w:val="00FF084B"/>
    <w:rsid w:val="00FF0D34"/>
    <w:rsid w:val="00FF0F29"/>
    <w:rsid w:val="00FF0F7A"/>
    <w:rsid w:val="00FF1314"/>
    <w:rsid w:val="00FF18E1"/>
    <w:rsid w:val="00FF1DDD"/>
    <w:rsid w:val="00FF21B7"/>
    <w:rsid w:val="00FF2B77"/>
    <w:rsid w:val="00FF311D"/>
    <w:rsid w:val="00FF3401"/>
    <w:rsid w:val="00FF3523"/>
    <w:rsid w:val="00FF39E4"/>
    <w:rsid w:val="00FF3BCE"/>
    <w:rsid w:val="00FF4369"/>
    <w:rsid w:val="00FF471D"/>
    <w:rsid w:val="00FF4853"/>
    <w:rsid w:val="00FF4AD3"/>
    <w:rsid w:val="00FF4C03"/>
    <w:rsid w:val="00FF4E65"/>
    <w:rsid w:val="00FF505D"/>
    <w:rsid w:val="00FF5236"/>
    <w:rsid w:val="00FF5339"/>
    <w:rsid w:val="00FF5483"/>
    <w:rsid w:val="00FF5974"/>
    <w:rsid w:val="00FF5B2D"/>
    <w:rsid w:val="00FF5D01"/>
    <w:rsid w:val="00FF5E53"/>
    <w:rsid w:val="00FF68F3"/>
    <w:rsid w:val="00FF6C94"/>
    <w:rsid w:val="00FF7AAF"/>
    <w:rsid w:val="00FF7B81"/>
    <w:rsid w:val="00FF7C5E"/>
    <w:rsid w:val="00FF7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4461EFF4"/>
  <w15:docId w15:val="{8FE0FEFE-304E-484C-A094-A0CC1CE6A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Hyperlink" w:uiPriority="99"/>
    <w:lsdException w:name="Strong" w:qFormat="1"/>
    <w:lsdException w:name="Emphasis" w:qFormat="1"/>
    <w:lsdException w:name="Plain Text" w:uiPriority="99"/>
    <w:lsdException w:name="Normal (Web)" w:uiPriority="99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aliases w:val="Доклад"/>
    <w:qFormat/>
    <w:rsid w:val="003D6396"/>
    <w:pPr>
      <w:jc w:val="both"/>
    </w:pPr>
    <w:rPr>
      <w:sz w:val="24"/>
    </w:rPr>
  </w:style>
  <w:style w:type="paragraph" w:styleId="1">
    <w:name w:val="heading 1"/>
    <w:basedOn w:val="a"/>
    <w:next w:val="a"/>
    <w:link w:val="10"/>
    <w:qFormat/>
    <w:rsid w:val="006C3F9D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C3F9D"/>
    <w:pPr>
      <w:keepNext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326D1C"/>
    <w:pPr>
      <w:keepNext/>
      <w:ind w:right="-2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934BE8"/>
    <w:pPr>
      <w:keepNext/>
      <w:outlineLvl w:val="3"/>
    </w:pPr>
    <w:rPr>
      <w:b/>
      <w:bCs/>
      <w:sz w:val="20"/>
    </w:rPr>
  </w:style>
  <w:style w:type="paragraph" w:styleId="5">
    <w:name w:val="heading 5"/>
    <w:basedOn w:val="a"/>
    <w:next w:val="a"/>
    <w:link w:val="50"/>
    <w:qFormat/>
    <w:rsid w:val="00BF0834"/>
    <w:pPr>
      <w:keepNext/>
      <w:ind w:left="170"/>
      <w:jc w:val="left"/>
      <w:outlineLvl w:val="4"/>
    </w:pPr>
    <w:rPr>
      <w:b/>
      <w:sz w:val="20"/>
    </w:rPr>
  </w:style>
  <w:style w:type="paragraph" w:styleId="6">
    <w:name w:val="heading 6"/>
    <w:basedOn w:val="a"/>
    <w:next w:val="a"/>
    <w:link w:val="60"/>
    <w:qFormat/>
    <w:rsid w:val="00BF0834"/>
    <w:pPr>
      <w:keepNext/>
      <w:ind w:firstLine="720"/>
      <w:jc w:val="center"/>
      <w:outlineLvl w:val="5"/>
    </w:pPr>
    <w:rPr>
      <w:b/>
      <w:bCs/>
      <w:sz w:val="20"/>
    </w:rPr>
  </w:style>
  <w:style w:type="paragraph" w:styleId="7">
    <w:name w:val="heading 7"/>
    <w:basedOn w:val="a"/>
    <w:next w:val="a"/>
    <w:link w:val="70"/>
    <w:qFormat/>
    <w:rsid w:val="00EC4FA1"/>
    <w:pPr>
      <w:keepNext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link w:val="80"/>
    <w:qFormat/>
    <w:rsid w:val="00BF0834"/>
    <w:pPr>
      <w:keepNext/>
      <w:outlineLvl w:val="7"/>
    </w:pPr>
    <w:rPr>
      <w:b/>
      <w:sz w:val="20"/>
    </w:rPr>
  </w:style>
  <w:style w:type="paragraph" w:styleId="9">
    <w:name w:val="heading 9"/>
    <w:basedOn w:val="a"/>
    <w:next w:val="a"/>
    <w:link w:val="90"/>
    <w:qFormat/>
    <w:rsid w:val="00B56F17"/>
    <w:pPr>
      <w:keepNext/>
      <w:jc w:val="left"/>
      <w:outlineLvl w:val="8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C3F9D"/>
    <w:rPr>
      <w:b/>
      <w:bCs/>
      <w:sz w:val="24"/>
    </w:rPr>
  </w:style>
  <w:style w:type="character" w:customStyle="1" w:styleId="20">
    <w:name w:val="Заголовок 2 Знак"/>
    <w:link w:val="2"/>
    <w:rsid w:val="006C3F9D"/>
    <w:rPr>
      <w:b/>
      <w:sz w:val="24"/>
    </w:rPr>
  </w:style>
  <w:style w:type="character" w:customStyle="1" w:styleId="30">
    <w:name w:val="Заголовок 3 Знак"/>
    <w:link w:val="3"/>
    <w:rsid w:val="00326D1C"/>
    <w:rPr>
      <w:b/>
      <w:sz w:val="24"/>
    </w:rPr>
  </w:style>
  <w:style w:type="character" w:customStyle="1" w:styleId="40">
    <w:name w:val="Заголовок 4 Знак"/>
    <w:link w:val="4"/>
    <w:rsid w:val="00934BE8"/>
    <w:rPr>
      <w:b/>
      <w:bCs/>
    </w:rPr>
  </w:style>
  <w:style w:type="character" w:customStyle="1" w:styleId="50">
    <w:name w:val="Заголовок 5 Знак"/>
    <w:link w:val="5"/>
    <w:rsid w:val="00BF0834"/>
    <w:rPr>
      <w:b/>
    </w:rPr>
  </w:style>
  <w:style w:type="character" w:customStyle="1" w:styleId="60">
    <w:name w:val="Заголовок 6 Знак"/>
    <w:link w:val="6"/>
    <w:rsid w:val="00BF0834"/>
    <w:rPr>
      <w:b/>
      <w:bCs/>
    </w:rPr>
  </w:style>
  <w:style w:type="character" w:customStyle="1" w:styleId="70">
    <w:name w:val="Заголовок 7 Знак"/>
    <w:link w:val="7"/>
    <w:rsid w:val="00EC4FA1"/>
    <w:rPr>
      <w:b/>
    </w:rPr>
  </w:style>
  <w:style w:type="character" w:customStyle="1" w:styleId="80">
    <w:name w:val="Заголовок 8 Знак"/>
    <w:link w:val="8"/>
    <w:rsid w:val="00BF0834"/>
    <w:rPr>
      <w:b/>
    </w:rPr>
  </w:style>
  <w:style w:type="character" w:customStyle="1" w:styleId="90">
    <w:name w:val="Заголовок 9 Знак"/>
    <w:link w:val="9"/>
    <w:rsid w:val="00B56F17"/>
    <w:rPr>
      <w:b/>
    </w:rPr>
  </w:style>
  <w:style w:type="paragraph" w:customStyle="1" w:styleId="125">
    <w:name w:val="Доклад абзац с отступом 1.25"/>
    <w:basedOn w:val="a"/>
    <w:link w:val="1250"/>
    <w:qFormat/>
    <w:rsid w:val="0063167C"/>
    <w:pPr>
      <w:ind w:firstLine="709"/>
    </w:pPr>
  </w:style>
  <w:style w:type="character" w:customStyle="1" w:styleId="1250">
    <w:name w:val="Доклад абзац с отступом 1.25 Знак"/>
    <w:link w:val="125"/>
    <w:rsid w:val="0063167C"/>
    <w:rPr>
      <w:sz w:val="24"/>
    </w:rPr>
  </w:style>
  <w:style w:type="paragraph" w:styleId="a3">
    <w:name w:val="Title"/>
    <w:basedOn w:val="a"/>
    <w:link w:val="a4"/>
    <w:qFormat/>
    <w:rsid w:val="007232CF"/>
    <w:pPr>
      <w:jc w:val="center"/>
    </w:pPr>
    <w:rPr>
      <w:b/>
      <w:bCs/>
    </w:rPr>
  </w:style>
  <w:style w:type="character" w:customStyle="1" w:styleId="a4">
    <w:name w:val="Заголовок Знак"/>
    <w:link w:val="a3"/>
    <w:rsid w:val="007232CF"/>
    <w:rPr>
      <w:b/>
      <w:bCs/>
      <w:sz w:val="24"/>
    </w:rPr>
  </w:style>
  <w:style w:type="character" w:customStyle="1" w:styleId="31">
    <w:name w:val="Основной текст 3 Знак"/>
    <w:link w:val="32"/>
    <w:rsid w:val="006C3F9D"/>
    <w:rPr>
      <w:color w:val="000000"/>
      <w:sz w:val="24"/>
    </w:rPr>
  </w:style>
  <w:style w:type="paragraph" w:styleId="32">
    <w:name w:val="Body Text 3"/>
    <w:basedOn w:val="a"/>
    <w:link w:val="31"/>
    <w:rsid w:val="006C3F9D"/>
    <w:rPr>
      <w:color w:val="000000"/>
    </w:rPr>
  </w:style>
  <w:style w:type="character" w:customStyle="1" w:styleId="a5">
    <w:name w:val="Верхний колонтитул Знак"/>
    <w:link w:val="a6"/>
    <w:uiPriority w:val="99"/>
    <w:rsid w:val="006C3F9D"/>
    <w:rPr>
      <w:sz w:val="24"/>
    </w:rPr>
  </w:style>
  <w:style w:type="paragraph" w:styleId="a6">
    <w:name w:val="header"/>
    <w:basedOn w:val="a"/>
    <w:link w:val="a5"/>
    <w:uiPriority w:val="99"/>
    <w:rsid w:val="006C3F9D"/>
    <w:pPr>
      <w:tabs>
        <w:tab w:val="center" w:pos="4153"/>
        <w:tab w:val="right" w:pos="8306"/>
      </w:tabs>
    </w:pPr>
  </w:style>
  <w:style w:type="character" w:customStyle="1" w:styleId="a7">
    <w:name w:val="Текст сноски Знак"/>
    <w:basedOn w:val="a0"/>
    <w:link w:val="a8"/>
    <w:rsid w:val="006C3F9D"/>
  </w:style>
  <w:style w:type="paragraph" w:styleId="a8">
    <w:name w:val="footnote text"/>
    <w:basedOn w:val="a9"/>
    <w:link w:val="a7"/>
    <w:rsid w:val="006C3F9D"/>
    <w:rPr>
      <w:sz w:val="20"/>
    </w:rPr>
  </w:style>
  <w:style w:type="paragraph" w:customStyle="1" w:styleId="a9">
    <w:name w:val="Обычный.Доклад"/>
    <w:rsid w:val="006C3F9D"/>
    <w:pPr>
      <w:jc w:val="both"/>
    </w:pPr>
    <w:rPr>
      <w:sz w:val="24"/>
    </w:rPr>
  </w:style>
  <w:style w:type="character" w:customStyle="1" w:styleId="aa">
    <w:name w:val="Нижний колонтитул Знак"/>
    <w:basedOn w:val="a0"/>
    <w:link w:val="ab"/>
    <w:uiPriority w:val="99"/>
    <w:rsid w:val="006C3F9D"/>
  </w:style>
  <w:style w:type="paragraph" w:styleId="ab">
    <w:name w:val="footer"/>
    <w:basedOn w:val="a"/>
    <w:link w:val="aa"/>
    <w:uiPriority w:val="99"/>
    <w:rsid w:val="006C3F9D"/>
    <w:pPr>
      <w:tabs>
        <w:tab w:val="center" w:pos="4153"/>
        <w:tab w:val="right" w:pos="8306"/>
      </w:tabs>
      <w:jc w:val="left"/>
    </w:pPr>
    <w:rPr>
      <w:sz w:val="20"/>
    </w:rPr>
  </w:style>
  <w:style w:type="paragraph" w:styleId="ac">
    <w:name w:val="Normal (Web)"/>
    <w:basedOn w:val="a"/>
    <w:uiPriority w:val="99"/>
    <w:rsid w:val="00C76109"/>
    <w:pPr>
      <w:spacing w:before="100" w:beforeAutospacing="1" w:after="100" w:afterAutospacing="1"/>
      <w:jc w:val="left"/>
    </w:pPr>
    <w:rPr>
      <w:szCs w:val="24"/>
    </w:rPr>
  </w:style>
  <w:style w:type="character" w:customStyle="1" w:styleId="ad">
    <w:name w:val="Подзаголовок Знак"/>
    <w:link w:val="ae"/>
    <w:rsid w:val="00326D1C"/>
    <w:rPr>
      <w:b/>
      <w:sz w:val="28"/>
    </w:rPr>
  </w:style>
  <w:style w:type="paragraph" w:styleId="ae">
    <w:name w:val="Subtitle"/>
    <w:basedOn w:val="a"/>
    <w:link w:val="ad"/>
    <w:qFormat/>
    <w:rsid w:val="00326D1C"/>
    <w:pPr>
      <w:jc w:val="center"/>
    </w:pPr>
    <w:rPr>
      <w:b/>
      <w:sz w:val="28"/>
    </w:rPr>
  </w:style>
  <w:style w:type="character" w:customStyle="1" w:styleId="11">
    <w:name w:val="Подзаголовок Знак1"/>
    <w:rsid w:val="00326D1C"/>
    <w:rPr>
      <w:rFonts w:ascii="Cambria" w:eastAsia="Times New Roman" w:hAnsi="Cambria" w:cs="Times New Roman"/>
      <w:sz w:val="24"/>
      <w:szCs w:val="24"/>
    </w:rPr>
  </w:style>
  <w:style w:type="character" w:customStyle="1" w:styleId="af">
    <w:name w:val="Основной текст с отступом Знак"/>
    <w:link w:val="af0"/>
    <w:rsid w:val="00326D1C"/>
    <w:rPr>
      <w:sz w:val="24"/>
    </w:rPr>
  </w:style>
  <w:style w:type="paragraph" w:styleId="af0">
    <w:name w:val="Body Text Indent"/>
    <w:basedOn w:val="a"/>
    <w:link w:val="af"/>
    <w:rsid w:val="00326D1C"/>
    <w:pPr>
      <w:ind w:firstLine="720"/>
    </w:pPr>
  </w:style>
  <w:style w:type="character" w:customStyle="1" w:styleId="12">
    <w:name w:val="Основной текст с отступом Знак1"/>
    <w:rsid w:val="00326D1C"/>
    <w:rPr>
      <w:sz w:val="24"/>
    </w:rPr>
  </w:style>
  <w:style w:type="character" w:customStyle="1" w:styleId="af1">
    <w:name w:val="Основной текст Знак"/>
    <w:link w:val="af2"/>
    <w:rsid w:val="00326D1C"/>
    <w:rPr>
      <w:b/>
    </w:rPr>
  </w:style>
  <w:style w:type="paragraph" w:styleId="af2">
    <w:name w:val="Body Text"/>
    <w:basedOn w:val="a"/>
    <w:link w:val="af1"/>
    <w:rsid w:val="00326D1C"/>
    <w:pPr>
      <w:jc w:val="center"/>
    </w:pPr>
    <w:rPr>
      <w:b/>
      <w:sz w:val="20"/>
    </w:rPr>
  </w:style>
  <w:style w:type="character" w:customStyle="1" w:styleId="13">
    <w:name w:val="Основной текст Знак1"/>
    <w:rsid w:val="00326D1C"/>
    <w:rPr>
      <w:sz w:val="24"/>
    </w:rPr>
  </w:style>
  <w:style w:type="character" w:customStyle="1" w:styleId="af3">
    <w:name w:val="Текст концевой сноски Знак"/>
    <w:basedOn w:val="a0"/>
    <w:link w:val="af4"/>
    <w:rsid w:val="00326D1C"/>
  </w:style>
  <w:style w:type="paragraph" w:styleId="af4">
    <w:name w:val="endnote text"/>
    <w:basedOn w:val="a"/>
    <w:link w:val="af3"/>
    <w:rsid w:val="00326D1C"/>
    <w:rPr>
      <w:sz w:val="20"/>
    </w:rPr>
  </w:style>
  <w:style w:type="character" w:customStyle="1" w:styleId="14">
    <w:name w:val="Текст концевой сноски Знак1"/>
    <w:basedOn w:val="a0"/>
    <w:rsid w:val="00326D1C"/>
  </w:style>
  <w:style w:type="character" w:customStyle="1" w:styleId="af5">
    <w:name w:val="Текст выноски Знак"/>
    <w:link w:val="af6"/>
    <w:rsid w:val="00326D1C"/>
    <w:rPr>
      <w:rFonts w:ascii="Tahoma" w:hAnsi="Tahoma" w:cs="Tahoma"/>
      <w:sz w:val="16"/>
      <w:szCs w:val="16"/>
    </w:rPr>
  </w:style>
  <w:style w:type="paragraph" w:styleId="af6">
    <w:name w:val="Balloon Text"/>
    <w:basedOn w:val="a"/>
    <w:link w:val="af5"/>
    <w:rsid w:val="00326D1C"/>
    <w:rPr>
      <w:rFonts w:ascii="Tahoma" w:hAnsi="Tahoma" w:cs="Tahoma"/>
      <w:sz w:val="16"/>
      <w:szCs w:val="16"/>
    </w:rPr>
  </w:style>
  <w:style w:type="character" w:customStyle="1" w:styleId="15">
    <w:name w:val="Текст выноски Знак1"/>
    <w:rsid w:val="00326D1C"/>
    <w:rPr>
      <w:rFonts w:ascii="Tahoma" w:hAnsi="Tahoma" w:cs="Tahoma"/>
      <w:sz w:val="16"/>
      <w:szCs w:val="16"/>
    </w:rPr>
  </w:style>
  <w:style w:type="character" w:styleId="af7">
    <w:name w:val="footnote reference"/>
    <w:rsid w:val="00326D1C"/>
    <w:rPr>
      <w:vertAlign w:val="superscript"/>
    </w:rPr>
  </w:style>
  <w:style w:type="paragraph" w:styleId="af8">
    <w:name w:val="List Paragraph"/>
    <w:basedOn w:val="a"/>
    <w:uiPriority w:val="34"/>
    <w:qFormat/>
    <w:rsid w:val="00863C14"/>
    <w:pPr>
      <w:ind w:left="720"/>
      <w:contextualSpacing/>
    </w:pPr>
  </w:style>
  <w:style w:type="paragraph" w:customStyle="1" w:styleId="16">
    <w:name w:val="Загол_граф1"/>
    <w:basedOn w:val="a"/>
    <w:rsid w:val="00B56F17"/>
    <w:pPr>
      <w:jc w:val="center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1">
    <w:name w:val="Загол_граф2"/>
    <w:basedOn w:val="16"/>
    <w:rsid w:val="00B56F17"/>
    <w:rPr>
      <w:sz w:val="20"/>
    </w:rPr>
  </w:style>
  <w:style w:type="paragraph" w:styleId="af9">
    <w:name w:val="Plain Text"/>
    <w:basedOn w:val="a"/>
    <w:link w:val="afa"/>
    <w:uiPriority w:val="99"/>
    <w:unhideWhenUsed/>
    <w:rsid w:val="00B56F17"/>
    <w:pPr>
      <w:jc w:val="left"/>
    </w:pPr>
    <w:rPr>
      <w:rFonts w:ascii="Courier New" w:hAnsi="Courier New" w:cs="Courier New"/>
      <w:sz w:val="20"/>
    </w:rPr>
  </w:style>
  <w:style w:type="character" w:customStyle="1" w:styleId="afa">
    <w:name w:val="Текст Знак"/>
    <w:link w:val="af9"/>
    <w:uiPriority w:val="99"/>
    <w:rsid w:val="00B56F17"/>
    <w:rPr>
      <w:rFonts w:ascii="Courier New" w:hAnsi="Courier New" w:cs="Courier New"/>
    </w:rPr>
  </w:style>
  <w:style w:type="paragraph" w:styleId="afb">
    <w:name w:val="No Spacing"/>
    <w:uiPriority w:val="1"/>
    <w:qFormat/>
    <w:rsid w:val="00A07E0E"/>
    <w:pPr>
      <w:jc w:val="both"/>
    </w:pPr>
    <w:rPr>
      <w:sz w:val="24"/>
    </w:rPr>
  </w:style>
  <w:style w:type="paragraph" w:customStyle="1" w:styleId="BodyText21">
    <w:name w:val="Body Text 21"/>
    <w:basedOn w:val="a"/>
    <w:rsid w:val="003B668C"/>
    <w:pPr>
      <w:overflowPunct w:val="0"/>
      <w:autoSpaceDE w:val="0"/>
      <w:autoSpaceDN w:val="0"/>
      <w:adjustRightInd w:val="0"/>
      <w:jc w:val="center"/>
      <w:textAlignment w:val="baseline"/>
    </w:pPr>
    <w:rPr>
      <w:b/>
      <w:sz w:val="20"/>
    </w:rPr>
  </w:style>
  <w:style w:type="paragraph" w:styleId="afc">
    <w:name w:val="caption"/>
    <w:basedOn w:val="a"/>
    <w:next w:val="a"/>
    <w:qFormat/>
    <w:rsid w:val="00D609DD"/>
    <w:pPr>
      <w:ind w:firstLine="720"/>
      <w:jc w:val="center"/>
    </w:pPr>
    <w:rPr>
      <w:b/>
      <w:bCs/>
    </w:rPr>
  </w:style>
  <w:style w:type="paragraph" w:customStyle="1" w:styleId="17">
    <w:name w:val="Обычный.Доклад1"/>
    <w:rsid w:val="004F5C79"/>
    <w:pPr>
      <w:jc w:val="both"/>
    </w:pPr>
    <w:rPr>
      <w:sz w:val="24"/>
    </w:rPr>
  </w:style>
  <w:style w:type="character" w:styleId="afd">
    <w:name w:val="Emphasis"/>
    <w:qFormat/>
    <w:rsid w:val="004F5C79"/>
    <w:rPr>
      <w:i/>
      <w:iCs/>
    </w:rPr>
  </w:style>
  <w:style w:type="paragraph" w:styleId="22">
    <w:name w:val="Body Text 2"/>
    <w:basedOn w:val="a"/>
    <w:link w:val="23"/>
    <w:rsid w:val="00737A71"/>
    <w:pPr>
      <w:jc w:val="left"/>
    </w:pPr>
    <w:rPr>
      <w:rFonts w:ascii="Arial" w:hAnsi="Arial"/>
      <w:sz w:val="20"/>
    </w:rPr>
  </w:style>
  <w:style w:type="character" w:customStyle="1" w:styleId="23">
    <w:name w:val="Основной текст 2 Знак"/>
    <w:link w:val="22"/>
    <w:rsid w:val="00737A71"/>
    <w:rPr>
      <w:rFonts w:ascii="Arial" w:hAnsi="Arial"/>
    </w:rPr>
  </w:style>
  <w:style w:type="paragraph" w:customStyle="1" w:styleId="33">
    <w:name w:val="Загол_граф3"/>
    <w:basedOn w:val="a"/>
    <w:rsid w:val="00737A71"/>
    <w:pPr>
      <w:jc w:val="center"/>
    </w:pPr>
    <w:rPr>
      <w:rFonts w:ascii="Arial" w:hAnsi="Arial" w:cs="Arial"/>
      <w:bCs/>
      <w:color w:val="000000"/>
      <w:sz w:val="20"/>
    </w:rPr>
  </w:style>
  <w:style w:type="paragraph" w:styleId="34">
    <w:name w:val="Body Text Indent 3"/>
    <w:basedOn w:val="a"/>
    <w:link w:val="35"/>
    <w:uiPriority w:val="99"/>
    <w:rsid w:val="007D795A"/>
    <w:pPr>
      <w:spacing w:after="120"/>
      <w:ind w:left="283"/>
    </w:pPr>
    <w:rPr>
      <w:sz w:val="16"/>
      <w:szCs w:val="16"/>
    </w:rPr>
  </w:style>
  <w:style w:type="character" w:customStyle="1" w:styleId="35">
    <w:name w:val="Основной текст с отступом 3 Знак"/>
    <w:link w:val="34"/>
    <w:uiPriority w:val="99"/>
    <w:rsid w:val="007D795A"/>
    <w:rPr>
      <w:sz w:val="16"/>
      <w:szCs w:val="16"/>
    </w:rPr>
  </w:style>
  <w:style w:type="paragraph" w:customStyle="1" w:styleId="afe">
    <w:name w:val="Заголграф"/>
    <w:basedOn w:val="3"/>
    <w:rsid w:val="00D1475C"/>
    <w:pPr>
      <w:spacing w:before="120" w:after="240"/>
      <w:ind w:right="0"/>
      <w:outlineLvl w:val="9"/>
    </w:pPr>
    <w:rPr>
      <w:rFonts w:ascii="Arial" w:hAnsi="Arial"/>
      <w:sz w:val="22"/>
    </w:rPr>
  </w:style>
  <w:style w:type="table" w:styleId="aff">
    <w:name w:val="Table Grid"/>
    <w:basedOn w:val="a1"/>
    <w:rsid w:val="007F06D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8">
    <w:name w:val="toc 1"/>
    <w:basedOn w:val="a"/>
    <w:next w:val="a"/>
    <w:autoRedefine/>
    <w:uiPriority w:val="39"/>
    <w:qFormat/>
    <w:rsid w:val="00063F21"/>
    <w:pPr>
      <w:tabs>
        <w:tab w:val="right" w:leader="dot" w:pos="9060"/>
      </w:tabs>
      <w:spacing w:before="140" w:after="140"/>
      <w:jc w:val="left"/>
    </w:pPr>
    <w:rPr>
      <w:b/>
      <w:bCs/>
      <w:caps/>
      <w:noProof/>
      <w:sz w:val="20"/>
    </w:rPr>
  </w:style>
  <w:style w:type="paragraph" w:styleId="24">
    <w:name w:val="toc 2"/>
    <w:basedOn w:val="a"/>
    <w:next w:val="a"/>
    <w:autoRedefine/>
    <w:uiPriority w:val="39"/>
    <w:qFormat/>
    <w:rsid w:val="00C26C07"/>
    <w:pPr>
      <w:tabs>
        <w:tab w:val="right" w:leader="dot" w:pos="9060"/>
      </w:tabs>
      <w:spacing w:before="120" w:after="120"/>
      <w:jc w:val="left"/>
    </w:pPr>
    <w:rPr>
      <w:b/>
      <w:bCs/>
      <w:noProof/>
      <w:sz w:val="20"/>
    </w:rPr>
  </w:style>
  <w:style w:type="character" w:styleId="aff0">
    <w:name w:val="Hyperlink"/>
    <w:uiPriority w:val="99"/>
    <w:unhideWhenUsed/>
    <w:rsid w:val="00033D1D"/>
    <w:rPr>
      <w:color w:val="0000FF"/>
      <w:u w:val="single"/>
    </w:rPr>
  </w:style>
  <w:style w:type="paragraph" w:styleId="36">
    <w:name w:val="toc 3"/>
    <w:basedOn w:val="a"/>
    <w:next w:val="a"/>
    <w:autoRedefine/>
    <w:uiPriority w:val="39"/>
    <w:qFormat/>
    <w:rsid w:val="004C5DBC"/>
    <w:pPr>
      <w:tabs>
        <w:tab w:val="right" w:leader="dot" w:pos="9060"/>
      </w:tabs>
      <w:jc w:val="left"/>
    </w:pPr>
    <w:rPr>
      <w:bCs/>
      <w:noProof/>
      <w:sz w:val="20"/>
      <w:lang w:eastAsia="en-US"/>
    </w:rPr>
  </w:style>
  <w:style w:type="character" w:customStyle="1" w:styleId="25">
    <w:name w:val="Основной текст с отступом 2 Знак"/>
    <w:link w:val="26"/>
    <w:rsid w:val="00BF0834"/>
    <w:rPr>
      <w:sz w:val="18"/>
    </w:rPr>
  </w:style>
  <w:style w:type="paragraph" w:styleId="26">
    <w:name w:val="Body Text Indent 2"/>
    <w:basedOn w:val="a"/>
    <w:link w:val="25"/>
    <w:rsid w:val="00BF0834"/>
    <w:pPr>
      <w:ind w:firstLine="720"/>
      <w:jc w:val="left"/>
    </w:pPr>
    <w:rPr>
      <w:sz w:val="18"/>
    </w:rPr>
  </w:style>
  <w:style w:type="paragraph" w:styleId="41">
    <w:name w:val="toc 4"/>
    <w:basedOn w:val="a"/>
    <w:next w:val="a"/>
    <w:autoRedefine/>
    <w:uiPriority w:val="39"/>
    <w:unhideWhenUsed/>
    <w:rsid w:val="00EF7D91"/>
    <w:pPr>
      <w:ind w:left="480"/>
      <w:jc w:val="left"/>
    </w:pPr>
    <w:rPr>
      <w:rFonts w:ascii="Calibri" w:hAnsi="Calibri" w:cs="Calibri"/>
      <w:sz w:val="20"/>
    </w:rPr>
  </w:style>
  <w:style w:type="paragraph" w:styleId="51">
    <w:name w:val="toc 5"/>
    <w:basedOn w:val="a"/>
    <w:next w:val="a"/>
    <w:autoRedefine/>
    <w:uiPriority w:val="39"/>
    <w:unhideWhenUsed/>
    <w:rsid w:val="00104DA7"/>
    <w:pPr>
      <w:ind w:left="720"/>
      <w:jc w:val="left"/>
    </w:pPr>
    <w:rPr>
      <w:rFonts w:ascii="Calibri" w:hAnsi="Calibri" w:cs="Calibri"/>
      <w:sz w:val="20"/>
    </w:rPr>
  </w:style>
  <w:style w:type="paragraph" w:styleId="61">
    <w:name w:val="toc 6"/>
    <w:basedOn w:val="a"/>
    <w:next w:val="a"/>
    <w:autoRedefine/>
    <w:uiPriority w:val="39"/>
    <w:unhideWhenUsed/>
    <w:rsid w:val="00104DA7"/>
    <w:pPr>
      <w:ind w:left="960"/>
      <w:jc w:val="left"/>
    </w:pPr>
    <w:rPr>
      <w:rFonts w:ascii="Calibri" w:hAnsi="Calibri" w:cs="Calibri"/>
      <w:sz w:val="20"/>
    </w:rPr>
  </w:style>
  <w:style w:type="paragraph" w:styleId="71">
    <w:name w:val="toc 7"/>
    <w:basedOn w:val="a"/>
    <w:next w:val="a"/>
    <w:autoRedefine/>
    <w:uiPriority w:val="39"/>
    <w:unhideWhenUsed/>
    <w:rsid w:val="00104DA7"/>
    <w:pPr>
      <w:ind w:left="1200"/>
      <w:jc w:val="left"/>
    </w:pPr>
    <w:rPr>
      <w:rFonts w:ascii="Calibri" w:hAnsi="Calibri" w:cs="Calibri"/>
      <w:sz w:val="20"/>
    </w:rPr>
  </w:style>
  <w:style w:type="paragraph" w:styleId="81">
    <w:name w:val="toc 8"/>
    <w:basedOn w:val="a"/>
    <w:next w:val="a"/>
    <w:autoRedefine/>
    <w:uiPriority w:val="39"/>
    <w:unhideWhenUsed/>
    <w:rsid w:val="00104DA7"/>
    <w:pPr>
      <w:ind w:left="1440"/>
      <w:jc w:val="left"/>
    </w:pPr>
    <w:rPr>
      <w:rFonts w:ascii="Calibri" w:hAnsi="Calibri" w:cs="Calibri"/>
      <w:sz w:val="20"/>
    </w:rPr>
  </w:style>
  <w:style w:type="paragraph" w:styleId="91">
    <w:name w:val="toc 9"/>
    <w:basedOn w:val="a"/>
    <w:next w:val="a"/>
    <w:autoRedefine/>
    <w:uiPriority w:val="39"/>
    <w:unhideWhenUsed/>
    <w:rsid w:val="00104DA7"/>
    <w:pPr>
      <w:ind w:left="1680"/>
      <w:jc w:val="left"/>
    </w:pPr>
    <w:rPr>
      <w:rFonts w:ascii="Calibri" w:hAnsi="Calibri" w:cs="Calibri"/>
      <w:sz w:val="20"/>
    </w:rPr>
  </w:style>
  <w:style w:type="character" w:styleId="aff1">
    <w:name w:val="page number"/>
    <w:basedOn w:val="a0"/>
    <w:rsid w:val="00EB4C90"/>
  </w:style>
  <w:style w:type="character" w:styleId="aff2">
    <w:name w:val="endnote reference"/>
    <w:rsid w:val="002342FE"/>
    <w:rPr>
      <w:vertAlign w:val="superscript"/>
    </w:rPr>
  </w:style>
  <w:style w:type="character" w:customStyle="1" w:styleId="210">
    <w:name w:val="Основной текст с отступом 2 Знак1"/>
    <w:rsid w:val="002342FE"/>
    <w:rPr>
      <w:sz w:val="24"/>
    </w:rPr>
  </w:style>
  <w:style w:type="character" w:customStyle="1" w:styleId="310">
    <w:name w:val="Основной текст 3 Знак1"/>
    <w:uiPriority w:val="99"/>
    <w:semiHidden/>
    <w:rsid w:val="006B5A2C"/>
    <w:rPr>
      <w:sz w:val="16"/>
      <w:szCs w:val="16"/>
    </w:rPr>
  </w:style>
  <w:style w:type="character" w:customStyle="1" w:styleId="19">
    <w:name w:val="Верхний колонтитул Знак1"/>
    <w:uiPriority w:val="99"/>
    <w:semiHidden/>
    <w:rsid w:val="006B5A2C"/>
    <w:rPr>
      <w:sz w:val="24"/>
    </w:rPr>
  </w:style>
  <w:style w:type="character" w:customStyle="1" w:styleId="1a">
    <w:name w:val="Текст сноски Знак1"/>
    <w:basedOn w:val="a0"/>
    <w:uiPriority w:val="99"/>
    <w:semiHidden/>
    <w:rsid w:val="006B5A2C"/>
  </w:style>
  <w:style w:type="character" w:customStyle="1" w:styleId="1b">
    <w:name w:val="Нижний колонтитул Знак1"/>
    <w:uiPriority w:val="99"/>
    <w:semiHidden/>
    <w:rsid w:val="006B5A2C"/>
    <w:rPr>
      <w:sz w:val="24"/>
    </w:rPr>
  </w:style>
  <w:style w:type="paragraph" w:customStyle="1" w:styleId="120">
    <w:name w:val="Список 12"/>
    <w:basedOn w:val="a"/>
    <w:rsid w:val="00221928"/>
    <w:pPr>
      <w:spacing w:before="120" w:after="120"/>
      <w:ind w:left="720" w:hanging="360"/>
    </w:pPr>
    <w:rPr>
      <w:sz w:val="16"/>
    </w:rPr>
  </w:style>
  <w:style w:type="paragraph" w:customStyle="1" w:styleId="121">
    <w:name w:val="Обычный12"/>
    <w:uiPriority w:val="99"/>
    <w:rsid w:val="007A70A8"/>
    <w:pPr>
      <w:widowControl w:val="0"/>
    </w:pPr>
  </w:style>
  <w:style w:type="paragraph" w:customStyle="1" w:styleId="xl25">
    <w:name w:val="xl25"/>
    <w:basedOn w:val="a"/>
    <w:uiPriority w:val="99"/>
    <w:rsid w:val="007A70A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eastAsia="Arial Unicode MS"/>
      <w:sz w:val="16"/>
      <w:szCs w:val="16"/>
    </w:rPr>
  </w:style>
  <w:style w:type="paragraph" w:styleId="aff3">
    <w:name w:val="TOC Heading"/>
    <w:basedOn w:val="1"/>
    <w:next w:val="a"/>
    <w:uiPriority w:val="39"/>
    <w:unhideWhenUsed/>
    <w:qFormat/>
    <w:rsid w:val="00EF7D91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styleId="aff4">
    <w:name w:val="Block Text"/>
    <w:basedOn w:val="a"/>
    <w:rsid w:val="00895839"/>
    <w:pPr>
      <w:ind w:left="142" w:right="-2" w:firstLine="567"/>
    </w:pPr>
  </w:style>
  <w:style w:type="paragraph" w:styleId="aff5">
    <w:name w:val="Message Header"/>
    <w:link w:val="aff6"/>
    <w:autoRedefine/>
    <w:rsid w:val="00B505C0"/>
    <w:pPr>
      <w:ind w:left="-57" w:right="-57" w:hanging="3"/>
      <w:jc w:val="center"/>
    </w:pPr>
    <w:rPr>
      <w:b/>
    </w:rPr>
  </w:style>
  <w:style w:type="character" w:customStyle="1" w:styleId="aff6">
    <w:name w:val="Шапка Знак"/>
    <w:link w:val="aff5"/>
    <w:rsid w:val="00B505C0"/>
    <w:rPr>
      <w:b/>
      <w:lang w:val="ru-RU" w:eastAsia="ru-RU" w:bidi="ar-SA"/>
    </w:rPr>
  </w:style>
  <w:style w:type="character" w:styleId="aff7">
    <w:name w:val="FollowedHyperlink"/>
    <w:rsid w:val="00063E64"/>
    <w:rPr>
      <w:color w:val="800080"/>
      <w:u w:val="single"/>
    </w:rPr>
  </w:style>
  <w:style w:type="character" w:styleId="aff8">
    <w:name w:val="line number"/>
    <w:basedOn w:val="a0"/>
    <w:rsid w:val="001C330D"/>
  </w:style>
  <w:style w:type="paragraph" w:customStyle="1" w:styleId="C289308D74E2492DA70DEFAE9D5EDFC8">
    <w:name w:val="C289308D74E2492DA70DEFAE9D5EDFC8"/>
    <w:rsid w:val="00D03DED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f9">
    <w:name w:val="Document Map"/>
    <w:basedOn w:val="a"/>
    <w:link w:val="affa"/>
    <w:rsid w:val="004D0E88"/>
    <w:rPr>
      <w:rFonts w:ascii="Tahoma" w:hAnsi="Tahoma"/>
      <w:sz w:val="16"/>
      <w:szCs w:val="16"/>
      <w:lang w:val="x-none" w:eastAsia="x-none"/>
    </w:rPr>
  </w:style>
  <w:style w:type="character" w:customStyle="1" w:styleId="affa">
    <w:name w:val="Схема документа Знак"/>
    <w:basedOn w:val="a0"/>
    <w:link w:val="aff9"/>
    <w:rsid w:val="004D0E88"/>
    <w:rPr>
      <w:rFonts w:ascii="Tahoma" w:hAnsi="Tahoma"/>
      <w:sz w:val="16"/>
      <w:szCs w:val="16"/>
      <w:lang w:val="x-none" w:eastAsia="x-none"/>
    </w:rPr>
  </w:style>
  <w:style w:type="numbering" w:customStyle="1" w:styleId="1c">
    <w:name w:val="Нет списка1"/>
    <w:next w:val="a2"/>
    <w:uiPriority w:val="99"/>
    <w:semiHidden/>
    <w:unhideWhenUsed/>
    <w:rsid w:val="004D0E88"/>
  </w:style>
  <w:style w:type="character" w:styleId="affb">
    <w:name w:val="annotation reference"/>
    <w:rsid w:val="004D0E88"/>
    <w:rPr>
      <w:sz w:val="16"/>
      <w:szCs w:val="16"/>
    </w:rPr>
  </w:style>
  <w:style w:type="paragraph" w:styleId="affc">
    <w:name w:val="annotation text"/>
    <w:basedOn w:val="a"/>
    <w:link w:val="affd"/>
    <w:rsid w:val="004D0E88"/>
    <w:rPr>
      <w:sz w:val="20"/>
    </w:rPr>
  </w:style>
  <w:style w:type="character" w:customStyle="1" w:styleId="affd">
    <w:name w:val="Текст примечания Знак"/>
    <w:basedOn w:val="a0"/>
    <w:link w:val="affc"/>
    <w:rsid w:val="004D0E88"/>
  </w:style>
  <w:style w:type="paragraph" w:styleId="affe">
    <w:name w:val="annotation subject"/>
    <w:basedOn w:val="affc"/>
    <w:next w:val="affc"/>
    <w:link w:val="afff"/>
    <w:rsid w:val="004D0E88"/>
    <w:rPr>
      <w:b/>
      <w:bCs/>
    </w:rPr>
  </w:style>
  <w:style w:type="character" w:customStyle="1" w:styleId="afff">
    <w:name w:val="Тема примечания Знак"/>
    <w:basedOn w:val="affd"/>
    <w:link w:val="affe"/>
    <w:rsid w:val="004D0E88"/>
    <w:rPr>
      <w:b/>
      <w:bCs/>
    </w:rPr>
  </w:style>
  <w:style w:type="character" w:customStyle="1" w:styleId="1d">
    <w:name w:val="Неразрешенное упоминание1"/>
    <w:uiPriority w:val="99"/>
    <w:semiHidden/>
    <w:unhideWhenUsed/>
    <w:rsid w:val="004D0E88"/>
    <w:rPr>
      <w:color w:val="605E5C"/>
      <w:shd w:val="clear" w:color="auto" w:fill="E1DFDD"/>
    </w:rPr>
  </w:style>
  <w:style w:type="character" w:styleId="afff0">
    <w:name w:val="Unresolved Mention"/>
    <w:basedOn w:val="a0"/>
    <w:uiPriority w:val="99"/>
    <w:semiHidden/>
    <w:unhideWhenUsed/>
    <w:rsid w:val="00E054B0"/>
    <w:rPr>
      <w:color w:val="605E5C"/>
      <w:shd w:val="clear" w:color="auto" w:fill="E1DFDD"/>
    </w:rPr>
  </w:style>
  <w:style w:type="paragraph" w:customStyle="1" w:styleId="afff1">
    <w:basedOn w:val="a"/>
    <w:next w:val="ac"/>
    <w:uiPriority w:val="99"/>
    <w:rsid w:val="008C4249"/>
    <w:pPr>
      <w:spacing w:before="100" w:beforeAutospacing="1" w:after="100" w:afterAutospacing="1"/>
      <w:jc w:val="left"/>
    </w:pPr>
    <w:rPr>
      <w:szCs w:val="24"/>
    </w:rPr>
  </w:style>
  <w:style w:type="paragraph" w:customStyle="1" w:styleId="afff2">
    <w:basedOn w:val="a"/>
    <w:next w:val="ac"/>
    <w:uiPriority w:val="99"/>
    <w:rsid w:val="0078227D"/>
    <w:pPr>
      <w:spacing w:before="100" w:beforeAutospacing="1" w:after="100" w:afterAutospacing="1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393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8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2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3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4.xml"/><Relationship Id="rId18" Type="http://schemas.openxmlformats.org/officeDocument/2006/relationships/header" Target="header7.xml"/><Relationship Id="rId26" Type="http://schemas.openxmlformats.org/officeDocument/2006/relationships/header" Target="header15.xml"/><Relationship Id="rId3" Type="http://schemas.openxmlformats.org/officeDocument/2006/relationships/styles" Target="styles.xml"/><Relationship Id="rId21" Type="http://schemas.openxmlformats.org/officeDocument/2006/relationships/header" Target="header10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header" Target="header14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20" Type="http://schemas.openxmlformats.org/officeDocument/2006/relationships/header" Target="header9.xml"/><Relationship Id="rId29" Type="http://schemas.openxmlformats.org/officeDocument/2006/relationships/header" Target="header1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eader" Target="header13.xml"/><Relationship Id="rId32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header" Target="header12.xml"/><Relationship Id="rId28" Type="http://schemas.openxmlformats.org/officeDocument/2006/relationships/hyperlink" Target="mailto:30@rosstat.gov.ru" TargetMode="External"/><Relationship Id="rId10" Type="http://schemas.openxmlformats.org/officeDocument/2006/relationships/header" Target="header1.xml"/><Relationship Id="rId19" Type="http://schemas.openxmlformats.org/officeDocument/2006/relationships/header" Target="header8.xml"/><Relationship Id="rId31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3.xml"/><Relationship Id="rId22" Type="http://schemas.openxmlformats.org/officeDocument/2006/relationships/header" Target="header11.xml"/><Relationship Id="rId27" Type="http://schemas.openxmlformats.org/officeDocument/2006/relationships/header" Target="header16.xml"/><Relationship Id="rId30" Type="http://schemas.openxmlformats.org/officeDocument/2006/relationships/header" Target="header18.xml"/><Relationship Id="rId8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0;&#1072;&#1088;&#1082;&#1072;&#1077;&#1074;&#1072;%20&#1051;.&#1047;\&#1054;&#1073;&#1083;&#1072;&#1089;&#1090;&#1100;\08%20&#1103;&#1085;&#1074;&#1072;&#1088;&#1100;-&#1072;&#1074;&#1075;&#1091;&#1089;&#1090;%202012\&#1044;&#1054;&#1050;&#1051;&#1040;&#1044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C2ED9F-F9B1-4DFE-826B-96671A26E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ДОКЛАД.dot</Template>
  <TotalTime>114</TotalTime>
  <Pages>65</Pages>
  <Words>16485</Words>
  <Characters>109200</Characters>
  <Application>Microsoft Office Word</Application>
  <DocSecurity>0</DocSecurity>
  <Lines>910</Lines>
  <Paragraphs>250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aokgs</Company>
  <LinksUpToDate>false</LinksUpToDate>
  <CharactersWithSpaces>125435</CharactersWithSpaces>
  <SharedDoc>false</SharedDoc>
  <HLinks>
    <vt:vector size="564" baseType="variant">
      <vt:variant>
        <vt:i4>2818067</vt:i4>
      </vt:variant>
      <vt:variant>
        <vt:i4>561</vt:i4>
      </vt:variant>
      <vt:variant>
        <vt:i4>0</vt:i4>
      </vt:variant>
      <vt:variant>
        <vt:i4>5</vt:i4>
      </vt:variant>
      <vt:variant>
        <vt:lpwstr>mailto:oblstat@astranet.ru</vt:lpwstr>
      </vt:variant>
      <vt:variant>
        <vt:lpwstr/>
      </vt:variant>
      <vt:variant>
        <vt:i4>1703986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_Toc114128557</vt:lpwstr>
      </vt:variant>
      <vt:variant>
        <vt:i4>1703986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_Toc114128556</vt:lpwstr>
      </vt:variant>
      <vt:variant>
        <vt:i4>1703986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_Toc114128555</vt:lpwstr>
      </vt:variant>
      <vt:variant>
        <vt:i4>1703986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_Toc114128554</vt:lpwstr>
      </vt:variant>
      <vt:variant>
        <vt:i4>1703986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_Toc114128553</vt:lpwstr>
      </vt:variant>
      <vt:variant>
        <vt:i4>1703986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_Toc114128552</vt:lpwstr>
      </vt:variant>
      <vt:variant>
        <vt:i4>1703986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_Toc114128551</vt:lpwstr>
      </vt:variant>
      <vt:variant>
        <vt:i4>1703986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_Toc114128550</vt:lpwstr>
      </vt:variant>
      <vt:variant>
        <vt:i4>1769522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_Toc114128549</vt:lpwstr>
      </vt:variant>
      <vt:variant>
        <vt:i4>1769522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_Toc114128548</vt:lpwstr>
      </vt:variant>
      <vt:variant>
        <vt:i4>1769522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_Toc114128547</vt:lpwstr>
      </vt:variant>
      <vt:variant>
        <vt:i4>1769522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_Toc114128546</vt:lpwstr>
      </vt:variant>
      <vt:variant>
        <vt:i4>1769522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_Toc114128545</vt:lpwstr>
      </vt:variant>
      <vt:variant>
        <vt:i4>1769522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_Toc114128544</vt:lpwstr>
      </vt:variant>
      <vt:variant>
        <vt:i4>1769522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_Toc114128543</vt:lpwstr>
      </vt:variant>
      <vt:variant>
        <vt:i4>1769522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_Toc114128542</vt:lpwstr>
      </vt:variant>
      <vt:variant>
        <vt:i4>1769522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_Toc114128541</vt:lpwstr>
      </vt:variant>
      <vt:variant>
        <vt:i4>1769522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_Toc114128540</vt:lpwstr>
      </vt:variant>
      <vt:variant>
        <vt:i4>1835058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_Toc114128539</vt:lpwstr>
      </vt:variant>
      <vt:variant>
        <vt:i4>1835058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_Toc114128538</vt:lpwstr>
      </vt:variant>
      <vt:variant>
        <vt:i4>1835058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_Toc114128537</vt:lpwstr>
      </vt:variant>
      <vt:variant>
        <vt:i4>1835058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_Toc114128536</vt:lpwstr>
      </vt:variant>
      <vt:variant>
        <vt:i4>1835058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_Toc114128535</vt:lpwstr>
      </vt:variant>
      <vt:variant>
        <vt:i4>1835058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_Toc114128534</vt:lpwstr>
      </vt:variant>
      <vt:variant>
        <vt:i4>1835058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_Toc114128533</vt:lpwstr>
      </vt:variant>
      <vt:variant>
        <vt:i4>1835058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_Toc114128532</vt:lpwstr>
      </vt:variant>
      <vt:variant>
        <vt:i4>1835058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_Toc114128531</vt:lpwstr>
      </vt:variant>
      <vt:variant>
        <vt:i4>1835058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_Toc114128530</vt:lpwstr>
      </vt:variant>
      <vt:variant>
        <vt:i4>1900594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_Toc114128529</vt:lpwstr>
      </vt:variant>
      <vt:variant>
        <vt:i4>1900594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_Toc114128528</vt:lpwstr>
      </vt:variant>
      <vt:variant>
        <vt:i4>1900594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_Toc114128527</vt:lpwstr>
      </vt:variant>
      <vt:variant>
        <vt:i4>1900594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_Toc114128526</vt:lpwstr>
      </vt:variant>
      <vt:variant>
        <vt:i4>1900594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_Toc114128525</vt:lpwstr>
      </vt:variant>
      <vt:variant>
        <vt:i4>1900594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_Toc114128524</vt:lpwstr>
      </vt:variant>
      <vt:variant>
        <vt:i4>1900594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_Toc114128523</vt:lpwstr>
      </vt:variant>
      <vt:variant>
        <vt:i4>1900594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_Toc114128522</vt:lpwstr>
      </vt:variant>
      <vt:variant>
        <vt:i4>1900594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_Toc114128521</vt:lpwstr>
      </vt:variant>
      <vt:variant>
        <vt:i4>1900594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_Toc114128520</vt:lpwstr>
      </vt:variant>
      <vt:variant>
        <vt:i4>1966130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_Toc114128519</vt:lpwstr>
      </vt:variant>
      <vt:variant>
        <vt:i4>1966130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_Toc114128518</vt:lpwstr>
      </vt:variant>
      <vt:variant>
        <vt:i4>1966130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_Toc114128517</vt:lpwstr>
      </vt:variant>
      <vt:variant>
        <vt:i4>1966130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_Toc114128516</vt:lpwstr>
      </vt:variant>
      <vt:variant>
        <vt:i4>1966130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_Toc114128515</vt:lpwstr>
      </vt:variant>
      <vt:variant>
        <vt:i4>1966130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_Toc114128514</vt:lpwstr>
      </vt:variant>
      <vt:variant>
        <vt:i4>1966130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_Toc114128513</vt:lpwstr>
      </vt:variant>
      <vt:variant>
        <vt:i4>1966130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_Toc114128512</vt:lpwstr>
      </vt:variant>
      <vt:variant>
        <vt:i4>1966130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_Toc114128511</vt:lpwstr>
      </vt:variant>
      <vt:variant>
        <vt:i4>1966130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_Toc114128510</vt:lpwstr>
      </vt:variant>
      <vt:variant>
        <vt:i4>2031666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_Toc114128509</vt:lpwstr>
      </vt:variant>
      <vt:variant>
        <vt:i4>2031666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_Toc114128508</vt:lpwstr>
      </vt:variant>
      <vt:variant>
        <vt:i4>2031666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_Toc114128507</vt:lpwstr>
      </vt:variant>
      <vt:variant>
        <vt:i4>2031666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_Toc114128506</vt:lpwstr>
      </vt:variant>
      <vt:variant>
        <vt:i4>2031666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_Toc114128505</vt:lpwstr>
      </vt:variant>
      <vt:variant>
        <vt:i4>2031666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_Toc114128504</vt:lpwstr>
      </vt:variant>
      <vt:variant>
        <vt:i4>2031666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_Toc114128503</vt:lpwstr>
      </vt:variant>
      <vt:variant>
        <vt:i4>2031666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_Toc114128502</vt:lpwstr>
      </vt:variant>
      <vt:variant>
        <vt:i4>2031666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_Toc114128501</vt:lpwstr>
      </vt:variant>
      <vt:variant>
        <vt:i4>2031666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_Toc114128500</vt:lpwstr>
      </vt:variant>
      <vt:variant>
        <vt:i4>1441843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_Toc114128499</vt:lpwstr>
      </vt:variant>
      <vt:variant>
        <vt:i4>1441843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_Toc114128498</vt:lpwstr>
      </vt:variant>
      <vt:variant>
        <vt:i4>1441843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_Toc114128497</vt:lpwstr>
      </vt:variant>
      <vt:variant>
        <vt:i4>1441843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_Toc114128496</vt:lpwstr>
      </vt:variant>
      <vt:variant>
        <vt:i4>1441843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_Toc114128495</vt:lpwstr>
      </vt:variant>
      <vt:variant>
        <vt:i4>1441843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_Toc114128494</vt:lpwstr>
      </vt:variant>
      <vt:variant>
        <vt:i4>1441843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_Toc114128493</vt:lpwstr>
      </vt:variant>
      <vt:variant>
        <vt:i4>1441843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_Toc114128492</vt:lpwstr>
      </vt:variant>
      <vt:variant>
        <vt:i4>1441843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_Toc114128491</vt:lpwstr>
      </vt:variant>
      <vt:variant>
        <vt:i4>1441843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_Toc114128490</vt:lpwstr>
      </vt:variant>
      <vt:variant>
        <vt:i4>1507379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_Toc114128489</vt:lpwstr>
      </vt:variant>
      <vt:variant>
        <vt:i4>1507379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_Toc114128488</vt:lpwstr>
      </vt:variant>
      <vt:variant>
        <vt:i4>1507379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_Toc114128487</vt:lpwstr>
      </vt:variant>
      <vt:variant>
        <vt:i4>1507379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_Toc114128486</vt:lpwstr>
      </vt:variant>
      <vt:variant>
        <vt:i4>1507379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_Toc114128485</vt:lpwstr>
      </vt:variant>
      <vt:variant>
        <vt:i4>1507379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_Toc114128484</vt:lpwstr>
      </vt:variant>
      <vt:variant>
        <vt:i4>1507379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_Toc114128483</vt:lpwstr>
      </vt:variant>
      <vt:variant>
        <vt:i4>1507379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_Toc114128482</vt:lpwstr>
      </vt:variant>
      <vt:variant>
        <vt:i4>1507379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_Toc114128481</vt:lpwstr>
      </vt:variant>
      <vt:variant>
        <vt:i4>1507379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_Toc114128480</vt:lpwstr>
      </vt:variant>
      <vt:variant>
        <vt:i4>1572915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_Toc114128479</vt:lpwstr>
      </vt:variant>
      <vt:variant>
        <vt:i4>1572915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_Toc114128478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_Toc114128477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_Toc114128476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_Toc114128475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_Toc114128474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_Toc114128473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_Toc114128472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_Toc114128471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_Toc114128470</vt:lpwstr>
      </vt:variant>
      <vt:variant>
        <vt:i4>1638451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_Toc114128469</vt:lpwstr>
      </vt:variant>
      <vt:variant>
        <vt:i4>1638451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_Toc114128468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_Toc114128467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_Toc114128466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_Toc114128465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P30_KarkaevaLZ</dc:creator>
  <cp:lastModifiedBy>Бороденко Татьяна Сергеевна</cp:lastModifiedBy>
  <cp:revision>13</cp:revision>
  <cp:lastPrinted>2024-10-31T05:29:00Z</cp:lastPrinted>
  <dcterms:created xsi:type="dcterms:W3CDTF">2024-10-30T13:19:00Z</dcterms:created>
  <dcterms:modified xsi:type="dcterms:W3CDTF">2024-11-06T04:33:00Z</dcterms:modified>
</cp:coreProperties>
</file>